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61047257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50D97">
              <w:t>0X</w:t>
            </w:r>
          </w:p>
        </w:tc>
        <w:tc>
          <w:tcPr>
            <w:tcW w:w="3604" w:type="pct"/>
            <w:shd w:val="clear" w:color="auto" w:fill="auto"/>
          </w:tcPr>
          <w:p w14:paraId="0D2CEAB6" w14:textId="402DBB07" w:rsidR="00A301E0" w:rsidRPr="00752A41" w:rsidRDefault="00A50D97" w:rsidP="00752A41">
            <w:pPr>
              <w:pStyle w:val="SISStitle"/>
            </w:pPr>
            <w:r>
              <w:t>F</w:t>
            </w:r>
            <w:r w:rsidRPr="00A50D97">
              <w:t>eller Buncher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5E1F50">
        <w:trPr>
          <w:trHeight w:val="790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 xml:space="preserve">Release </w:t>
            </w:r>
            <w:proofErr w:type="gramStart"/>
            <w:r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439E37CA" w:rsidR="001E6CB1" w:rsidRPr="005E1F50" w:rsidRDefault="00F164B0" w:rsidP="005E1F5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E1F50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A50D97" w:rsidRPr="005E1F50">
              <w:rPr>
                <w:rStyle w:val="SITemporarytext-red"/>
                <w:color w:val="auto"/>
                <w:sz w:val="20"/>
                <w:szCs w:val="22"/>
              </w:rPr>
              <w:t>7</w:t>
            </w:r>
            <w:r w:rsidRPr="005E1F50">
              <w:rPr>
                <w:rStyle w:val="SITemporarytext-red"/>
                <w:color w:val="auto"/>
                <w:sz w:val="20"/>
                <w:szCs w:val="22"/>
              </w:rPr>
              <w:t>.0.</w:t>
            </w:r>
            <w:r w:rsidR="00A50D97" w:rsidRPr="005E1F50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5E1F50">
              <w:rPr>
                <w:rStyle w:val="SITemporarytext-red"/>
                <w:color w:val="auto"/>
                <w:sz w:val="20"/>
                <w:szCs w:val="22"/>
              </w:rPr>
              <w:t>It supersedes and is equivalent to FWPSS000</w:t>
            </w:r>
            <w:r w:rsidR="00A50D97" w:rsidRPr="005E1F50">
              <w:rPr>
                <w:rStyle w:val="SITemporarytext-red"/>
                <w:color w:val="auto"/>
                <w:sz w:val="20"/>
                <w:szCs w:val="22"/>
              </w:rPr>
              <w:t>33</w:t>
            </w:r>
            <w:r w:rsidRPr="005E1F50">
              <w:rPr>
                <w:rStyle w:val="SITemporarytext-red"/>
                <w:color w:val="auto"/>
                <w:sz w:val="20"/>
                <w:szCs w:val="22"/>
              </w:rPr>
              <w:t xml:space="preserve"> Skill set for a feller buncher operator.</w:t>
            </w:r>
          </w:p>
        </w:tc>
      </w:tr>
    </w:tbl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567FAAE" w14:textId="401C6F01" w:rsidR="00AF6D42" w:rsidRPr="00AF6D42" w:rsidRDefault="00AF6D42" w:rsidP="00AF6D42">
            <w:pPr>
              <w:pStyle w:val="SIText"/>
            </w:pPr>
            <w:r>
              <w:t>T</w:t>
            </w:r>
            <w:r w:rsidRPr="00AF6D42">
              <w:t xml:space="preserve">his skill set </w:t>
            </w:r>
            <w:proofErr w:type="gramStart"/>
            <w:r w:rsidRPr="00AF6D42">
              <w:t>provides</w:t>
            </w:r>
            <w:proofErr w:type="gramEnd"/>
            <w:r w:rsidRPr="00AF6D42">
              <w:t xml:space="preserve"> the skills and knowledge required to operate a </w:t>
            </w:r>
            <w:r w:rsidR="00F30073">
              <w:t>feller buncher</w:t>
            </w:r>
            <w:r w:rsidRPr="00AF6D42">
              <w:t xml:space="preserve"> in a commercial forest harvesting environment while applying workplace safe</w:t>
            </w:r>
            <w:r w:rsidR="001362B0">
              <w:t>ty</w:t>
            </w:r>
            <w:r w:rsidRPr="00AF6D42">
              <w:t xml:space="preserve"> and environmental procedures. </w:t>
            </w:r>
          </w:p>
          <w:p w14:paraId="18B837AC" w14:textId="3E4D454A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82195FE" w14:textId="77777777" w:rsidR="001A6AB8" w:rsidRPr="001A6AB8" w:rsidRDefault="001A6AB8" w:rsidP="001A6AB8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1A6AB8">
              <w:t>provide</w:t>
            </w:r>
            <w:proofErr w:type="gramEnd"/>
            <w:r w:rsidRPr="001A6AB8">
              <w:t xml:space="preserve"> credit towards </w:t>
            </w:r>
            <w:r w:rsidRPr="001A6AB8">
              <w:rPr>
                <w:rStyle w:val="SIText-Italic"/>
              </w:rPr>
              <w:t>FWP2XX21 Certificate III in Forest Operations</w:t>
            </w:r>
            <w:r w:rsidRPr="001A6AB8">
              <w:t xml:space="preserve"> from the FWP Forest and Wood Products Training Package.</w:t>
            </w:r>
          </w:p>
          <w:p w14:paraId="377A096B" w14:textId="55834602" w:rsidR="001E6CB1" w:rsidRPr="001E6CB1" w:rsidRDefault="001E6CB1" w:rsidP="001E6CB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0B727126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AFCF1B8" w14:textId="77777777" w:rsidR="00CF6F95" w:rsidRPr="00CF6F95" w:rsidRDefault="00CF6F95" w:rsidP="00CF6F95">
            <w:pPr>
              <w:pStyle w:val="SIBulletList1"/>
            </w:pPr>
            <w:r w:rsidRPr="00AA0BFA">
              <w:t>FWPCOR2</w:t>
            </w:r>
            <w:r w:rsidRPr="00CF6F95">
              <w:t xml:space="preserve">XXX Follow environmental protection </w:t>
            </w:r>
            <w:proofErr w:type="gramStart"/>
            <w:r w:rsidRPr="00CF6F95">
              <w:t>procedures</w:t>
            </w:r>
            <w:proofErr w:type="gramEnd"/>
          </w:p>
          <w:p w14:paraId="34D20DB1" w14:textId="77777777" w:rsidR="00CF6F95" w:rsidRPr="00CF6F95" w:rsidRDefault="00CF6F95" w:rsidP="00CF6F95">
            <w:pPr>
              <w:pStyle w:val="SIBulletList1"/>
            </w:pPr>
            <w:r w:rsidRPr="00AA0BFA">
              <w:t>FWPCOR2</w:t>
            </w:r>
            <w:r w:rsidRPr="00CF6F95">
              <w:t xml:space="preserve">XXX Follow health and safety policies and </w:t>
            </w:r>
            <w:proofErr w:type="gramStart"/>
            <w:r w:rsidRPr="00CF6F95">
              <w:t>procedures</w:t>
            </w:r>
            <w:proofErr w:type="gramEnd"/>
          </w:p>
          <w:p w14:paraId="61C3BA1B" w14:textId="77777777" w:rsidR="00F164B0" w:rsidRPr="00F164B0" w:rsidRDefault="00F164B0" w:rsidP="00F164B0">
            <w:pPr>
              <w:pStyle w:val="SIBulletList1"/>
            </w:pPr>
            <w:r w:rsidRPr="00F164B0">
              <w:t xml:space="preserve">FWPHAR3226 Operate feller </w:t>
            </w:r>
            <w:proofErr w:type="gramStart"/>
            <w:r w:rsidRPr="00F164B0">
              <w:t>buncher</w:t>
            </w:r>
            <w:proofErr w:type="gramEnd"/>
          </w:p>
          <w:p w14:paraId="3EC881B9" w14:textId="1DB6680A" w:rsidR="001F28F9" w:rsidRPr="00536741" w:rsidRDefault="001F28F9" w:rsidP="00CF6F9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070BA413" w:rsidR="001E6CB1" w:rsidRPr="00536741" w:rsidRDefault="00F164B0" w:rsidP="00752A41">
            <w:pPr>
              <w:pStyle w:val="SIText"/>
            </w:pPr>
            <w:r w:rsidRPr="00F164B0">
              <w:t>This skill set is for people wishing to work as a feller buncher operator in commercial forest operation</w:t>
            </w:r>
            <w:r w:rsidR="006B6D19">
              <w:t>s.</w:t>
            </w:r>
            <w:r w:rsidRPr="00F164B0">
              <w:t xml:space="preserve"> 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534D4649" w:rsidR="00DB557A" w:rsidRPr="00F164B0" w:rsidRDefault="00F164B0" w:rsidP="00F164B0">
            <w:pPr>
              <w:pStyle w:val="SIText"/>
            </w:pPr>
            <w:r w:rsidRPr="00F164B0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FWP Forest and Wood Products Training Package meet the industry requirements for </w:t>
            </w:r>
            <w:proofErr w:type="gramStart"/>
            <w:r w:rsidRPr="00F164B0">
              <w:rPr>
                <w:rStyle w:val="SITemporarytext-red"/>
                <w:color w:val="auto"/>
                <w:sz w:val="20"/>
                <w:szCs w:val="22"/>
              </w:rPr>
              <w:t>operating</w:t>
            </w:r>
            <w:proofErr w:type="gramEnd"/>
            <w:r w:rsidRPr="00F164B0">
              <w:rPr>
                <w:rStyle w:val="SITemporarytext-red"/>
                <w:color w:val="auto"/>
                <w:sz w:val="20"/>
                <w:szCs w:val="22"/>
              </w:rPr>
              <w:t xml:space="preserve"> a feller buncher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18D1" w14:textId="77777777" w:rsidR="00B37E8B" w:rsidRDefault="00B37E8B" w:rsidP="00BF3F0A">
      <w:r>
        <w:separator/>
      </w:r>
    </w:p>
    <w:p w14:paraId="778BD081" w14:textId="77777777" w:rsidR="00B37E8B" w:rsidRDefault="00B37E8B"/>
  </w:endnote>
  <w:endnote w:type="continuationSeparator" w:id="0">
    <w:p w14:paraId="085DC7F1" w14:textId="77777777" w:rsidR="00B37E8B" w:rsidRDefault="00B37E8B" w:rsidP="00BF3F0A">
      <w:r>
        <w:continuationSeparator/>
      </w:r>
    </w:p>
    <w:p w14:paraId="10CC2A31" w14:textId="77777777" w:rsidR="00B37E8B" w:rsidRDefault="00B37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proofErr w:type="gramStart"/>
        <w:r w:rsidR="007F7554" w:rsidRPr="00536741">
          <w:t>1</w:t>
        </w:r>
        <w:proofErr w:type="gramEnd"/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0787" w14:textId="77777777" w:rsidR="00B37E8B" w:rsidRDefault="00B37E8B" w:rsidP="00BF3F0A">
      <w:r>
        <w:separator/>
      </w:r>
    </w:p>
    <w:p w14:paraId="0752C2F4" w14:textId="77777777" w:rsidR="00B37E8B" w:rsidRDefault="00B37E8B"/>
  </w:footnote>
  <w:footnote w:type="continuationSeparator" w:id="0">
    <w:p w14:paraId="62186405" w14:textId="77777777" w:rsidR="00B37E8B" w:rsidRDefault="00B37E8B" w:rsidP="00BF3F0A">
      <w:r>
        <w:continuationSeparator/>
      </w:r>
    </w:p>
    <w:p w14:paraId="5CC1F3CC" w14:textId="77777777" w:rsidR="00B37E8B" w:rsidRDefault="00B37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2F5EEF17" w:rsidR="009C2650" w:rsidRPr="00F164B0" w:rsidRDefault="00F164B0" w:rsidP="00A50D97">
    <w:pPr>
      <w:pStyle w:val="SIText"/>
    </w:pPr>
    <w:r w:rsidRPr="00F164B0">
      <w:t>FWPSS000</w:t>
    </w:r>
    <w:r w:rsidR="00A50D97">
      <w:t>0X</w:t>
    </w:r>
    <w:r w:rsidRPr="00F164B0">
      <w:t xml:space="preserve"> </w:t>
    </w:r>
    <w:r w:rsidR="00A50D97">
      <w:t>F</w:t>
    </w:r>
    <w:r w:rsidRPr="00F164B0">
      <w:t xml:space="preserve">eller </w:t>
    </w:r>
    <w:r w:rsidR="00A50D97">
      <w:t>B</w:t>
    </w:r>
    <w:r w:rsidRPr="00F164B0">
      <w:t xml:space="preserve">uncher </w:t>
    </w:r>
    <w:r w:rsidR="00A50D97">
      <w:t>O</w:t>
    </w:r>
    <w:r w:rsidRPr="00F164B0">
      <w:t>perator</w:t>
    </w:r>
    <w:r w:rsidR="00A50D97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jc0NrEwMTMyMjNW0lEKTi0uzszPAykwqgUAlav20y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62B0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6AB8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1F5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B6D19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0D97"/>
    <w:rsid w:val="00A56E14"/>
    <w:rsid w:val="00A644BD"/>
    <w:rsid w:val="00A6476B"/>
    <w:rsid w:val="00A72CE2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D42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3523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6F95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0A5C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30073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1AA88-C4EC-42AF-A619-E74BEFC7C9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93B173-70EE-49AA-A564-44CBD230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13</cp:revision>
  <cp:lastPrinted>2016-05-27T05:21:00Z</cp:lastPrinted>
  <dcterms:created xsi:type="dcterms:W3CDTF">2020-10-29T03:31:00Z</dcterms:created>
  <dcterms:modified xsi:type="dcterms:W3CDTF">2021-04-30T09:04:00Z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