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60DE6D6F" w:rsidR="00F1480E" w:rsidRDefault="00702049" w:rsidP="00A23E63">
      <w:pPr>
        <w:pStyle w:val="SIHeading2"/>
      </w:pPr>
      <w:r w:rsidRPr="00C835AA">
        <w:t xml:space="preserve">        </w:t>
      </w:r>
      <w:r w:rsidR="00F1480E" w:rsidRPr="00C835AA">
        <w:t>Modification history</w:t>
      </w:r>
    </w:p>
    <w:p w14:paraId="501923C6" w14:textId="77777777" w:rsidR="00C835AA" w:rsidRPr="00C835AA" w:rsidRDefault="00C835AA" w:rsidP="00C835AA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C835AA" w14:paraId="3B8AD6B7" w14:textId="77777777" w:rsidTr="00146EEC">
        <w:tc>
          <w:tcPr>
            <w:tcW w:w="2689" w:type="dxa"/>
          </w:tcPr>
          <w:p w14:paraId="1DBAEEDE" w14:textId="77777777" w:rsidR="00F1480E" w:rsidRPr="00C835AA" w:rsidRDefault="00830267" w:rsidP="00A23E63">
            <w:pPr>
              <w:pStyle w:val="SIText-Bold"/>
            </w:pPr>
            <w:r w:rsidRPr="00C835AA">
              <w:t>Release</w:t>
            </w:r>
          </w:p>
        </w:tc>
        <w:tc>
          <w:tcPr>
            <w:tcW w:w="6939" w:type="dxa"/>
          </w:tcPr>
          <w:p w14:paraId="276A7EAF" w14:textId="77777777" w:rsidR="00F1480E" w:rsidRPr="00C835AA" w:rsidRDefault="00830267" w:rsidP="00A23E63">
            <w:pPr>
              <w:pStyle w:val="SIText-Bold"/>
            </w:pPr>
            <w:r w:rsidRPr="00C835AA">
              <w:t>Comments</w:t>
            </w:r>
          </w:p>
        </w:tc>
      </w:tr>
      <w:tr w:rsidR="005C36B6" w:rsidRPr="00C835AA" w14:paraId="2D61035F" w14:textId="77777777" w:rsidTr="00146EEC">
        <w:tc>
          <w:tcPr>
            <w:tcW w:w="2689" w:type="dxa"/>
          </w:tcPr>
          <w:p w14:paraId="585C0DD6" w14:textId="77FB245F" w:rsidR="005C36B6" w:rsidRPr="00C835AA" w:rsidRDefault="005C36B6" w:rsidP="00C835AA">
            <w:pPr>
              <w:pStyle w:val="SIText"/>
            </w:pPr>
            <w:r w:rsidRPr="00C835AA">
              <w:t>Release 1</w:t>
            </w:r>
          </w:p>
        </w:tc>
        <w:tc>
          <w:tcPr>
            <w:tcW w:w="6939" w:type="dxa"/>
          </w:tcPr>
          <w:p w14:paraId="5E8B9F09" w14:textId="4ED03A9C" w:rsidR="005C36B6" w:rsidRPr="00C835AA" w:rsidRDefault="005C36B6" w:rsidP="00C835AA">
            <w:pPr>
              <w:pStyle w:val="SIText"/>
            </w:pPr>
            <w:r w:rsidRPr="00C835AA">
              <w:t xml:space="preserve">This version released with AMP Australian Meat Processing Training Package Version </w:t>
            </w:r>
            <w:r w:rsidR="0004203A" w:rsidRPr="00C835AA">
              <w:t>7</w:t>
            </w:r>
            <w:r w:rsidRPr="00C835AA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DF08D3">
        <w:trPr>
          <w:tblHeader/>
        </w:trPr>
        <w:tc>
          <w:tcPr>
            <w:tcW w:w="1396" w:type="pct"/>
            <w:shd w:val="clear" w:color="auto" w:fill="auto"/>
          </w:tcPr>
          <w:p w14:paraId="763BAB81" w14:textId="3A8B4B62" w:rsidR="00F1480E" w:rsidRPr="00C835AA" w:rsidRDefault="000A77FB" w:rsidP="00A23E63">
            <w:pPr>
              <w:pStyle w:val="SIUnittitle"/>
            </w:pPr>
            <w:r w:rsidRPr="00C835AA">
              <w:t>AMP</w:t>
            </w:r>
            <w:r w:rsidR="00427E4C" w:rsidRPr="00C835AA">
              <w:t>ABA</w:t>
            </w:r>
            <w:r w:rsidR="004E6A92" w:rsidRPr="00C835AA">
              <w:t>21</w:t>
            </w:r>
            <w:r w:rsidR="00427E4C" w:rsidRPr="00C835AA">
              <w:t>X</w:t>
            </w:r>
            <w:r w:rsidR="004E6A92" w:rsidRPr="00C835AA">
              <w:t>58</w:t>
            </w:r>
          </w:p>
        </w:tc>
        <w:tc>
          <w:tcPr>
            <w:tcW w:w="3604" w:type="pct"/>
            <w:shd w:val="clear" w:color="auto" w:fill="auto"/>
          </w:tcPr>
          <w:p w14:paraId="6A2F5E2F" w14:textId="0CD7BF74" w:rsidR="00F1480E" w:rsidRPr="00C835AA" w:rsidRDefault="004E6A92" w:rsidP="00A23E63">
            <w:pPr>
              <w:pStyle w:val="SIUnittitle"/>
            </w:pPr>
            <w:r w:rsidRPr="00C835AA">
              <w:t xml:space="preserve">Operate </w:t>
            </w:r>
            <w:r w:rsidR="00B500FB" w:rsidRPr="00C835AA">
              <w:t xml:space="preserve">meat size reduction equipment </w:t>
            </w:r>
          </w:p>
        </w:tc>
      </w:tr>
      <w:tr w:rsidR="00F1480E" w:rsidRPr="00963A46" w14:paraId="0E66FD19" w14:textId="77777777" w:rsidTr="00DF08D3">
        <w:tc>
          <w:tcPr>
            <w:tcW w:w="1396" w:type="pct"/>
            <w:shd w:val="clear" w:color="auto" w:fill="auto"/>
          </w:tcPr>
          <w:p w14:paraId="63285304" w14:textId="77777777" w:rsidR="00F1480E" w:rsidRPr="00C835AA" w:rsidRDefault="00FD557D" w:rsidP="00A23E63">
            <w:pPr>
              <w:pStyle w:val="SIHeading2"/>
            </w:pPr>
            <w:r w:rsidRPr="00C835AA">
              <w:t>Application</w:t>
            </w:r>
          </w:p>
          <w:p w14:paraId="1D05B69E" w14:textId="77777777" w:rsidR="00FD557D" w:rsidRPr="00C835AA" w:rsidRDefault="00FD557D" w:rsidP="00C835AA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B116B6F" w14:textId="0D9F8E4F" w:rsidR="00916CD7" w:rsidRPr="00C835AA" w:rsidRDefault="00B500FB" w:rsidP="00C835AA">
            <w:pPr>
              <w:pStyle w:val="SIText"/>
            </w:pPr>
            <w:r w:rsidRPr="00C835AA">
              <w:t xml:space="preserve">This unit of competency describes the skills and knowledge required to operate meat size reduction equipment prior to rendering operations </w:t>
            </w:r>
            <w:proofErr w:type="gramStart"/>
            <w:r w:rsidRPr="00C835AA">
              <w:t>in order to</w:t>
            </w:r>
            <w:proofErr w:type="gramEnd"/>
            <w:r w:rsidRPr="00C835AA">
              <w:t xml:space="preserve"> have a consistent particle size</w:t>
            </w:r>
            <w:r w:rsidR="003F27AA" w:rsidRPr="00C835AA">
              <w:t>.</w:t>
            </w:r>
          </w:p>
          <w:p w14:paraId="76EB55D6" w14:textId="77777777" w:rsidR="00B500FB" w:rsidRPr="00C835AA" w:rsidRDefault="00B500FB" w:rsidP="00C835AA">
            <w:pPr>
              <w:pStyle w:val="SIText"/>
            </w:pPr>
          </w:p>
          <w:p w14:paraId="6C358347" w14:textId="20A56EE8" w:rsidR="00B500FB" w:rsidRPr="00C835AA" w:rsidRDefault="00B500FB" w:rsidP="00C835AA">
            <w:pPr>
              <w:pStyle w:val="SIText"/>
            </w:pPr>
            <w:r w:rsidRPr="00C835AA">
              <w:t xml:space="preserve">The unit applies to individuals who work in </w:t>
            </w:r>
            <w:r w:rsidR="003F27AA" w:rsidRPr="00C835AA">
              <w:t xml:space="preserve">industrial </w:t>
            </w:r>
            <w:r w:rsidRPr="00C835AA">
              <w:t>meat rendering plants</w:t>
            </w:r>
            <w:r w:rsidR="003F27AA" w:rsidRPr="00C835AA">
              <w:t>, who undertake routine</w:t>
            </w:r>
            <w:r w:rsidR="00B86C0D" w:rsidRPr="00C835AA">
              <w:t xml:space="preserve"> tasks</w:t>
            </w:r>
            <w:r w:rsidR="003F27AA" w:rsidRPr="00C835AA">
              <w:t xml:space="preserve"> </w:t>
            </w:r>
            <w:r w:rsidRPr="00C835AA">
              <w:t>under supervision</w:t>
            </w:r>
            <w:r w:rsidR="00B86C0D" w:rsidRPr="00C835AA">
              <w:t xml:space="preserve"> </w:t>
            </w:r>
            <w:r w:rsidRPr="00C835AA">
              <w:t>and are responsible for operating meat size reduction equipment.</w:t>
            </w:r>
          </w:p>
          <w:p w14:paraId="5D378131" w14:textId="77777777" w:rsidR="00B500FB" w:rsidRPr="00C835AA" w:rsidRDefault="00B500FB" w:rsidP="00C835AA">
            <w:pPr>
              <w:pStyle w:val="SIText"/>
            </w:pPr>
          </w:p>
          <w:p w14:paraId="35642C16" w14:textId="77777777" w:rsidR="00B500FB" w:rsidRPr="00C835AA" w:rsidRDefault="00B500FB" w:rsidP="00C835AA">
            <w:pPr>
              <w:pStyle w:val="SIText"/>
            </w:pPr>
            <w:r w:rsidRPr="00C835AA"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C835AA">
              <w:t>legislation</w:t>
            </w:r>
            <w:proofErr w:type="gramEnd"/>
            <w:r w:rsidRPr="00C835AA">
              <w:t xml:space="preserve"> and standards that apply to the workplace. </w:t>
            </w:r>
          </w:p>
          <w:p w14:paraId="5EFC286C" w14:textId="77777777" w:rsidR="00B500FB" w:rsidRPr="00C835AA" w:rsidRDefault="00B500FB" w:rsidP="00C835AA">
            <w:pPr>
              <w:pStyle w:val="SIText"/>
            </w:pPr>
          </w:p>
          <w:p w14:paraId="0AA7AEAC" w14:textId="77777777" w:rsidR="00B500FB" w:rsidRPr="00C835AA" w:rsidRDefault="00B500FB" w:rsidP="00C835AA">
            <w:pPr>
              <w:pStyle w:val="SIText"/>
            </w:pPr>
            <w:r w:rsidRPr="00C835AA">
              <w:t>No licensing, legislative or certification requirements are known to apply to this unit at the time of publication.</w:t>
            </w:r>
          </w:p>
          <w:p w14:paraId="60C205D7" w14:textId="77777777" w:rsidR="00373436" w:rsidRPr="00C835AA" w:rsidRDefault="00373436" w:rsidP="00C835AA">
            <w:pPr>
              <w:pStyle w:val="SIText"/>
            </w:pPr>
          </w:p>
        </w:tc>
      </w:tr>
      <w:tr w:rsidR="00F1480E" w:rsidRPr="00963A46" w14:paraId="63FC1117" w14:textId="77777777" w:rsidTr="00DF08D3">
        <w:tc>
          <w:tcPr>
            <w:tcW w:w="1396" w:type="pct"/>
            <w:shd w:val="clear" w:color="auto" w:fill="auto"/>
          </w:tcPr>
          <w:p w14:paraId="20086274" w14:textId="77777777" w:rsidR="00F1480E" w:rsidRPr="00C835AA" w:rsidRDefault="00FD557D" w:rsidP="00A23E63">
            <w:pPr>
              <w:pStyle w:val="SIHeading2"/>
            </w:pPr>
            <w:r w:rsidRPr="00C835A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680418F3" w:rsidR="00F1480E" w:rsidRPr="00C835AA" w:rsidRDefault="00F1480E" w:rsidP="00C835AA">
            <w:pPr>
              <w:pStyle w:val="SIText"/>
            </w:pPr>
            <w:r w:rsidRPr="00C835AA">
              <w:t>Ni</w:t>
            </w:r>
            <w:r w:rsidR="007A300D" w:rsidRPr="00C835AA">
              <w:t>l.</w:t>
            </w:r>
          </w:p>
        </w:tc>
      </w:tr>
      <w:tr w:rsidR="00F1480E" w:rsidRPr="00963A46" w14:paraId="258E31AD" w14:textId="77777777" w:rsidTr="00DF08D3">
        <w:tc>
          <w:tcPr>
            <w:tcW w:w="1396" w:type="pct"/>
            <w:shd w:val="clear" w:color="auto" w:fill="auto"/>
          </w:tcPr>
          <w:p w14:paraId="5828901F" w14:textId="77777777" w:rsidR="00F1480E" w:rsidRPr="00C835AA" w:rsidRDefault="00FD557D" w:rsidP="00A23E63">
            <w:pPr>
              <w:pStyle w:val="SIHeading2"/>
            </w:pPr>
            <w:r w:rsidRPr="00C835A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48C72142" w:rsidR="00F1480E" w:rsidRPr="00C835AA" w:rsidRDefault="00427E4C" w:rsidP="00C835AA">
            <w:pPr>
              <w:pStyle w:val="SIText"/>
            </w:pPr>
            <w:r w:rsidRPr="00C835AA">
              <w:t>Abattoir</w:t>
            </w:r>
            <w:r w:rsidR="000D2487" w:rsidRPr="00C835AA">
              <w:t xml:space="preserve"> (ABA)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DF08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C835AA" w:rsidRDefault="00FD557D" w:rsidP="00A23E63">
            <w:pPr>
              <w:pStyle w:val="SIHeading2"/>
            </w:pPr>
            <w:r w:rsidRPr="00C835AA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C835AA" w:rsidRDefault="00FD557D" w:rsidP="00A23E63">
            <w:pPr>
              <w:pStyle w:val="SIHeading2"/>
            </w:pPr>
            <w:r w:rsidRPr="00C835AA">
              <w:t>Performance Criteria</w:t>
            </w:r>
          </w:p>
        </w:tc>
      </w:tr>
      <w:tr w:rsidR="00F1480E" w:rsidRPr="00963A46" w14:paraId="5B379B90" w14:textId="77777777" w:rsidTr="00DF08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C835AA" w:rsidRDefault="00F1480E" w:rsidP="00C835AA">
            <w:pPr>
              <w:pStyle w:val="SIText"/>
            </w:pPr>
            <w:r w:rsidRPr="00C835AA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C835AA" w:rsidRDefault="00F1480E" w:rsidP="00C835AA">
            <w:pPr>
              <w:pStyle w:val="SIText"/>
            </w:pPr>
            <w:r w:rsidRPr="00C835AA">
              <w:t>Performance criteria describe the performance needed to demonstrate achievement of the element.</w:t>
            </w:r>
          </w:p>
        </w:tc>
      </w:tr>
      <w:tr w:rsidR="00C01D3F" w:rsidRPr="00963A46" w14:paraId="36895C80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76D68662" w14:textId="5470518D" w:rsidR="00C01D3F" w:rsidRPr="00C835AA" w:rsidRDefault="00C01D3F" w:rsidP="00C835AA">
            <w:pPr>
              <w:pStyle w:val="SIText"/>
            </w:pPr>
            <w:r w:rsidRPr="00C835AA">
              <w:t xml:space="preserve">1. Deliver </w:t>
            </w:r>
            <w:r w:rsidR="00B86C0D" w:rsidRPr="00C835AA">
              <w:t xml:space="preserve">raw </w:t>
            </w:r>
            <w:r w:rsidRPr="00C835AA">
              <w:t>material to feeder bins</w:t>
            </w:r>
          </w:p>
        </w:tc>
        <w:tc>
          <w:tcPr>
            <w:tcW w:w="3604" w:type="pct"/>
            <w:shd w:val="clear" w:color="auto" w:fill="auto"/>
          </w:tcPr>
          <w:p w14:paraId="2340AFAF" w14:textId="5C418211" w:rsidR="006B280C" w:rsidRPr="00273CFA" w:rsidRDefault="006B280C" w:rsidP="00273CFA">
            <w:pPr>
              <w:pStyle w:val="SIText"/>
            </w:pPr>
            <w:r w:rsidRPr="00273CFA">
              <w:t xml:space="preserve">1.1 Confirm job requirements, raw </w:t>
            </w:r>
            <w:proofErr w:type="gramStart"/>
            <w:r w:rsidRPr="00273CFA">
              <w:t>materials</w:t>
            </w:r>
            <w:proofErr w:type="gramEnd"/>
            <w:r w:rsidRPr="00273CFA">
              <w:t xml:space="preserve"> and product specifications</w:t>
            </w:r>
            <w:r w:rsidR="00804D7E" w:rsidRPr="00273CFA">
              <w:t xml:space="preserve"> with supervisor</w:t>
            </w:r>
          </w:p>
          <w:p w14:paraId="42BC12FF" w14:textId="30117304" w:rsidR="00273CFA" w:rsidRPr="00B96053" w:rsidRDefault="006B280C" w:rsidP="00273CFA">
            <w:pPr>
              <w:pStyle w:val="SIText"/>
            </w:pPr>
            <w:bookmarkStart w:id="0" w:name="_Hlk71279048"/>
            <w:r w:rsidRPr="00273CFA">
              <w:t xml:space="preserve">1.2 </w:t>
            </w:r>
            <w:r w:rsidR="00545B97" w:rsidRPr="00273CFA">
              <w:t>Identify</w:t>
            </w:r>
            <w:r w:rsidR="009B12CC" w:rsidRPr="00273CFA">
              <w:t xml:space="preserve"> </w:t>
            </w:r>
            <w:r w:rsidR="007735D1" w:rsidRPr="00273CFA">
              <w:t xml:space="preserve">hazards, assess risks and control or report risks according to </w:t>
            </w:r>
            <w:r w:rsidR="00273CFA" w:rsidRPr="00B96053">
              <w:t xml:space="preserve">workplace health and safety procedures </w:t>
            </w:r>
          </w:p>
          <w:p w14:paraId="22AF1FCD" w14:textId="6BB97F7F" w:rsidR="00273CFA" w:rsidRPr="00273CFA" w:rsidRDefault="00273CFA">
            <w:pPr>
              <w:pStyle w:val="SIText"/>
            </w:pPr>
            <w:r>
              <w:t xml:space="preserve">1.3 </w:t>
            </w:r>
            <w:r w:rsidRPr="00273CFA">
              <w:t>Identify food safety hazards, assess and control risks according to Hazard Analysis and Critical Control Point (HACCP) principles</w:t>
            </w:r>
          </w:p>
          <w:bookmarkEnd w:id="0"/>
          <w:p w14:paraId="10878EB8" w14:textId="2FA6508A" w:rsidR="00503786" w:rsidRPr="00273CFA" w:rsidRDefault="007F5237">
            <w:pPr>
              <w:pStyle w:val="SIText"/>
            </w:pPr>
            <w:r w:rsidRPr="00273CFA">
              <w:t>1.</w:t>
            </w:r>
            <w:r w:rsidR="00273CFA">
              <w:t>4</w:t>
            </w:r>
            <w:r w:rsidR="00273CFA" w:rsidRPr="00273CFA">
              <w:t xml:space="preserve"> </w:t>
            </w:r>
            <w:r w:rsidRPr="00273CFA">
              <w:t xml:space="preserve">Select and fit </w:t>
            </w:r>
            <w:r w:rsidR="00DA2352" w:rsidRPr="00273CFA">
              <w:t xml:space="preserve">personal protective equipment (PPE) and contamination control equipment </w:t>
            </w:r>
          </w:p>
          <w:p w14:paraId="1B173697" w14:textId="51B8EC85" w:rsidR="00C01D3F" w:rsidRPr="00273CFA" w:rsidRDefault="00C01D3F">
            <w:pPr>
              <w:pStyle w:val="SIText"/>
            </w:pPr>
            <w:r w:rsidRPr="00273CFA">
              <w:t>1.</w:t>
            </w:r>
            <w:r w:rsidR="00273CFA">
              <w:t>5</w:t>
            </w:r>
            <w:r w:rsidR="00273CFA" w:rsidRPr="00273CFA">
              <w:t xml:space="preserve"> </w:t>
            </w:r>
            <w:r w:rsidRPr="00273CFA">
              <w:t xml:space="preserve">Deliver </w:t>
            </w:r>
            <w:r w:rsidR="006B280C" w:rsidRPr="00273CFA">
              <w:t xml:space="preserve">raw </w:t>
            </w:r>
            <w:r w:rsidRPr="00273CFA">
              <w:t xml:space="preserve">material to feeder bins </w:t>
            </w:r>
            <w:r w:rsidR="006B280C" w:rsidRPr="00273CFA">
              <w:t>according to</w:t>
            </w:r>
            <w:r w:rsidRPr="00273CFA">
              <w:t xml:space="preserve"> workplace </w:t>
            </w:r>
            <w:r w:rsidR="006B280C" w:rsidRPr="00273CFA">
              <w:t xml:space="preserve">safety, manual </w:t>
            </w:r>
            <w:proofErr w:type="gramStart"/>
            <w:r w:rsidR="006B280C" w:rsidRPr="00273CFA">
              <w:t>handling</w:t>
            </w:r>
            <w:proofErr w:type="gramEnd"/>
            <w:r w:rsidR="006B280C" w:rsidRPr="00273CFA">
              <w:t xml:space="preserve"> and production </w:t>
            </w:r>
            <w:r w:rsidRPr="00273CFA">
              <w:t>requirements</w:t>
            </w:r>
          </w:p>
          <w:p w14:paraId="6829FC80" w14:textId="259FDD2F" w:rsidR="00C01D3F" w:rsidRPr="00273CFA" w:rsidRDefault="00C01D3F">
            <w:pPr>
              <w:pStyle w:val="SIText"/>
            </w:pPr>
            <w:r w:rsidRPr="00273CFA">
              <w:t>1.</w:t>
            </w:r>
            <w:r w:rsidR="00273CFA">
              <w:t>6</w:t>
            </w:r>
            <w:r w:rsidR="00273CFA" w:rsidRPr="00273CFA">
              <w:t xml:space="preserve"> </w:t>
            </w:r>
            <w:r w:rsidR="00B10F5D" w:rsidRPr="00273CFA">
              <w:t>Remove</w:t>
            </w:r>
            <w:r w:rsidRPr="00273CFA">
              <w:t xml:space="preserve"> condemned carcases </w:t>
            </w:r>
            <w:r w:rsidR="00B10F5D" w:rsidRPr="00273CFA">
              <w:t xml:space="preserve">and other contaminated materials </w:t>
            </w:r>
            <w:r w:rsidRPr="00273CFA">
              <w:t>promptly</w:t>
            </w:r>
            <w:r w:rsidR="00B10F5D" w:rsidRPr="00273CFA">
              <w:t xml:space="preserve"> and according to workplace quality requirements</w:t>
            </w:r>
          </w:p>
          <w:p w14:paraId="1EEE4993" w14:textId="00F51A23" w:rsidR="00C01D3F" w:rsidRPr="00C835AA" w:rsidRDefault="00C01D3F">
            <w:pPr>
              <w:pStyle w:val="SIText"/>
            </w:pPr>
            <w:r w:rsidRPr="00273CFA">
              <w:t>1.</w:t>
            </w:r>
            <w:r w:rsidR="00273CFA">
              <w:t>7</w:t>
            </w:r>
            <w:r w:rsidR="00273CFA" w:rsidRPr="00273CFA">
              <w:t xml:space="preserve"> </w:t>
            </w:r>
            <w:r w:rsidR="007F5237" w:rsidRPr="00273CFA">
              <w:t xml:space="preserve">Maintain work areas to </w:t>
            </w:r>
            <w:r w:rsidR="00B10F5D" w:rsidRPr="00273CFA">
              <w:t>meet</w:t>
            </w:r>
            <w:r w:rsidR="007F5237" w:rsidRPr="00273CFA">
              <w:t xml:space="preserve"> productivity</w:t>
            </w:r>
            <w:r w:rsidR="007735D1" w:rsidRPr="00273CFA">
              <w:t xml:space="preserve">, </w:t>
            </w:r>
            <w:proofErr w:type="gramStart"/>
            <w:r w:rsidR="007F5237" w:rsidRPr="00273CFA">
              <w:t>quality</w:t>
            </w:r>
            <w:proofErr w:type="gramEnd"/>
            <w:r w:rsidR="007F5237" w:rsidRPr="00273CFA">
              <w:t xml:space="preserve"> and safety according to workplace procedures </w:t>
            </w:r>
          </w:p>
        </w:tc>
      </w:tr>
      <w:tr w:rsidR="00C01D3F" w:rsidRPr="00963A46" w14:paraId="6CBBC4B1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20218912" w14:textId="01572559" w:rsidR="00C01D3F" w:rsidRPr="00C835AA" w:rsidRDefault="00C01D3F" w:rsidP="00C835AA">
            <w:pPr>
              <w:pStyle w:val="SIText"/>
            </w:pPr>
            <w:r w:rsidRPr="00C835AA">
              <w:t xml:space="preserve">2. Operate </w:t>
            </w:r>
            <w:r w:rsidR="00B500FB" w:rsidRPr="00C835AA">
              <w:t>meat size reduction equipment</w:t>
            </w:r>
          </w:p>
        </w:tc>
        <w:tc>
          <w:tcPr>
            <w:tcW w:w="3604" w:type="pct"/>
            <w:shd w:val="clear" w:color="auto" w:fill="auto"/>
          </w:tcPr>
          <w:p w14:paraId="4DF06615" w14:textId="0C1F2C0A" w:rsidR="00DA2352" w:rsidRPr="00C835AA" w:rsidRDefault="00C01D3F" w:rsidP="00C835AA">
            <w:pPr>
              <w:pStyle w:val="SIText"/>
            </w:pPr>
            <w:r w:rsidRPr="00C835AA">
              <w:t xml:space="preserve">2.1 </w:t>
            </w:r>
            <w:r w:rsidR="00DA2352" w:rsidRPr="00C835AA">
              <w:t>Undertake preoperational checks of plant and equipment according to workplace procedures and manufacturer instructions</w:t>
            </w:r>
          </w:p>
          <w:p w14:paraId="22E93E9F" w14:textId="4385D53A" w:rsidR="00503786" w:rsidRPr="00C835AA" w:rsidRDefault="00503786" w:rsidP="00C835AA">
            <w:pPr>
              <w:pStyle w:val="SIText"/>
            </w:pPr>
            <w:r w:rsidRPr="00C835AA">
              <w:t xml:space="preserve">2.2 Identify emergency stops and isolation controls in work area </w:t>
            </w:r>
          </w:p>
          <w:p w14:paraId="0D7DCC9B" w14:textId="19B33662" w:rsidR="00C01D3F" w:rsidRPr="00C835AA" w:rsidRDefault="00C01D3F" w:rsidP="00C835AA">
            <w:pPr>
              <w:pStyle w:val="SIText"/>
            </w:pPr>
            <w:r w:rsidRPr="00C835AA">
              <w:t xml:space="preserve">2.3 Maintain flow of </w:t>
            </w:r>
            <w:r w:rsidR="00F91A60" w:rsidRPr="00C835AA">
              <w:t>raw material</w:t>
            </w:r>
            <w:r w:rsidRPr="00C835AA">
              <w:t xml:space="preserve"> to </w:t>
            </w:r>
            <w:r w:rsidR="00C12E95" w:rsidRPr="00C835AA">
              <w:t xml:space="preserve">meat </w:t>
            </w:r>
            <w:r w:rsidR="00483897" w:rsidRPr="00C835AA">
              <w:t xml:space="preserve">size </w:t>
            </w:r>
            <w:r w:rsidR="00C12E95" w:rsidRPr="00C835AA">
              <w:t xml:space="preserve">reduction equipment </w:t>
            </w:r>
            <w:r w:rsidRPr="00C835AA">
              <w:t>to keep adequate levels in holding or feeder bins</w:t>
            </w:r>
          </w:p>
          <w:p w14:paraId="1081F295" w14:textId="11C639A9" w:rsidR="00C12E95" w:rsidRPr="00C835AA" w:rsidRDefault="00C12E95" w:rsidP="00C835AA">
            <w:pPr>
              <w:pStyle w:val="SIText"/>
            </w:pPr>
            <w:r w:rsidRPr="00C835AA">
              <w:t xml:space="preserve">2.4 Monitor filling and emptying of raw material receival bins to prevent overfilling and to clear any blockages in drainage </w:t>
            </w:r>
          </w:p>
          <w:p w14:paraId="59EF96D4" w14:textId="3C1269E6" w:rsidR="00B10F5D" w:rsidRPr="00C835AA" w:rsidRDefault="00C01D3F" w:rsidP="00C835AA">
            <w:pPr>
              <w:pStyle w:val="SIText"/>
            </w:pPr>
            <w:r w:rsidRPr="00C835AA">
              <w:t>2.</w:t>
            </w:r>
            <w:r w:rsidR="00C12E95" w:rsidRPr="00C835AA">
              <w:t xml:space="preserve">5 Identify and rectify and/or report </w:t>
            </w:r>
            <w:r w:rsidRPr="00C835AA">
              <w:t xml:space="preserve">problems associated with </w:t>
            </w:r>
            <w:r w:rsidR="00B500FB" w:rsidRPr="00C835AA">
              <w:t>raw material</w:t>
            </w:r>
            <w:r w:rsidRPr="00C835AA">
              <w:t xml:space="preserve"> </w:t>
            </w:r>
          </w:p>
          <w:p w14:paraId="6D992018" w14:textId="6034108D" w:rsidR="00C01D3F" w:rsidRPr="00C835AA" w:rsidRDefault="00C01D3F" w:rsidP="00C835AA">
            <w:pPr>
              <w:pStyle w:val="SIText"/>
            </w:pPr>
            <w:r w:rsidRPr="00C835AA">
              <w:t>2.</w:t>
            </w:r>
            <w:r w:rsidR="00C12E95" w:rsidRPr="00C835AA">
              <w:t xml:space="preserve">6 </w:t>
            </w:r>
            <w:r w:rsidRPr="00C835AA">
              <w:t xml:space="preserve">Carry out routine maintenance and cleaning </w:t>
            </w:r>
            <w:r w:rsidR="00C12E95" w:rsidRPr="00C835AA">
              <w:t>according to</w:t>
            </w:r>
            <w:r w:rsidRPr="00C835AA">
              <w:t xml:space="preserve"> </w:t>
            </w:r>
            <w:r w:rsidR="009516EC" w:rsidRPr="00C835AA">
              <w:t>hygiene and safety r</w:t>
            </w:r>
            <w:r w:rsidRPr="00C835AA">
              <w:t>equirements</w:t>
            </w:r>
          </w:p>
          <w:p w14:paraId="41942E29" w14:textId="7880877D" w:rsidR="00C12E95" w:rsidRPr="00C835AA" w:rsidRDefault="00C12E95" w:rsidP="00C835AA">
            <w:pPr>
              <w:pStyle w:val="SIText"/>
            </w:pPr>
            <w:r w:rsidRPr="00C835AA">
              <w:t xml:space="preserve">2.7 Check </w:t>
            </w:r>
            <w:r w:rsidR="00503786" w:rsidRPr="00C835AA">
              <w:t xml:space="preserve">meat </w:t>
            </w:r>
            <w:r w:rsidRPr="00C835AA">
              <w:t>size reduction equipment for wear and other damage and report</w:t>
            </w:r>
          </w:p>
        </w:tc>
      </w:tr>
      <w:tr w:rsidR="009E3CF6" w:rsidRPr="00963A46" w14:paraId="780F78A9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59C9B06B" w14:textId="16AA70B7" w:rsidR="009E3CF6" w:rsidRPr="00C835AA" w:rsidRDefault="009E3CF6" w:rsidP="00C835AA">
            <w:pPr>
              <w:pStyle w:val="SIText"/>
            </w:pPr>
            <w:r w:rsidRPr="00C835AA">
              <w:lastRenderedPageBreak/>
              <w:t>3. Shut down the meat size reduction equipment</w:t>
            </w:r>
          </w:p>
        </w:tc>
        <w:tc>
          <w:tcPr>
            <w:tcW w:w="3604" w:type="pct"/>
            <w:shd w:val="clear" w:color="auto" w:fill="auto"/>
          </w:tcPr>
          <w:p w14:paraId="16B64541" w14:textId="6C793E0A" w:rsidR="009E3CF6" w:rsidRPr="00C835AA" w:rsidRDefault="009E3CF6" w:rsidP="00C835AA">
            <w:pPr>
              <w:pStyle w:val="SIText"/>
            </w:pPr>
            <w:r w:rsidRPr="00C835AA">
              <w:t xml:space="preserve">3.1 Shut down meat size reduction equipment safely according to </w:t>
            </w:r>
            <w:r w:rsidR="00B07CDB" w:rsidRPr="00C835AA">
              <w:t>workplace procedures</w:t>
            </w:r>
          </w:p>
          <w:p w14:paraId="698B8F80" w14:textId="0473E964" w:rsidR="009E3CF6" w:rsidRPr="00C835AA" w:rsidRDefault="009E3CF6" w:rsidP="00C835AA">
            <w:pPr>
              <w:pStyle w:val="SIText"/>
            </w:pPr>
            <w:r w:rsidRPr="00C835AA">
              <w:t xml:space="preserve">3.2 Identify and report faults and maintenance requirements </w:t>
            </w:r>
          </w:p>
          <w:p w14:paraId="2A0D06E1" w14:textId="77777777" w:rsidR="009E3CF6" w:rsidRPr="00C835AA" w:rsidRDefault="009E3CF6" w:rsidP="00C835AA">
            <w:pPr>
              <w:pStyle w:val="SIText"/>
            </w:pPr>
            <w:r w:rsidRPr="00C835AA">
              <w:t xml:space="preserve">3.3 </w:t>
            </w:r>
            <w:bookmarkStart w:id="1" w:name="_Hlk66876958"/>
            <w:r w:rsidRPr="00C835AA">
              <w:t>Maintain workplace records in appropriate format</w:t>
            </w:r>
            <w:bookmarkEnd w:id="1"/>
            <w:r w:rsidRPr="00C835AA">
              <w:t xml:space="preserve"> </w:t>
            </w:r>
          </w:p>
          <w:p w14:paraId="2981EA8A" w14:textId="6DCD473E" w:rsidR="009E3CF6" w:rsidRPr="00C835AA" w:rsidRDefault="009E3CF6" w:rsidP="00C835AA">
            <w:pPr>
              <w:pStyle w:val="SIText"/>
            </w:pPr>
            <w:r w:rsidRPr="00C835AA">
              <w:t>3.4 Conduct handover of meat size reduction equipment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DF08D3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C835AA" w:rsidRDefault="00FD557D" w:rsidP="00A23E63">
            <w:pPr>
              <w:pStyle w:val="SIHeading2"/>
            </w:pPr>
            <w:r w:rsidRPr="00C835AA">
              <w:t>Foundation Skills</w:t>
            </w:r>
          </w:p>
          <w:p w14:paraId="6B6000F5" w14:textId="77777777" w:rsidR="00F1480E" w:rsidRPr="00A23E63" w:rsidRDefault="00F1480E" w:rsidP="00C835AA">
            <w:pPr>
              <w:pStyle w:val="SIText"/>
              <w:rPr>
                <w:rStyle w:val="SIText-Italic"/>
                <w:rFonts w:eastAsiaTheme="majorEastAsia"/>
              </w:rPr>
            </w:pPr>
            <w:r w:rsidRPr="00A23E63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A23E63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A23E63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DF08D3">
        <w:trPr>
          <w:tblHeader/>
        </w:trPr>
        <w:tc>
          <w:tcPr>
            <w:tcW w:w="1396" w:type="pct"/>
          </w:tcPr>
          <w:p w14:paraId="0A2A2F63" w14:textId="77777777" w:rsidR="00F1480E" w:rsidRPr="00C835AA" w:rsidDel="00423CB2" w:rsidRDefault="00F1480E" w:rsidP="00A23E63">
            <w:pPr>
              <w:pStyle w:val="SIText-Bold"/>
              <w:rPr>
                <w:rFonts w:eastAsiaTheme="majorEastAsia"/>
              </w:rPr>
            </w:pPr>
            <w:r w:rsidRPr="00C835AA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C835AA" w:rsidDel="00423CB2" w:rsidRDefault="00F1480E" w:rsidP="00A23E63">
            <w:pPr>
              <w:pStyle w:val="SIText-Bold"/>
              <w:rPr>
                <w:rFonts w:eastAsiaTheme="majorEastAsia"/>
              </w:rPr>
            </w:pPr>
            <w:r w:rsidRPr="00C835AA">
              <w:rPr>
                <w:rFonts w:eastAsiaTheme="majorEastAsia"/>
              </w:rPr>
              <w:t>Description</w:t>
            </w:r>
          </w:p>
        </w:tc>
      </w:tr>
      <w:tr w:rsidR="004166AE" w:rsidRPr="00336FCA" w:rsidDel="00423CB2" w14:paraId="2C33860D" w14:textId="77777777" w:rsidTr="00DF08D3">
        <w:tc>
          <w:tcPr>
            <w:tcW w:w="1396" w:type="pct"/>
          </w:tcPr>
          <w:p w14:paraId="36CFA127" w14:textId="50545729" w:rsidR="004166AE" w:rsidRPr="00C835AA" w:rsidRDefault="004166AE" w:rsidP="00C835AA">
            <w:pPr>
              <w:pStyle w:val="SIText"/>
            </w:pPr>
            <w:r w:rsidRPr="00C835AA">
              <w:t>Reading</w:t>
            </w:r>
          </w:p>
        </w:tc>
        <w:tc>
          <w:tcPr>
            <w:tcW w:w="3604" w:type="pct"/>
          </w:tcPr>
          <w:p w14:paraId="76295F22" w14:textId="773302E8" w:rsidR="004166AE" w:rsidRPr="00C835AA" w:rsidRDefault="004166AE" w:rsidP="00A23E63">
            <w:pPr>
              <w:pStyle w:val="SIBulletList1"/>
            </w:pPr>
            <w:r w:rsidRPr="00C835AA">
              <w:rPr>
                <w:rFonts w:eastAsia="Calibri"/>
              </w:rPr>
              <w:t xml:space="preserve">Interpret operating manuals for meat size reduction equipment </w:t>
            </w:r>
          </w:p>
        </w:tc>
      </w:tr>
      <w:tr w:rsidR="004166AE" w:rsidRPr="00336FCA" w:rsidDel="00423CB2" w14:paraId="147AFCBB" w14:textId="77777777" w:rsidTr="00DF08D3">
        <w:tc>
          <w:tcPr>
            <w:tcW w:w="1396" w:type="pct"/>
          </w:tcPr>
          <w:p w14:paraId="4FAA6D60" w14:textId="4EA08DF8" w:rsidR="004166AE" w:rsidRPr="00C835AA" w:rsidRDefault="004166AE" w:rsidP="00C835AA">
            <w:pPr>
              <w:pStyle w:val="SIText"/>
            </w:pPr>
            <w:r w:rsidRPr="00C835AA">
              <w:t>Writing</w:t>
            </w:r>
          </w:p>
        </w:tc>
        <w:tc>
          <w:tcPr>
            <w:tcW w:w="3604" w:type="pct"/>
          </w:tcPr>
          <w:p w14:paraId="30324B2E" w14:textId="43E69A2D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 xml:space="preserve">Complete records using industry terminology </w:t>
            </w:r>
          </w:p>
        </w:tc>
      </w:tr>
      <w:tr w:rsidR="004166AE" w:rsidRPr="00336FCA" w:rsidDel="00423CB2" w14:paraId="3BF7C8C1" w14:textId="77777777" w:rsidTr="00DF08D3">
        <w:tc>
          <w:tcPr>
            <w:tcW w:w="1396" w:type="pct"/>
          </w:tcPr>
          <w:p w14:paraId="4D3E3D51" w14:textId="00734747" w:rsidR="004166AE" w:rsidRPr="00C835AA" w:rsidRDefault="004166AE" w:rsidP="00C835AA">
            <w:pPr>
              <w:pStyle w:val="SIText"/>
            </w:pPr>
            <w:r w:rsidRPr="00C835AA">
              <w:t>Oral Communication</w:t>
            </w:r>
          </w:p>
        </w:tc>
        <w:tc>
          <w:tcPr>
            <w:tcW w:w="3604" w:type="pct"/>
          </w:tcPr>
          <w:p w14:paraId="4599E520" w14:textId="00B5773C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>Use open and closed questions to clarify information</w:t>
            </w:r>
          </w:p>
        </w:tc>
      </w:tr>
      <w:tr w:rsidR="004166AE" w:rsidRPr="00336FCA" w:rsidDel="00423CB2" w14:paraId="76E2EE28" w14:textId="77777777" w:rsidTr="00DF08D3">
        <w:tc>
          <w:tcPr>
            <w:tcW w:w="1396" w:type="pct"/>
          </w:tcPr>
          <w:p w14:paraId="3EC8DBCF" w14:textId="61821CA6" w:rsidR="004166AE" w:rsidRPr="00C835AA" w:rsidRDefault="004166AE" w:rsidP="00C835AA">
            <w:pPr>
              <w:pStyle w:val="SIText"/>
            </w:pPr>
            <w:r w:rsidRPr="00C835AA">
              <w:t>Numeracy</w:t>
            </w:r>
          </w:p>
        </w:tc>
        <w:tc>
          <w:tcPr>
            <w:tcW w:w="3604" w:type="pct"/>
          </w:tcPr>
          <w:p w14:paraId="3AA56A11" w14:textId="5A6D1754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 xml:space="preserve">Estimate and measure </w:t>
            </w:r>
            <w:r w:rsidR="00C12E95" w:rsidRPr="00C835AA">
              <w:rPr>
                <w:rFonts w:eastAsia="Calibri"/>
              </w:rPr>
              <w:t xml:space="preserve">time and volume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C835AA" w:rsidRDefault="00FD557D" w:rsidP="00A23E63">
            <w:pPr>
              <w:pStyle w:val="SIHeading2"/>
            </w:pPr>
            <w:r w:rsidRPr="00C835AA">
              <w:t>Unit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C835AA" w:rsidRDefault="00F1480E" w:rsidP="00A23E63">
            <w:pPr>
              <w:pStyle w:val="SIText-Bold"/>
            </w:pPr>
            <w:r w:rsidRPr="00C835AA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C835AA" w:rsidRDefault="008322BE" w:rsidP="00A23E63">
            <w:pPr>
              <w:pStyle w:val="SIText-Bold"/>
            </w:pPr>
            <w:r w:rsidRPr="00C835AA">
              <w:t xml:space="preserve">Code and title previous </w:t>
            </w:r>
            <w:r w:rsidR="00F1480E" w:rsidRPr="00C835AA">
              <w:t>version</w:t>
            </w:r>
          </w:p>
        </w:tc>
        <w:tc>
          <w:tcPr>
            <w:tcW w:w="1251" w:type="pct"/>
          </w:tcPr>
          <w:p w14:paraId="04A625F8" w14:textId="77777777" w:rsidR="00F1480E" w:rsidRPr="00C835AA" w:rsidRDefault="00F1480E" w:rsidP="00A23E63">
            <w:pPr>
              <w:pStyle w:val="SIText-Bold"/>
            </w:pPr>
            <w:r w:rsidRPr="00C835AA">
              <w:t>Comments</w:t>
            </w:r>
          </w:p>
        </w:tc>
        <w:tc>
          <w:tcPr>
            <w:tcW w:w="1616" w:type="pct"/>
          </w:tcPr>
          <w:p w14:paraId="750B4A98" w14:textId="77777777" w:rsidR="00F1480E" w:rsidRPr="00C835AA" w:rsidRDefault="00F1480E" w:rsidP="00A23E63">
            <w:pPr>
              <w:pStyle w:val="SIText-Bold"/>
            </w:pPr>
            <w:r w:rsidRPr="00C835AA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660372A7" w:rsidR="00041E59" w:rsidRPr="00C835AA" w:rsidRDefault="004166AE" w:rsidP="00C835AA">
            <w:pPr>
              <w:pStyle w:val="SIText"/>
            </w:pPr>
            <w:r w:rsidRPr="00C835AA">
              <w:t>AMPA</w:t>
            </w:r>
            <w:r w:rsidR="00427E4C" w:rsidRPr="00C835AA">
              <w:t>ABA</w:t>
            </w:r>
            <w:r w:rsidRPr="00C835AA">
              <w:t>21</w:t>
            </w:r>
            <w:r w:rsidR="00427E4C" w:rsidRPr="00C835AA">
              <w:t>XX</w:t>
            </w:r>
            <w:r w:rsidRPr="00C835AA">
              <w:t>58 Operate meat size reduction equipment</w:t>
            </w:r>
          </w:p>
        </w:tc>
        <w:tc>
          <w:tcPr>
            <w:tcW w:w="1105" w:type="pct"/>
          </w:tcPr>
          <w:p w14:paraId="60541993" w14:textId="681912EB" w:rsidR="00041E59" w:rsidRPr="00C835AA" w:rsidRDefault="004166AE" w:rsidP="00C835AA">
            <w:pPr>
              <w:pStyle w:val="SIText"/>
            </w:pPr>
            <w:r w:rsidRPr="00C835AA">
              <w:t xml:space="preserve">AMPA2158 Operate </w:t>
            </w:r>
            <w:proofErr w:type="spellStart"/>
            <w:r w:rsidRPr="00C835AA">
              <w:t>hogger</w:t>
            </w:r>
            <w:proofErr w:type="spellEnd"/>
          </w:p>
        </w:tc>
        <w:tc>
          <w:tcPr>
            <w:tcW w:w="1251" w:type="pct"/>
          </w:tcPr>
          <w:p w14:paraId="2C091BF2" w14:textId="77777777" w:rsidR="00683E8D" w:rsidRPr="00C835AA" w:rsidRDefault="00683E8D" w:rsidP="00C835AA">
            <w:pPr>
              <w:pStyle w:val="SIText"/>
            </w:pPr>
            <w:r w:rsidRPr="00C835AA">
              <w:t xml:space="preserve">Title and application changed </w:t>
            </w:r>
          </w:p>
          <w:p w14:paraId="79D7CEDE" w14:textId="672800D9" w:rsidR="00683E8D" w:rsidRPr="00C835AA" w:rsidRDefault="00683E8D" w:rsidP="00C835AA">
            <w:pPr>
              <w:pStyle w:val="SIText"/>
            </w:pPr>
            <w:r w:rsidRPr="00C835AA">
              <w:t>Unit sector added</w:t>
            </w:r>
          </w:p>
          <w:p w14:paraId="04B57BBF" w14:textId="6872A58E" w:rsidR="00683E8D" w:rsidRPr="00C835AA" w:rsidRDefault="00683E8D" w:rsidP="00C835AA">
            <w:pPr>
              <w:pStyle w:val="SIText"/>
            </w:pPr>
            <w:r w:rsidRPr="00C835AA">
              <w:t>Previous elements 3 and 4 merged with element 2</w:t>
            </w:r>
          </w:p>
          <w:p w14:paraId="57EA636A" w14:textId="77777777" w:rsidR="00683E8D" w:rsidRPr="00C835AA" w:rsidRDefault="00683E8D" w:rsidP="00C835AA">
            <w:pPr>
              <w:pStyle w:val="SIText"/>
            </w:pPr>
            <w:r w:rsidRPr="00C835AA">
              <w:t>New element 3 added</w:t>
            </w:r>
          </w:p>
          <w:p w14:paraId="77AB7962" w14:textId="78507699" w:rsidR="00683E8D" w:rsidRPr="00C835AA" w:rsidRDefault="00683E8D" w:rsidP="00C835AA">
            <w:pPr>
              <w:pStyle w:val="SIText"/>
            </w:pPr>
            <w:r w:rsidRPr="00C835AA">
              <w:t>Previous element 5 removed</w:t>
            </w:r>
          </w:p>
          <w:p w14:paraId="10D870D2" w14:textId="07FA4E15" w:rsidR="00683E8D" w:rsidRPr="00C835AA" w:rsidRDefault="00683E8D" w:rsidP="00C835AA">
            <w:pPr>
              <w:pStyle w:val="SIText"/>
            </w:pPr>
            <w:r w:rsidRPr="00C835AA">
              <w:t xml:space="preserve">Performance criteria </w:t>
            </w:r>
            <w:r w:rsidR="009516EC" w:rsidRPr="00C835AA">
              <w:t xml:space="preserve">added, </w:t>
            </w:r>
            <w:r w:rsidRPr="00C835AA">
              <w:t>revised, reordered, or merged for clarity</w:t>
            </w:r>
          </w:p>
          <w:p w14:paraId="5A6CD924" w14:textId="77777777" w:rsidR="00683E8D" w:rsidRPr="00C835AA" w:rsidRDefault="00683E8D" w:rsidP="00C835AA">
            <w:pPr>
              <w:pStyle w:val="SIText"/>
            </w:pPr>
            <w:r w:rsidRPr="00C835AA">
              <w:t>Foundation skills updated</w:t>
            </w:r>
          </w:p>
          <w:p w14:paraId="4389B21E" w14:textId="4CFE6123" w:rsidR="00427E4C" w:rsidRPr="00C835AA" w:rsidRDefault="00683E8D" w:rsidP="00C835AA">
            <w:pPr>
              <w:pStyle w:val="SIText"/>
            </w:pPr>
            <w:r w:rsidRPr="00C835AA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1482F148" w14:textId="55E165F6" w:rsidR="00041E59" w:rsidRPr="00C835AA" w:rsidRDefault="00683E8D" w:rsidP="00C835AA">
            <w:pPr>
              <w:pStyle w:val="SIText"/>
            </w:pPr>
            <w:r w:rsidRPr="00C835AA">
              <w:t>Not e</w:t>
            </w:r>
            <w:r w:rsidR="00916CD7" w:rsidRPr="00C835AA">
              <w:t xml:space="preserve">quivalent </w:t>
            </w:r>
          </w:p>
          <w:p w14:paraId="7E6F1C76" w14:textId="77777777" w:rsidR="00916CD7" w:rsidRPr="00C835AA" w:rsidRDefault="00916CD7" w:rsidP="00C835AA">
            <w:pPr>
              <w:pStyle w:val="SIText"/>
            </w:pPr>
          </w:p>
          <w:p w14:paraId="30E9F036" w14:textId="369CE652" w:rsidR="00916CD7" w:rsidRPr="00C835AA" w:rsidRDefault="00916CD7" w:rsidP="00C835AA">
            <w:pPr>
              <w:pStyle w:val="SIText"/>
            </w:pP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DF08D3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DF08D3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C835AA" w:rsidRDefault="00556C4C" w:rsidP="00A23E63">
            <w:pPr>
              <w:pStyle w:val="SIUnittitle"/>
            </w:pPr>
            <w:r w:rsidRPr="00C835AA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263987" w14:textId="0CBD73C8" w:rsidR="00556C4C" w:rsidRPr="00C835AA" w:rsidRDefault="00556C4C" w:rsidP="00A23E63">
            <w:pPr>
              <w:pStyle w:val="SIUnittitle"/>
            </w:pPr>
            <w:r w:rsidRPr="00C835AA">
              <w:t xml:space="preserve">Assessment requirements for </w:t>
            </w:r>
            <w:r w:rsidR="004E6A92" w:rsidRPr="00C835AA">
              <w:t>AMP</w:t>
            </w:r>
            <w:r w:rsidR="00C835AA" w:rsidRPr="00C835AA">
              <w:t>ABA</w:t>
            </w:r>
            <w:r w:rsidR="004E6A92" w:rsidRPr="00C835AA">
              <w:t>21</w:t>
            </w:r>
            <w:r w:rsidR="00427E4C" w:rsidRPr="00C835AA">
              <w:t>X</w:t>
            </w:r>
            <w:r w:rsidR="004E6A92" w:rsidRPr="00C835AA">
              <w:t xml:space="preserve">58 Operate </w:t>
            </w:r>
            <w:r w:rsidR="00702049" w:rsidRPr="00C835AA">
              <w:t>meat size reduction equipment</w:t>
            </w:r>
          </w:p>
        </w:tc>
      </w:tr>
      <w:tr w:rsidR="00556C4C" w:rsidRPr="00A55106" w14:paraId="389B7500" w14:textId="77777777" w:rsidTr="00DF08D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C835AA" w:rsidRDefault="00D71E43" w:rsidP="00A23E63">
            <w:pPr>
              <w:pStyle w:val="SIHeading2"/>
            </w:pPr>
            <w:r w:rsidRPr="00C835AA">
              <w:t>Performance Evidence</w:t>
            </w:r>
          </w:p>
        </w:tc>
      </w:tr>
      <w:tr w:rsidR="00556C4C" w:rsidRPr="00A76195" w14:paraId="23458D84" w14:textId="77777777" w:rsidTr="00DF08D3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C835AA" w:rsidRDefault="006E42FE" w:rsidP="00C835AA">
            <w:pPr>
              <w:pStyle w:val="SIText"/>
            </w:pPr>
            <w:r w:rsidRPr="00C835AA">
              <w:t>An individual demonstrating competency</w:t>
            </w:r>
            <w:r w:rsidR="00717385" w:rsidRPr="00C835AA">
              <w:t xml:space="preserve"> must satisfy </w:t>
            </w:r>
            <w:proofErr w:type="gramStart"/>
            <w:r w:rsidR="00717385" w:rsidRPr="00C835AA">
              <w:t>all of</w:t>
            </w:r>
            <w:proofErr w:type="gramEnd"/>
            <w:r w:rsidR="00717385" w:rsidRPr="00C835AA">
              <w:t xml:space="preserve"> the elements and </w:t>
            </w:r>
            <w:r w:rsidRPr="00C835AA">
              <w:t xml:space="preserve">performance criteria </w:t>
            </w:r>
            <w:r w:rsidR="00717385" w:rsidRPr="00C835AA">
              <w:t>in</w:t>
            </w:r>
            <w:r w:rsidRPr="00C835AA">
              <w:t xml:space="preserve"> this unit. </w:t>
            </w:r>
          </w:p>
          <w:p w14:paraId="59249FC9" w14:textId="61C70848" w:rsidR="0026394F" w:rsidRDefault="0026394F" w:rsidP="00C835AA">
            <w:pPr>
              <w:pStyle w:val="SIText"/>
            </w:pPr>
          </w:p>
          <w:p w14:paraId="2505B1D8" w14:textId="051DE73E" w:rsidR="006465DB" w:rsidRPr="00392928" w:rsidRDefault="006465DB" w:rsidP="00392928">
            <w:pPr>
              <w:pStyle w:val="SIText"/>
            </w:pPr>
            <w:r w:rsidRPr="00392928">
              <w:t xml:space="preserve">There must be evidence that the individual has set up, operated, </w:t>
            </w:r>
            <w:proofErr w:type="gramStart"/>
            <w:r w:rsidRPr="00392928">
              <w:t>monitored</w:t>
            </w:r>
            <w:proofErr w:type="gramEnd"/>
            <w:r w:rsidRPr="00392928">
              <w:t xml:space="preserve"> and shut down an industrial meat size reduction process to convert raw materials into finished products according to specific work orders on at least two occasions. </w:t>
            </w:r>
          </w:p>
          <w:p w14:paraId="2B95986F" w14:textId="77777777" w:rsidR="006465DB" w:rsidRPr="00C835AA" w:rsidRDefault="006465DB" w:rsidP="00C835AA">
            <w:pPr>
              <w:pStyle w:val="SIText"/>
            </w:pPr>
          </w:p>
          <w:p w14:paraId="3D8A325C" w14:textId="5DDAB293" w:rsidR="006465DB" w:rsidRPr="00392928" w:rsidRDefault="00906517" w:rsidP="00392928">
            <w:pPr>
              <w:pStyle w:val="SIText"/>
            </w:pPr>
            <w:r w:rsidRPr="00392928">
              <w:t xml:space="preserve">For each </w:t>
            </w:r>
            <w:r w:rsidR="00D14049" w:rsidRPr="00392928">
              <w:t>process</w:t>
            </w:r>
            <w:r w:rsidRPr="00392928">
              <w:t>, the individual must have:</w:t>
            </w:r>
          </w:p>
          <w:p w14:paraId="79BABCB3" w14:textId="77777777" w:rsidR="006465DB" w:rsidRPr="00392928" w:rsidRDefault="006465DB" w:rsidP="00392928">
            <w:pPr>
              <w:pStyle w:val="SIBulletList1"/>
              <w:rPr>
                <w:rFonts w:eastAsia="Calibri"/>
              </w:rPr>
            </w:pPr>
            <w:r w:rsidRPr="00392928">
              <w:rPr>
                <w:rFonts w:eastAsia="Calibri"/>
              </w:rPr>
              <w:t>confirmed the product quantity and quality requirements</w:t>
            </w:r>
          </w:p>
          <w:p w14:paraId="0BE61199" w14:textId="77777777" w:rsidR="006465DB" w:rsidRPr="00392928" w:rsidRDefault="006465DB" w:rsidP="00392928">
            <w:pPr>
              <w:pStyle w:val="SIBulletList1"/>
              <w:rPr>
                <w:rFonts w:eastAsia="Calibri"/>
              </w:rPr>
            </w:pPr>
            <w:r w:rsidRPr="00392928">
              <w:rPr>
                <w:rFonts w:eastAsia="Calibri"/>
              </w:rPr>
              <w:t xml:space="preserve">identified at least three food safety hazards, assessed and controlled risk using </w:t>
            </w:r>
            <w:r w:rsidRPr="00392928">
              <w:t>Hazard Analysis and Critical Control Point</w:t>
            </w:r>
            <w:r w:rsidRPr="00392928">
              <w:rPr>
                <w:rFonts w:eastAsia="Calibri"/>
              </w:rPr>
              <w:t xml:space="preserve"> (HACCP) techniques and workplace health and safety requirements</w:t>
            </w:r>
          </w:p>
          <w:p w14:paraId="6CE547DE" w14:textId="77777777" w:rsidR="006465DB" w:rsidRPr="00392928" w:rsidRDefault="006465DB" w:rsidP="00392928">
            <w:pPr>
              <w:pStyle w:val="SIBulletList1"/>
              <w:rPr>
                <w:rFonts w:eastAsia="Calibri"/>
              </w:rPr>
            </w:pPr>
            <w:r w:rsidRPr="00392928">
              <w:rPr>
                <w:rFonts w:eastAsia="Calibri"/>
              </w:rPr>
              <w:t>identified at least three safety hazards, assessed and controlled risk using workplace health and safety procedures</w:t>
            </w:r>
          </w:p>
          <w:p w14:paraId="7A34E4DC" w14:textId="0CEE7C01" w:rsidR="007A300D" w:rsidRPr="00392928" w:rsidRDefault="006465DB" w:rsidP="00392928">
            <w:pPr>
              <w:pStyle w:val="SIBulletList1"/>
              <w:rPr>
                <w:rFonts w:eastAsia="Calibri"/>
              </w:rPr>
            </w:pPr>
            <w:r w:rsidRPr="00392928">
              <w:rPr>
                <w:rFonts w:eastAsia="Calibri"/>
              </w:rPr>
              <w:t>selected and correctly fitted appropriate personal protective equipment (PPE) and clothing required for worker safety and food contamination control.</w:t>
            </w:r>
          </w:p>
          <w:p w14:paraId="03BEFEEC" w14:textId="1D59C4B0" w:rsidR="00483897" w:rsidRPr="00392928" w:rsidRDefault="00483897" w:rsidP="00392928">
            <w:pPr>
              <w:pStyle w:val="SIBulletList1"/>
            </w:pPr>
            <w:r w:rsidRPr="00392928">
              <w:t xml:space="preserve">conducted </w:t>
            </w:r>
            <w:r w:rsidR="00392928" w:rsidRPr="00392928">
              <w:t>preoperational</w:t>
            </w:r>
            <w:r w:rsidRPr="00392928">
              <w:t xml:space="preserve"> check</w:t>
            </w:r>
            <w:r w:rsidR="00804663" w:rsidRPr="00392928">
              <w:t xml:space="preserve"> </w:t>
            </w:r>
            <w:r w:rsidR="003D37FA" w:rsidRPr="00392928">
              <w:t>of plant and equipment</w:t>
            </w:r>
            <w:r w:rsidR="006465DB" w:rsidRPr="00392928">
              <w:t xml:space="preserve"> including access to </w:t>
            </w:r>
            <w:r w:rsidRPr="00392928">
              <w:t xml:space="preserve">emergency stops and isolation controls in work area </w:t>
            </w:r>
          </w:p>
          <w:p w14:paraId="514649B9" w14:textId="5286D213" w:rsidR="00483897" w:rsidRPr="00392928" w:rsidRDefault="00483897" w:rsidP="00392928">
            <w:pPr>
              <w:pStyle w:val="SIBulletList1"/>
            </w:pPr>
            <w:r w:rsidRPr="00392928">
              <w:t>checked raw material</w:t>
            </w:r>
            <w:r w:rsidR="003D37FA" w:rsidRPr="00392928">
              <w:t>s to feeder bins</w:t>
            </w:r>
            <w:r w:rsidR="009B12CC" w:rsidRPr="00392928">
              <w:t xml:space="preserve"> </w:t>
            </w:r>
            <w:r w:rsidR="00E46696" w:rsidRPr="00392928">
              <w:t xml:space="preserve">and </w:t>
            </w:r>
            <w:r w:rsidR="009B12CC" w:rsidRPr="00392928">
              <w:t xml:space="preserve">rectified and/or reported problems associated with raw material </w:t>
            </w:r>
          </w:p>
          <w:p w14:paraId="0B4CC0E3" w14:textId="54A69495" w:rsidR="002E5111" w:rsidRPr="00392928" w:rsidRDefault="002E5111" w:rsidP="00392928">
            <w:pPr>
              <w:pStyle w:val="SIBulletList1"/>
            </w:pPr>
            <w:proofErr w:type="gramStart"/>
            <w:r w:rsidRPr="00392928">
              <w:t>made adjustments to</w:t>
            </w:r>
            <w:proofErr w:type="gramEnd"/>
            <w:r w:rsidRPr="00392928">
              <w:t xml:space="preserve"> </w:t>
            </w:r>
            <w:r w:rsidR="00483897" w:rsidRPr="00392928">
              <w:t>ensure steady product flow</w:t>
            </w:r>
            <w:r w:rsidR="00E46696" w:rsidRPr="00392928">
              <w:t xml:space="preserve"> </w:t>
            </w:r>
          </w:p>
          <w:p w14:paraId="21D8EA66" w14:textId="77777777" w:rsidR="006465DB" w:rsidRPr="00392928" w:rsidRDefault="006465DB" w:rsidP="00392928">
            <w:pPr>
              <w:pStyle w:val="SIBulletList1"/>
            </w:pPr>
            <w:r w:rsidRPr="00392928">
              <w:t>monitored environmental emissions according to workplace and Environmental Protection Agency (EPA) requirements, including odour control and one of the following:</w:t>
            </w:r>
          </w:p>
          <w:p w14:paraId="19A51383" w14:textId="77777777" w:rsidR="006465DB" w:rsidRPr="00392928" w:rsidRDefault="006465DB" w:rsidP="00392928">
            <w:pPr>
              <w:pStyle w:val="SIBulletList2"/>
            </w:pPr>
            <w:proofErr w:type="gramStart"/>
            <w:r w:rsidRPr="00392928">
              <w:t>waste water</w:t>
            </w:r>
            <w:proofErr w:type="gramEnd"/>
            <w:r w:rsidRPr="00392928">
              <w:t xml:space="preserve"> </w:t>
            </w:r>
          </w:p>
          <w:p w14:paraId="6CEA54DD" w14:textId="77777777" w:rsidR="006465DB" w:rsidRPr="00392928" w:rsidRDefault="006465DB" w:rsidP="00392928">
            <w:pPr>
              <w:pStyle w:val="SIBulletList2"/>
            </w:pPr>
            <w:r w:rsidRPr="00392928">
              <w:t>heat recovery</w:t>
            </w:r>
          </w:p>
          <w:p w14:paraId="74C69F0A" w14:textId="77777777" w:rsidR="006465DB" w:rsidRPr="00392928" w:rsidRDefault="006465DB" w:rsidP="00392928">
            <w:pPr>
              <w:pStyle w:val="SIBulletList2"/>
            </w:pPr>
            <w:r w:rsidRPr="00392928">
              <w:t>noise</w:t>
            </w:r>
          </w:p>
          <w:p w14:paraId="02D02D1C" w14:textId="169668E3" w:rsidR="006465DB" w:rsidRPr="00392928" w:rsidRDefault="006465DB" w:rsidP="00392928">
            <w:pPr>
              <w:pStyle w:val="SIBulletList1"/>
            </w:pPr>
            <w:r w:rsidRPr="00392928">
              <w:t xml:space="preserve">communicated verbally </w:t>
            </w:r>
            <w:r w:rsidR="00EC51A0" w:rsidRPr="00392928">
              <w:t>related to meat size reduction equipment</w:t>
            </w:r>
            <w:r w:rsidRPr="00392928">
              <w:t xml:space="preserve"> process, product or equipment using industry terminology with a supervisor, and at least one of the following:</w:t>
            </w:r>
          </w:p>
          <w:p w14:paraId="075F42FF" w14:textId="77777777" w:rsidR="006465DB" w:rsidRPr="00392928" w:rsidRDefault="006465DB" w:rsidP="00392928">
            <w:pPr>
              <w:pStyle w:val="SIBulletList1"/>
            </w:pPr>
            <w:r w:rsidRPr="00392928">
              <w:t>maintenance team member</w:t>
            </w:r>
          </w:p>
          <w:p w14:paraId="6C99F07A" w14:textId="77777777" w:rsidR="006465DB" w:rsidRPr="00392928" w:rsidRDefault="006465DB" w:rsidP="003929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2928">
              <w:rPr>
                <w:rStyle w:val="SITemporaryText-blue"/>
                <w:color w:val="auto"/>
                <w:sz w:val="20"/>
              </w:rPr>
              <w:t>quality assurance team member</w:t>
            </w:r>
          </w:p>
          <w:p w14:paraId="68AB5FDC" w14:textId="77777777" w:rsidR="006465DB" w:rsidRPr="00392928" w:rsidRDefault="006465DB" w:rsidP="003929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2928">
              <w:rPr>
                <w:rStyle w:val="SITemporaryText-blue"/>
                <w:color w:val="auto"/>
                <w:sz w:val="20"/>
              </w:rPr>
              <w:t>environmental management team member</w:t>
            </w:r>
          </w:p>
          <w:p w14:paraId="11896D0A" w14:textId="06B4FAA7" w:rsidR="006465DB" w:rsidRPr="00392928" w:rsidRDefault="006465DB" w:rsidP="00392928">
            <w:pPr>
              <w:pStyle w:val="SIBulletList1"/>
              <w:rPr>
                <w:rFonts w:eastAsia="Calibri"/>
              </w:rPr>
            </w:pPr>
            <w:r w:rsidRPr="00392928">
              <w:rPr>
                <w:rFonts w:eastAsia="Calibri"/>
              </w:rPr>
              <w:t>completed production records, including</w:t>
            </w:r>
            <w:r w:rsidRPr="00392928">
              <w:t xml:space="preserve"> product and equipment issues and faults</w:t>
            </w:r>
            <w:r w:rsidRPr="00392928">
              <w:rPr>
                <w:rFonts w:eastAsia="Calibri"/>
              </w:rPr>
              <w:t xml:space="preserve"> according to workplace requirements</w:t>
            </w:r>
          </w:p>
          <w:p w14:paraId="470B9AFC" w14:textId="4CC4E06B" w:rsidR="006D1B49" w:rsidRPr="00392928" w:rsidRDefault="006D1B49" w:rsidP="00392928">
            <w:pPr>
              <w:pStyle w:val="SIBulletList1"/>
            </w:pPr>
            <w:r w:rsidRPr="00392928">
              <w:t xml:space="preserve">completed handover to another team member 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DF08D3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C835AA" w:rsidRDefault="00D71E43" w:rsidP="00A23E63">
            <w:pPr>
              <w:pStyle w:val="SIHeading2"/>
            </w:pPr>
            <w:r w:rsidRPr="00C835AA">
              <w:t>Knowledge Evidence</w:t>
            </w:r>
          </w:p>
        </w:tc>
      </w:tr>
      <w:tr w:rsidR="00F1480E" w:rsidRPr="00067E1C" w14:paraId="72450813" w14:textId="77777777" w:rsidTr="00DF08D3">
        <w:tc>
          <w:tcPr>
            <w:tcW w:w="5000" w:type="pct"/>
            <w:shd w:val="clear" w:color="auto" w:fill="auto"/>
          </w:tcPr>
          <w:p w14:paraId="28FA2B4D" w14:textId="12EEA38B" w:rsidR="006E42FE" w:rsidRDefault="006E42FE" w:rsidP="00C835AA">
            <w:pPr>
              <w:pStyle w:val="SIText"/>
            </w:pPr>
            <w:r w:rsidRPr="00C835AA">
              <w:t>An individual must be able to demonstrate the knowledge required to perform the tasks outlined in the elements and performance criteria of this unit. This includes knowledge of:</w:t>
            </w:r>
          </w:p>
          <w:p w14:paraId="27ADA734" w14:textId="2B370150" w:rsidR="00A76195" w:rsidRPr="00C835AA" w:rsidRDefault="00A76195" w:rsidP="00C835AA">
            <w:pPr>
              <w:pStyle w:val="SIBulletList1"/>
            </w:pPr>
            <w:r w:rsidRPr="00C835AA">
              <w:t>purpose and steps related to rendering process</w:t>
            </w:r>
          </w:p>
          <w:p w14:paraId="5C0EBEE5" w14:textId="783A2BA8" w:rsidR="00A147E3" w:rsidRPr="00C835AA" w:rsidRDefault="00A147E3" w:rsidP="00C835AA">
            <w:pPr>
              <w:pStyle w:val="SIBulletList1"/>
            </w:pPr>
            <w:r w:rsidRPr="00C835AA">
              <w:t>k</w:t>
            </w:r>
            <w:r w:rsidR="006B4B49" w:rsidRPr="00C835AA">
              <w:t xml:space="preserve">ey features of workplace health and safety </w:t>
            </w:r>
            <w:r w:rsidRPr="00C835AA">
              <w:t>requirements for operating a meat size reduction process</w:t>
            </w:r>
          </w:p>
          <w:p w14:paraId="624D4D7A" w14:textId="587740CE" w:rsidR="006B4B49" w:rsidRPr="00C835AA" w:rsidRDefault="00A147E3" w:rsidP="00C835AA">
            <w:pPr>
              <w:pStyle w:val="SIBulletList1"/>
            </w:pPr>
            <w:r w:rsidRPr="00C835AA">
              <w:t xml:space="preserve">key features of </w:t>
            </w:r>
            <w:r w:rsidR="006B4B49" w:rsidRPr="00C835AA">
              <w:t xml:space="preserve">Quality Assurance (QA) requirements </w:t>
            </w:r>
            <w:r w:rsidRPr="00C835AA">
              <w:t xml:space="preserve">for meat size reduction processes </w:t>
            </w:r>
          </w:p>
          <w:p w14:paraId="3D66EA89" w14:textId="6550690C" w:rsidR="00A147E3" w:rsidRPr="00C835AA" w:rsidRDefault="00A147E3" w:rsidP="00C835AA">
            <w:pPr>
              <w:pStyle w:val="SIBulletList1"/>
            </w:pPr>
            <w:r w:rsidRPr="00C835AA">
              <w:rPr>
                <w:rFonts w:eastAsia="Calibri"/>
              </w:rPr>
              <w:t>features, benefits, limitations, and correct fit of PPE for meat size reduction processes</w:t>
            </w:r>
          </w:p>
          <w:p w14:paraId="4B42FFAC" w14:textId="77777777" w:rsidR="006B4B49" w:rsidRPr="00C835AA" w:rsidRDefault="006B4B49" w:rsidP="00C835AA">
            <w:pPr>
              <w:pStyle w:val="SIBulletList1"/>
            </w:pPr>
            <w:r w:rsidRPr="00C835AA">
              <w:t>workplace procedures for safe movement of workers and visitors in and around the rendering plant</w:t>
            </w:r>
          </w:p>
          <w:p w14:paraId="64575707" w14:textId="77777777" w:rsidR="006B4B49" w:rsidRPr="00C835AA" w:rsidRDefault="006B4B49" w:rsidP="00C835AA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C835AA">
              <w:t>and equipment</w:t>
            </w:r>
          </w:p>
          <w:p w14:paraId="05B296D1" w14:textId="55F85DD2" w:rsidR="006B4B49" w:rsidRPr="00C835AA" w:rsidRDefault="006B4B49" w:rsidP="00C835AA">
            <w:pPr>
              <w:pStyle w:val="SIBulletList1"/>
            </w:pPr>
            <w:r w:rsidRPr="00C835AA">
              <w:t xml:space="preserve">key features of HACCP </w:t>
            </w:r>
            <w:r w:rsidR="00AC293F">
              <w:t>principles</w:t>
            </w:r>
            <w:r w:rsidR="00AC293F" w:rsidRPr="00C835AA">
              <w:t xml:space="preserve"> </w:t>
            </w:r>
            <w:r w:rsidRPr="00C835AA">
              <w:t xml:space="preserve">related to operation of the </w:t>
            </w:r>
            <w:bookmarkStart w:id="2" w:name="_Hlk67481862"/>
            <w:r w:rsidRPr="00C835AA">
              <w:t>meat size reduction equipment</w:t>
            </w:r>
            <w:bookmarkEnd w:id="2"/>
          </w:p>
          <w:p w14:paraId="32250377" w14:textId="47968917" w:rsidR="00A147E3" w:rsidRPr="00C835AA" w:rsidRDefault="00A0232E" w:rsidP="00C835AA">
            <w:pPr>
              <w:pStyle w:val="SIBulletList1"/>
            </w:pPr>
            <w:r w:rsidRPr="00C835AA">
              <w:t xml:space="preserve">key </w:t>
            </w:r>
            <w:r w:rsidR="00A147E3" w:rsidRPr="00C835AA">
              <w:t>features and functions of meat size reduction machinery and equipment, including:</w:t>
            </w:r>
          </w:p>
          <w:p w14:paraId="5102AD1E" w14:textId="77777777" w:rsidR="00A147E3" w:rsidRPr="00C835AA" w:rsidRDefault="00A147E3" w:rsidP="00C835AA">
            <w:pPr>
              <w:pStyle w:val="SIBulletList2"/>
            </w:pPr>
            <w:r w:rsidRPr="00C835AA">
              <w:t xml:space="preserve">manufacturer and workplace instructions for safe operation </w:t>
            </w:r>
          </w:p>
          <w:p w14:paraId="6EB83D46" w14:textId="77777777" w:rsidR="00A147E3" w:rsidRPr="00C835AA" w:rsidRDefault="00A147E3" w:rsidP="00C835AA">
            <w:pPr>
              <w:pStyle w:val="SIBulletList2"/>
            </w:pPr>
            <w:r w:rsidRPr="00C835AA">
              <w:t>control panels and ancillary controls</w:t>
            </w:r>
          </w:p>
          <w:p w14:paraId="2D139D6B" w14:textId="77777777" w:rsidR="00A147E3" w:rsidRPr="00C835AA" w:rsidRDefault="00A147E3" w:rsidP="00C835AA">
            <w:pPr>
              <w:pStyle w:val="SIBulletList2"/>
            </w:pPr>
            <w:r w:rsidRPr="00C835AA">
              <w:t xml:space="preserve">operating capacities, </w:t>
            </w:r>
            <w:proofErr w:type="gramStart"/>
            <w:r w:rsidRPr="00C835AA">
              <w:t>efficiencies</w:t>
            </w:r>
            <w:proofErr w:type="gramEnd"/>
            <w:r w:rsidRPr="00C835AA">
              <w:t xml:space="preserve"> and applications</w:t>
            </w:r>
          </w:p>
          <w:p w14:paraId="648AD66E" w14:textId="77777777" w:rsidR="00A147E3" w:rsidRPr="00C835AA" w:rsidRDefault="00A147E3" w:rsidP="00C835AA">
            <w:pPr>
              <w:pStyle w:val="SIBulletList2"/>
            </w:pPr>
            <w:r w:rsidRPr="00C835AA">
              <w:t xml:space="preserve">location and purpose of guards, </w:t>
            </w:r>
            <w:proofErr w:type="gramStart"/>
            <w:r w:rsidRPr="00C835AA">
              <w:t>rails</w:t>
            </w:r>
            <w:proofErr w:type="gramEnd"/>
            <w:r w:rsidRPr="00C835AA">
              <w:t xml:space="preserve"> and sensors</w:t>
            </w:r>
          </w:p>
          <w:p w14:paraId="3D511B85" w14:textId="77777777" w:rsidR="00A147E3" w:rsidRPr="00C835AA" w:rsidRDefault="00A147E3" w:rsidP="00C835AA">
            <w:pPr>
              <w:pStyle w:val="SIBulletList2"/>
            </w:pPr>
            <w:r w:rsidRPr="00C835AA">
              <w:t>feedback instrumentation</w:t>
            </w:r>
          </w:p>
          <w:p w14:paraId="6FD0A9D3" w14:textId="574313FF" w:rsidR="00A147E3" w:rsidRPr="00C835AA" w:rsidRDefault="00A147E3" w:rsidP="00C835AA">
            <w:pPr>
              <w:pStyle w:val="SIBulletList2"/>
            </w:pPr>
            <w:r w:rsidRPr="00C835AA">
              <w:t xml:space="preserve">services required, including compressed air, </w:t>
            </w:r>
            <w:proofErr w:type="gramStart"/>
            <w:r w:rsidRPr="00C835AA">
              <w:t>electricity</w:t>
            </w:r>
            <w:proofErr w:type="gramEnd"/>
            <w:r w:rsidRPr="00C835AA">
              <w:t xml:space="preserve"> and water</w:t>
            </w:r>
          </w:p>
          <w:p w14:paraId="63F5A545" w14:textId="2E9751EF" w:rsidR="006B4B49" w:rsidRPr="00C835AA" w:rsidRDefault="00686FC6" w:rsidP="00C835AA">
            <w:pPr>
              <w:pStyle w:val="SIBulletList2"/>
            </w:pPr>
            <w:r w:rsidRPr="00C835AA">
              <w:t>shutdown</w:t>
            </w:r>
          </w:p>
          <w:p w14:paraId="3D49C98D" w14:textId="0D6403FA" w:rsidR="006B4B49" w:rsidRPr="00C835AA" w:rsidRDefault="006B4B49" w:rsidP="00C835AA">
            <w:pPr>
              <w:pStyle w:val="SIBulletList1"/>
            </w:pPr>
            <w:r w:rsidRPr="00C835AA">
              <w:t xml:space="preserve">key features of </w:t>
            </w:r>
            <w:r w:rsidR="009B12CC" w:rsidRPr="00C835AA">
              <w:t xml:space="preserve">workplace procedures </w:t>
            </w:r>
            <w:r w:rsidRPr="00C835AA">
              <w:t xml:space="preserve">for the operation of the meat size reduction </w:t>
            </w:r>
            <w:r w:rsidR="009B12CC" w:rsidRPr="00C835AA">
              <w:t>processes,</w:t>
            </w:r>
            <w:r w:rsidRPr="00C835AA">
              <w:t xml:space="preserve"> including</w:t>
            </w:r>
            <w:r w:rsidR="009B12CC" w:rsidRPr="00C835AA">
              <w:t>:</w:t>
            </w:r>
          </w:p>
          <w:p w14:paraId="52C5EC81" w14:textId="77777777" w:rsidR="006B4B49" w:rsidRPr="00C835AA" w:rsidRDefault="006B4B49" w:rsidP="00C835AA">
            <w:pPr>
              <w:pStyle w:val="SIBulletList2"/>
            </w:pPr>
            <w:r w:rsidRPr="00C835AA">
              <w:lastRenderedPageBreak/>
              <w:t>checking work order</w:t>
            </w:r>
          </w:p>
          <w:p w14:paraId="0E0EF93E" w14:textId="2FAB4C27" w:rsidR="006B4B49" w:rsidRPr="00C835AA" w:rsidRDefault="006B4B49" w:rsidP="00C835AA">
            <w:pPr>
              <w:pStyle w:val="SIBulletList2"/>
            </w:pPr>
            <w:r w:rsidRPr="00C835AA">
              <w:t xml:space="preserve">checking operational status of services and availability of consumables including compressed air, </w:t>
            </w:r>
            <w:proofErr w:type="gramStart"/>
            <w:r w:rsidRPr="00C835AA">
              <w:t>electricity</w:t>
            </w:r>
            <w:proofErr w:type="gramEnd"/>
            <w:r w:rsidRPr="00C835AA">
              <w:t xml:space="preserve"> and water</w:t>
            </w:r>
          </w:p>
          <w:p w14:paraId="105BBAC7" w14:textId="482E49F6" w:rsidR="00A0232E" w:rsidRPr="00C835AA" w:rsidRDefault="0004203A" w:rsidP="00C835AA">
            <w:pPr>
              <w:pStyle w:val="SIBulletList2"/>
            </w:pPr>
            <w:r w:rsidRPr="00C835AA">
              <w:t xml:space="preserve">start up, operation, monitoring, </w:t>
            </w:r>
            <w:proofErr w:type="gramStart"/>
            <w:r w:rsidRPr="00C835AA">
              <w:t>handover</w:t>
            </w:r>
            <w:proofErr w:type="gramEnd"/>
            <w:r w:rsidRPr="00C835AA">
              <w:t xml:space="preserve"> and </w:t>
            </w:r>
            <w:r w:rsidR="00A0232E" w:rsidRPr="00C835AA">
              <w:t>shutdown</w:t>
            </w:r>
          </w:p>
          <w:p w14:paraId="4DAEE0B0" w14:textId="32D84AF8" w:rsidR="0004203A" w:rsidRPr="00C835AA" w:rsidRDefault="006B4B49" w:rsidP="00C835AA">
            <w:pPr>
              <w:pStyle w:val="SIBulletList2"/>
            </w:pPr>
            <w:r w:rsidRPr="00C835AA">
              <w:t xml:space="preserve">disposal </w:t>
            </w:r>
            <w:r w:rsidR="0004203A" w:rsidRPr="00C835AA">
              <w:t>of</w:t>
            </w:r>
            <w:r w:rsidRPr="00C835AA">
              <w:t xml:space="preserve"> condemned carcases</w:t>
            </w:r>
            <w:r w:rsidR="00BA2398" w:rsidRPr="00C835AA">
              <w:t xml:space="preserve"> and contaminated products</w:t>
            </w:r>
            <w:r w:rsidR="0004203A" w:rsidRPr="00C835AA">
              <w:t xml:space="preserve"> </w:t>
            </w:r>
          </w:p>
          <w:p w14:paraId="517CCA7B" w14:textId="61CBF07D" w:rsidR="006B4B49" w:rsidRPr="00C835AA" w:rsidRDefault="0004203A" w:rsidP="00C835AA">
            <w:pPr>
              <w:pStyle w:val="SIBulletList2"/>
            </w:pPr>
            <w:r w:rsidRPr="00C835AA">
              <w:t>flow requirements of the by-products processing plant</w:t>
            </w:r>
          </w:p>
          <w:p w14:paraId="01F6B10C" w14:textId="77777777" w:rsidR="0004203A" w:rsidRPr="00C835AA" w:rsidRDefault="0004203A" w:rsidP="00C835AA">
            <w:pPr>
              <w:pStyle w:val="SIBulletList2"/>
            </w:pPr>
            <w:r w:rsidRPr="00C835AA">
              <w:t xml:space="preserve">identification and reporting of equipment faults and maintenance </w:t>
            </w:r>
          </w:p>
          <w:p w14:paraId="6F7C73F8" w14:textId="36C96FF3" w:rsidR="006B4B49" w:rsidRPr="00C835AA" w:rsidRDefault="00BA2398" w:rsidP="00C835AA">
            <w:pPr>
              <w:pStyle w:val="SIBulletList2"/>
            </w:pPr>
            <w:r w:rsidRPr="00C835AA">
              <w:t xml:space="preserve">specifications for </w:t>
            </w:r>
            <w:r w:rsidR="006B4B49" w:rsidRPr="00C835AA">
              <w:t>raw materials and final product</w:t>
            </w:r>
            <w:r w:rsidRPr="00C835AA">
              <w:t>, including quality requirements</w:t>
            </w:r>
          </w:p>
          <w:p w14:paraId="1479F6FE" w14:textId="537A1AA4" w:rsidR="006B4B49" w:rsidRPr="00C835AA" w:rsidRDefault="00BA2398" w:rsidP="00C835AA">
            <w:pPr>
              <w:pStyle w:val="SIBulletList1"/>
            </w:pPr>
            <w:r w:rsidRPr="00C835AA">
              <w:t>key features of cleaning and sanitising procedures for meat reduction workplaces</w:t>
            </w:r>
          </w:p>
          <w:p w14:paraId="535337D9" w14:textId="780834C9" w:rsidR="00BA2398" w:rsidRPr="00C835AA" w:rsidRDefault="00BA2398" w:rsidP="00C835AA">
            <w:pPr>
              <w:pStyle w:val="SIBulletList1"/>
            </w:pPr>
            <w:r w:rsidRPr="00C835AA">
              <w:t xml:space="preserve">AS5008 Hygienic rendering of animal products </w:t>
            </w:r>
          </w:p>
          <w:p w14:paraId="3A926523" w14:textId="609000E1" w:rsidR="00BA2398" w:rsidRPr="00C835AA" w:rsidRDefault="00BA2398" w:rsidP="00C835AA">
            <w:pPr>
              <w:pStyle w:val="SIBulletList1"/>
            </w:pPr>
            <w:r w:rsidRPr="00C835AA">
              <w:t>key features of Australian Renderers Association's Code of practice for hygienic rendering of animal products</w:t>
            </w:r>
            <w:r w:rsidR="00C417BF" w:rsidRPr="00C835AA">
              <w:t>, including cleaning and sanitation of meat reduction equi</w:t>
            </w:r>
            <w:r w:rsidR="005556CC" w:rsidRPr="00C835AA">
              <w:t>pment</w:t>
            </w:r>
          </w:p>
          <w:p w14:paraId="2B330AAD" w14:textId="10F4CBBE" w:rsidR="00C01D3F" w:rsidRPr="00C835AA" w:rsidRDefault="00481F08" w:rsidP="00C835AA">
            <w:pPr>
              <w:pStyle w:val="SIBulletList1"/>
            </w:pPr>
            <w:r w:rsidRPr="00C835AA">
              <w:t xml:space="preserve">environmental </w:t>
            </w:r>
            <w:r w:rsidR="00C01D3F" w:rsidRPr="00C835AA">
              <w:t>regulatory requirements</w:t>
            </w:r>
            <w:r w:rsidRPr="00C835AA">
              <w:t xml:space="preserve"> related to meat size reductions processes</w:t>
            </w:r>
          </w:p>
          <w:p w14:paraId="28D8BA7C" w14:textId="3E1E627B" w:rsidR="006B4B49" w:rsidRPr="00C835AA" w:rsidRDefault="006B4B49" w:rsidP="00C835AA">
            <w:pPr>
              <w:pStyle w:val="SIBulletList1"/>
            </w:pPr>
            <w:r w:rsidRPr="00C835AA">
              <w:t xml:space="preserve">relationship of </w:t>
            </w:r>
            <w:r w:rsidR="009E3FB6" w:rsidRPr="00C835AA">
              <w:t xml:space="preserve">task descriptions of </w:t>
            </w:r>
            <w:r w:rsidRPr="00C835AA">
              <w:t>meat size reduction equipment and blow line</w:t>
            </w:r>
            <w:r w:rsidR="009E3FB6" w:rsidRPr="00C835AA">
              <w:t xml:space="preserve"> equipment</w:t>
            </w:r>
            <w:r w:rsidRPr="00C835AA">
              <w:t xml:space="preserve"> </w:t>
            </w:r>
          </w:p>
          <w:p w14:paraId="431E08D1" w14:textId="57403EAA" w:rsidR="005C36B6" w:rsidRPr="00C835AA" w:rsidRDefault="006B4B49" w:rsidP="00C835AA">
            <w:pPr>
              <w:pStyle w:val="SIBulletList1"/>
            </w:pPr>
            <w:r w:rsidRPr="00C835AA">
              <w:t>workplace record</w:t>
            </w:r>
            <w:r w:rsidR="00BA2398" w:rsidRPr="00C835AA">
              <w:t xml:space="preserve">ing and reporting formats, including </w:t>
            </w:r>
            <w:r w:rsidR="00686FC6" w:rsidRPr="00C835AA">
              <w:t xml:space="preserve">information required for effective </w:t>
            </w:r>
            <w:r w:rsidRPr="00C835AA">
              <w:t xml:space="preserve">handover to another team member 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DF08D3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C835AA" w:rsidRDefault="00D71E43" w:rsidP="00A23E63">
            <w:pPr>
              <w:pStyle w:val="SIHeading2"/>
            </w:pPr>
            <w:r w:rsidRPr="00C835AA">
              <w:t>Assessment Conditions</w:t>
            </w:r>
          </w:p>
        </w:tc>
      </w:tr>
      <w:tr w:rsidR="00F1480E" w:rsidRPr="00A55106" w14:paraId="1AB0DDE9" w14:textId="77777777" w:rsidTr="00DF08D3">
        <w:tc>
          <w:tcPr>
            <w:tcW w:w="5000" w:type="pct"/>
            <w:shd w:val="clear" w:color="auto" w:fill="auto"/>
          </w:tcPr>
          <w:p w14:paraId="42B6E415" w14:textId="77777777" w:rsidR="00EF3268" w:rsidRPr="00C835AA" w:rsidRDefault="00EF3268" w:rsidP="00C835AA">
            <w:pPr>
              <w:pStyle w:val="SIText"/>
            </w:pPr>
            <w:r w:rsidRPr="00C835AA">
              <w:t xml:space="preserve">Assessment of the skills in this unit of competency must take place under the following conditions: </w:t>
            </w:r>
          </w:p>
          <w:p w14:paraId="1C27A84E" w14:textId="38707F4B" w:rsidR="00C835AA" w:rsidRPr="00C835AA" w:rsidRDefault="001D7F5B" w:rsidP="00C835AA">
            <w:pPr>
              <w:pStyle w:val="SIBulletList1"/>
            </w:pPr>
            <w:r w:rsidRPr="00C835AA">
              <w:t>p</w:t>
            </w:r>
            <w:r w:rsidR="004E6741" w:rsidRPr="00C835AA">
              <w:t>hysical conditions</w:t>
            </w:r>
            <w:r w:rsidRPr="00C835AA">
              <w:t>:</w:t>
            </w:r>
          </w:p>
          <w:p w14:paraId="4237C24A" w14:textId="5C27F6C4" w:rsidR="004E6741" w:rsidRPr="00C835AA" w:rsidRDefault="0021210E" w:rsidP="00C835AA">
            <w:pPr>
              <w:pStyle w:val="SIBulletList2"/>
              <w:rPr>
                <w:rFonts w:eastAsia="Calibri"/>
              </w:rPr>
            </w:pPr>
            <w:r w:rsidRPr="00C835AA">
              <w:t xml:space="preserve">skills must be demonstrated in </w:t>
            </w:r>
            <w:r w:rsidR="006030DC" w:rsidRPr="00C835AA">
              <w:t xml:space="preserve">a meat rendering plant </w:t>
            </w:r>
            <w:r w:rsidR="004E6741" w:rsidRPr="00C835AA">
              <w:t>or an environment that accurately represents workplace conditions</w:t>
            </w:r>
            <w:r w:rsidR="006030DC" w:rsidRPr="00C835AA">
              <w:t xml:space="preserve"> </w:t>
            </w:r>
          </w:p>
          <w:p w14:paraId="702563AD" w14:textId="0B71F595" w:rsidR="00233143" w:rsidRPr="00C835AA" w:rsidRDefault="00366805" w:rsidP="00C835AA">
            <w:pPr>
              <w:pStyle w:val="SIBulletList1"/>
            </w:pPr>
            <w:r w:rsidRPr="00C835AA">
              <w:t xml:space="preserve">resources, </w:t>
            </w:r>
            <w:proofErr w:type="gramStart"/>
            <w:r w:rsidR="00F83D7C" w:rsidRPr="00C835AA">
              <w:t>e</w:t>
            </w:r>
            <w:r w:rsidR="009A6E6C" w:rsidRPr="00C835AA">
              <w:t>quipment</w:t>
            </w:r>
            <w:proofErr w:type="gramEnd"/>
            <w:r w:rsidR="00F83D7C" w:rsidRPr="00C835AA">
              <w:t xml:space="preserve"> and materials:</w:t>
            </w:r>
          </w:p>
          <w:p w14:paraId="422C0B68" w14:textId="54D94736" w:rsidR="00233143" w:rsidRPr="00C835AA" w:rsidRDefault="006030DC" w:rsidP="00C835AA">
            <w:pPr>
              <w:pStyle w:val="SIBulletList2"/>
              <w:rPr>
                <w:rFonts w:eastAsia="Calibri"/>
              </w:rPr>
            </w:pPr>
            <w:r w:rsidRPr="00C835AA">
              <w:t>meat size reduction equipment</w:t>
            </w:r>
            <w:r w:rsidR="00906517" w:rsidRPr="00C835AA">
              <w:t xml:space="preserve"> required for the tasks specified in the performance evidence</w:t>
            </w:r>
            <w:r w:rsidRPr="00C835AA">
              <w:t xml:space="preserve"> </w:t>
            </w:r>
          </w:p>
          <w:p w14:paraId="2E8DBB09" w14:textId="310E406D" w:rsidR="00906517" w:rsidRPr="00C835AA" w:rsidRDefault="00906517" w:rsidP="00C835AA">
            <w:pPr>
              <w:pStyle w:val="SIBulletList2"/>
              <w:rPr>
                <w:rFonts w:eastAsia="Calibri"/>
              </w:rPr>
            </w:pPr>
            <w:r w:rsidRPr="00C835AA">
              <w:t>PPE and contamination control equipment required for the tasks specified in the performance evidence</w:t>
            </w:r>
          </w:p>
          <w:p w14:paraId="5961CA0C" w14:textId="0660D76A" w:rsidR="00F83D7C" w:rsidRPr="00C835AA" w:rsidRDefault="00F83D7C" w:rsidP="00C835AA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>specifications</w:t>
            </w:r>
            <w:r w:rsidR="006030DC" w:rsidRPr="00C835AA">
              <w:rPr>
                <w:rFonts w:eastAsia="Calibri"/>
              </w:rPr>
              <w:t>:</w:t>
            </w:r>
          </w:p>
          <w:p w14:paraId="13245292" w14:textId="1E10B71F" w:rsidR="009E3FB6" w:rsidRPr="00C835AA" w:rsidRDefault="009E3FB6" w:rsidP="00C835AA">
            <w:pPr>
              <w:pStyle w:val="SIBulletList2"/>
            </w:pPr>
            <w:r w:rsidRPr="00C835AA">
              <w:t>two meat size reduction orders stipulated in the performance evidence</w:t>
            </w:r>
          </w:p>
          <w:p w14:paraId="2D28CA59" w14:textId="5FAD3703" w:rsidR="00481F08" w:rsidRPr="00C835AA" w:rsidRDefault="00481F08" w:rsidP="00C835AA">
            <w:pPr>
              <w:pStyle w:val="SIBulletList2"/>
            </w:pPr>
            <w:r w:rsidRPr="00C835AA">
              <w:t>workplace procedures for meat size reduction process and operation of plant and equipment stipulated in the performance evidence</w:t>
            </w:r>
          </w:p>
          <w:p w14:paraId="10E787FC" w14:textId="2814E8F5" w:rsidR="00481F08" w:rsidRPr="00C835AA" w:rsidRDefault="00481F08" w:rsidP="00C835AA">
            <w:pPr>
              <w:pStyle w:val="SIBulletList2"/>
            </w:pPr>
            <w:r w:rsidRPr="00C835AA">
              <w:t>workplace procedures for worker health and safety and contamination control</w:t>
            </w:r>
          </w:p>
          <w:p w14:paraId="58CBAB0A" w14:textId="77777777" w:rsidR="009E3FB6" w:rsidRPr="00C835AA" w:rsidRDefault="009E3FB6" w:rsidP="00C835AA">
            <w:pPr>
              <w:pStyle w:val="SIBulletList2"/>
            </w:pPr>
            <w:r w:rsidRPr="00C835AA">
              <w:t>manufacturer’s operating instructions for specific equipment and machinery</w:t>
            </w:r>
          </w:p>
          <w:p w14:paraId="223B6D0B" w14:textId="356C9A79" w:rsidR="00BA2398" w:rsidRPr="00C835AA" w:rsidRDefault="00BA2398" w:rsidP="00C835AA">
            <w:pPr>
              <w:pStyle w:val="SIBulletList1"/>
            </w:pPr>
            <w:r w:rsidRPr="00C835AA">
              <w:t>relationship:</w:t>
            </w:r>
          </w:p>
          <w:p w14:paraId="5A2D9E88" w14:textId="44F06056" w:rsidR="00BA2398" w:rsidRPr="00C835AA" w:rsidRDefault="00BA2398" w:rsidP="00C835AA">
            <w:pPr>
              <w:pStyle w:val="SIBulletList2"/>
            </w:pPr>
            <w:r w:rsidRPr="00C835AA">
              <w:t>supervisor</w:t>
            </w:r>
          </w:p>
          <w:p w14:paraId="56ACC2BF" w14:textId="77777777" w:rsidR="0021210E" w:rsidRPr="00C835AA" w:rsidRDefault="0021210E" w:rsidP="00C835AA">
            <w:pPr>
              <w:pStyle w:val="SIText"/>
            </w:pPr>
          </w:p>
          <w:p w14:paraId="6BD6636B" w14:textId="47E428A1" w:rsidR="005C36B6" w:rsidRPr="00C835AA" w:rsidRDefault="007134FE" w:rsidP="00C835AA">
            <w:pPr>
              <w:pStyle w:val="SIText"/>
              <w:rPr>
                <w:rFonts w:eastAsia="Calibri"/>
              </w:rPr>
            </w:pPr>
            <w:r w:rsidRPr="00C835A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3CD02" w14:textId="77777777" w:rsidR="00152BDF" w:rsidRDefault="00152BDF" w:rsidP="00BF3F0A">
      <w:r>
        <w:separator/>
      </w:r>
    </w:p>
    <w:p w14:paraId="6C5C8FD4" w14:textId="77777777" w:rsidR="00152BDF" w:rsidRDefault="00152BDF"/>
  </w:endnote>
  <w:endnote w:type="continuationSeparator" w:id="0">
    <w:p w14:paraId="38C805AF" w14:textId="77777777" w:rsidR="00152BDF" w:rsidRDefault="00152BDF" w:rsidP="00BF3F0A">
      <w:r>
        <w:continuationSeparator/>
      </w:r>
    </w:p>
    <w:p w14:paraId="6C8ED6D9" w14:textId="77777777" w:rsidR="00152BDF" w:rsidRDefault="00152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C0A18" w14:textId="77777777" w:rsidR="00C60076" w:rsidRDefault="00C600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DF08D3" w:rsidRPr="000754EC" w:rsidRDefault="00DF08D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5316858B" w14:textId="77777777" w:rsidR="00DF08D3" w:rsidRDefault="00DF08D3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20E0F86" w14:textId="77777777" w:rsidR="00DF08D3" w:rsidRDefault="00DF08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DF42" w14:textId="77777777" w:rsidR="00C60076" w:rsidRDefault="00C600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05B2E" w14:textId="77777777" w:rsidR="00152BDF" w:rsidRDefault="00152BDF" w:rsidP="00BF3F0A">
      <w:r>
        <w:separator/>
      </w:r>
    </w:p>
    <w:p w14:paraId="53E6C05D" w14:textId="77777777" w:rsidR="00152BDF" w:rsidRDefault="00152BDF"/>
  </w:footnote>
  <w:footnote w:type="continuationSeparator" w:id="0">
    <w:p w14:paraId="68973CD2" w14:textId="77777777" w:rsidR="00152BDF" w:rsidRDefault="00152BDF" w:rsidP="00BF3F0A">
      <w:r>
        <w:continuationSeparator/>
      </w:r>
    </w:p>
    <w:p w14:paraId="0D0543AC" w14:textId="77777777" w:rsidR="00152BDF" w:rsidRDefault="00152B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B924" w14:textId="77777777" w:rsidR="00C60076" w:rsidRDefault="00C60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0855D446" w:rsidR="00DF08D3" w:rsidRPr="004E6A92" w:rsidRDefault="00152BDF" w:rsidP="004E6A92">
    <w:sdt>
      <w:sdtPr>
        <w:rPr>
          <w:lang w:eastAsia="en-US"/>
        </w:rPr>
        <w:id w:val="23182526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F6AD1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08D3" w:rsidRPr="004E6A92">
      <w:rPr>
        <w:lang w:eastAsia="en-US"/>
      </w:rPr>
      <w:t>AMP</w:t>
    </w:r>
    <w:r w:rsidR="00DF08D3">
      <w:t>ABA</w:t>
    </w:r>
    <w:r w:rsidR="00DF08D3" w:rsidRPr="004E6A92">
      <w:rPr>
        <w:lang w:eastAsia="en-US"/>
      </w:rPr>
      <w:t>21</w:t>
    </w:r>
    <w:r w:rsidR="00DF08D3">
      <w:t>X</w:t>
    </w:r>
    <w:r w:rsidR="00DF08D3" w:rsidRPr="004E6A92">
      <w:rPr>
        <w:lang w:eastAsia="en-US"/>
      </w:rPr>
      <w:t xml:space="preserve">58 Operate </w:t>
    </w:r>
    <w:r w:rsidR="00DF08D3">
      <w:t>meat size reduction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8085" w14:textId="77777777" w:rsidR="00C60076" w:rsidRDefault="00C60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3A"/>
    <w:rsid w:val="00064BFE"/>
    <w:rsid w:val="00070B3E"/>
    <w:rsid w:val="00071F95"/>
    <w:rsid w:val="000737BB"/>
    <w:rsid w:val="00074E47"/>
    <w:rsid w:val="000754EC"/>
    <w:rsid w:val="0009093B"/>
    <w:rsid w:val="000A5441"/>
    <w:rsid w:val="000A77FB"/>
    <w:rsid w:val="000B2022"/>
    <w:rsid w:val="000B4699"/>
    <w:rsid w:val="000C149A"/>
    <w:rsid w:val="000C224E"/>
    <w:rsid w:val="000D248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BD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CFA"/>
    <w:rsid w:val="00276DB8"/>
    <w:rsid w:val="00282664"/>
    <w:rsid w:val="00285FB8"/>
    <w:rsid w:val="00295BB8"/>
    <w:rsid w:val="002970C3"/>
    <w:rsid w:val="002A4CD3"/>
    <w:rsid w:val="002A6CC4"/>
    <w:rsid w:val="002C55E9"/>
    <w:rsid w:val="002D0C8B"/>
    <w:rsid w:val="002D330A"/>
    <w:rsid w:val="002E170C"/>
    <w:rsid w:val="002E193E"/>
    <w:rsid w:val="002E5111"/>
    <w:rsid w:val="00305EFF"/>
    <w:rsid w:val="00310A6A"/>
    <w:rsid w:val="003144E6"/>
    <w:rsid w:val="00337E82"/>
    <w:rsid w:val="00346FDC"/>
    <w:rsid w:val="00350BB1"/>
    <w:rsid w:val="00352C83"/>
    <w:rsid w:val="003577CA"/>
    <w:rsid w:val="00366805"/>
    <w:rsid w:val="0037067D"/>
    <w:rsid w:val="00373436"/>
    <w:rsid w:val="0038735B"/>
    <w:rsid w:val="003916D1"/>
    <w:rsid w:val="00392928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7FA"/>
    <w:rsid w:val="003E72B6"/>
    <w:rsid w:val="003E7BBE"/>
    <w:rsid w:val="003F27AA"/>
    <w:rsid w:val="004127E3"/>
    <w:rsid w:val="004166AE"/>
    <w:rsid w:val="00427E4C"/>
    <w:rsid w:val="004313F0"/>
    <w:rsid w:val="0043212E"/>
    <w:rsid w:val="00434366"/>
    <w:rsid w:val="00434ECE"/>
    <w:rsid w:val="00444423"/>
    <w:rsid w:val="0045074D"/>
    <w:rsid w:val="00452F3E"/>
    <w:rsid w:val="0046239A"/>
    <w:rsid w:val="004640AE"/>
    <w:rsid w:val="00464A8B"/>
    <w:rsid w:val="00466F18"/>
    <w:rsid w:val="004679E3"/>
    <w:rsid w:val="0047501F"/>
    <w:rsid w:val="00475172"/>
    <w:rsid w:val="004758B0"/>
    <w:rsid w:val="0048067C"/>
    <w:rsid w:val="00481F08"/>
    <w:rsid w:val="004832D2"/>
    <w:rsid w:val="0048389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92"/>
    <w:rsid w:val="004E7094"/>
    <w:rsid w:val="004F5DC7"/>
    <w:rsid w:val="004F78DA"/>
    <w:rsid w:val="00500376"/>
    <w:rsid w:val="00502E1B"/>
    <w:rsid w:val="00503786"/>
    <w:rsid w:val="005145AB"/>
    <w:rsid w:val="00520E9A"/>
    <w:rsid w:val="005248C1"/>
    <w:rsid w:val="00526134"/>
    <w:rsid w:val="005404CB"/>
    <w:rsid w:val="005405B2"/>
    <w:rsid w:val="005427C8"/>
    <w:rsid w:val="005446D1"/>
    <w:rsid w:val="00545B97"/>
    <w:rsid w:val="005556CC"/>
    <w:rsid w:val="00556C4C"/>
    <w:rsid w:val="00557369"/>
    <w:rsid w:val="00557D22"/>
    <w:rsid w:val="00564ADD"/>
    <w:rsid w:val="005708EB"/>
    <w:rsid w:val="00575BC6"/>
    <w:rsid w:val="00583902"/>
    <w:rsid w:val="005912B5"/>
    <w:rsid w:val="005A1D70"/>
    <w:rsid w:val="005A3AA5"/>
    <w:rsid w:val="005A6C9C"/>
    <w:rsid w:val="005A74DC"/>
    <w:rsid w:val="005B5146"/>
    <w:rsid w:val="005C36B6"/>
    <w:rsid w:val="005D1AFD"/>
    <w:rsid w:val="005E51E6"/>
    <w:rsid w:val="005F027A"/>
    <w:rsid w:val="005F33CC"/>
    <w:rsid w:val="005F771F"/>
    <w:rsid w:val="006030DC"/>
    <w:rsid w:val="006121D4"/>
    <w:rsid w:val="00613B49"/>
    <w:rsid w:val="00616845"/>
    <w:rsid w:val="00620E8E"/>
    <w:rsid w:val="00633CFE"/>
    <w:rsid w:val="00634FCA"/>
    <w:rsid w:val="00643D1B"/>
    <w:rsid w:val="006452B8"/>
    <w:rsid w:val="006465DB"/>
    <w:rsid w:val="00652E62"/>
    <w:rsid w:val="00673309"/>
    <w:rsid w:val="00683E8D"/>
    <w:rsid w:val="00686A49"/>
    <w:rsid w:val="00686FC6"/>
    <w:rsid w:val="00687B62"/>
    <w:rsid w:val="00690C44"/>
    <w:rsid w:val="00695C89"/>
    <w:rsid w:val="006969D9"/>
    <w:rsid w:val="006A2B68"/>
    <w:rsid w:val="006B280C"/>
    <w:rsid w:val="006B4B49"/>
    <w:rsid w:val="006C2F32"/>
    <w:rsid w:val="006D1AF9"/>
    <w:rsid w:val="006D1B49"/>
    <w:rsid w:val="006D38C3"/>
    <w:rsid w:val="006D4448"/>
    <w:rsid w:val="006D6DFD"/>
    <w:rsid w:val="006E2C4D"/>
    <w:rsid w:val="006E42FE"/>
    <w:rsid w:val="006F0D02"/>
    <w:rsid w:val="006F10FE"/>
    <w:rsid w:val="006F3622"/>
    <w:rsid w:val="00702049"/>
    <w:rsid w:val="007021B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5D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237"/>
    <w:rsid w:val="007F5A8B"/>
    <w:rsid w:val="00804663"/>
    <w:rsid w:val="00804D7E"/>
    <w:rsid w:val="00811AF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BE2"/>
    <w:rsid w:val="00886790"/>
    <w:rsid w:val="008908DE"/>
    <w:rsid w:val="008A12ED"/>
    <w:rsid w:val="008A39D3"/>
    <w:rsid w:val="008B2C77"/>
    <w:rsid w:val="008B4AD2"/>
    <w:rsid w:val="008B663E"/>
    <w:rsid w:val="008B7138"/>
    <w:rsid w:val="008C7265"/>
    <w:rsid w:val="008E260C"/>
    <w:rsid w:val="008E39BE"/>
    <w:rsid w:val="008E62EC"/>
    <w:rsid w:val="008F32F6"/>
    <w:rsid w:val="008F5DC5"/>
    <w:rsid w:val="00906517"/>
    <w:rsid w:val="009157BF"/>
    <w:rsid w:val="00916CD7"/>
    <w:rsid w:val="00920927"/>
    <w:rsid w:val="00921B38"/>
    <w:rsid w:val="00923720"/>
    <w:rsid w:val="009243A0"/>
    <w:rsid w:val="009278C9"/>
    <w:rsid w:val="00932CD7"/>
    <w:rsid w:val="00932ED0"/>
    <w:rsid w:val="00944C09"/>
    <w:rsid w:val="009516EC"/>
    <w:rsid w:val="009527CB"/>
    <w:rsid w:val="00953835"/>
    <w:rsid w:val="00960F6C"/>
    <w:rsid w:val="00970747"/>
    <w:rsid w:val="009707DF"/>
    <w:rsid w:val="00971C18"/>
    <w:rsid w:val="0097600D"/>
    <w:rsid w:val="00997BFC"/>
    <w:rsid w:val="009A5900"/>
    <w:rsid w:val="009A6E6C"/>
    <w:rsid w:val="009A6F3F"/>
    <w:rsid w:val="009B12CC"/>
    <w:rsid w:val="009B331A"/>
    <w:rsid w:val="009C2650"/>
    <w:rsid w:val="009D15E2"/>
    <w:rsid w:val="009D15FE"/>
    <w:rsid w:val="009D5D2C"/>
    <w:rsid w:val="009E3CF6"/>
    <w:rsid w:val="009E3FB6"/>
    <w:rsid w:val="009F019E"/>
    <w:rsid w:val="009F0DCC"/>
    <w:rsid w:val="009F11CA"/>
    <w:rsid w:val="00A0232E"/>
    <w:rsid w:val="00A0695B"/>
    <w:rsid w:val="00A13052"/>
    <w:rsid w:val="00A147E3"/>
    <w:rsid w:val="00A216A8"/>
    <w:rsid w:val="00A223A6"/>
    <w:rsid w:val="00A23E63"/>
    <w:rsid w:val="00A3534A"/>
    <w:rsid w:val="00A3639E"/>
    <w:rsid w:val="00A5092E"/>
    <w:rsid w:val="00A51A5A"/>
    <w:rsid w:val="00A554D6"/>
    <w:rsid w:val="00A56E14"/>
    <w:rsid w:val="00A60AE5"/>
    <w:rsid w:val="00A6476B"/>
    <w:rsid w:val="00A76195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293F"/>
    <w:rsid w:val="00AC4C98"/>
    <w:rsid w:val="00AC5F6B"/>
    <w:rsid w:val="00AD1F88"/>
    <w:rsid w:val="00AD3896"/>
    <w:rsid w:val="00AD5B47"/>
    <w:rsid w:val="00AE1ED9"/>
    <w:rsid w:val="00AE32CB"/>
    <w:rsid w:val="00AF3957"/>
    <w:rsid w:val="00B0712C"/>
    <w:rsid w:val="00B07CDB"/>
    <w:rsid w:val="00B10F5D"/>
    <w:rsid w:val="00B12013"/>
    <w:rsid w:val="00B22C67"/>
    <w:rsid w:val="00B3508F"/>
    <w:rsid w:val="00B443EE"/>
    <w:rsid w:val="00B500FB"/>
    <w:rsid w:val="00B560C8"/>
    <w:rsid w:val="00B61150"/>
    <w:rsid w:val="00B635DC"/>
    <w:rsid w:val="00B65BC7"/>
    <w:rsid w:val="00B746B9"/>
    <w:rsid w:val="00B848D4"/>
    <w:rsid w:val="00B865B7"/>
    <w:rsid w:val="00B86C0D"/>
    <w:rsid w:val="00B96053"/>
    <w:rsid w:val="00BA1CB1"/>
    <w:rsid w:val="00BA2398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D3F"/>
    <w:rsid w:val="00C04238"/>
    <w:rsid w:val="00C12E95"/>
    <w:rsid w:val="00C143C3"/>
    <w:rsid w:val="00C1739B"/>
    <w:rsid w:val="00C21ADE"/>
    <w:rsid w:val="00C26067"/>
    <w:rsid w:val="00C30A29"/>
    <w:rsid w:val="00C317DC"/>
    <w:rsid w:val="00C417BF"/>
    <w:rsid w:val="00C578E9"/>
    <w:rsid w:val="00C60076"/>
    <w:rsid w:val="00C70626"/>
    <w:rsid w:val="00C72860"/>
    <w:rsid w:val="00C72A48"/>
    <w:rsid w:val="00C73582"/>
    <w:rsid w:val="00C73B90"/>
    <w:rsid w:val="00C742EC"/>
    <w:rsid w:val="00C835AA"/>
    <w:rsid w:val="00C96AF3"/>
    <w:rsid w:val="00C97CCC"/>
    <w:rsid w:val="00CA0274"/>
    <w:rsid w:val="00CA0355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049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352"/>
    <w:rsid w:val="00DA3C10"/>
    <w:rsid w:val="00DA53B5"/>
    <w:rsid w:val="00DC1D69"/>
    <w:rsid w:val="00DC5A3A"/>
    <w:rsid w:val="00DD0726"/>
    <w:rsid w:val="00DF08D3"/>
    <w:rsid w:val="00E238E6"/>
    <w:rsid w:val="00E34CD8"/>
    <w:rsid w:val="00E35064"/>
    <w:rsid w:val="00E3681D"/>
    <w:rsid w:val="00E40225"/>
    <w:rsid w:val="00E435A5"/>
    <w:rsid w:val="00E44250"/>
    <w:rsid w:val="00E46696"/>
    <w:rsid w:val="00E501F0"/>
    <w:rsid w:val="00E6166D"/>
    <w:rsid w:val="00E91BFF"/>
    <w:rsid w:val="00E91E33"/>
    <w:rsid w:val="00E92933"/>
    <w:rsid w:val="00E94FAD"/>
    <w:rsid w:val="00EB0AA4"/>
    <w:rsid w:val="00EB5C88"/>
    <w:rsid w:val="00EC0469"/>
    <w:rsid w:val="00EC0C3E"/>
    <w:rsid w:val="00EC51A0"/>
    <w:rsid w:val="00EC7811"/>
    <w:rsid w:val="00EE702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9"/>
    <w:rsid w:val="00F83D7C"/>
    <w:rsid w:val="00F91A60"/>
    <w:rsid w:val="00FB232E"/>
    <w:rsid w:val="00FB48BA"/>
    <w:rsid w:val="00FD557D"/>
    <w:rsid w:val="00FE0282"/>
    <w:rsid w:val="00FE124D"/>
    <w:rsid w:val="00FE792C"/>
    <w:rsid w:val="00FF07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9f4477eb-c9f8-4d8e-ad8f-bc0da8782589">Meat Size Reduction</Projec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f4477eb-c9f8-4d8e-ad8f-bc0da8782589"/>
    <ds:schemaRef ds:uri="http://schemas.microsoft.com/sharepoint/v3"/>
    <ds:schemaRef ds:uri="d50bbff7-d6dd-47d2-864a-cfdc2c3db0f4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8DB6B-1EB9-4784-A09C-6B4285942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655</TotalTime>
  <Pages>4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53</cp:revision>
  <cp:lastPrinted>2016-05-27T05:21:00Z</cp:lastPrinted>
  <dcterms:created xsi:type="dcterms:W3CDTF">2021-01-21T03:21:00Z</dcterms:created>
  <dcterms:modified xsi:type="dcterms:W3CDTF">2021-05-10T07:51:00Z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