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1EA7014E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449B5BC3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D123B6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B5F17BE" w:rsidR="00F1480E" w:rsidRPr="005404CB" w:rsidRDefault="00314EFE" w:rsidP="005404CB">
            <w:pPr>
              <w:pStyle w:val="SIUNITCODE"/>
            </w:pPr>
            <w:r>
              <w:t>PPM</w:t>
            </w:r>
            <w:r w:rsidR="00FA4E72">
              <w:t>HR</w:t>
            </w:r>
            <w:r w:rsidR="00F441FF">
              <w:t>F</w:t>
            </w:r>
            <w:r w:rsidR="005F14DF">
              <w:t>2</w:t>
            </w:r>
            <w:r w:rsidR="00D21E2B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C6AA277" w:rsidR="00F1480E" w:rsidRPr="005404CB" w:rsidRDefault="00DF7D9F" w:rsidP="005404CB">
            <w:pPr>
              <w:pStyle w:val="SIUnittitle"/>
            </w:pPr>
            <w:r>
              <w:t>Pack</w:t>
            </w:r>
            <w:r w:rsidRPr="005F14DF">
              <w:t xml:space="preserve"> </w:t>
            </w:r>
            <w:r w:rsidR="005F14DF" w:rsidRPr="005F14DF">
              <w:t xml:space="preserve">and dispatch </w:t>
            </w:r>
            <w:r w:rsidR="00FA4E72">
              <w:t>recovered</w:t>
            </w:r>
            <w:r w:rsidR="005F14DF" w:rsidRPr="005F14DF">
              <w:t xml:space="preserve"> </w:t>
            </w:r>
            <w:r w:rsidR="00D042ED">
              <w:t>fibre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6DB4BD" w14:textId="7CC4FAC6" w:rsidR="005F14DF" w:rsidRPr="005F14DF" w:rsidRDefault="005F14DF" w:rsidP="005F14DF">
            <w:r w:rsidRPr="005F14DF">
              <w:t xml:space="preserve">This unit of competency describes the </w:t>
            </w:r>
            <w:r w:rsidR="00B01765">
              <w:t>skills and knowledge</w:t>
            </w:r>
            <w:r w:rsidR="00B01765" w:rsidRPr="005F14DF">
              <w:t xml:space="preserve"> </w:t>
            </w:r>
            <w:r w:rsidRPr="005F14DF">
              <w:t xml:space="preserve">required to prepare, </w:t>
            </w:r>
            <w:r w:rsidR="00E04D97">
              <w:t>pack</w:t>
            </w:r>
            <w:r w:rsidRPr="005F14DF">
              <w:t xml:space="preserve">, load and dispatch </w:t>
            </w:r>
            <w:r w:rsidR="00FA4E72">
              <w:t>recovered</w:t>
            </w:r>
            <w:r w:rsidRPr="005F14DF">
              <w:t xml:space="preserve"> </w:t>
            </w:r>
            <w:r w:rsidR="00D042ED">
              <w:t>fibre material</w:t>
            </w:r>
            <w:r w:rsidR="00966C1B">
              <w:t xml:space="preserve"> for pulp production.</w:t>
            </w:r>
          </w:p>
          <w:p w14:paraId="324E0CE3" w14:textId="77777777" w:rsidR="005F14DF" w:rsidRDefault="005F14DF" w:rsidP="005F14DF"/>
          <w:p w14:paraId="18D15A28" w14:textId="33E65E98" w:rsidR="00F441FF" w:rsidRPr="00F441FF" w:rsidRDefault="005F14DF" w:rsidP="00F441FF">
            <w:pPr>
              <w:pStyle w:val="SIText"/>
            </w:pPr>
            <w:r w:rsidRPr="005F14DF">
              <w:t xml:space="preserve">The unit applies to production support operators who </w:t>
            </w:r>
            <w:r w:rsidR="00B51D90">
              <w:t>under supervision, carry out routine tasks in preparing</w:t>
            </w:r>
            <w:r w:rsidR="00E04D97" w:rsidRPr="005F14DF">
              <w:t xml:space="preserve"> </w:t>
            </w:r>
            <w:r w:rsidRPr="005F14DF">
              <w:t>and dispatch</w:t>
            </w:r>
            <w:r w:rsidR="00B51D90">
              <w:t>ing</w:t>
            </w:r>
            <w:r w:rsidRPr="005F14DF">
              <w:t xml:space="preserve"> </w:t>
            </w:r>
            <w:r w:rsidR="00FA4E72">
              <w:t>recovered</w:t>
            </w:r>
            <w:r w:rsidRPr="005F14DF">
              <w:t xml:space="preserve"> </w:t>
            </w:r>
            <w:r w:rsidR="00D042ED">
              <w:t xml:space="preserve">fibre </w:t>
            </w:r>
            <w:r w:rsidR="007738DB">
              <w:t xml:space="preserve">material </w:t>
            </w:r>
            <w:r w:rsidR="00B51D90">
              <w:t xml:space="preserve">for </w:t>
            </w:r>
            <w:r w:rsidR="00B51D90" w:rsidRPr="005F14DF">
              <w:t xml:space="preserve">a </w:t>
            </w:r>
            <w:r w:rsidR="00B51D90" w:rsidRPr="00F441FF">
              <w:t xml:space="preserve">pulp </w:t>
            </w:r>
            <w:r w:rsidR="00F20944" w:rsidRPr="00F441FF">
              <w:t>and</w:t>
            </w:r>
            <w:r w:rsidR="00B51D90" w:rsidRPr="00F441FF">
              <w:t xml:space="preserve"> paper manufacturing facility.</w:t>
            </w:r>
            <w:r w:rsidR="00F441FF" w:rsidRPr="00F441FF">
              <w:t xml:space="preserve"> Recovered fibre includes </w:t>
            </w:r>
            <w:r w:rsidR="00F441FF" w:rsidRPr="001538EE">
              <w:rPr>
                <w:rStyle w:val="SITemporaryText-red"/>
                <w:color w:val="auto"/>
                <w:sz w:val="20"/>
              </w:rPr>
              <w:t>post-consumer and post-industrial paper material, de-inked pulp and internal broke.</w:t>
            </w:r>
            <w:r w:rsidR="00F441FF" w:rsidRPr="00F441FF" w:rsidDel="00F53D81">
              <w:t xml:space="preserve"> </w:t>
            </w:r>
          </w:p>
          <w:p w14:paraId="7FA171C0" w14:textId="77777777" w:rsidR="005F14DF" w:rsidRDefault="005F14DF" w:rsidP="005F14DF"/>
          <w:p w14:paraId="19ADED03" w14:textId="2F99E55A" w:rsidR="00373436" w:rsidRPr="000754EC" w:rsidRDefault="0014127D" w:rsidP="007D20D0">
            <w:r>
              <w:t>No l</w:t>
            </w:r>
            <w:r w:rsidR="005F14DF" w:rsidRPr="005F14DF">
              <w:t>icensing, legislative or certification requirements apply to this unit in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385492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E008895" w:rsidR="004D7BE5" w:rsidRPr="005404CB" w:rsidRDefault="0014127D" w:rsidP="005404CB">
            <w:pPr>
              <w:pStyle w:val="SIText"/>
            </w:pPr>
            <w:r>
              <w:t xml:space="preserve">Handling and Preparing </w:t>
            </w:r>
            <w:r w:rsidR="00FA4E72">
              <w:t>Recovered</w:t>
            </w:r>
            <w:r>
              <w:t xml:space="preserve"> </w:t>
            </w:r>
            <w:r w:rsidR="007738DB">
              <w:t>Fibre</w:t>
            </w:r>
            <w:r>
              <w:t xml:space="preserve"> for Pulp Production (</w:t>
            </w:r>
            <w:r w:rsidR="00FA4E72">
              <w:t>HR</w:t>
            </w:r>
            <w:r w:rsidR="007738DB">
              <w:t>F</w:t>
            </w:r>
            <w:r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F14DF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C5FE6E9" w:rsidR="005F14DF" w:rsidRPr="005F14DF" w:rsidRDefault="005F14DF" w:rsidP="005F14DF">
            <w:pPr>
              <w:pStyle w:val="SIText"/>
              <w:rPr>
                <w:rStyle w:val="SITemporaryText-red"/>
              </w:rPr>
            </w:pPr>
            <w:r w:rsidRPr="005F14DF">
              <w:t xml:space="preserve">1. </w:t>
            </w:r>
            <w:r w:rsidR="006370A7">
              <w:t>Prepare for dispatch</w:t>
            </w:r>
          </w:p>
        </w:tc>
        <w:tc>
          <w:tcPr>
            <w:tcW w:w="3604" w:type="pct"/>
            <w:shd w:val="clear" w:color="auto" w:fill="auto"/>
          </w:tcPr>
          <w:p w14:paraId="5A079489" w14:textId="794F16C9" w:rsidR="000B58C3" w:rsidRDefault="005F14DF" w:rsidP="005F14DF">
            <w:r w:rsidRPr="005F14DF">
              <w:t xml:space="preserve">1.1 Identify and </w:t>
            </w:r>
            <w:r w:rsidR="000B58C3">
              <w:t xml:space="preserve">confirm </w:t>
            </w:r>
            <w:r w:rsidR="00FA4E72">
              <w:t>recovered</w:t>
            </w:r>
            <w:r w:rsidR="00283FBA">
              <w:t xml:space="preserve"> </w:t>
            </w:r>
            <w:r w:rsidR="007738DB">
              <w:t>fibre</w:t>
            </w:r>
            <w:r w:rsidR="00C510A6">
              <w:t xml:space="preserve"> </w:t>
            </w:r>
            <w:r w:rsidRPr="005F14DF">
              <w:t xml:space="preserve">order </w:t>
            </w:r>
            <w:r w:rsidR="00283FBA">
              <w:t xml:space="preserve">requirements </w:t>
            </w:r>
          </w:p>
          <w:p w14:paraId="2D14C0AE" w14:textId="0560739E" w:rsidR="005F14DF" w:rsidRDefault="005F14DF" w:rsidP="005F14DF">
            <w:r w:rsidRPr="005F14DF">
              <w:t>1.</w:t>
            </w:r>
            <w:r w:rsidR="005B3A7C">
              <w:t>2</w:t>
            </w:r>
            <w:r w:rsidRPr="005F14DF">
              <w:t xml:space="preserve"> </w:t>
            </w:r>
            <w:r w:rsidR="007E2117">
              <w:t>Plan</w:t>
            </w:r>
            <w:r w:rsidRPr="005F14DF">
              <w:t xml:space="preserve"> </w:t>
            </w:r>
            <w:r w:rsidR="00B27DD3">
              <w:t xml:space="preserve">and </w:t>
            </w:r>
            <w:r w:rsidRPr="005F14DF">
              <w:t xml:space="preserve">sequence </w:t>
            </w:r>
            <w:r w:rsidR="00B27DD3">
              <w:t xml:space="preserve">work </w:t>
            </w:r>
            <w:r w:rsidR="00B27DD3" w:rsidRPr="00B27DD3">
              <w:t>task</w:t>
            </w:r>
            <w:r w:rsidR="00B27DD3">
              <w:t>s</w:t>
            </w:r>
            <w:r w:rsidR="00B27DD3" w:rsidRPr="00B27DD3">
              <w:t xml:space="preserve"> </w:t>
            </w:r>
            <w:r w:rsidR="007E2117">
              <w:t xml:space="preserve">according to </w:t>
            </w:r>
            <w:r w:rsidR="00283FBA">
              <w:t>delivery specifications</w:t>
            </w:r>
            <w:r w:rsidR="002B649C">
              <w:t>,</w:t>
            </w:r>
            <w:r w:rsidR="007E2117">
              <w:t xml:space="preserve"> </w:t>
            </w:r>
            <w:r w:rsidR="002B649C">
              <w:t xml:space="preserve">workplace procedures </w:t>
            </w:r>
            <w:r w:rsidR="007E2117">
              <w:t>and work health and safety requirements</w:t>
            </w:r>
          </w:p>
          <w:p w14:paraId="09D12491" w14:textId="6F87AC70" w:rsidR="002B649C" w:rsidRDefault="002B649C" w:rsidP="005F14DF">
            <w:r>
              <w:t xml:space="preserve">1.3 </w:t>
            </w:r>
            <w:r w:rsidRPr="002B649C">
              <w:t>Identify health and safety hazards and report safety concerns</w:t>
            </w:r>
          </w:p>
          <w:p w14:paraId="043A8364" w14:textId="555D8088" w:rsidR="00EB7A8A" w:rsidRPr="005F14DF" w:rsidRDefault="00EB7A8A" w:rsidP="005F14DF">
            <w:r>
              <w:t>1.</w:t>
            </w:r>
            <w:r w:rsidR="002B649C">
              <w:t>4</w:t>
            </w:r>
            <w:r>
              <w:t xml:space="preserve"> Select and fit personal protective equipment for the tasks</w:t>
            </w:r>
          </w:p>
          <w:p w14:paraId="19167DDC" w14:textId="6857099D" w:rsidR="00EB7A8A" w:rsidRDefault="00EB7A8A" w:rsidP="00DF7D9F">
            <w:r w:rsidRPr="005F14DF">
              <w:t>1.</w:t>
            </w:r>
            <w:r w:rsidR="00142FF5">
              <w:t>5</w:t>
            </w:r>
            <w:r w:rsidRPr="005F14DF">
              <w:t xml:space="preserve"> Select </w:t>
            </w:r>
            <w:r>
              <w:t xml:space="preserve">required packing materials and equipment and </w:t>
            </w:r>
            <w:r w:rsidRPr="005F14DF">
              <w:t xml:space="preserve">materials handling equipment </w:t>
            </w:r>
            <w:r>
              <w:t xml:space="preserve">for the task </w:t>
            </w:r>
          </w:p>
          <w:p w14:paraId="0F6BCA09" w14:textId="34483072" w:rsidR="005F14DF" w:rsidRPr="00EB7A8A" w:rsidRDefault="00DF7D9F" w:rsidP="001538EE">
            <w:pPr>
              <w:rPr>
                <w:rStyle w:val="SITemporaryText-red"/>
                <w:color w:val="auto"/>
                <w:sz w:val="20"/>
              </w:rPr>
            </w:pPr>
            <w:r>
              <w:t>1.</w:t>
            </w:r>
            <w:r w:rsidR="00142FF5">
              <w:t xml:space="preserve">6 </w:t>
            </w:r>
            <w:r>
              <w:t xml:space="preserve">Prepare </w:t>
            </w:r>
            <w:r w:rsidR="00D93248">
              <w:t xml:space="preserve">and maintain </w:t>
            </w:r>
            <w:r>
              <w:t xml:space="preserve">work area for packaging </w:t>
            </w:r>
            <w:r w:rsidR="00EB7A8A">
              <w:t xml:space="preserve">and dispatch </w:t>
            </w:r>
            <w:r w:rsidR="009C0B5D">
              <w:t>according to house</w:t>
            </w:r>
            <w:r w:rsidR="009C0B5D" w:rsidRPr="009C0B5D">
              <w:t>keeping and environmental requirements</w:t>
            </w:r>
            <w:r w:rsidR="009C0B5D" w:rsidRPr="009C0B5D" w:rsidDel="00EB7A8A">
              <w:t xml:space="preserve"> </w:t>
            </w:r>
          </w:p>
        </w:tc>
      </w:tr>
      <w:tr w:rsidR="005F14DF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07748A0" w:rsidR="005F14DF" w:rsidRPr="005F14DF" w:rsidRDefault="005F14DF" w:rsidP="005F14DF">
            <w:pPr>
              <w:pStyle w:val="SIText"/>
              <w:rPr>
                <w:rStyle w:val="SITemporaryText-red"/>
              </w:rPr>
            </w:pPr>
            <w:r w:rsidRPr="005F14DF">
              <w:t xml:space="preserve">2. Prepare </w:t>
            </w:r>
            <w:r w:rsidR="007738DB">
              <w:t>material</w:t>
            </w:r>
            <w:r w:rsidR="00E04D97" w:rsidRPr="005F14DF">
              <w:t xml:space="preserve"> </w:t>
            </w:r>
            <w:r w:rsidRPr="005F14DF">
              <w:t>for dispatch</w:t>
            </w:r>
          </w:p>
        </w:tc>
        <w:tc>
          <w:tcPr>
            <w:tcW w:w="3604" w:type="pct"/>
            <w:shd w:val="clear" w:color="auto" w:fill="auto"/>
          </w:tcPr>
          <w:p w14:paraId="294B3646" w14:textId="5C5DF26F" w:rsidR="005F14DF" w:rsidRPr="005F14DF" w:rsidRDefault="005F14DF" w:rsidP="005F14DF">
            <w:r w:rsidRPr="005F14DF">
              <w:t>2.</w:t>
            </w:r>
            <w:r w:rsidR="00DF7D9F">
              <w:t>1</w:t>
            </w:r>
            <w:r w:rsidRPr="005F14DF">
              <w:t xml:space="preserve"> Select and check </w:t>
            </w:r>
            <w:r w:rsidR="00FA4E72">
              <w:t>recovered</w:t>
            </w:r>
            <w:r w:rsidRPr="005F14DF">
              <w:t xml:space="preserve"> </w:t>
            </w:r>
            <w:r w:rsidR="007738DB">
              <w:t>fibre material</w:t>
            </w:r>
            <w:r w:rsidR="00E04D97" w:rsidRPr="005F14DF">
              <w:t xml:space="preserve"> </w:t>
            </w:r>
            <w:r w:rsidRPr="005F14DF">
              <w:t>for dispatch against labels and identification systems</w:t>
            </w:r>
          </w:p>
          <w:p w14:paraId="456DE502" w14:textId="1AA9F86F" w:rsidR="005F14DF" w:rsidRPr="005F14DF" w:rsidRDefault="005F14DF" w:rsidP="005F14DF">
            <w:r w:rsidRPr="005F14DF">
              <w:t>2.</w:t>
            </w:r>
            <w:r w:rsidR="00DF7D9F">
              <w:t>2</w:t>
            </w:r>
            <w:r w:rsidRPr="005F14DF">
              <w:t xml:space="preserve"> Sort, assemble and place </w:t>
            </w:r>
            <w:r w:rsidR="005E735A">
              <w:t>orders</w:t>
            </w:r>
            <w:r w:rsidR="005E735A" w:rsidRPr="005F14DF">
              <w:t xml:space="preserve"> </w:t>
            </w:r>
            <w:r w:rsidRPr="005F14DF">
              <w:t>in storage or dispatch zones</w:t>
            </w:r>
            <w:r w:rsidR="00296AB3">
              <w:t xml:space="preserve"> </w:t>
            </w:r>
            <w:r w:rsidRPr="005F14DF">
              <w:t xml:space="preserve">according to </w:t>
            </w:r>
            <w:r w:rsidR="007F2854">
              <w:t>delivery specifications</w:t>
            </w:r>
          </w:p>
          <w:p w14:paraId="07EE19E6" w14:textId="454AF91D" w:rsidR="005F14DF" w:rsidRPr="005F14DF" w:rsidRDefault="005F14DF" w:rsidP="005F14DF">
            <w:pPr>
              <w:pStyle w:val="SIText"/>
              <w:rPr>
                <w:rStyle w:val="SITemporaryText-red"/>
              </w:rPr>
            </w:pPr>
            <w:r w:rsidRPr="005F14DF">
              <w:t>2.</w:t>
            </w:r>
            <w:r w:rsidR="00DF7D9F">
              <w:t>3</w:t>
            </w:r>
            <w:r w:rsidR="00D21E2B">
              <w:t xml:space="preserve"> </w:t>
            </w:r>
            <w:r w:rsidRPr="005F14DF">
              <w:t>Check</w:t>
            </w:r>
            <w:r w:rsidR="006A1EC1">
              <w:t xml:space="preserve">, </w:t>
            </w:r>
            <w:proofErr w:type="gramStart"/>
            <w:r w:rsidR="006A1EC1">
              <w:t>weigh</w:t>
            </w:r>
            <w:proofErr w:type="gramEnd"/>
            <w:r w:rsidR="006A1EC1">
              <w:t xml:space="preserve"> and label</w:t>
            </w:r>
            <w:r w:rsidRPr="005F14DF">
              <w:t xml:space="preserve"> order </w:t>
            </w:r>
            <w:r w:rsidR="002A6989">
              <w:t xml:space="preserve">according to </w:t>
            </w:r>
            <w:r w:rsidR="00C064C6">
              <w:t>transportation requirements</w:t>
            </w:r>
          </w:p>
        </w:tc>
      </w:tr>
      <w:tr w:rsidR="005F14DF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3191BFF6" w:rsidR="005F14DF" w:rsidRPr="005F14DF" w:rsidRDefault="005F14DF" w:rsidP="005F14DF">
            <w:pPr>
              <w:pStyle w:val="SIText"/>
            </w:pPr>
            <w:r w:rsidRPr="005F14DF">
              <w:t>3. Dispatch product</w:t>
            </w:r>
          </w:p>
        </w:tc>
        <w:tc>
          <w:tcPr>
            <w:tcW w:w="3604" w:type="pct"/>
            <w:shd w:val="clear" w:color="auto" w:fill="auto"/>
          </w:tcPr>
          <w:p w14:paraId="5F1A2A77" w14:textId="74868CD5" w:rsidR="005F14DF" w:rsidRPr="005F14DF" w:rsidRDefault="005F14DF" w:rsidP="005F14DF">
            <w:r w:rsidRPr="005F14DF">
              <w:t xml:space="preserve">3.1 </w:t>
            </w:r>
            <w:r w:rsidR="00296AB3">
              <w:t>Communicate l</w:t>
            </w:r>
            <w:r w:rsidRPr="005F14DF">
              <w:t xml:space="preserve">oad </w:t>
            </w:r>
            <w:r w:rsidR="00283FBA">
              <w:t xml:space="preserve">and delivery </w:t>
            </w:r>
            <w:r w:rsidRPr="005F14DF">
              <w:t xml:space="preserve">requirements to </w:t>
            </w:r>
            <w:r w:rsidR="00C064C6" w:rsidRPr="005F14DF">
              <w:t>transporter</w:t>
            </w:r>
          </w:p>
          <w:p w14:paraId="09DC02C2" w14:textId="2ADAAEAC" w:rsidR="005F14DF" w:rsidRPr="005F14DF" w:rsidRDefault="005F14DF" w:rsidP="005F14DF">
            <w:r w:rsidRPr="005F14DF">
              <w:t xml:space="preserve">3.2 Load </w:t>
            </w:r>
            <w:r w:rsidR="00FA4E72">
              <w:t>recovered</w:t>
            </w:r>
            <w:r w:rsidRPr="005F14DF">
              <w:t xml:space="preserve"> </w:t>
            </w:r>
            <w:r w:rsidR="007738DB">
              <w:t>fibre</w:t>
            </w:r>
            <w:r w:rsidR="007738DB" w:rsidRPr="005F14DF">
              <w:t xml:space="preserve"> </w:t>
            </w:r>
            <w:r w:rsidR="00D123B6">
              <w:t xml:space="preserve">order </w:t>
            </w:r>
            <w:r w:rsidRPr="005F14DF">
              <w:t>for dispatch using appropriate materials handling equipment</w:t>
            </w:r>
          </w:p>
          <w:p w14:paraId="586272B0" w14:textId="1C417CCB" w:rsidR="005F14DF" w:rsidRPr="005F14DF" w:rsidRDefault="005F14DF" w:rsidP="005F14DF">
            <w:r w:rsidRPr="005F14DF">
              <w:t>3.3 Remove and process damaged product during loading</w:t>
            </w:r>
            <w:r w:rsidR="000B58C3">
              <w:t xml:space="preserve"> as required</w:t>
            </w:r>
          </w:p>
          <w:p w14:paraId="77719E39" w14:textId="259C2558" w:rsidR="005F14DF" w:rsidRPr="005F14DF" w:rsidRDefault="005F14DF" w:rsidP="005F14DF">
            <w:r w:rsidRPr="005F14DF">
              <w:t xml:space="preserve">3.4 Check </w:t>
            </w:r>
            <w:r w:rsidR="005E735A">
              <w:t xml:space="preserve">and confirm </w:t>
            </w:r>
            <w:r w:rsidRPr="005F14DF">
              <w:t>load is secure</w:t>
            </w:r>
            <w:r w:rsidR="005E735A">
              <w:t xml:space="preserve"> </w:t>
            </w:r>
            <w:r w:rsidR="005E735A" w:rsidRPr="005E735A">
              <w:t xml:space="preserve">with </w:t>
            </w:r>
            <w:r w:rsidR="00C064C6">
              <w:t>transporter</w:t>
            </w:r>
          </w:p>
        </w:tc>
      </w:tr>
      <w:tr w:rsidR="005F14DF" w:rsidRPr="00963A46" w14:paraId="19B2F9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B161AC" w14:textId="2268E77A" w:rsidR="005F14DF" w:rsidRPr="005F14DF" w:rsidRDefault="005F14DF" w:rsidP="005F14DF">
            <w:pPr>
              <w:pStyle w:val="SIText"/>
            </w:pPr>
            <w:r w:rsidRPr="005F14DF">
              <w:t>4. Finalise documentation</w:t>
            </w:r>
          </w:p>
        </w:tc>
        <w:tc>
          <w:tcPr>
            <w:tcW w:w="3604" w:type="pct"/>
            <w:shd w:val="clear" w:color="auto" w:fill="auto"/>
          </w:tcPr>
          <w:p w14:paraId="63AA3753" w14:textId="3BB9DBBE" w:rsidR="005F14DF" w:rsidRPr="005F14DF" w:rsidRDefault="005F14DF" w:rsidP="005F14DF">
            <w:r w:rsidRPr="005F14DF">
              <w:t xml:space="preserve">4.1 Check and complete </w:t>
            </w:r>
            <w:r w:rsidR="00DF7D9F">
              <w:t>dispatch details</w:t>
            </w:r>
            <w:r w:rsidRPr="005F14DF">
              <w:t xml:space="preserve"> according to </w:t>
            </w:r>
            <w:r w:rsidR="005E735A">
              <w:t xml:space="preserve">workplace </w:t>
            </w:r>
            <w:r w:rsidR="00041B71">
              <w:t xml:space="preserve">and transporter </w:t>
            </w:r>
            <w:r w:rsidR="005E735A">
              <w:t>procedures</w:t>
            </w:r>
          </w:p>
          <w:p w14:paraId="36FCC233" w14:textId="0C458A07" w:rsidR="005F14DF" w:rsidRPr="005F14DF" w:rsidRDefault="005F14DF" w:rsidP="005F14DF">
            <w:r w:rsidRPr="005F14DF">
              <w:t>4.2 Attach security seals</w:t>
            </w:r>
            <w:r w:rsidR="005E735A">
              <w:t xml:space="preserve"> </w:t>
            </w:r>
            <w:r w:rsidR="00041B71">
              <w:t>as required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F36C0" w:rsidRPr="00336FCA" w:rsidDel="00423CB2" w14:paraId="5234EFA5" w14:textId="77777777" w:rsidTr="00392028">
        <w:tc>
          <w:tcPr>
            <w:tcW w:w="1396" w:type="pct"/>
          </w:tcPr>
          <w:p w14:paraId="4C64544E" w14:textId="77777777" w:rsidR="004F36C0" w:rsidRPr="004F36C0" w:rsidRDefault="004F36C0" w:rsidP="004F36C0">
            <w:pPr>
              <w:pStyle w:val="SIText"/>
            </w:pPr>
            <w:r w:rsidRPr="005F14DF">
              <w:t xml:space="preserve">Reading </w:t>
            </w:r>
          </w:p>
        </w:tc>
        <w:tc>
          <w:tcPr>
            <w:tcW w:w="3604" w:type="pct"/>
          </w:tcPr>
          <w:p w14:paraId="40031B23" w14:textId="0E15C488" w:rsidR="004F36C0" w:rsidRPr="004F36C0" w:rsidRDefault="00685303" w:rsidP="006F49D0">
            <w:pPr>
              <w:pStyle w:val="SIBulletList1"/>
            </w:pPr>
            <w:r>
              <w:t>I</w:t>
            </w:r>
            <w:r w:rsidR="004F36C0" w:rsidRPr="004F36C0">
              <w:t xml:space="preserve">nterpret information from </w:t>
            </w:r>
            <w:r w:rsidR="006F49D0">
              <w:t xml:space="preserve">order </w:t>
            </w:r>
            <w:r w:rsidR="00D123B6">
              <w:t>requirements</w:t>
            </w:r>
            <w:r w:rsidR="00C064C6">
              <w:t xml:space="preserve"> and </w:t>
            </w:r>
            <w:r w:rsidR="004F36C0" w:rsidRPr="004F36C0">
              <w:t>workplace procedures</w:t>
            </w:r>
          </w:p>
        </w:tc>
      </w:tr>
      <w:tr w:rsidR="004F36C0" w:rsidRPr="00336FCA" w:rsidDel="00423CB2" w14:paraId="4C099E9F" w14:textId="77777777" w:rsidTr="00392028">
        <w:tc>
          <w:tcPr>
            <w:tcW w:w="1396" w:type="pct"/>
          </w:tcPr>
          <w:p w14:paraId="61BAC726" w14:textId="77777777" w:rsidR="004F36C0" w:rsidRPr="004F36C0" w:rsidRDefault="004F36C0" w:rsidP="004F36C0">
            <w:pPr>
              <w:pStyle w:val="SIText"/>
            </w:pPr>
            <w:r w:rsidRPr="005F14DF">
              <w:t>Writing</w:t>
            </w:r>
          </w:p>
        </w:tc>
        <w:tc>
          <w:tcPr>
            <w:tcW w:w="3604" w:type="pct"/>
          </w:tcPr>
          <w:p w14:paraId="5576DD03" w14:textId="3E545C7C" w:rsidR="004F36C0" w:rsidRPr="004F36C0" w:rsidRDefault="00685303" w:rsidP="004F36C0">
            <w:pPr>
              <w:pStyle w:val="SIBulletList1"/>
            </w:pPr>
            <w:r>
              <w:t>C</w:t>
            </w:r>
            <w:r w:rsidR="004F36C0" w:rsidRPr="005F14DF">
              <w:t xml:space="preserve">omplete forms and records accurately and legibly using </w:t>
            </w:r>
            <w:r w:rsidR="004F36C0" w:rsidRPr="004F36C0">
              <w:t>industry terminology</w:t>
            </w:r>
          </w:p>
        </w:tc>
      </w:tr>
      <w:tr w:rsidR="004F36C0" w:rsidRPr="00336FCA" w:rsidDel="00423CB2" w14:paraId="3E559033" w14:textId="77777777" w:rsidTr="00392028">
        <w:tc>
          <w:tcPr>
            <w:tcW w:w="1396" w:type="pct"/>
          </w:tcPr>
          <w:p w14:paraId="70C37459" w14:textId="77777777" w:rsidR="004F36C0" w:rsidRPr="004F36C0" w:rsidRDefault="004F36C0" w:rsidP="004F36C0">
            <w:pPr>
              <w:pStyle w:val="SIText"/>
              <w:rPr>
                <w:rStyle w:val="SITemporaryText-red"/>
              </w:rPr>
            </w:pPr>
            <w:r w:rsidRPr="005F14DF">
              <w:t xml:space="preserve">Oral communication </w:t>
            </w:r>
          </w:p>
        </w:tc>
        <w:tc>
          <w:tcPr>
            <w:tcW w:w="3604" w:type="pct"/>
          </w:tcPr>
          <w:p w14:paraId="155378FF" w14:textId="7DF332AA" w:rsidR="004F36C0" w:rsidRPr="004F36C0" w:rsidRDefault="00685303" w:rsidP="004F36C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S</w:t>
            </w:r>
            <w:r w:rsidR="004C70FD" w:rsidRPr="00E872D5">
              <w:t xml:space="preserve">elect and use appropriate </w:t>
            </w:r>
            <w:r w:rsidR="004C70FD" w:rsidRPr="004C70FD">
              <w:t>and clear communication strategies with work colleagues and other personnel on site</w:t>
            </w:r>
          </w:p>
        </w:tc>
      </w:tr>
      <w:tr w:rsidR="005F14DF" w:rsidRPr="00336FCA" w:rsidDel="00423CB2" w14:paraId="2C76F5B3" w14:textId="77777777" w:rsidTr="00CA2922">
        <w:tc>
          <w:tcPr>
            <w:tcW w:w="1396" w:type="pct"/>
          </w:tcPr>
          <w:p w14:paraId="3D708245" w14:textId="62CCEEFB" w:rsidR="005F14DF" w:rsidRPr="005F14DF" w:rsidRDefault="005F14DF" w:rsidP="005F14DF">
            <w:pPr>
              <w:pStyle w:val="SIText"/>
              <w:rPr>
                <w:rStyle w:val="SITemporaryText-red"/>
              </w:rPr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550DDE9C" w14:textId="6BE042E2" w:rsidR="000B0222" w:rsidRPr="005F14DF" w:rsidRDefault="00685303" w:rsidP="005F14DF">
            <w:pPr>
              <w:pStyle w:val="SIBulletList1"/>
            </w:pPr>
            <w:r>
              <w:t>U</w:t>
            </w:r>
            <w:r w:rsidR="005F14DF" w:rsidRPr="005F14DF">
              <w:t>se measuring equipment to estimate volume and weight</w:t>
            </w:r>
          </w:p>
          <w:p w14:paraId="7E5BBD62" w14:textId="53F70FE6" w:rsidR="005F14DF" w:rsidRPr="001538EE" w:rsidRDefault="00685303" w:rsidP="000B0222">
            <w:pPr>
              <w:pStyle w:val="SIBulletList1"/>
              <w:rPr>
                <w:rFonts w:eastAsia="Calibri"/>
                <w:color w:val="FF0000"/>
                <w:sz w:val="22"/>
              </w:rPr>
            </w:pPr>
            <w:r>
              <w:t>U</w:t>
            </w:r>
            <w:r w:rsidR="000B0222">
              <w:t xml:space="preserve">se simple mathematical </w:t>
            </w:r>
            <w:r w:rsidR="002F0C5D">
              <w:t>calculations to prepare orders</w:t>
            </w:r>
          </w:p>
          <w:p w14:paraId="204259AD" w14:textId="42460C18" w:rsidR="004C70FD" w:rsidRPr="000B0222" w:rsidRDefault="00685303" w:rsidP="000B022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4C70FD" w:rsidRPr="00305F4F">
              <w:t>nterpret</w:t>
            </w:r>
            <w:r w:rsidR="004C70FD" w:rsidRPr="004C70FD">
              <w:t xml:space="preserve"> numerical data on instruments, gauges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1538EE">
        <w:trPr>
          <w:trHeight w:val="709"/>
        </w:trPr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265B" w:rsidRPr="004D7BE5" w14:paraId="61763416" w14:textId="77777777" w:rsidTr="00F33FF2">
        <w:tc>
          <w:tcPr>
            <w:tcW w:w="1028" w:type="pct"/>
          </w:tcPr>
          <w:p w14:paraId="5669FA79" w14:textId="721DE476" w:rsidR="0004265B" w:rsidRPr="00F441FF" w:rsidRDefault="001B6D82" w:rsidP="00F441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41FF">
              <w:rPr>
                <w:rStyle w:val="SITemporaryText-red"/>
                <w:color w:val="auto"/>
                <w:sz w:val="20"/>
              </w:rPr>
              <w:t>PPM</w:t>
            </w:r>
            <w:r w:rsidR="00FA4E72" w:rsidRPr="00F441FF">
              <w:rPr>
                <w:rStyle w:val="SITemporaryText-red"/>
                <w:color w:val="auto"/>
                <w:sz w:val="20"/>
              </w:rPr>
              <w:t>HR</w:t>
            </w:r>
            <w:r w:rsidR="00F441FF" w:rsidRPr="001538EE">
              <w:rPr>
                <w:rStyle w:val="SITemporaryText-red"/>
                <w:color w:val="auto"/>
                <w:sz w:val="20"/>
              </w:rPr>
              <w:t>F</w:t>
            </w:r>
            <w:r w:rsidRPr="00F441FF">
              <w:rPr>
                <w:rStyle w:val="SITemporaryText-red"/>
                <w:color w:val="auto"/>
                <w:sz w:val="20"/>
              </w:rPr>
              <w:t xml:space="preserve">2XX </w:t>
            </w:r>
            <w:r w:rsidR="00DF7D9F" w:rsidRPr="001538EE">
              <w:rPr>
                <w:rStyle w:val="SITemporaryText-red"/>
                <w:color w:val="auto"/>
                <w:sz w:val="20"/>
              </w:rPr>
              <w:t>Pack</w:t>
            </w:r>
            <w:r w:rsidRPr="00F441FF">
              <w:rPr>
                <w:rStyle w:val="SITemporaryText-red"/>
                <w:color w:val="auto"/>
                <w:sz w:val="20"/>
              </w:rPr>
              <w:t xml:space="preserve"> and dispatch </w:t>
            </w:r>
            <w:r w:rsidR="00FA4E72" w:rsidRPr="00F441FF">
              <w:rPr>
                <w:rStyle w:val="SITemporaryText-red"/>
                <w:color w:val="auto"/>
                <w:sz w:val="20"/>
              </w:rPr>
              <w:t>recovered</w:t>
            </w:r>
            <w:r w:rsidRPr="00F441FF">
              <w:rPr>
                <w:rStyle w:val="SITemporaryText-red"/>
                <w:color w:val="auto"/>
                <w:sz w:val="20"/>
              </w:rPr>
              <w:t xml:space="preserve"> </w:t>
            </w:r>
            <w:r w:rsidR="007738DB" w:rsidRPr="001538EE">
              <w:rPr>
                <w:rStyle w:val="SITemporaryText-red"/>
                <w:color w:val="auto"/>
                <w:sz w:val="20"/>
              </w:rPr>
              <w:t>fibre</w:t>
            </w:r>
          </w:p>
        </w:tc>
        <w:tc>
          <w:tcPr>
            <w:tcW w:w="1105" w:type="pct"/>
          </w:tcPr>
          <w:p w14:paraId="3ABAE0D4" w14:textId="2592AF2E" w:rsidR="0004265B" w:rsidRPr="00F441FF" w:rsidRDefault="001B6D82" w:rsidP="00F441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441FF">
              <w:rPr>
                <w:rStyle w:val="SITemporaryText-red"/>
                <w:color w:val="auto"/>
                <w:sz w:val="20"/>
              </w:rPr>
              <w:t>PPM</w:t>
            </w:r>
            <w:r w:rsidR="00FA4E72" w:rsidRPr="00F441FF">
              <w:rPr>
                <w:rStyle w:val="SITemporaryText-red"/>
                <w:color w:val="auto"/>
                <w:sz w:val="20"/>
              </w:rPr>
              <w:t>H</w:t>
            </w:r>
            <w:r w:rsidR="00FA4E72" w:rsidRPr="001538EE">
              <w:rPr>
                <w:rStyle w:val="SITemporaryText-red"/>
                <w:color w:val="auto"/>
                <w:sz w:val="20"/>
              </w:rPr>
              <w:t>W</w:t>
            </w:r>
            <w:r w:rsidR="00FA4E72" w:rsidRPr="00F441FF">
              <w:rPr>
                <w:rStyle w:val="SITemporaryText-red"/>
                <w:color w:val="auto"/>
                <w:sz w:val="20"/>
              </w:rPr>
              <w:t>P</w:t>
            </w:r>
            <w:r w:rsidRPr="00F441FF">
              <w:rPr>
                <w:rStyle w:val="SITemporaryText-red"/>
                <w:color w:val="auto"/>
                <w:sz w:val="20"/>
              </w:rPr>
              <w:t xml:space="preserve">250 Store and dispatch </w:t>
            </w:r>
            <w:proofErr w:type="gramStart"/>
            <w:r w:rsidR="007738DB" w:rsidRPr="001538EE">
              <w:rPr>
                <w:rStyle w:val="SITemporaryText-red"/>
                <w:color w:val="auto"/>
                <w:sz w:val="20"/>
              </w:rPr>
              <w:t>waste paper</w:t>
            </w:r>
            <w:proofErr w:type="gramEnd"/>
          </w:p>
        </w:tc>
        <w:tc>
          <w:tcPr>
            <w:tcW w:w="1251" w:type="pct"/>
          </w:tcPr>
          <w:p w14:paraId="2E4FFBEF" w14:textId="020E15D3" w:rsidR="0004265B" w:rsidRPr="00F441FF" w:rsidRDefault="000B0222" w:rsidP="00F441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538EE">
              <w:rPr>
                <w:rStyle w:val="SITemporaryText-red"/>
                <w:color w:val="auto"/>
                <w:sz w:val="20"/>
              </w:rPr>
              <w:t>Amended unit title</w:t>
            </w:r>
            <w:r w:rsidR="00FA4E72" w:rsidRPr="001538EE">
              <w:rPr>
                <w:rStyle w:val="SITemporaryText-red"/>
                <w:color w:val="auto"/>
                <w:sz w:val="20"/>
              </w:rPr>
              <w:t xml:space="preserve"> and unit sector code.</w:t>
            </w:r>
            <w:r w:rsidRPr="001538EE">
              <w:rPr>
                <w:rStyle w:val="SITemporaryText-red"/>
                <w:color w:val="auto"/>
                <w:sz w:val="20"/>
              </w:rPr>
              <w:t xml:space="preserve"> </w:t>
            </w:r>
            <w:r w:rsidR="00DF7D9F" w:rsidRPr="001538EE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EA5DA2" w:rsidRPr="001538EE">
              <w:rPr>
                <w:rStyle w:val="SITemporaryText-red"/>
                <w:color w:val="auto"/>
                <w:sz w:val="20"/>
              </w:rPr>
              <w:t xml:space="preserve">elements, </w:t>
            </w:r>
            <w:r w:rsidRPr="001538EE">
              <w:rPr>
                <w:rStyle w:val="SITemporaryText-red"/>
                <w:color w:val="auto"/>
                <w:sz w:val="20"/>
              </w:rPr>
              <w:t xml:space="preserve">performance criteria, foundation skills, </w:t>
            </w:r>
            <w:r w:rsidR="00F50088" w:rsidRPr="001538EE">
              <w:rPr>
                <w:rStyle w:val="SITemporaryText-red"/>
                <w:color w:val="auto"/>
                <w:sz w:val="20"/>
              </w:rPr>
              <w:t>performance and knowledge evidence. Assessment conditions updated.</w:t>
            </w:r>
            <w:r w:rsidRPr="001538EE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  <w:tc>
          <w:tcPr>
            <w:tcW w:w="1616" w:type="pct"/>
          </w:tcPr>
          <w:p w14:paraId="4D80CE46" w14:textId="388D0A51" w:rsidR="0004265B" w:rsidRPr="00CE50AD" w:rsidRDefault="00CE50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538EE">
              <w:rPr>
                <w:rStyle w:val="SITemporaryText-red"/>
                <w:color w:val="auto"/>
                <w:sz w:val="20"/>
              </w:rPr>
              <w:t>Not e</w:t>
            </w:r>
            <w:r w:rsidR="001B6D82" w:rsidRPr="00CE50AD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2A3FCE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F3AEF" w:rsidRPr="005F14DF">
              <w:t>PPM</w:t>
            </w:r>
            <w:r w:rsidR="00FA4E72">
              <w:t>HR</w:t>
            </w:r>
            <w:r w:rsidR="00F441FF">
              <w:t>F</w:t>
            </w:r>
            <w:r w:rsidR="007F3AEF" w:rsidRPr="005F14DF">
              <w:t>2</w:t>
            </w:r>
            <w:r w:rsidR="007F3AEF">
              <w:t>XX</w:t>
            </w:r>
            <w:r w:rsidR="007F3AEF" w:rsidRPr="005F14DF">
              <w:t xml:space="preserve"> </w:t>
            </w:r>
            <w:r w:rsidR="007F3AEF">
              <w:t>Pack</w:t>
            </w:r>
            <w:r w:rsidR="007F3AEF" w:rsidRPr="005F14DF">
              <w:t xml:space="preserve"> </w:t>
            </w:r>
            <w:r w:rsidR="005F14DF" w:rsidRPr="005F14DF">
              <w:t xml:space="preserve">and dispatch </w:t>
            </w:r>
            <w:r w:rsidR="00FA4E72">
              <w:t>recovered</w:t>
            </w:r>
            <w:r w:rsidR="005F14DF" w:rsidRPr="005F14DF">
              <w:t xml:space="preserve"> </w:t>
            </w:r>
            <w:r w:rsidR="007738DB">
              <w:t>fibre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1538EE" w:rsidRDefault="006E42FE" w:rsidP="0039423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538EE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1538EE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1538EE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1538EE">
              <w:rPr>
                <w:rStyle w:val="SITemporaryText-red"/>
                <w:color w:val="auto"/>
                <w:sz w:val="20"/>
              </w:rPr>
              <w:t>in</w:t>
            </w:r>
            <w:r w:rsidRPr="001538EE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1538EE" w:rsidRDefault="0026394F" w:rsidP="0039423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57657D1" w14:textId="65DED018" w:rsidR="005F14DF" w:rsidRPr="00394235" w:rsidRDefault="007A300D" w:rsidP="001538EE">
            <w:pPr>
              <w:pStyle w:val="SIText"/>
            </w:pPr>
            <w:r w:rsidRPr="0039423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5F14DF" w:rsidRPr="00394235">
              <w:t>prepare</w:t>
            </w:r>
            <w:r w:rsidR="007F3AEF" w:rsidRPr="00394235">
              <w:t>d</w:t>
            </w:r>
            <w:r w:rsidR="005F14DF" w:rsidRPr="00394235">
              <w:t xml:space="preserve">, </w:t>
            </w:r>
            <w:proofErr w:type="gramStart"/>
            <w:r w:rsidR="007F3AEF" w:rsidRPr="00394235">
              <w:t>packed</w:t>
            </w:r>
            <w:proofErr w:type="gramEnd"/>
            <w:r w:rsidR="007F3AEF" w:rsidRPr="00394235">
              <w:t xml:space="preserve"> and</w:t>
            </w:r>
            <w:r w:rsidR="005F14DF" w:rsidRPr="00394235">
              <w:t xml:space="preserve"> dispatch</w:t>
            </w:r>
            <w:r w:rsidR="007F3AEF" w:rsidRPr="00394235">
              <w:t>ed</w:t>
            </w:r>
            <w:r w:rsidR="005F14DF" w:rsidRPr="00394235">
              <w:t xml:space="preserve"> </w:t>
            </w:r>
            <w:r w:rsidR="006F49D0" w:rsidRPr="00394235">
              <w:t xml:space="preserve">at least two different orders for </w:t>
            </w:r>
            <w:r w:rsidR="00FA4E72">
              <w:t>recovered</w:t>
            </w:r>
            <w:r w:rsidR="005F14DF" w:rsidRPr="00394235">
              <w:t xml:space="preserve"> </w:t>
            </w:r>
            <w:r w:rsidR="007738DB">
              <w:t>fibre material</w:t>
            </w:r>
            <w:r w:rsidR="007F3AEF" w:rsidRPr="00394235">
              <w:t>, including</w:t>
            </w:r>
            <w:r w:rsidR="00375613">
              <w:t xml:space="preserve"> for each order</w:t>
            </w:r>
            <w:r w:rsidR="005F14DF" w:rsidRPr="00394235">
              <w:t>:</w:t>
            </w:r>
          </w:p>
          <w:p w14:paraId="6813D8AC" w14:textId="1B0010A5" w:rsidR="005F14DF" w:rsidRPr="005F14DF" w:rsidRDefault="006F49D0" w:rsidP="00394235">
            <w:pPr>
              <w:pStyle w:val="SIBulletList1"/>
            </w:pPr>
            <w:r>
              <w:t>interpreted</w:t>
            </w:r>
            <w:r w:rsidRPr="005F14DF">
              <w:t xml:space="preserve"> </w:t>
            </w:r>
            <w:r w:rsidR="00FA4E72">
              <w:t>recovered</w:t>
            </w:r>
            <w:r w:rsidR="005F14DF" w:rsidRPr="005F14DF">
              <w:t xml:space="preserve"> </w:t>
            </w:r>
            <w:r w:rsidR="007738DB">
              <w:t>fibre</w:t>
            </w:r>
            <w:r w:rsidR="007738DB" w:rsidRPr="005F14DF">
              <w:t xml:space="preserve"> </w:t>
            </w:r>
            <w:r w:rsidR="005F14DF" w:rsidRPr="005F14DF">
              <w:t>order requirements</w:t>
            </w:r>
          </w:p>
          <w:p w14:paraId="69A41DE3" w14:textId="1B7B9263" w:rsidR="005F14DF" w:rsidRPr="005F14DF" w:rsidRDefault="005F14DF" w:rsidP="00394235">
            <w:pPr>
              <w:pStyle w:val="SIBulletList1"/>
            </w:pPr>
            <w:r w:rsidRPr="005F14DF">
              <w:t>operat</w:t>
            </w:r>
            <w:r w:rsidR="00FD68F5">
              <w:t>ed</w:t>
            </w:r>
            <w:r w:rsidRPr="005F14DF">
              <w:t xml:space="preserve"> packaging, wrapping and labelling equipment</w:t>
            </w:r>
            <w:r w:rsidR="00394235">
              <w:t xml:space="preserve"> and </w:t>
            </w:r>
            <w:r w:rsidRPr="005F14DF">
              <w:t>materials handling equipment</w:t>
            </w:r>
            <w:r w:rsidR="00394235">
              <w:t xml:space="preserve"> safely and efficiently</w:t>
            </w:r>
          </w:p>
          <w:p w14:paraId="581B81E7" w14:textId="4A3DE573" w:rsidR="005F14DF" w:rsidRPr="005F14DF" w:rsidRDefault="006F49D0" w:rsidP="00394235">
            <w:pPr>
              <w:pStyle w:val="SIBulletList1"/>
            </w:pPr>
            <w:r>
              <w:t xml:space="preserve">completed accurate </w:t>
            </w:r>
            <w:r w:rsidR="00FD68F5">
              <w:t>labels and dispatch records</w:t>
            </w:r>
          </w:p>
          <w:p w14:paraId="432FABDD" w14:textId="14A78181" w:rsidR="004D7BE5" w:rsidRPr="005404CB" w:rsidRDefault="005F14DF" w:rsidP="001538EE">
            <w:pPr>
              <w:pStyle w:val="SIBulletList1"/>
            </w:pPr>
            <w:r w:rsidRPr="005F14DF">
              <w:t>communicat</w:t>
            </w:r>
            <w:r w:rsidR="00A737B3">
              <w:t>ed effectively</w:t>
            </w:r>
            <w:r w:rsidR="00D123B6" w:rsidRPr="005F14DF">
              <w:t xml:space="preserve"> with others</w:t>
            </w:r>
            <w:r w:rsidR="00A737B3">
              <w:t>, verbally</w:t>
            </w:r>
            <w:r w:rsidRPr="005F14DF">
              <w:t xml:space="preserve"> and using hand signals</w:t>
            </w:r>
            <w:r w:rsidR="00A737B3">
              <w:t>,</w:t>
            </w:r>
            <w:r w:rsidRPr="005F14DF">
              <w:t xml:space="preserve"> </w:t>
            </w:r>
            <w:r w:rsidR="00A737B3">
              <w:t>during packing, loading and dispatch</w:t>
            </w:r>
            <w:r w:rsidR="00394235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1538EE" w:rsidRDefault="006E42FE" w:rsidP="008D30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538EE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1460138" w14:textId="57DE5F7B" w:rsidR="004A3DD0" w:rsidRPr="001538EE" w:rsidRDefault="004A3DD0" w:rsidP="001538E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637A8">
              <w:rPr>
                <w:rStyle w:val="SITemporaryText-red"/>
                <w:color w:val="auto"/>
                <w:sz w:val="20"/>
              </w:rPr>
              <w:t>types of</w:t>
            </w:r>
            <w:r w:rsidR="0059651C" w:rsidRPr="001538EE">
              <w:rPr>
                <w:rStyle w:val="SITemporaryText-red"/>
                <w:color w:val="auto"/>
                <w:sz w:val="20"/>
              </w:rPr>
              <w:t>,</w:t>
            </w:r>
            <w:r w:rsidRPr="00085EAF">
              <w:rPr>
                <w:rStyle w:val="SITemporaryText-red"/>
                <w:color w:val="auto"/>
                <w:sz w:val="20"/>
              </w:rPr>
              <w:t xml:space="preserve"> </w:t>
            </w:r>
            <w:r w:rsidR="00FA4E72" w:rsidRPr="001538EE">
              <w:rPr>
                <w:rStyle w:val="SITemporaryText-red"/>
                <w:color w:val="auto"/>
                <w:sz w:val="20"/>
              </w:rPr>
              <w:t xml:space="preserve">and </w:t>
            </w:r>
            <w:r w:rsidR="00A128A5" w:rsidRPr="001538EE">
              <w:rPr>
                <w:rStyle w:val="SITemporaryText-red"/>
                <w:color w:val="auto"/>
                <w:sz w:val="20"/>
              </w:rPr>
              <w:t>characteristics of recovered</w:t>
            </w:r>
            <w:r w:rsidRPr="00085EAF">
              <w:rPr>
                <w:rStyle w:val="SITemporaryText-red"/>
                <w:color w:val="auto"/>
                <w:sz w:val="20"/>
              </w:rPr>
              <w:t xml:space="preserve"> </w:t>
            </w:r>
            <w:r w:rsidR="00085EAF" w:rsidRPr="001538EE">
              <w:rPr>
                <w:rStyle w:val="SITemporaryText-red"/>
                <w:color w:val="auto"/>
                <w:sz w:val="20"/>
              </w:rPr>
              <w:t>fibre material</w:t>
            </w:r>
            <w:r w:rsidR="00930BC8" w:rsidRPr="00085EAF">
              <w:rPr>
                <w:rStyle w:val="SITemporaryText-red"/>
                <w:color w:val="auto"/>
                <w:sz w:val="20"/>
              </w:rPr>
              <w:t xml:space="preserve"> used for pulp production</w:t>
            </w:r>
            <w:r w:rsidR="00BB5CD5" w:rsidRPr="001538EE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3EE80BA0" w14:textId="44569C8E" w:rsidR="00805CAE" w:rsidRPr="005F14DF" w:rsidRDefault="008D3067" w:rsidP="00860C65">
            <w:pPr>
              <w:pStyle w:val="SIBulletList1"/>
            </w:pPr>
            <w:r w:rsidRPr="004A3DD0">
              <w:t>w</w:t>
            </w:r>
            <w:r w:rsidR="00D123B6" w:rsidRPr="004A3DD0">
              <w:t xml:space="preserve">orkplace </w:t>
            </w:r>
            <w:r w:rsidR="005F14DF" w:rsidRPr="00BB5CD5">
              <w:t xml:space="preserve">procedures relevant to </w:t>
            </w:r>
            <w:r w:rsidR="00D123B6" w:rsidRPr="004A3DD0">
              <w:t xml:space="preserve">packaging </w:t>
            </w:r>
            <w:r w:rsidR="005F14DF" w:rsidRPr="004A3DD0">
              <w:t xml:space="preserve">and dispatch of </w:t>
            </w:r>
            <w:r w:rsidR="00FA4E72">
              <w:t>recovered</w:t>
            </w:r>
            <w:r w:rsidR="005F14DF" w:rsidRPr="004A3DD0">
              <w:t xml:space="preserve"> </w:t>
            </w:r>
            <w:r w:rsidR="00C637A8">
              <w:t>fibre material</w:t>
            </w:r>
            <w:r w:rsidR="005F14DF" w:rsidRPr="004A3DD0">
              <w:t>, including work health and safety, high risk</w:t>
            </w:r>
            <w:r w:rsidR="005F14DF" w:rsidRPr="005F14DF">
              <w:t xml:space="preserve"> load shifting licensing requirements, environmental requirements</w:t>
            </w:r>
            <w:r>
              <w:t>,</w:t>
            </w:r>
            <w:r w:rsidR="005F14DF" w:rsidRPr="005F14DF">
              <w:t xml:space="preserve"> and risks and hazard identification</w:t>
            </w:r>
          </w:p>
          <w:p w14:paraId="1DA2433A" w14:textId="13E905F2" w:rsidR="009D71FC" w:rsidRDefault="009D71FC" w:rsidP="009D71FC">
            <w:pPr>
              <w:pStyle w:val="SIBulletList1"/>
            </w:pPr>
            <w:r>
              <w:t xml:space="preserve">workplace environmental sustainability requirements and practices for recovered </w:t>
            </w:r>
            <w:r w:rsidR="00C637A8">
              <w:t>fibre</w:t>
            </w:r>
            <w:r>
              <w:t xml:space="preserve"> operations, including</w:t>
            </w:r>
            <w:r w:rsidRPr="008D3FF0">
              <w:t xml:space="preserve"> workplace biotechnological applications and processes</w:t>
            </w:r>
            <w:r w:rsidR="001B2D62">
              <w:t xml:space="preserve"> and biomass-derived products</w:t>
            </w:r>
          </w:p>
          <w:p w14:paraId="54AD55FA" w14:textId="63133258" w:rsidR="005F14DF" w:rsidRPr="005F14DF" w:rsidRDefault="00E57D30" w:rsidP="005F14DF">
            <w:pPr>
              <w:pStyle w:val="SIBulletList1"/>
            </w:pPr>
            <w:r>
              <w:t>packaging</w:t>
            </w:r>
            <w:r w:rsidRPr="005F14DF">
              <w:t xml:space="preserve"> </w:t>
            </w:r>
            <w:r w:rsidR="005F14DF" w:rsidRPr="005F14DF">
              <w:t xml:space="preserve">and dispatch area processes, </w:t>
            </w:r>
            <w:proofErr w:type="gramStart"/>
            <w:r w:rsidR="005F14DF" w:rsidRPr="005F14DF">
              <w:t>layout</w:t>
            </w:r>
            <w:proofErr w:type="gramEnd"/>
            <w:r w:rsidR="005F14DF" w:rsidRPr="005F14DF">
              <w:t xml:space="preserve"> and associated services </w:t>
            </w:r>
            <w:r w:rsidR="003C1E71">
              <w:t>relevant</w:t>
            </w:r>
            <w:r w:rsidR="003C1E71" w:rsidRPr="005F14DF">
              <w:t xml:space="preserve"> </w:t>
            </w:r>
            <w:r w:rsidR="005F14DF" w:rsidRPr="005F14DF">
              <w:t xml:space="preserve">to carry out </w:t>
            </w:r>
            <w:r>
              <w:t xml:space="preserve">packaging, </w:t>
            </w:r>
            <w:r w:rsidR="005F14DF" w:rsidRPr="005F14DF">
              <w:t xml:space="preserve">storage and dispatch of </w:t>
            </w:r>
            <w:r w:rsidR="00FA4E72">
              <w:t>recovered</w:t>
            </w:r>
            <w:r w:rsidR="005F14DF" w:rsidRPr="005F14DF">
              <w:t xml:space="preserve"> </w:t>
            </w:r>
            <w:r w:rsidR="00C637A8">
              <w:t>fibre material</w:t>
            </w:r>
          </w:p>
          <w:p w14:paraId="70086E5B" w14:textId="727F3E5F" w:rsidR="00C637A8" w:rsidRPr="00C637A8" w:rsidRDefault="005F14DF" w:rsidP="00C637A8">
            <w:pPr>
              <w:pStyle w:val="SIBulletList1"/>
            </w:pPr>
            <w:r w:rsidRPr="005F14DF">
              <w:t xml:space="preserve">warehouse organisation and workflow relevant to storage and despatch of </w:t>
            </w:r>
            <w:r w:rsidR="00FA4E72">
              <w:t>recovered</w:t>
            </w:r>
            <w:r w:rsidRPr="005F14DF">
              <w:t xml:space="preserve"> </w:t>
            </w:r>
            <w:r w:rsidR="00C637A8" w:rsidRPr="00C637A8">
              <w:t>fibre material</w:t>
            </w:r>
          </w:p>
          <w:p w14:paraId="109FEC64" w14:textId="48D70930" w:rsidR="008D3067" w:rsidRDefault="008D3067" w:rsidP="00C637A8">
            <w:pPr>
              <w:pStyle w:val="SIBulletList1"/>
            </w:pPr>
            <w:r w:rsidRPr="005F14DF">
              <w:t>equipment</w:t>
            </w:r>
            <w:r w:rsidRPr="008D3067">
              <w:t xml:space="preserve"> and materials </w:t>
            </w:r>
            <w:r w:rsidR="00E57D30">
              <w:t xml:space="preserve">used for packaging, </w:t>
            </w:r>
            <w:proofErr w:type="gramStart"/>
            <w:r w:rsidR="00E57D30">
              <w:t>loading</w:t>
            </w:r>
            <w:proofErr w:type="gramEnd"/>
            <w:r w:rsidR="00E57D30">
              <w:t xml:space="preserve"> and dispatching </w:t>
            </w:r>
            <w:r w:rsidR="00FA4E72">
              <w:t>recovered</w:t>
            </w:r>
            <w:r w:rsidR="00E57D30">
              <w:t xml:space="preserve"> </w:t>
            </w:r>
            <w:r w:rsidR="00C637A8" w:rsidRPr="00C637A8">
              <w:t>fibre material</w:t>
            </w:r>
          </w:p>
          <w:p w14:paraId="0B99EFB4" w14:textId="05DADEE0" w:rsidR="00164CAF" w:rsidRPr="008D3067" w:rsidRDefault="00164CAF" w:rsidP="00C637A8">
            <w:pPr>
              <w:pStyle w:val="SIBulletList1"/>
            </w:pPr>
            <w:r w:rsidRPr="00E872D5">
              <w:t xml:space="preserve">electronic and other control systems, operation and application to make appropriate adjustments that control </w:t>
            </w:r>
            <w:r w:rsidR="00613267">
              <w:t xml:space="preserve">packing and dispatching </w:t>
            </w:r>
            <w:r w:rsidR="00FA4E72">
              <w:t>recovered</w:t>
            </w:r>
            <w:r w:rsidRPr="00E872D5">
              <w:t xml:space="preserve"> </w:t>
            </w:r>
            <w:r w:rsidR="00C637A8" w:rsidRPr="00C637A8">
              <w:t>fibre material</w:t>
            </w:r>
            <w:r w:rsidR="00C637A8">
              <w:t xml:space="preserve"> </w:t>
            </w:r>
            <w:r w:rsidR="00613267">
              <w:t>processes</w:t>
            </w:r>
          </w:p>
          <w:p w14:paraId="0697AF42" w14:textId="142D6010" w:rsidR="00C637A8" w:rsidRPr="00C637A8" w:rsidRDefault="005F14DF" w:rsidP="00C637A8">
            <w:pPr>
              <w:pStyle w:val="SIBulletList1"/>
            </w:pPr>
            <w:r w:rsidRPr="005F14DF">
              <w:t xml:space="preserve">freight carrying and load restraint requirements when loading </w:t>
            </w:r>
            <w:r w:rsidR="00FA4E72">
              <w:t>recovered</w:t>
            </w:r>
            <w:r w:rsidRPr="005F14DF">
              <w:t xml:space="preserve"> </w:t>
            </w:r>
            <w:r w:rsidR="00C637A8" w:rsidRPr="00C637A8">
              <w:t>fibre material</w:t>
            </w:r>
            <w:r w:rsidR="00C637A8">
              <w:t>.</w:t>
            </w:r>
          </w:p>
          <w:p w14:paraId="29A49140" w14:textId="206971C3" w:rsidR="004D7BE5" w:rsidRPr="005404CB" w:rsidRDefault="004D7BE5" w:rsidP="001538EE">
            <w:pPr>
              <w:pStyle w:val="SIText"/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6DD34ED9" w14:textId="77777777" w:rsidR="00E57D30" w:rsidRPr="00E57D30" w:rsidRDefault="00E57D30" w:rsidP="00E57D30">
            <w:r w:rsidRPr="00E60D14">
              <w:t xml:space="preserve">Assessment of skills </w:t>
            </w:r>
            <w:r w:rsidRPr="00E57D30">
              <w:t>in this unit of competency must take place under the following conditions:</w:t>
            </w:r>
          </w:p>
          <w:p w14:paraId="5E84DC88" w14:textId="77777777" w:rsidR="00E57D30" w:rsidRPr="00E57D30" w:rsidRDefault="00E57D30" w:rsidP="00E57D30">
            <w:pPr>
              <w:pStyle w:val="SIBulletList1"/>
            </w:pPr>
            <w:r w:rsidRPr="00E60D14">
              <w:t>physical conditions:</w:t>
            </w:r>
          </w:p>
          <w:p w14:paraId="2A0D376E" w14:textId="4AA6C010" w:rsidR="00E57D30" w:rsidRPr="00E57D30" w:rsidRDefault="00E57D30" w:rsidP="00E57D30">
            <w:pPr>
              <w:pStyle w:val="SIBulletList2"/>
            </w:pPr>
            <w:r>
              <w:t>skills must be demonstrate</w:t>
            </w:r>
            <w:r w:rsidRPr="00E57D30">
              <w:t>d in a pulp manufacturing facility or an environment that accurately reflects performance in a workplace</w:t>
            </w:r>
          </w:p>
          <w:p w14:paraId="5814519F" w14:textId="77777777" w:rsidR="00E57D30" w:rsidRPr="00E57D30" w:rsidRDefault="00E57D30" w:rsidP="00E57D30">
            <w:pPr>
              <w:pStyle w:val="SIBulletList1"/>
            </w:pPr>
            <w:r w:rsidRPr="00E60D14">
              <w:t>resources, equipment and materials:</w:t>
            </w:r>
          </w:p>
          <w:p w14:paraId="38A91057" w14:textId="71CA2695" w:rsidR="00685303" w:rsidRDefault="00FA4E72" w:rsidP="00E57D30">
            <w:pPr>
              <w:pStyle w:val="SIBulletList2"/>
            </w:pPr>
            <w:r>
              <w:t>recovered</w:t>
            </w:r>
            <w:r w:rsidR="00685303">
              <w:t xml:space="preserve"> </w:t>
            </w:r>
            <w:r w:rsidR="00C637A8">
              <w:t>fibre material</w:t>
            </w:r>
          </w:p>
          <w:p w14:paraId="2B262A44" w14:textId="77777777" w:rsidR="00C637A8" w:rsidRPr="00C637A8" w:rsidRDefault="00E57D30" w:rsidP="00C637A8">
            <w:pPr>
              <w:pStyle w:val="SIBulletList2"/>
            </w:pPr>
            <w:r w:rsidRPr="00E60D14">
              <w:t xml:space="preserve">equipment and </w:t>
            </w:r>
            <w:r w:rsidR="003309B1">
              <w:t>materials</w:t>
            </w:r>
            <w:r w:rsidR="00517305">
              <w:t xml:space="preserve"> for packaging and dispatching </w:t>
            </w:r>
            <w:r w:rsidR="00FA4E72">
              <w:t>recovered</w:t>
            </w:r>
            <w:r w:rsidR="00517305">
              <w:t xml:space="preserve"> </w:t>
            </w:r>
            <w:r w:rsidR="00C637A8" w:rsidRPr="00C637A8">
              <w:t>fibre material</w:t>
            </w:r>
          </w:p>
          <w:p w14:paraId="3676021F" w14:textId="7230402D" w:rsidR="00E57D30" w:rsidRPr="00E57D30" w:rsidRDefault="00E57D30" w:rsidP="00E57D30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="00517305">
              <w:t>ordering and dispatching</w:t>
            </w:r>
          </w:p>
          <w:p w14:paraId="683C2EC2" w14:textId="03B3CA3C" w:rsidR="00E57D30" w:rsidRPr="00E57D30" w:rsidRDefault="00E57D30" w:rsidP="00E57D30">
            <w:pPr>
              <w:pStyle w:val="SIBulletList2"/>
            </w:pPr>
            <w:r>
              <w:t>personal protective equipment</w:t>
            </w:r>
            <w:r w:rsidRPr="00E57D30">
              <w:t xml:space="preserve"> for </w:t>
            </w:r>
            <w:r w:rsidR="00517305">
              <w:t xml:space="preserve">packaging and </w:t>
            </w:r>
            <w:r w:rsidR="003309B1">
              <w:t>dispatching</w:t>
            </w:r>
            <w:r w:rsidRPr="00E57D30">
              <w:t xml:space="preserve"> </w:t>
            </w:r>
          </w:p>
          <w:p w14:paraId="67DABDF6" w14:textId="600B5DE9" w:rsidR="00E57D30" w:rsidRPr="00E57D30" w:rsidRDefault="00E7727D" w:rsidP="00E57D30">
            <w:pPr>
              <w:pStyle w:val="SIBulletList2"/>
            </w:pPr>
            <w:r>
              <w:t xml:space="preserve">records </w:t>
            </w:r>
            <w:r w:rsidR="00E57D30" w:rsidRPr="00E57D30">
              <w:t xml:space="preserve">system for </w:t>
            </w:r>
            <w:r w:rsidR="003309B1">
              <w:t xml:space="preserve">producing labels and </w:t>
            </w:r>
            <w:r w:rsidR="00E57D30" w:rsidRPr="00E57D30">
              <w:t xml:space="preserve">recording </w:t>
            </w:r>
            <w:r w:rsidR="003309B1">
              <w:t>dispatch details</w:t>
            </w:r>
          </w:p>
          <w:p w14:paraId="4DB67F60" w14:textId="77777777" w:rsidR="00E57D30" w:rsidRPr="00E57D30" w:rsidRDefault="00E57D30" w:rsidP="00E57D30">
            <w:pPr>
              <w:pStyle w:val="SIBulletList1"/>
            </w:pPr>
            <w:r w:rsidRPr="00E60D14">
              <w:t>specifications:</w:t>
            </w:r>
          </w:p>
          <w:p w14:paraId="474F80BB" w14:textId="24928352" w:rsidR="00C637A8" w:rsidRPr="00C637A8" w:rsidRDefault="00E57D30" w:rsidP="0029246A">
            <w:pPr>
              <w:pStyle w:val="SIBulletList2"/>
            </w:pPr>
            <w:r w:rsidRPr="00631C70">
              <w:t xml:space="preserve">workplace </w:t>
            </w:r>
            <w:r w:rsidRPr="00E57D30">
              <w:t xml:space="preserve">and standard operating procedures relating to </w:t>
            </w:r>
            <w:r w:rsidR="003309B1">
              <w:t xml:space="preserve">packaging and despatching </w:t>
            </w:r>
            <w:r w:rsidR="00FA4E72">
              <w:t>recovered</w:t>
            </w:r>
            <w:r w:rsidR="003309B1">
              <w:t xml:space="preserve"> </w:t>
            </w:r>
            <w:r w:rsidR="00C637A8" w:rsidRPr="00C637A8">
              <w:t>fibre material</w:t>
            </w:r>
            <w:r w:rsidR="0029246A">
              <w:t>,</w:t>
            </w:r>
            <w:r w:rsidR="0029246A" w:rsidRPr="00E57D30">
              <w:t xml:space="preserve"> </w:t>
            </w:r>
            <w:r w:rsidR="0029246A" w:rsidRPr="0029246A">
              <w:t>including health and safety, risks and hazards identification, quality, housekeeping and environmental requirement</w:t>
            </w:r>
          </w:p>
          <w:p w14:paraId="6F76CC3F" w14:textId="424B903D" w:rsidR="003309B1" w:rsidRDefault="003309B1" w:rsidP="003309B1">
            <w:pPr>
              <w:pStyle w:val="SIBulletList1"/>
            </w:pPr>
            <w:r>
              <w:t>relationships:</w:t>
            </w:r>
          </w:p>
          <w:p w14:paraId="67E93C17" w14:textId="4D416073" w:rsidR="003309B1" w:rsidRPr="00E57D30" w:rsidRDefault="003309B1" w:rsidP="003309B1">
            <w:pPr>
              <w:pStyle w:val="SIBulletList2"/>
            </w:pPr>
            <w:r w:rsidRPr="005F14DF">
              <w:t>relevant personnel for the purposes of communicating information</w:t>
            </w:r>
          </w:p>
          <w:p w14:paraId="2EB10B4A" w14:textId="77777777" w:rsidR="003309B1" w:rsidRDefault="003309B1" w:rsidP="00E57D30"/>
          <w:p w14:paraId="516F0658" w14:textId="678D3181" w:rsidR="00E57D30" w:rsidRPr="00E57D30" w:rsidRDefault="00E57D30" w:rsidP="00E57D30">
            <w:r w:rsidRPr="00E60D14">
              <w:t xml:space="preserve">Assessors of this unit must satisfy the requirements for assessors in applicable vocational education and training legislation, </w:t>
            </w:r>
            <w:r w:rsidRPr="00E57D30">
              <w:t>frameworks and/or standards.</w:t>
            </w:r>
          </w:p>
          <w:p w14:paraId="38D891CA" w14:textId="755A7AEE" w:rsidR="004D7BE5" w:rsidRPr="005404CB" w:rsidRDefault="004D7BE5" w:rsidP="001538EE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82FF9" w14:textId="77777777" w:rsidR="005544B1" w:rsidRDefault="005544B1" w:rsidP="00BF3F0A">
      <w:r>
        <w:separator/>
      </w:r>
    </w:p>
    <w:p w14:paraId="4665223F" w14:textId="77777777" w:rsidR="005544B1" w:rsidRDefault="005544B1"/>
  </w:endnote>
  <w:endnote w:type="continuationSeparator" w:id="0">
    <w:p w14:paraId="0FFB7705" w14:textId="77777777" w:rsidR="005544B1" w:rsidRDefault="005544B1" w:rsidP="00BF3F0A">
      <w:r>
        <w:continuationSeparator/>
      </w:r>
    </w:p>
    <w:p w14:paraId="3D11B4E3" w14:textId="77777777" w:rsidR="005544B1" w:rsidRDefault="00554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8360B" w14:textId="77777777" w:rsidR="001538EE" w:rsidRDefault="001538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1CF96" w14:textId="77777777" w:rsidR="001538EE" w:rsidRDefault="001538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38EAF" w14:textId="77777777" w:rsidR="005544B1" w:rsidRDefault="005544B1" w:rsidP="00BF3F0A">
      <w:r>
        <w:separator/>
      </w:r>
    </w:p>
    <w:p w14:paraId="3795897F" w14:textId="77777777" w:rsidR="005544B1" w:rsidRDefault="005544B1"/>
  </w:footnote>
  <w:footnote w:type="continuationSeparator" w:id="0">
    <w:p w14:paraId="6F53B4AE" w14:textId="77777777" w:rsidR="005544B1" w:rsidRDefault="005544B1" w:rsidP="00BF3F0A">
      <w:r>
        <w:continuationSeparator/>
      </w:r>
    </w:p>
    <w:p w14:paraId="79475CBC" w14:textId="77777777" w:rsidR="005544B1" w:rsidRDefault="00554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30EB1" w14:textId="77777777" w:rsidR="001538EE" w:rsidRDefault="001538E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163B11F1" w:rsidR="009C2650" w:rsidRPr="005F14DF" w:rsidRDefault="001538EE" w:rsidP="005F14DF">
    <w:sdt>
      <w:sdtPr>
        <w:rPr>
          <w:lang w:eastAsia="en-US"/>
        </w:rPr>
        <w:id w:val="-430443701"/>
        <w:docPartObj>
          <w:docPartGallery w:val="Watermarks"/>
          <w:docPartUnique/>
        </w:docPartObj>
      </w:sdtPr>
      <w:sdtContent>
        <w:r w:rsidRPr="001538EE">
          <w:rPr>
            <w:lang w:eastAsia="en-US"/>
          </w:rPr>
          <w:pict w14:anchorId="4485792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127D" w:rsidRPr="005F14DF">
      <w:rPr>
        <w:lang w:eastAsia="en-US"/>
      </w:rPr>
      <w:t>PPM</w:t>
    </w:r>
    <w:r w:rsidR="00FA4E72">
      <w:rPr>
        <w:lang w:eastAsia="en-US"/>
      </w:rPr>
      <w:t>HR</w:t>
    </w:r>
    <w:r w:rsidR="00F441FF">
      <w:t>F</w:t>
    </w:r>
    <w:r w:rsidR="0014127D" w:rsidRPr="005F14DF">
      <w:rPr>
        <w:lang w:eastAsia="en-US"/>
      </w:rPr>
      <w:t>2</w:t>
    </w:r>
    <w:r w:rsidR="0014127D">
      <w:t>XX</w:t>
    </w:r>
    <w:r w:rsidR="0014127D" w:rsidRPr="005F14DF">
      <w:rPr>
        <w:lang w:eastAsia="en-US"/>
      </w:rPr>
      <w:t xml:space="preserve"> </w:t>
    </w:r>
    <w:r w:rsidR="007F3AEF">
      <w:t>Pack</w:t>
    </w:r>
    <w:r w:rsidR="007F3AEF" w:rsidRPr="005F14DF">
      <w:rPr>
        <w:lang w:eastAsia="en-US"/>
      </w:rPr>
      <w:t xml:space="preserve"> </w:t>
    </w:r>
    <w:r w:rsidR="005F14DF" w:rsidRPr="005F14DF">
      <w:rPr>
        <w:lang w:eastAsia="en-US"/>
      </w:rPr>
      <w:t xml:space="preserve">and dispatch </w:t>
    </w:r>
    <w:r w:rsidR="00FA4E72">
      <w:rPr>
        <w:lang w:eastAsia="en-US"/>
      </w:rPr>
      <w:t>recovered</w:t>
    </w:r>
    <w:r w:rsidR="005F14DF" w:rsidRPr="005F14DF">
      <w:rPr>
        <w:lang w:eastAsia="en-US"/>
      </w:rPr>
      <w:t xml:space="preserve"> </w:t>
    </w:r>
    <w:r w:rsidR="00D042ED">
      <w:t>fibre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3A473" w14:textId="77777777" w:rsidR="001538EE" w:rsidRDefault="001538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B0827"/>
    <w:multiLevelType w:val="multilevel"/>
    <w:tmpl w:val="D7E614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82314"/>
    <w:multiLevelType w:val="multilevel"/>
    <w:tmpl w:val="F65CF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60043"/>
    <w:multiLevelType w:val="multilevel"/>
    <w:tmpl w:val="69A0B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815D3B"/>
    <w:multiLevelType w:val="multilevel"/>
    <w:tmpl w:val="CAF6C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BD3822"/>
    <w:multiLevelType w:val="multilevel"/>
    <w:tmpl w:val="5EDA28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B44CC"/>
    <w:multiLevelType w:val="multilevel"/>
    <w:tmpl w:val="36C0F6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E153A1"/>
    <w:multiLevelType w:val="multilevel"/>
    <w:tmpl w:val="21C01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A1961F1"/>
    <w:multiLevelType w:val="multilevel"/>
    <w:tmpl w:val="65784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1517C2"/>
    <w:multiLevelType w:val="multilevel"/>
    <w:tmpl w:val="5308A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671F81"/>
    <w:multiLevelType w:val="multilevel"/>
    <w:tmpl w:val="AB22B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CA26B1"/>
    <w:multiLevelType w:val="multilevel"/>
    <w:tmpl w:val="00202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AA06ED"/>
    <w:multiLevelType w:val="multilevel"/>
    <w:tmpl w:val="A246F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7F170F"/>
    <w:multiLevelType w:val="multilevel"/>
    <w:tmpl w:val="957C1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6B0AAF"/>
    <w:multiLevelType w:val="multilevel"/>
    <w:tmpl w:val="02C0E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7E49D9"/>
    <w:multiLevelType w:val="multilevel"/>
    <w:tmpl w:val="9F2E4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0C5CD7"/>
    <w:multiLevelType w:val="multilevel"/>
    <w:tmpl w:val="F31E4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0B343C"/>
    <w:multiLevelType w:val="multilevel"/>
    <w:tmpl w:val="30F44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D143D3"/>
    <w:multiLevelType w:val="multilevel"/>
    <w:tmpl w:val="8CBEF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3775F5"/>
    <w:multiLevelType w:val="multilevel"/>
    <w:tmpl w:val="1C8A5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D35666"/>
    <w:multiLevelType w:val="multilevel"/>
    <w:tmpl w:val="9A0A12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E518E0"/>
    <w:multiLevelType w:val="multilevel"/>
    <w:tmpl w:val="186AE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FF6D55"/>
    <w:multiLevelType w:val="multilevel"/>
    <w:tmpl w:val="58DEA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4504E2"/>
    <w:multiLevelType w:val="multilevel"/>
    <w:tmpl w:val="0CFC5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ED7EC2"/>
    <w:multiLevelType w:val="multilevel"/>
    <w:tmpl w:val="6C1E5A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C718F5"/>
    <w:multiLevelType w:val="multilevel"/>
    <w:tmpl w:val="260ADB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ED5D22"/>
    <w:multiLevelType w:val="multilevel"/>
    <w:tmpl w:val="4682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827F91"/>
    <w:multiLevelType w:val="multilevel"/>
    <w:tmpl w:val="6DC46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D7780B"/>
    <w:multiLevelType w:val="multilevel"/>
    <w:tmpl w:val="45647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CB72F5"/>
    <w:multiLevelType w:val="multilevel"/>
    <w:tmpl w:val="BFACC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1876FE"/>
    <w:multiLevelType w:val="multilevel"/>
    <w:tmpl w:val="6854B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3C7C9F"/>
    <w:multiLevelType w:val="multilevel"/>
    <w:tmpl w:val="7BA29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E7214F0"/>
    <w:multiLevelType w:val="multilevel"/>
    <w:tmpl w:val="CF600D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DA0C4E"/>
    <w:multiLevelType w:val="multilevel"/>
    <w:tmpl w:val="5B72A4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C4375F"/>
    <w:multiLevelType w:val="multilevel"/>
    <w:tmpl w:val="D302A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3974CF"/>
    <w:multiLevelType w:val="multilevel"/>
    <w:tmpl w:val="02B06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D67DF4"/>
    <w:multiLevelType w:val="multilevel"/>
    <w:tmpl w:val="AEFEC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D963F4"/>
    <w:multiLevelType w:val="multilevel"/>
    <w:tmpl w:val="AA32E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8072C2"/>
    <w:multiLevelType w:val="multilevel"/>
    <w:tmpl w:val="82186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FD0715"/>
    <w:multiLevelType w:val="multilevel"/>
    <w:tmpl w:val="B92C4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FB157C"/>
    <w:multiLevelType w:val="multilevel"/>
    <w:tmpl w:val="D640F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2C6C13"/>
    <w:multiLevelType w:val="multilevel"/>
    <w:tmpl w:val="C7A24E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E2E2499"/>
    <w:multiLevelType w:val="multilevel"/>
    <w:tmpl w:val="8A6E1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D90787"/>
    <w:multiLevelType w:val="multilevel"/>
    <w:tmpl w:val="FBF21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3F4514"/>
    <w:multiLevelType w:val="multilevel"/>
    <w:tmpl w:val="BE566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5D7DCA"/>
    <w:multiLevelType w:val="multilevel"/>
    <w:tmpl w:val="E7682D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D259CF"/>
    <w:multiLevelType w:val="multilevel"/>
    <w:tmpl w:val="3E86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BD6CB7"/>
    <w:multiLevelType w:val="multilevel"/>
    <w:tmpl w:val="CBAE4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6"/>
  </w:num>
  <w:num w:numId="3">
    <w:abstractNumId w:val="51"/>
  </w:num>
  <w:num w:numId="4">
    <w:abstractNumId w:val="39"/>
  </w:num>
  <w:num w:numId="5">
    <w:abstractNumId w:val="43"/>
  </w:num>
  <w:num w:numId="6">
    <w:abstractNumId w:val="20"/>
  </w:num>
  <w:num w:numId="7">
    <w:abstractNumId w:val="41"/>
  </w:num>
  <w:num w:numId="8">
    <w:abstractNumId w:val="30"/>
  </w:num>
  <w:num w:numId="9">
    <w:abstractNumId w:val="13"/>
  </w:num>
  <w:num w:numId="10">
    <w:abstractNumId w:val="49"/>
  </w:num>
  <w:num w:numId="11">
    <w:abstractNumId w:val="37"/>
  </w:num>
  <w:num w:numId="12">
    <w:abstractNumId w:val="1"/>
  </w:num>
  <w:num w:numId="13">
    <w:abstractNumId w:val="24"/>
  </w:num>
  <w:num w:numId="14">
    <w:abstractNumId w:val="3"/>
  </w:num>
  <w:num w:numId="15">
    <w:abstractNumId w:val="18"/>
  </w:num>
  <w:num w:numId="16">
    <w:abstractNumId w:val="27"/>
  </w:num>
  <w:num w:numId="17">
    <w:abstractNumId w:val="19"/>
  </w:num>
  <w:num w:numId="18">
    <w:abstractNumId w:val="35"/>
  </w:num>
  <w:num w:numId="19">
    <w:abstractNumId w:val="29"/>
  </w:num>
  <w:num w:numId="20">
    <w:abstractNumId w:val="12"/>
  </w:num>
  <w:num w:numId="21">
    <w:abstractNumId w:val="25"/>
  </w:num>
  <w:num w:numId="22">
    <w:abstractNumId w:val="46"/>
  </w:num>
  <w:num w:numId="23">
    <w:abstractNumId w:val="4"/>
  </w:num>
  <w:num w:numId="24">
    <w:abstractNumId w:val="11"/>
  </w:num>
  <w:num w:numId="25">
    <w:abstractNumId w:val="34"/>
  </w:num>
  <w:num w:numId="26">
    <w:abstractNumId w:val="50"/>
  </w:num>
  <w:num w:numId="27">
    <w:abstractNumId w:val="6"/>
  </w:num>
  <w:num w:numId="28">
    <w:abstractNumId w:val="14"/>
  </w:num>
  <w:num w:numId="29">
    <w:abstractNumId w:val="2"/>
  </w:num>
  <w:num w:numId="30">
    <w:abstractNumId w:val="33"/>
  </w:num>
  <w:num w:numId="31">
    <w:abstractNumId w:val="47"/>
  </w:num>
  <w:num w:numId="32">
    <w:abstractNumId w:val="21"/>
  </w:num>
  <w:num w:numId="33">
    <w:abstractNumId w:val="38"/>
  </w:num>
  <w:num w:numId="34">
    <w:abstractNumId w:val="32"/>
  </w:num>
  <w:num w:numId="35">
    <w:abstractNumId w:val="17"/>
  </w:num>
  <w:num w:numId="36">
    <w:abstractNumId w:val="9"/>
  </w:num>
  <w:num w:numId="37">
    <w:abstractNumId w:val="45"/>
  </w:num>
  <w:num w:numId="38">
    <w:abstractNumId w:val="10"/>
  </w:num>
  <w:num w:numId="39">
    <w:abstractNumId w:val="23"/>
  </w:num>
  <w:num w:numId="40">
    <w:abstractNumId w:val="48"/>
  </w:num>
  <w:num w:numId="41">
    <w:abstractNumId w:val="36"/>
  </w:num>
  <w:num w:numId="42">
    <w:abstractNumId w:val="40"/>
  </w:num>
  <w:num w:numId="43">
    <w:abstractNumId w:val="44"/>
  </w:num>
  <w:num w:numId="44">
    <w:abstractNumId w:val="8"/>
  </w:num>
  <w:num w:numId="45">
    <w:abstractNumId w:val="22"/>
  </w:num>
  <w:num w:numId="46">
    <w:abstractNumId w:val="28"/>
  </w:num>
  <w:num w:numId="47">
    <w:abstractNumId w:val="5"/>
  </w:num>
  <w:num w:numId="48">
    <w:abstractNumId w:val="0"/>
  </w:num>
  <w:num w:numId="49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B71"/>
    <w:rsid w:val="00041E59"/>
    <w:rsid w:val="0004265B"/>
    <w:rsid w:val="00053EE0"/>
    <w:rsid w:val="0006206F"/>
    <w:rsid w:val="00064BFE"/>
    <w:rsid w:val="00070B3E"/>
    <w:rsid w:val="00071F95"/>
    <w:rsid w:val="000737BB"/>
    <w:rsid w:val="00074E47"/>
    <w:rsid w:val="000754EC"/>
    <w:rsid w:val="00085EAF"/>
    <w:rsid w:val="0009093B"/>
    <w:rsid w:val="000A5441"/>
    <w:rsid w:val="000B0222"/>
    <w:rsid w:val="000B2022"/>
    <w:rsid w:val="000B58C3"/>
    <w:rsid w:val="000C149A"/>
    <w:rsid w:val="000C224E"/>
    <w:rsid w:val="000E25E6"/>
    <w:rsid w:val="000E2C86"/>
    <w:rsid w:val="000F29F2"/>
    <w:rsid w:val="000F3835"/>
    <w:rsid w:val="00101659"/>
    <w:rsid w:val="00105AEA"/>
    <w:rsid w:val="001078BF"/>
    <w:rsid w:val="00111107"/>
    <w:rsid w:val="00133957"/>
    <w:rsid w:val="001372F6"/>
    <w:rsid w:val="0014127D"/>
    <w:rsid w:val="00142FF5"/>
    <w:rsid w:val="00144385"/>
    <w:rsid w:val="00146EEC"/>
    <w:rsid w:val="00151D55"/>
    <w:rsid w:val="00151D93"/>
    <w:rsid w:val="001538EE"/>
    <w:rsid w:val="00156EF3"/>
    <w:rsid w:val="00164CAF"/>
    <w:rsid w:val="00171DBB"/>
    <w:rsid w:val="00176E4F"/>
    <w:rsid w:val="0018546B"/>
    <w:rsid w:val="0018688F"/>
    <w:rsid w:val="00186989"/>
    <w:rsid w:val="001A6A3E"/>
    <w:rsid w:val="001A7B6D"/>
    <w:rsid w:val="001B2D62"/>
    <w:rsid w:val="001B34D5"/>
    <w:rsid w:val="001B513A"/>
    <w:rsid w:val="001B617B"/>
    <w:rsid w:val="001B6D82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3FBA"/>
    <w:rsid w:val="00285FB8"/>
    <w:rsid w:val="0029246A"/>
    <w:rsid w:val="00296AB3"/>
    <w:rsid w:val="002970C3"/>
    <w:rsid w:val="002A4CD3"/>
    <w:rsid w:val="002A6989"/>
    <w:rsid w:val="002A6CC4"/>
    <w:rsid w:val="002B49F7"/>
    <w:rsid w:val="002B649C"/>
    <w:rsid w:val="002C55E9"/>
    <w:rsid w:val="002D0C8B"/>
    <w:rsid w:val="002D330A"/>
    <w:rsid w:val="002D3F04"/>
    <w:rsid w:val="002E170C"/>
    <w:rsid w:val="002E193E"/>
    <w:rsid w:val="002F0C5D"/>
    <w:rsid w:val="00305EFF"/>
    <w:rsid w:val="00310A6A"/>
    <w:rsid w:val="003144E6"/>
    <w:rsid w:val="00314EFE"/>
    <w:rsid w:val="003309B1"/>
    <w:rsid w:val="00337E82"/>
    <w:rsid w:val="00342927"/>
    <w:rsid w:val="00346FDC"/>
    <w:rsid w:val="00350BB1"/>
    <w:rsid w:val="0035236A"/>
    <w:rsid w:val="00352C83"/>
    <w:rsid w:val="00366805"/>
    <w:rsid w:val="0037067D"/>
    <w:rsid w:val="00373436"/>
    <w:rsid w:val="00375613"/>
    <w:rsid w:val="0038735B"/>
    <w:rsid w:val="003916D1"/>
    <w:rsid w:val="00394235"/>
    <w:rsid w:val="00394C90"/>
    <w:rsid w:val="003A21F0"/>
    <w:rsid w:val="003A277F"/>
    <w:rsid w:val="003A58BA"/>
    <w:rsid w:val="003A5AE7"/>
    <w:rsid w:val="003A7221"/>
    <w:rsid w:val="003B3493"/>
    <w:rsid w:val="003C13AE"/>
    <w:rsid w:val="003C1E71"/>
    <w:rsid w:val="003C7152"/>
    <w:rsid w:val="003D2E73"/>
    <w:rsid w:val="003E72B6"/>
    <w:rsid w:val="003E7BBE"/>
    <w:rsid w:val="003F7115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3DD0"/>
    <w:rsid w:val="004A44E8"/>
    <w:rsid w:val="004A581D"/>
    <w:rsid w:val="004A7706"/>
    <w:rsid w:val="004A77E3"/>
    <w:rsid w:val="004B29B7"/>
    <w:rsid w:val="004B7A28"/>
    <w:rsid w:val="004C2244"/>
    <w:rsid w:val="004C26AC"/>
    <w:rsid w:val="004C70FD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6A82"/>
    <w:rsid w:val="004E7094"/>
    <w:rsid w:val="004F36C0"/>
    <w:rsid w:val="004F5DC7"/>
    <w:rsid w:val="004F78DA"/>
    <w:rsid w:val="005145AB"/>
    <w:rsid w:val="00517305"/>
    <w:rsid w:val="00520E9A"/>
    <w:rsid w:val="005248C1"/>
    <w:rsid w:val="00526134"/>
    <w:rsid w:val="005404CB"/>
    <w:rsid w:val="005405B2"/>
    <w:rsid w:val="005427C8"/>
    <w:rsid w:val="005446D1"/>
    <w:rsid w:val="005544B1"/>
    <w:rsid w:val="00556C4C"/>
    <w:rsid w:val="00557369"/>
    <w:rsid w:val="00557D22"/>
    <w:rsid w:val="00564ADD"/>
    <w:rsid w:val="005708EB"/>
    <w:rsid w:val="00575BC6"/>
    <w:rsid w:val="00583902"/>
    <w:rsid w:val="0059651C"/>
    <w:rsid w:val="005A1D70"/>
    <w:rsid w:val="005A3AA5"/>
    <w:rsid w:val="005A6C9C"/>
    <w:rsid w:val="005A74DC"/>
    <w:rsid w:val="005B3A7C"/>
    <w:rsid w:val="005B5146"/>
    <w:rsid w:val="005D1AFD"/>
    <w:rsid w:val="005E51E6"/>
    <w:rsid w:val="005E735A"/>
    <w:rsid w:val="005F027A"/>
    <w:rsid w:val="005F14DF"/>
    <w:rsid w:val="005F33CC"/>
    <w:rsid w:val="005F771F"/>
    <w:rsid w:val="006121D4"/>
    <w:rsid w:val="00613267"/>
    <w:rsid w:val="00613B49"/>
    <w:rsid w:val="00616845"/>
    <w:rsid w:val="00620E8E"/>
    <w:rsid w:val="00631C70"/>
    <w:rsid w:val="00633CFE"/>
    <w:rsid w:val="00634FCA"/>
    <w:rsid w:val="006370A7"/>
    <w:rsid w:val="00640732"/>
    <w:rsid w:val="00643D1B"/>
    <w:rsid w:val="006452B8"/>
    <w:rsid w:val="00652E62"/>
    <w:rsid w:val="00685303"/>
    <w:rsid w:val="00686A49"/>
    <w:rsid w:val="00687B62"/>
    <w:rsid w:val="00690C44"/>
    <w:rsid w:val="00695C89"/>
    <w:rsid w:val="006969D9"/>
    <w:rsid w:val="006A1EC1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9D0"/>
    <w:rsid w:val="006F620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8DB"/>
    <w:rsid w:val="00781D77"/>
    <w:rsid w:val="00783549"/>
    <w:rsid w:val="007860B7"/>
    <w:rsid w:val="00786DC8"/>
    <w:rsid w:val="007A300D"/>
    <w:rsid w:val="007A6E67"/>
    <w:rsid w:val="007A7DD7"/>
    <w:rsid w:val="007D20D0"/>
    <w:rsid w:val="007D4DB0"/>
    <w:rsid w:val="007D5A78"/>
    <w:rsid w:val="007E2117"/>
    <w:rsid w:val="007E3BD1"/>
    <w:rsid w:val="007F1563"/>
    <w:rsid w:val="007F1EB2"/>
    <w:rsid w:val="007F2854"/>
    <w:rsid w:val="007F3AEF"/>
    <w:rsid w:val="007F44DB"/>
    <w:rsid w:val="007F5A8B"/>
    <w:rsid w:val="00805CAE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C65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06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BC8"/>
    <w:rsid w:val="00932CD7"/>
    <w:rsid w:val="00944C09"/>
    <w:rsid w:val="009527CB"/>
    <w:rsid w:val="00953835"/>
    <w:rsid w:val="00960F6C"/>
    <w:rsid w:val="00966C1B"/>
    <w:rsid w:val="00970747"/>
    <w:rsid w:val="00997BFC"/>
    <w:rsid w:val="009A5900"/>
    <w:rsid w:val="009A6E6C"/>
    <w:rsid w:val="009A6F3F"/>
    <w:rsid w:val="009B331A"/>
    <w:rsid w:val="009C0B5D"/>
    <w:rsid w:val="009C2650"/>
    <w:rsid w:val="009D0B6F"/>
    <w:rsid w:val="009D15E2"/>
    <w:rsid w:val="009D15FE"/>
    <w:rsid w:val="009D5D2C"/>
    <w:rsid w:val="009D71FC"/>
    <w:rsid w:val="009F0DCC"/>
    <w:rsid w:val="009F11CA"/>
    <w:rsid w:val="00A0695B"/>
    <w:rsid w:val="00A128A5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37B3"/>
    <w:rsid w:val="00A76C6C"/>
    <w:rsid w:val="00A87356"/>
    <w:rsid w:val="00A92DD1"/>
    <w:rsid w:val="00A94690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1765"/>
    <w:rsid w:val="00B0576A"/>
    <w:rsid w:val="00B0712C"/>
    <w:rsid w:val="00B12013"/>
    <w:rsid w:val="00B22C67"/>
    <w:rsid w:val="00B27DD3"/>
    <w:rsid w:val="00B333DE"/>
    <w:rsid w:val="00B3508F"/>
    <w:rsid w:val="00B443EE"/>
    <w:rsid w:val="00B51D90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B5CD5"/>
    <w:rsid w:val="00BC5075"/>
    <w:rsid w:val="00BC5419"/>
    <w:rsid w:val="00BD3B0F"/>
    <w:rsid w:val="00BE5889"/>
    <w:rsid w:val="00BF1D4C"/>
    <w:rsid w:val="00BF3F0A"/>
    <w:rsid w:val="00C04238"/>
    <w:rsid w:val="00C064C6"/>
    <w:rsid w:val="00C143C3"/>
    <w:rsid w:val="00C1739B"/>
    <w:rsid w:val="00C21ADE"/>
    <w:rsid w:val="00C26067"/>
    <w:rsid w:val="00C30A29"/>
    <w:rsid w:val="00C317DC"/>
    <w:rsid w:val="00C47503"/>
    <w:rsid w:val="00C510A6"/>
    <w:rsid w:val="00C578E9"/>
    <w:rsid w:val="00C637A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50AD"/>
    <w:rsid w:val="00CE7D19"/>
    <w:rsid w:val="00CF0CF5"/>
    <w:rsid w:val="00CF2B3E"/>
    <w:rsid w:val="00D0201F"/>
    <w:rsid w:val="00D03685"/>
    <w:rsid w:val="00D042ED"/>
    <w:rsid w:val="00D07D4E"/>
    <w:rsid w:val="00D115AA"/>
    <w:rsid w:val="00D123B6"/>
    <w:rsid w:val="00D145BE"/>
    <w:rsid w:val="00D15268"/>
    <w:rsid w:val="00D2035A"/>
    <w:rsid w:val="00D20C57"/>
    <w:rsid w:val="00D21E2B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93248"/>
    <w:rsid w:val="00DA0A81"/>
    <w:rsid w:val="00DA32D9"/>
    <w:rsid w:val="00DA3C10"/>
    <w:rsid w:val="00DA53B5"/>
    <w:rsid w:val="00DB6BE9"/>
    <w:rsid w:val="00DC1D69"/>
    <w:rsid w:val="00DC5A3A"/>
    <w:rsid w:val="00DD0726"/>
    <w:rsid w:val="00DF7D9F"/>
    <w:rsid w:val="00E04D97"/>
    <w:rsid w:val="00E238E6"/>
    <w:rsid w:val="00E34CD8"/>
    <w:rsid w:val="00E35064"/>
    <w:rsid w:val="00E3681D"/>
    <w:rsid w:val="00E40225"/>
    <w:rsid w:val="00E501F0"/>
    <w:rsid w:val="00E5342A"/>
    <w:rsid w:val="00E57D30"/>
    <w:rsid w:val="00E60D14"/>
    <w:rsid w:val="00E6166D"/>
    <w:rsid w:val="00E7727D"/>
    <w:rsid w:val="00E91BFF"/>
    <w:rsid w:val="00E92933"/>
    <w:rsid w:val="00E94FAD"/>
    <w:rsid w:val="00EA5DA2"/>
    <w:rsid w:val="00EB0AA4"/>
    <w:rsid w:val="00EB5C88"/>
    <w:rsid w:val="00EB7A8A"/>
    <w:rsid w:val="00EC0469"/>
    <w:rsid w:val="00EC0C3E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0944"/>
    <w:rsid w:val="00F30C7D"/>
    <w:rsid w:val="00F33FF2"/>
    <w:rsid w:val="00F438FC"/>
    <w:rsid w:val="00F441FF"/>
    <w:rsid w:val="00F5008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E72"/>
    <w:rsid w:val="00FB232E"/>
    <w:rsid w:val="00FD557D"/>
    <w:rsid w:val="00FD68F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1B6D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A2C3597ABF9E4190C15D0D937CA9A3" ma:contentTypeVersion="4" ma:contentTypeDescription="Create a new document." ma:contentTypeScope="" ma:versionID="f47b13fe352e740b8b4562d381e08a0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086ccd91-b732-4760-ae76-45b89e745f02" targetNamespace="http://schemas.microsoft.com/office/2006/metadata/properties" ma:root="true" ma:fieldsID="d38cc06df825345360dabd3208702e48" ns1:_="" ns2:_="" ns3:_="">
    <xsd:import namespace="http://schemas.microsoft.com/sharepoint/v3"/>
    <xsd:import namespace="d50bbff7-d6dd-47d2-864a-cfdc2c3db0f4"/>
    <xsd:import namespace="086ccd91-b732-4760-ae76-45b89e745f02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ccd91-b732-4760-ae76-45b89e745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9DB69-20C6-4143-AD5E-491EA1512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086ccd91-b732-4760-ae76-45b89e745f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3EE0920-CE3D-4526-B071-C033A9E56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2021-03-16T10:07:00Z</dcterms:created>
  <dcterms:modified xsi:type="dcterms:W3CDTF">2021-03-16T10:07:00Z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0x01010087A2C3597ABF9E4190C15D0D937CA9A3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