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6D636F" w14:textId="364D8D40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CAF9893" w14:textId="77777777" w:rsidTr="00CA2922">
        <w:trPr>
          <w:tblHeader/>
        </w:trPr>
        <w:tc>
          <w:tcPr>
            <w:tcW w:w="2689" w:type="dxa"/>
          </w:tcPr>
          <w:p w14:paraId="778C77A8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2D767A2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175CA5" w14:paraId="3D537465" w14:textId="77777777" w:rsidTr="00CA2922">
        <w:tc>
          <w:tcPr>
            <w:tcW w:w="2689" w:type="dxa"/>
          </w:tcPr>
          <w:p w14:paraId="572421A4" w14:textId="1E693588" w:rsidR="00175CA5" w:rsidRPr="00175CA5" w:rsidRDefault="00175CA5" w:rsidP="00175CA5">
            <w:pPr>
              <w:pStyle w:val="SIText"/>
            </w:pPr>
            <w:r w:rsidRPr="00175CA5">
              <w:t>Release 1</w:t>
            </w:r>
          </w:p>
        </w:tc>
        <w:tc>
          <w:tcPr>
            <w:tcW w:w="6939" w:type="dxa"/>
          </w:tcPr>
          <w:p w14:paraId="202B6F24" w14:textId="0A57D10B" w:rsidR="00175CA5" w:rsidRPr="00175CA5" w:rsidRDefault="00F16D6D" w:rsidP="00175CA5">
            <w:pPr>
              <w:pStyle w:val="SIText"/>
            </w:pPr>
            <w:r w:rsidRPr="00F16D6D">
              <w:t xml:space="preserve">This version released with ACM Animal Care and Management Training Package Version </w:t>
            </w:r>
            <w:r w:rsidR="003D1913">
              <w:t>5</w:t>
            </w:r>
            <w:r w:rsidRPr="00F16D6D">
              <w:t>.0.</w:t>
            </w:r>
          </w:p>
        </w:tc>
      </w:tr>
    </w:tbl>
    <w:p w14:paraId="4419F852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7E7CDE1" w14:textId="77777777" w:rsidTr="000D7BE6">
        <w:tc>
          <w:tcPr>
            <w:tcW w:w="1396" w:type="pct"/>
            <w:shd w:val="clear" w:color="auto" w:fill="auto"/>
          </w:tcPr>
          <w:p w14:paraId="33584213" w14:textId="74D3D5BA" w:rsidR="00F1480E" w:rsidRPr="00923720" w:rsidRDefault="00677F6D" w:rsidP="00923720">
            <w:pPr>
              <w:pStyle w:val="SIQUALCODE"/>
            </w:pPr>
            <w:r w:rsidRPr="00677F6D">
              <w:t>ACM50</w:t>
            </w:r>
            <w:r w:rsidR="00BD3BB6">
              <w:t>X21</w:t>
            </w:r>
          </w:p>
        </w:tc>
        <w:tc>
          <w:tcPr>
            <w:tcW w:w="3604" w:type="pct"/>
            <w:shd w:val="clear" w:color="auto" w:fill="auto"/>
          </w:tcPr>
          <w:p w14:paraId="5BEB9609" w14:textId="39D6C241" w:rsidR="00F1480E" w:rsidRPr="00923720" w:rsidRDefault="00677F6D" w:rsidP="00A772D9">
            <w:pPr>
              <w:pStyle w:val="SIQUALtitle"/>
            </w:pPr>
            <w:r w:rsidRPr="00677F6D">
              <w:t xml:space="preserve">Diploma of </w:t>
            </w:r>
            <w:commentRangeStart w:id="0"/>
            <w:r w:rsidR="00330A41">
              <w:t>Equine</w:t>
            </w:r>
            <w:r w:rsidRPr="00677F6D">
              <w:t xml:space="preserve"> </w:t>
            </w:r>
            <w:commentRangeEnd w:id="0"/>
            <w:r w:rsidR="00CC5104">
              <w:rPr>
                <w:rStyle w:val="CommentReference"/>
                <w:b w:val="0"/>
              </w:rPr>
              <w:commentReference w:id="0"/>
            </w:r>
            <w:r w:rsidRPr="00677F6D">
              <w:t>Management</w:t>
            </w:r>
          </w:p>
        </w:tc>
      </w:tr>
      <w:tr w:rsidR="00700632" w:rsidRPr="00963A46" w14:paraId="214ADDE7" w14:textId="77777777" w:rsidTr="000D7BE6">
        <w:tc>
          <w:tcPr>
            <w:tcW w:w="5000" w:type="pct"/>
            <w:gridSpan w:val="2"/>
            <w:shd w:val="clear" w:color="auto" w:fill="auto"/>
          </w:tcPr>
          <w:p w14:paraId="7CBC3614" w14:textId="77777777" w:rsidR="00700632" w:rsidRPr="00700632" w:rsidRDefault="00700632" w:rsidP="00700632">
            <w:pPr>
              <w:pStyle w:val="SITextHeading2"/>
            </w:pPr>
            <w:r w:rsidRPr="00700632">
              <w:t>Qualification Description</w:t>
            </w:r>
          </w:p>
          <w:p w14:paraId="5B73A795" w14:textId="4176EC22" w:rsidR="00700632" w:rsidRPr="00700632" w:rsidRDefault="005B2342" w:rsidP="00700632">
            <w:pPr>
              <w:pStyle w:val="SIText"/>
            </w:pPr>
            <w:r w:rsidRPr="005B2342">
              <w:t>This qualification reflects the role of individuals who work in a management capacity</w:t>
            </w:r>
            <w:r w:rsidRPr="00700632">
              <w:t xml:space="preserve"> </w:t>
            </w:r>
            <w:r>
              <w:t>in a</w:t>
            </w:r>
            <w:r w:rsidRPr="005B2342">
              <w:t xml:space="preserve"> small to medium sized equine establishment or </w:t>
            </w:r>
            <w:r>
              <w:t>who</w:t>
            </w:r>
            <w:r w:rsidRPr="005B2342">
              <w:t xml:space="preserve"> function as part of a management team in a larger equine establishment</w:t>
            </w:r>
            <w:r>
              <w:t>. In</w:t>
            </w:r>
            <w:r w:rsidRPr="005B2342">
              <w:t xml:space="preserve">dividuals </w:t>
            </w:r>
            <w:r>
              <w:t xml:space="preserve">in these roles </w:t>
            </w:r>
            <w:r w:rsidRPr="005B2342">
              <w:t xml:space="preserve">have a high degree of autonomy and manage </w:t>
            </w:r>
            <w:r>
              <w:t xml:space="preserve">staff, </w:t>
            </w:r>
            <w:proofErr w:type="gramStart"/>
            <w:r>
              <w:t>horses</w:t>
            </w:r>
            <w:proofErr w:type="gramEnd"/>
            <w:r>
              <w:t xml:space="preserve"> and operations</w:t>
            </w:r>
            <w:r w:rsidRPr="005B2342">
              <w:t xml:space="preserve"> </w:t>
            </w:r>
            <w:r w:rsidR="00700632" w:rsidRPr="00700632">
              <w:t xml:space="preserve">in a range of equine workplaces which may include performance horse </w:t>
            </w:r>
            <w:r w:rsidR="00A10CAB">
              <w:t xml:space="preserve">or sport </w:t>
            </w:r>
            <w:r>
              <w:t>establishments</w:t>
            </w:r>
            <w:r w:rsidR="00700632" w:rsidRPr="00700632">
              <w:t xml:space="preserve">, agistment centres, </w:t>
            </w:r>
            <w:r w:rsidR="002D1113">
              <w:t xml:space="preserve">and </w:t>
            </w:r>
            <w:r w:rsidR="00700632" w:rsidRPr="00700632">
              <w:t xml:space="preserve">coaching/riding centres or similar. </w:t>
            </w:r>
          </w:p>
          <w:p w14:paraId="7EF0E4F4" w14:textId="77777777" w:rsidR="00700632" w:rsidRPr="00700632" w:rsidRDefault="00700632" w:rsidP="00700632">
            <w:pPr>
              <w:pStyle w:val="SIText"/>
            </w:pPr>
          </w:p>
          <w:p w14:paraId="7E8318B3" w14:textId="77777777" w:rsidR="00700632" w:rsidRPr="00700632" w:rsidRDefault="00700632" w:rsidP="00700632">
            <w:pPr>
              <w:pStyle w:val="SIText"/>
            </w:pPr>
            <w:r w:rsidRPr="00700632">
              <w:t>No licensing, legislative or certification requirements apply to this qualification at the time of publication.</w:t>
            </w:r>
          </w:p>
          <w:p w14:paraId="21F0787B" w14:textId="20CED2E9" w:rsidR="00700632" w:rsidRPr="00700632" w:rsidRDefault="00700632" w:rsidP="00700632">
            <w:pPr>
              <w:pStyle w:val="SIText"/>
            </w:pPr>
          </w:p>
        </w:tc>
      </w:tr>
      <w:tr w:rsidR="00700632" w:rsidRPr="00963A46" w14:paraId="6A8E142E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130800D5" w14:textId="77777777" w:rsidR="00700632" w:rsidRPr="00700632" w:rsidRDefault="00700632" w:rsidP="00700632">
            <w:pPr>
              <w:pStyle w:val="SITextHeading2"/>
            </w:pPr>
            <w:r w:rsidRPr="00700632">
              <w:t>Entry Requirements</w:t>
            </w:r>
          </w:p>
          <w:p w14:paraId="3514B94E" w14:textId="78668081" w:rsidR="00700632" w:rsidRPr="00700632" w:rsidRDefault="00700632" w:rsidP="00700632">
            <w:pPr>
              <w:pStyle w:val="SIText"/>
            </w:pPr>
            <w:r w:rsidRPr="00700632">
              <w:t xml:space="preserve">Prior to commencing this qualification, individuals must </w:t>
            </w:r>
            <w:r w:rsidR="00C248A4">
              <w:t xml:space="preserve">provide evidence of </w:t>
            </w:r>
            <w:r w:rsidRPr="00700632">
              <w:t>hav</w:t>
            </w:r>
            <w:r w:rsidR="00662C29">
              <w:t>ing</w:t>
            </w:r>
            <w:r w:rsidRPr="00700632">
              <w:t xml:space="preserve"> the skills and knowledge to:</w:t>
            </w:r>
          </w:p>
          <w:p w14:paraId="7715BB93" w14:textId="7A23689C" w:rsidR="00700632" w:rsidRPr="00AD093D" w:rsidRDefault="00700632" w:rsidP="006316B0">
            <w:pPr>
              <w:pStyle w:val="SIBulletList1"/>
            </w:pPr>
            <w:r w:rsidRPr="006316B0">
              <w:t xml:space="preserve">interact with and safely handle </w:t>
            </w:r>
            <w:r w:rsidR="004C273A" w:rsidRPr="006316B0">
              <w:t xml:space="preserve">a range of </w:t>
            </w:r>
            <w:r w:rsidRPr="006316B0">
              <w:t>horses</w:t>
            </w:r>
            <w:r w:rsidR="0051595C" w:rsidRPr="006316B0">
              <w:t xml:space="preserve"> </w:t>
            </w:r>
            <w:r w:rsidR="00AF4DF6" w:rsidRPr="00D56CAC">
              <w:t>of different classes, life stages</w:t>
            </w:r>
            <w:r w:rsidR="006316B0" w:rsidRPr="00D56CAC">
              <w:t>,</w:t>
            </w:r>
            <w:r w:rsidR="00AF4DF6" w:rsidRPr="00D56CAC">
              <w:t xml:space="preserve"> </w:t>
            </w:r>
            <w:r w:rsidR="0051595C" w:rsidRPr="00AD093D">
              <w:t>temperaments</w:t>
            </w:r>
            <w:r w:rsidR="006316B0" w:rsidRPr="00AD093D">
              <w:t xml:space="preserve"> and education </w:t>
            </w:r>
            <w:proofErr w:type="gramStart"/>
            <w:r w:rsidR="006316B0" w:rsidRPr="00AD093D">
              <w:t>levels</w:t>
            </w:r>
            <w:proofErr w:type="gramEnd"/>
          </w:p>
          <w:p w14:paraId="17C9F93B" w14:textId="77777777" w:rsidR="00700632" w:rsidRPr="00700632" w:rsidRDefault="00700632" w:rsidP="00700632">
            <w:pPr>
              <w:pStyle w:val="SIBulletList1"/>
            </w:pPr>
            <w:r w:rsidRPr="00700632">
              <w:t xml:space="preserve">provide husbandry care in an equine </w:t>
            </w:r>
            <w:proofErr w:type="gramStart"/>
            <w:r w:rsidRPr="00700632">
              <w:t>workplace</w:t>
            </w:r>
            <w:proofErr w:type="gramEnd"/>
          </w:p>
          <w:p w14:paraId="3A6B059B" w14:textId="397E05DE" w:rsidR="00700632" w:rsidRPr="00700632" w:rsidRDefault="00700632" w:rsidP="00700632">
            <w:pPr>
              <w:pStyle w:val="SIBulletList1"/>
            </w:pPr>
            <w:r w:rsidRPr="00700632">
              <w:t xml:space="preserve">work independently and within a </w:t>
            </w:r>
            <w:proofErr w:type="gramStart"/>
            <w:r w:rsidRPr="00700632">
              <w:t>team</w:t>
            </w:r>
            <w:proofErr w:type="gramEnd"/>
            <w:r w:rsidRPr="00700632">
              <w:t xml:space="preserve"> </w:t>
            </w:r>
          </w:p>
          <w:p w14:paraId="36C2D57D" w14:textId="3B710F40" w:rsidR="00700632" w:rsidRPr="00700632" w:rsidRDefault="00700632" w:rsidP="00700632">
            <w:pPr>
              <w:pStyle w:val="SIBulletList1"/>
            </w:pPr>
            <w:r w:rsidRPr="00700632">
              <w:t>apply and communicate solutions to predictable and at times unpredictable problems relating to people, horses and job role in a</w:t>
            </w:r>
            <w:r w:rsidR="00CC5104">
              <w:t xml:space="preserve"> horse </w:t>
            </w:r>
            <w:proofErr w:type="gramStart"/>
            <w:r w:rsidR="00CC5104">
              <w:t>establishment</w:t>
            </w:r>
            <w:proofErr w:type="gramEnd"/>
          </w:p>
          <w:p w14:paraId="6B84EF81" w14:textId="77777777" w:rsidR="00700632" w:rsidRPr="00700632" w:rsidRDefault="00700632" w:rsidP="00700632">
            <w:pPr>
              <w:pStyle w:val="SIBulletList1"/>
            </w:pPr>
            <w:r w:rsidRPr="00700632">
              <w:t>make judgements on routine activities and contingency measures relating to safe work practices and interactions with horses, and animal welfare principles.</w:t>
            </w:r>
          </w:p>
          <w:p w14:paraId="65E5128F" w14:textId="77777777" w:rsidR="00700632" w:rsidRPr="00700632" w:rsidRDefault="00700632" w:rsidP="00700632">
            <w:pPr>
              <w:pStyle w:val="SIText"/>
            </w:pPr>
          </w:p>
          <w:p w14:paraId="2005EAF7" w14:textId="69C9650B" w:rsidR="00700632" w:rsidRPr="00700632" w:rsidRDefault="00700632" w:rsidP="00700632">
            <w:pPr>
              <w:pStyle w:val="SIText"/>
            </w:pPr>
            <w:r w:rsidRPr="00700632">
              <w:t xml:space="preserve">These skills and knowledge may have been acquired through completion of a Certificate III or higher qualification involving horses or through experience in </w:t>
            </w:r>
            <w:r w:rsidR="00AC1E91">
              <w:t>the</w:t>
            </w:r>
            <w:r w:rsidRPr="00700632">
              <w:t xml:space="preserve"> equine </w:t>
            </w:r>
            <w:r w:rsidR="00AC1E91" w:rsidRPr="00AC1E91">
              <w:t>industry</w:t>
            </w:r>
            <w:r w:rsidRPr="00700632">
              <w:t>.</w:t>
            </w:r>
          </w:p>
          <w:p w14:paraId="5F0F571E" w14:textId="2BF3BA60" w:rsidR="00700632" w:rsidRPr="00700632" w:rsidRDefault="00700632" w:rsidP="002D1113">
            <w:pPr>
              <w:pStyle w:val="SIText"/>
            </w:pPr>
          </w:p>
        </w:tc>
      </w:tr>
      <w:tr w:rsidR="004270D2" w:rsidRPr="00963A46" w14:paraId="30B0064E" w14:textId="77777777" w:rsidTr="00CC2722">
        <w:trPr>
          <w:trHeight w:val="1266"/>
        </w:trPr>
        <w:tc>
          <w:tcPr>
            <w:tcW w:w="5000" w:type="pct"/>
            <w:gridSpan w:val="2"/>
            <w:shd w:val="clear" w:color="auto" w:fill="auto"/>
          </w:tcPr>
          <w:p w14:paraId="67A91355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55E70E51" w14:textId="77777777" w:rsidR="00462DAE" w:rsidRPr="00462DAE" w:rsidRDefault="00462DAE" w:rsidP="00462DAE">
            <w:pPr>
              <w:pStyle w:val="SIText"/>
            </w:pPr>
            <w:r w:rsidRPr="00462DAE">
              <w:t>To achieve this qualification, competency must be demonstrated in:</w:t>
            </w:r>
          </w:p>
          <w:p w14:paraId="1C1D1C7C" w14:textId="77777777" w:rsidR="00462DAE" w:rsidRPr="00462DAE" w:rsidRDefault="00462DAE" w:rsidP="00462DAE">
            <w:pPr>
              <w:pStyle w:val="SIBulletList1"/>
            </w:pPr>
            <w:r w:rsidRPr="00462DAE">
              <w:t>14 units of competency:</w:t>
            </w:r>
          </w:p>
          <w:p w14:paraId="23DA7978" w14:textId="34C989E7" w:rsidR="00462DAE" w:rsidRPr="00462DAE" w:rsidRDefault="00956CE7" w:rsidP="00462DAE">
            <w:pPr>
              <w:pStyle w:val="SIBulletList2"/>
            </w:pPr>
            <w:r>
              <w:t>8</w:t>
            </w:r>
            <w:r w:rsidR="00892746" w:rsidRPr="00462DAE">
              <w:t xml:space="preserve"> </w:t>
            </w:r>
            <w:r w:rsidR="00462DAE" w:rsidRPr="00462DAE">
              <w:t>core units plus</w:t>
            </w:r>
          </w:p>
          <w:p w14:paraId="0F72C1D2" w14:textId="7B14A8E7" w:rsidR="00462DAE" w:rsidRDefault="00956CE7" w:rsidP="00462DAE">
            <w:pPr>
              <w:pStyle w:val="SIBulletList2"/>
            </w:pPr>
            <w:r>
              <w:t>6</w:t>
            </w:r>
            <w:r w:rsidR="00892746" w:rsidRPr="00462DAE">
              <w:t xml:space="preserve"> </w:t>
            </w:r>
            <w:r w:rsidR="00462DAE" w:rsidRPr="00462DAE">
              <w:t>elective units.</w:t>
            </w:r>
          </w:p>
          <w:p w14:paraId="2C70362F" w14:textId="77777777" w:rsidR="00462DAE" w:rsidRPr="00462DAE" w:rsidRDefault="00462DAE" w:rsidP="00462DAE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408244DE" w14:textId="77777777" w:rsidR="00462DAE" w:rsidRPr="00462DAE" w:rsidRDefault="00462DAE" w:rsidP="00462DAE">
            <w:pPr>
              <w:pStyle w:val="SIText"/>
            </w:pPr>
            <w:r w:rsidRPr="00462DAE">
              <w:t>Elective units must ensure the integrity of the qualification’s Australian Qualifications Framework (AQF) alignment and contribute to a valid, industry-supported vocational outcome. The electives are to be chosen as follows:</w:t>
            </w:r>
          </w:p>
          <w:p w14:paraId="6098DF99" w14:textId="47E986D2" w:rsidR="00462DAE" w:rsidRPr="00462DAE" w:rsidRDefault="00956CE7" w:rsidP="00462DAE">
            <w:pPr>
              <w:pStyle w:val="SIBulletList1"/>
            </w:pPr>
            <w:r>
              <w:t>6</w:t>
            </w:r>
            <w:r w:rsidR="00892746" w:rsidRPr="00462DAE">
              <w:t xml:space="preserve"> </w:t>
            </w:r>
            <w:r w:rsidR="00462DAE" w:rsidRPr="00462DAE">
              <w:t xml:space="preserve">from electives listed </w:t>
            </w:r>
            <w:proofErr w:type="gramStart"/>
            <w:r w:rsidR="00462DAE" w:rsidRPr="00462DAE">
              <w:t>below</w:t>
            </w:r>
            <w:proofErr w:type="gramEnd"/>
          </w:p>
          <w:p w14:paraId="63C6E073" w14:textId="77777777" w:rsidR="00462DAE" w:rsidRPr="00462DAE" w:rsidRDefault="00462DAE" w:rsidP="00462DAE">
            <w:pPr>
              <w:pStyle w:val="SIBulletList1"/>
            </w:pPr>
            <w:r w:rsidRPr="00462DAE">
              <w:t>up to 2 from the electives listed below and/or from any currently endorsed Training Package or accredited course.</w:t>
            </w:r>
          </w:p>
          <w:p w14:paraId="721A0AC5" w14:textId="77777777" w:rsidR="004D4536" w:rsidRDefault="004D4536" w:rsidP="00AF4DF6">
            <w:pPr>
              <w:pStyle w:val="SIText"/>
            </w:pPr>
          </w:p>
          <w:p w14:paraId="18807A0C" w14:textId="645D8090" w:rsidR="004270D2" w:rsidRDefault="004270D2" w:rsidP="00856837">
            <w:pPr>
              <w:pStyle w:val="SITextHeading2"/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4"/>
              <w:gridCol w:w="7087"/>
            </w:tblGrid>
            <w:tr w:rsidR="00D56CAC" w:rsidRPr="005C7EA8" w14:paraId="7EB6666D" w14:textId="77777777" w:rsidTr="00216610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D023001" w14:textId="77777777" w:rsidR="00D56CAC" w:rsidRPr="00662C29" w:rsidRDefault="00D56CAC" w:rsidP="00662C29">
                  <w:pPr>
                    <w:pStyle w:val="SIText"/>
                  </w:pPr>
                  <w:r w:rsidRPr="00662C29">
                    <w:t>ACMEQU5X1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7F86138" w14:textId="77777777" w:rsidR="00D56CAC" w:rsidRPr="00662C29" w:rsidRDefault="00D56CAC" w:rsidP="00662C29">
                  <w:pPr>
                    <w:pStyle w:val="SIText"/>
                  </w:pPr>
                  <w:r w:rsidRPr="00662C29">
                    <w:t>Manage horse nutrition and feeding plans</w:t>
                  </w:r>
                  <w:r w:rsidRPr="00662C29" w:rsidDel="00894FA6">
                    <w:t xml:space="preserve"> </w:t>
                  </w:r>
                </w:p>
              </w:tc>
            </w:tr>
            <w:tr w:rsidR="00D56CAC" w:rsidRPr="005C7EA8" w14:paraId="0A27733A" w14:textId="77777777" w:rsidTr="00216610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6844F92" w14:textId="77777777" w:rsidR="00D56CAC" w:rsidRPr="00662C29" w:rsidRDefault="00D56CAC" w:rsidP="00662C29">
                  <w:pPr>
                    <w:pStyle w:val="SIText"/>
                  </w:pPr>
                  <w:r w:rsidRPr="00662C29">
                    <w:t xml:space="preserve">ACMEQU5X2 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CED6424" w14:textId="4AFD5E32" w:rsidR="00D56CAC" w:rsidRPr="00662C29" w:rsidRDefault="00D56CAC" w:rsidP="00662C29">
                  <w:pPr>
                    <w:pStyle w:val="SIText"/>
                  </w:pPr>
                  <w:r w:rsidRPr="00662C29">
                    <w:t xml:space="preserve">Manage horse health </w:t>
                  </w:r>
                  <w:r w:rsidR="00216610">
                    <w:t>care</w:t>
                  </w:r>
                </w:p>
              </w:tc>
            </w:tr>
            <w:tr w:rsidR="00D56CAC" w:rsidRPr="005C7EA8" w14:paraId="1C532C6C" w14:textId="77777777" w:rsidTr="00216610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67C29C0" w14:textId="77777777" w:rsidR="00D56CAC" w:rsidRPr="00662C29" w:rsidRDefault="00D56CAC" w:rsidP="00662C29">
                  <w:pPr>
                    <w:pStyle w:val="SIText"/>
                  </w:pPr>
                  <w:r w:rsidRPr="00662C29">
                    <w:t>ACMEQU5X6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45A6EA4" w14:textId="38C08F41" w:rsidR="00D56CAC" w:rsidRPr="00662C29" w:rsidDel="00CC5104" w:rsidRDefault="00D56CAC" w:rsidP="00662C29">
                  <w:pPr>
                    <w:pStyle w:val="SIText"/>
                  </w:pPr>
                  <w:r w:rsidRPr="00662C29">
                    <w:t xml:space="preserve">Manage </w:t>
                  </w:r>
                  <w:r w:rsidR="00662C29" w:rsidRPr="00662C29">
                    <w:t>legal</w:t>
                  </w:r>
                  <w:r w:rsidR="00662C29">
                    <w:t xml:space="preserve">, insurance and business </w:t>
                  </w:r>
                  <w:r w:rsidRPr="00662C29">
                    <w:t>aspects of horse establishments</w:t>
                  </w:r>
                </w:p>
              </w:tc>
            </w:tr>
            <w:tr w:rsidR="00D56CAC" w:rsidRPr="005C7EA8" w14:paraId="09DCCFDD" w14:textId="77777777" w:rsidTr="00216610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DDBF078" w14:textId="77777777" w:rsidR="00D56CAC" w:rsidRPr="00662C29" w:rsidRDefault="00D56CAC" w:rsidP="00662C29">
                  <w:pPr>
                    <w:pStyle w:val="SIText"/>
                  </w:pPr>
                  <w:r w:rsidRPr="00662C29">
                    <w:t>ACMINF502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9A4FF24" w14:textId="77777777" w:rsidR="00D56CAC" w:rsidRPr="00662C29" w:rsidRDefault="00D56CAC" w:rsidP="00662C29">
                  <w:pPr>
                    <w:pStyle w:val="SIText"/>
                  </w:pPr>
                  <w:r w:rsidRPr="00662C29">
                    <w:t>Manage equine biosecurity and infection control</w:t>
                  </w:r>
                </w:p>
              </w:tc>
            </w:tr>
            <w:tr w:rsidR="00D56CAC" w:rsidRPr="005C7EA8" w14:paraId="35D6BC53" w14:textId="77777777" w:rsidTr="00216610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71F0535" w14:textId="77777777" w:rsidR="00D56CAC" w:rsidRPr="00662C29" w:rsidRDefault="00D56CAC" w:rsidP="00662C29">
                  <w:pPr>
                    <w:pStyle w:val="SIText"/>
                  </w:pPr>
                  <w:r w:rsidRPr="00662C29">
                    <w:t>ACMNEW5X7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C17BDBB" w14:textId="77777777" w:rsidR="00D56CAC" w:rsidRPr="00662C29" w:rsidRDefault="00D56CAC" w:rsidP="00662C29">
                  <w:pPr>
                    <w:pStyle w:val="SIText"/>
                  </w:pPr>
                  <w:r w:rsidRPr="00662C29">
                    <w:t>Manage safe work practices in a horse establishment</w:t>
                  </w:r>
                </w:p>
              </w:tc>
            </w:tr>
            <w:tr w:rsidR="00D56CAC" w:rsidRPr="005C7EA8" w14:paraId="4CC88CDC" w14:textId="77777777" w:rsidTr="00216610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A038CB4" w14:textId="77777777" w:rsidR="00D56CAC" w:rsidRPr="00662C29" w:rsidRDefault="00D56CAC" w:rsidP="00662C29">
                  <w:pPr>
                    <w:pStyle w:val="SIText"/>
                  </w:pPr>
                  <w:r w:rsidRPr="00662C29">
                    <w:t>AHCLSK404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53992FB" w14:textId="77777777" w:rsidR="00D56CAC" w:rsidRPr="00662C29" w:rsidRDefault="00D56CAC" w:rsidP="00662C29">
                  <w:pPr>
                    <w:pStyle w:val="SIText"/>
                  </w:pPr>
                  <w:r w:rsidRPr="00662C29">
                    <w:t>Implement and monitor animal welfare programs</w:t>
                  </w:r>
                </w:p>
              </w:tc>
            </w:tr>
            <w:tr w:rsidR="00D56CAC" w:rsidRPr="005C7EA8" w14:paraId="23EFF0C2" w14:textId="77777777" w:rsidTr="00216610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4D0C06B" w14:textId="77777777" w:rsidR="00D56CAC" w:rsidRPr="00662C29" w:rsidRDefault="00D56CAC" w:rsidP="00662C29">
                  <w:pPr>
                    <w:pStyle w:val="SIText"/>
                  </w:pPr>
                  <w:r w:rsidRPr="00662C29">
                    <w:t xml:space="preserve">BSBLDR523 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772A350" w14:textId="77777777" w:rsidR="00D56CAC" w:rsidRPr="00662C29" w:rsidRDefault="00D56CAC" w:rsidP="00662C29">
                  <w:pPr>
                    <w:pStyle w:val="SIText"/>
                  </w:pPr>
                  <w:r w:rsidRPr="00662C29">
                    <w:t xml:space="preserve">Lead and manage effective workplace relationships </w:t>
                  </w:r>
                </w:p>
              </w:tc>
            </w:tr>
            <w:tr w:rsidR="00105775" w:rsidRPr="005C7EA8" w14:paraId="4C2D4257" w14:textId="77777777" w:rsidTr="00216610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A3E0F73" w14:textId="0DCEE5E2" w:rsidR="00105775" w:rsidRPr="00662C29" w:rsidRDefault="00105775" w:rsidP="00662C29">
                  <w:pPr>
                    <w:pStyle w:val="SIText"/>
                  </w:pPr>
                  <w:r w:rsidRPr="00662C29">
                    <w:t>BSBFIN501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9E39DE6" w14:textId="551C64B0" w:rsidR="00105775" w:rsidRPr="00662C29" w:rsidRDefault="00105775" w:rsidP="00662C29">
                  <w:pPr>
                    <w:pStyle w:val="SIText"/>
                  </w:pPr>
                  <w:r w:rsidRPr="00662C29">
                    <w:t>Manage budgets and financial plans</w:t>
                  </w:r>
                </w:p>
              </w:tc>
            </w:tr>
          </w:tbl>
          <w:p w14:paraId="16E687A6" w14:textId="32F4203A" w:rsidR="00D65A9E" w:rsidRDefault="00D65A9E" w:rsidP="00D65A9E">
            <w:pPr>
              <w:rPr>
                <w:lang w:eastAsia="en-US"/>
              </w:rPr>
            </w:pPr>
          </w:p>
          <w:p w14:paraId="49E321ED" w14:textId="244DB268" w:rsidR="004270D2" w:rsidRDefault="004270D2" w:rsidP="00894FBB">
            <w:pPr>
              <w:pStyle w:val="SITextHeading2"/>
            </w:pPr>
            <w:r w:rsidRPr="00894FBB">
              <w:t>Elective Units</w:t>
            </w:r>
          </w:p>
          <w:p w14:paraId="53C1F966" w14:textId="099B0E2A" w:rsidR="00CB6EFC" w:rsidRDefault="00A47C25" w:rsidP="00A47C25">
            <w:pPr>
              <w:pStyle w:val="SIText"/>
            </w:pPr>
            <w:r w:rsidRPr="00A47C25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1C7B2A04" w14:textId="3C079D3E" w:rsidR="00800A40" w:rsidRDefault="00800A40" w:rsidP="00A47C25">
            <w:pPr>
              <w:pStyle w:val="SIText"/>
            </w:pPr>
          </w:p>
          <w:p w14:paraId="0B28196F" w14:textId="1A0E8CC9" w:rsidR="00800A40" w:rsidRPr="00CB6EFC" w:rsidRDefault="00800A40" w:rsidP="00CC2722">
            <w:pPr>
              <w:pStyle w:val="SIText-Bold"/>
            </w:pPr>
            <w:r>
              <w:t>Group A Horse management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4"/>
              <w:gridCol w:w="7087"/>
            </w:tblGrid>
            <w:tr w:rsidR="00D56CAC" w:rsidRPr="005C7EA8" w14:paraId="50D75A3B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EEF8858" w14:textId="77777777" w:rsidR="00D56CAC" w:rsidRPr="00700632" w:rsidRDefault="00D56CAC" w:rsidP="00700632">
                  <w:pPr>
                    <w:pStyle w:val="SIText"/>
                  </w:pPr>
                  <w:r w:rsidRPr="00700632">
                    <w:t xml:space="preserve">ACMAIM402 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64E9C84" w14:textId="77777777" w:rsidR="00D56CAC" w:rsidRPr="00700632" w:rsidRDefault="00D56CAC" w:rsidP="00700632">
                  <w:pPr>
                    <w:pStyle w:val="SIText"/>
                  </w:pPr>
                  <w:r w:rsidRPr="00700632">
                    <w:t>Develop a large animal incident response plan for an organisation </w:t>
                  </w:r>
                </w:p>
              </w:tc>
            </w:tr>
            <w:tr w:rsidR="00D56CAC" w:rsidRPr="005C7EA8" w14:paraId="64F55A4C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0AD60F2" w14:textId="77777777" w:rsidR="00D56CAC" w:rsidRPr="002B50C7" w:rsidRDefault="00D56CAC" w:rsidP="002B50C7">
                  <w:pPr>
                    <w:pStyle w:val="SIText"/>
                  </w:pPr>
                  <w:r w:rsidRPr="002B50C7">
                    <w:t>ACMEQU4X12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66D2A1C" w14:textId="77777777" w:rsidR="00D56CAC" w:rsidRPr="002B50C7" w:rsidRDefault="00D56CAC" w:rsidP="002B50C7">
                  <w:pPr>
                    <w:pStyle w:val="SIText"/>
                  </w:pPr>
                  <w:r w:rsidRPr="002B50C7">
                    <w:t xml:space="preserve">Interpret and address horse behaviour and welfare </w:t>
                  </w:r>
                </w:p>
              </w:tc>
            </w:tr>
            <w:tr w:rsidR="00D56CAC" w:rsidRPr="005C7EA8" w14:paraId="01467AEB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396058E" w14:textId="77777777" w:rsidR="00D56CAC" w:rsidRPr="002B50C7" w:rsidRDefault="00D56CAC" w:rsidP="002B50C7">
                  <w:pPr>
                    <w:pStyle w:val="SIText"/>
                  </w:pPr>
                  <w:r w:rsidRPr="002B50C7">
                    <w:t>ACMEQU4X15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D5FDA4D" w14:textId="77777777" w:rsidR="00D56CAC" w:rsidRPr="002B50C7" w:rsidRDefault="00D56CAC" w:rsidP="002B50C7">
                  <w:pPr>
                    <w:pStyle w:val="SIText"/>
                  </w:pPr>
                  <w:r w:rsidRPr="002B50C7">
                    <w:t>Relate musculoskeletal system to horse conformation and movement</w:t>
                  </w:r>
                </w:p>
              </w:tc>
            </w:tr>
            <w:tr w:rsidR="00D56CAC" w:rsidRPr="005C7EA8" w14:paraId="1C043B60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7E62CAB" w14:textId="77777777" w:rsidR="00D56CAC" w:rsidRPr="002B50C7" w:rsidRDefault="00D56CAC" w:rsidP="002B50C7">
                  <w:pPr>
                    <w:pStyle w:val="SIText"/>
                  </w:pPr>
                  <w:r w:rsidRPr="002B50C7">
                    <w:t>ACMEQU4X16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44C3E71" w14:textId="77777777" w:rsidR="00D56CAC" w:rsidRPr="002B50C7" w:rsidRDefault="00D56CAC" w:rsidP="002B50C7">
                  <w:pPr>
                    <w:pStyle w:val="SIText"/>
                  </w:pPr>
                  <w:r w:rsidRPr="002B50C7">
                    <w:t>Manage presentation of horses for sale or show</w:t>
                  </w:r>
                </w:p>
              </w:tc>
            </w:tr>
            <w:tr w:rsidR="00D56CAC" w:rsidRPr="005C7EA8" w14:paraId="5AA94945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9668430" w14:textId="77777777" w:rsidR="00D56CAC" w:rsidRPr="002B50C7" w:rsidRDefault="00D56CAC" w:rsidP="002B50C7">
                  <w:pPr>
                    <w:pStyle w:val="SIText"/>
                  </w:pPr>
                  <w:r w:rsidRPr="002B50C7">
                    <w:t>ACMEQU4X18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CEA1160" w14:textId="77777777" w:rsidR="00D56CAC" w:rsidRPr="002B50C7" w:rsidRDefault="00D56CAC" w:rsidP="002B50C7">
                  <w:pPr>
                    <w:pStyle w:val="SIText"/>
                  </w:pPr>
                  <w:r w:rsidRPr="002B50C7">
                    <w:t xml:space="preserve">Select horses based on analysis of pedigree </w:t>
                  </w:r>
                </w:p>
              </w:tc>
            </w:tr>
            <w:tr w:rsidR="00D56CAC" w:rsidRPr="005C7EA8" w14:paraId="17D49C61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B6CBB27" w14:textId="77777777" w:rsidR="00D56CAC" w:rsidRPr="00D56CAC" w:rsidRDefault="00D56CAC" w:rsidP="002B50C7">
                  <w:pPr>
                    <w:pStyle w:val="SIText"/>
                  </w:pPr>
                  <w:r w:rsidRPr="002B50C7">
                    <w:t>ACMEQU4X21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5548DE7" w14:textId="77777777" w:rsidR="00D56CAC" w:rsidRPr="00D56CAC" w:rsidRDefault="00D56CAC" w:rsidP="002B50C7">
                  <w:pPr>
                    <w:pStyle w:val="SIText"/>
                  </w:pPr>
                  <w:r w:rsidRPr="002B50C7">
                    <w:t xml:space="preserve">Manage selection of horse for handler, </w:t>
                  </w:r>
                  <w:proofErr w:type="gramStart"/>
                  <w:r w:rsidRPr="002B50C7">
                    <w:t>rider</w:t>
                  </w:r>
                  <w:proofErr w:type="gramEnd"/>
                  <w:r w:rsidRPr="002B50C7">
                    <w:t xml:space="preserve"> or driver </w:t>
                  </w:r>
                </w:p>
              </w:tc>
            </w:tr>
            <w:tr w:rsidR="00D56CAC" w:rsidRPr="005C7EA8" w14:paraId="3E3D083D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27FF753" w14:textId="77777777" w:rsidR="00D56CAC" w:rsidRPr="002B50C7" w:rsidRDefault="00D56CAC" w:rsidP="002B50C7">
                  <w:pPr>
                    <w:pStyle w:val="SIText"/>
                  </w:pPr>
                  <w:r w:rsidRPr="002B50C7">
                    <w:t xml:space="preserve">ACMEQU4X22 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2400CF0" w14:textId="77777777" w:rsidR="00D56CAC" w:rsidRPr="002B50C7" w:rsidRDefault="00D56CAC" w:rsidP="002B50C7">
                  <w:pPr>
                    <w:pStyle w:val="SIText"/>
                  </w:pPr>
                  <w:r w:rsidRPr="002B50C7">
                    <w:t xml:space="preserve">Evaluate equine service or treatment provision </w:t>
                  </w:r>
                </w:p>
              </w:tc>
            </w:tr>
            <w:tr w:rsidR="00D56CAC" w:rsidRPr="005C7EA8" w14:paraId="75F3C12D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671D6B7" w14:textId="77777777" w:rsidR="00D56CAC" w:rsidRPr="002B50C7" w:rsidRDefault="00D56CAC" w:rsidP="002B50C7">
                  <w:pPr>
                    <w:pStyle w:val="SIText"/>
                  </w:pPr>
                  <w:r w:rsidRPr="002B50C7">
                    <w:t>ACMEQU5X3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846FA0F" w14:textId="77777777" w:rsidR="00D56CAC" w:rsidRPr="002B50C7" w:rsidRDefault="00D56CAC" w:rsidP="002B50C7">
                  <w:pPr>
                    <w:pStyle w:val="SIText"/>
                  </w:pPr>
                  <w:r w:rsidRPr="002B50C7">
                    <w:t>Manage international opportunities for horses</w:t>
                  </w:r>
                </w:p>
              </w:tc>
            </w:tr>
            <w:tr w:rsidR="00D56CAC" w:rsidRPr="005C7EA8" w14:paraId="5C389217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346D03D" w14:textId="77777777" w:rsidR="00D56CAC" w:rsidRPr="002B50C7" w:rsidRDefault="00D56CAC" w:rsidP="002B50C7">
                  <w:pPr>
                    <w:pStyle w:val="SIText"/>
                  </w:pPr>
                  <w:r w:rsidRPr="002B50C7">
                    <w:t>ACMEQU5X5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EAF756C" w14:textId="77777777" w:rsidR="00D56CAC" w:rsidRPr="002B50C7" w:rsidRDefault="00D56CAC" w:rsidP="002B50C7">
                  <w:pPr>
                    <w:pStyle w:val="SIText"/>
                  </w:pPr>
                  <w:r w:rsidRPr="002B50C7">
                    <w:t>Manage fitness in horses</w:t>
                  </w:r>
                </w:p>
              </w:tc>
            </w:tr>
            <w:tr w:rsidR="00D56CAC" w:rsidRPr="004D4536" w14:paraId="3E421F73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1495EE4" w14:textId="77777777" w:rsidR="00D56CAC" w:rsidRPr="002B50C7" w:rsidRDefault="00D56CAC" w:rsidP="002B50C7">
                  <w:pPr>
                    <w:pStyle w:val="SIText"/>
                  </w:pPr>
                  <w:r w:rsidRPr="002B50C7">
                    <w:t>AHCWRK509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6C9FED5" w14:textId="77777777" w:rsidR="00D56CAC" w:rsidRPr="002B50C7" w:rsidRDefault="00D56CAC" w:rsidP="002B50C7">
                  <w:pPr>
                    <w:pStyle w:val="SIText"/>
                  </w:pPr>
                  <w:r w:rsidRPr="002B50C7">
                    <w:t>Provide specialist advice to clients</w:t>
                  </w:r>
                </w:p>
              </w:tc>
            </w:tr>
          </w:tbl>
          <w:p w14:paraId="7644198F" w14:textId="77777777" w:rsidR="004270D2" w:rsidRPr="00B756FF" w:rsidRDefault="004270D2" w:rsidP="00CC2722">
            <w:pPr>
              <w:pStyle w:val="SIText"/>
            </w:pPr>
          </w:p>
          <w:p w14:paraId="43665D82" w14:textId="7C22A21E" w:rsidR="008D5CEC" w:rsidRDefault="00285E92" w:rsidP="00CC2722">
            <w:pPr>
              <w:pStyle w:val="SIText-Bold"/>
            </w:pPr>
            <w:r>
              <w:t xml:space="preserve">Group B </w:t>
            </w:r>
            <w:r w:rsidR="00827F7E">
              <w:t>Farm management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4"/>
              <w:gridCol w:w="7137"/>
            </w:tblGrid>
            <w:tr w:rsidR="00D56CAC" w:rsidRPr="0065565E" w14:paraId="6B356CC6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2C4C663" w14:textId="77777777" w:rsidR="00D56CAC" w:rsidRPr="001927CE" w:rsidRDefault="00D56CAC" w:rsidP="001927CE">
                  <w:pPr>
                    <w:pStyle w:val="SIText"/>
                  </w:pPr>
                  <w:r w:rsidRPr="001927CE">
                    <w:t>ACMEQU5X4</w:t>
                  </w:r>
                </w:p>
              </w:tc>
              <w:tc>
                <w:tcPr>
                  <w:tcW w:w="713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1FB92A4" w14:textId="77777777" w:rsidR="00D56CAC" w:rsidRPr="001927CE" w:rsidRDefault="00D56CAC" w:rsidP="001927CE">
                  <w:pPr>
                    <w:pStyle w:val="SIText"/>
                  </w:pPr>
                  <w:r w:rsidRPr="001927CE">
                    <w:t xml:space="preserve">Manage </w:t>
                  </w:r>
                  <w:r>
                    <w:t>horse</w:t>
                  </w:r>
                  <w:r w:rsidRPr="001927CE">
                    <w:t xml:space="preserve"> pastures </w:t>
                  </w:r>
                </w:p>
              </w:tc>
            </w:tr>
            <w:tr w:rsidR="00D56CAC" w:rsidRPr="0065565E" w14:paraId="5060ABF9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B9AE7E7" w14:textId="77777777" w:rsidR="00D56CAC" w:rsidRPr="00545F9E" w:rsidRDefault="00D56CAC" w:rsidP="00545F9E">
                  <w:pPr>
                    <w:pStyle w:val="SIText"/>
                  </w:pPr>
                  <w:r w:rsidRPr="00545F9E">
                    <w:t>ACMSUS401</w:t>
                  </w:r>
                </w:p>
              </w:tc>
              <w:tc>
                <w:tcPr>
                  <w:tcW w:w="713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0BF926A" w14:textId="77777777" w:rsidR="00D56CAC" w:rsidRPr="00545F9E" w:rsidRDefault="00D56CAC" w:rsidP="00545F9E">
                  <w:pPr>
                    <w:pStyle w:val="SIText"/>
                  </w:pPr>
                  <w:r w:rsidRPr="00545F9E">
                    <w:t>Implement and monitor environmentally sustainable work practices</w:t>
                  </w:r>
                </w:p>
              </w:tc>
            </w:tr>
            <w:tr w:rsidR="00D56CAC" w:rsidRPr="004D4536" w14:paraId="232B282E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7B24388" w14:textId="77777777" w:rsidR="00D56CAC" w:rsidRPr="00545F9E" w:rsidRDefault="00D56CAC" w:rsidP="00545F9E">
                  <w:pPr>
                    <w:pStyle w:val="SIText"/>
                  </w:pPr>
                  <w:r w:rsidRPr="00545F9E">
                    <w:t>AHCAGB512</w:t>
                  </w:r>
                </w:p>
              </w:tc>
              <w:tc>
                <w:tcPr>
                  <w:tcW w:w="713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CD56FB3" w14:textId="77777777" w:rsidR="00D56CAC" w:rsidRPr="00545F9E" w:rsidRDefault="00D56CAC" w:rsidP="00545F9E">
                  <w:pPr>
                    <w:pStyle w:val="SIText"/>
                  </w:pPr>
                  <w:r w:rsidRPr="00545F9E">
                    <w:t xml:space="preserve">Plan and manage infrastructure </w:t>
                  </w:r>
                </w:p>
              </w:tc>
            </w:tr>
            <w:tr w:rsidR="00D56CAC" w:rsidRPr="004D4536" w14:paraId="468AA1EA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9B133D1" w14:textId="77777777" w:rsidR="00D56CAC" w:rsidRPr="00545F9E" w:rsidRDefault="00D56CAC" w:rsidP="00545F9E">
                  <w:pPr>
                    <w:pStyle w:val="SIText"/>
                  </w:pPr>
                  <w:r w:rsidRPr="00545F9E">
                    <w:t>AHCAGB513</w:t>
                  </w:r>
                </w:p>
              </w:tc>
              <w:tc>
                <w:tcPr>
                  <w:tcW w:w="713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E1DC13A" w14:textId="77777777" w:rsidR="00D56CAC" w:rsidRPr="00545F9E" w:rsidRDefault="00D56CAC" w:rsidP="00545F9E">
                  <w:pPr>
                    <w:pStyle w:val="SIText"/>
                  </w:pPr>
                  <w:r w:rsidRPr="00545F9E">
                    <w:t>Develop a farm plan</w:t>
                  </w:r>
                </w:p>
              </w:tc>
            </w:tr>
            <w:tr w:rsidR="00D56CAC" w:rsidRPr="004D4536" w14:paraId="53427AEE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F7271A9" w14:textId="77777777" w:rsidR="00D56CAC" w:rsidRPr="00545F9E" w:rsidRDefault="00D56CAC" w:rsidP="00545F9E">
                  <w:pPr>
                    <w:pStyle w:val="SIText"/>
                  </w:pPr>
                  <w:r w:rsidRPr="00545F9E">
                    <w:t>AHCLSK413</w:t>
                  </w:r>
                </w:p>
              </w:tc>
              <w:tc>
                <w:tcPr>
                  <w:tcW w:w="713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47F508F" w14:textId="77777777" w:rsidR="00D56CAC" w:rsidRPr="00545F9E" w:rsidRDefault="00D56CAC" w:rsidP="00545F9E">
                  <w:pPr>
                    <w:pStyle w:val="SIText"/>
                  </w:pPr>
                  <w:r w:rsidRPr="00545F9E">
                    <w:t>Design livestock handling facilities</w:t>
                  </w:r>
                </w:p>
              </w:tc>
            </w:tr>
            <w:tr w:rsidR="00D56CAC" w:rsidRPr="0065565E" w14:paraId="295BB1A5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872D567" w14:textId="77777777" w:rsidR="00D56CAC" w:rsidRPr="00545F9E" w:rsidRDefault="00D56CAC" w:rsidP="00545F9E">
                  <w:pPr>
                    <w:pStyle w:val="SIText"/>
                  </w:pPr>
                  <w:r w:rsidRPr="00545F9E">
                    <w:t>AHCMOM402</w:t>
                  </w:r>
                </w:p>
              </w:tc>
              <w:tc>
                <w:tcPr>
                  <w:tcW w:w="713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8719B33" w14:textId="77777777" w:rsidR="00D56CAC" w:rsidRPr="00545F9E" w:rsidRDefault="00D56CAC" w:rsidP="00545F9E">
                  <w:pPr>
                    <w:pStyle w:val="SIText"/>
                  </w:pPr>
                  <w:r w:rsidRPr="00545F9E">
                    <w:t>Supervise maintenance of property machinery and equipment</w:t>
                  </w:r>
                </w:p>
              </w:tc>
            </w:tr>
            <w:tr w:rsidR="00D56CAC" w:rsidRPr="0065565E" w14:paraId="4597C36A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DBAD0AC" w14:textId="77777777" w:rsidR="00D56CAC" w:rsidRPr="00545F9E" w:rsidRDefault="00D56CAC" w:rsidP="00545F9E">
                  <w:pPr>
                    <w:pStyle w:val="SIText"/>
                  </w:pPr>
                  <w:r w:rsidRPr="00545F9E">
                    <w:t>AHCMOM501</w:t>
                  </w:r>
                </w:p>
              </w:tc>
              <w:tc>
                <w:tcPr>
                  <w:tcW w:w="713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2E42622" w14:textId="77777777" w:rsidR="00D56CAC" w:rsidRPr="00545F9E" w:rsidRDefault="00D56CAC" w:rsidP="00545F9E">
                  <w:pPr>
                    <w:pStyle w:val="SIText"/>
                  </w:pPr>
                  <w:r w:rsidRPr="00545F9E">
                    <w:t>Manage machinery and equipment</w:t>
                  </w:r>
                </w:p>
              </w:tc>
            </w:tr>
            <w:tr w:rsidR="00D56CAC" w:rsidRPr="0065565E" w14:paraId="027EBD48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A3083E9" w14:textId="77777777" w:rsidR="00D56CAC" w:rsidRPr="00545F9E" w:rsidRDefault="00D56CAC" w:rsidP="00545F9E">
                  <w:pPr>
                    <w:pStyle w:val="SIText"/>
                  </w:pPr>
                  <w:r w:rsidRPr="00545F9E">
                    <w:t>AHCNAR506</w:t>
                  </w:r>
                </w:p>
              </w:tc>
              <w:tc>
                <w:tcPr>
                  <w:tcW w:w="713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24169A5" w14:textId="77777777" w:rsidR="00D56CAC" w:rsidRPr="00545F9E" w:rsidRDefault="00D56CAC" w:rsidP="00545F9E">
                  <w:pPr>
                    <w:pStyle w:val="SIText"/>
                  </w:pPr>
                  <w:r w:rsidRPr="00545F9E">
                    <w:t>Develop and implement sustainable land use strategies</w:t>
                  </w:r>
                </w:p>
              </w:tc>
            </w:tr>
            <w:tr w:rsidR="00D56CAC" w:rsidRPr="0065565E" w14:paraId="55BDFAAD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3301A91" w14:textId="77777777" w:rsidR="00D56CAC" w:rsidRPr="00545F9E" w:rsidRDefault="00D56CAC" w:rsidP="00545F9E">
                  <w:pPr>
                    <w:pStyle w:val="SIText"/>
                  </w:pPr>
                  <w:r w:rsidRPr="00545F9E">
                    <w:t>AHCWRK510</w:t>
                  </w:r>
                </w:p>
              </w:tc>
              <w:tc>
                <w:tcPr>
                  <w:tcW w:w="713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7781B58" w14:textId="77777777" w:rsidR="00D56CAC" w:rsidRPr="00545F9E" w:rsidRDefault="00D56CAC" w:rsidP="00545F9E">
                  <w:pPr>
                    <w:pStyle w:val="SIText"/>
                  </w:pPr>
                  <w:r w:rsidRPr="00545F9E">
                    <w:t>Audit site operations</w:t>
                  </w:r>
                </w:p>
              </w:tc>
            </w:tr>
            <w:tr w:rsidR="00D56CAC" w:rsidRPr="0065565E" w14:paraId="7BE53555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446947D" w14:textId="77777777" w:rsidR="00D56CAC" w:rsidRPr="00545F9E" w:rsidRDefault="00D56CAC" w:rsidP="00545F9E">
                  <w:pPr>
                    <w:pStyle w:val="SIText"/>
                  </w:pPr>
                  <w:r w:rsidRPr="00545F9E">
                    <w:t>SISXFAC003</w:t>
                  </w:r>
                </w:p>
              </w:tc>
              <w:tc>
                <w:tcPr>
                  <w:tcW w:w="713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2BB70DA" w14:textId="77777777" w:rsidR="00D56CAC" w:rsidRPr="00545F9E" w:rsidRDefault="00D56CAC" w:rsidP="00545F9E">
                  <w:pPr>
                    <w:pStyle w:val="SIText"/>
                  </w:pPr>
                  <w:r w:rsidRPr="00545F9E">
                    <w:t>Implement facility maintenance programs </w:t>
                  </w:r>
                </w:p>
              </w:tc>
            </w:tr>
          </w:tbl>
          <w:p w14:paraId="32EA85F5" w14:textId="6A21E5A9" w:rsidR="00827F7E" w:rsidRDefault="00827F7E" w:rsidP="008D5CEC">
            <w:pPr>
              <w:pStyle w:val="SIText"/>
            </w:pPr>
          </w:p>
          <w:p w14:paraId="3174868C" w14:textId="57F79E00" w:rsidR="00827F7E" w:rsidRDefault="00285E92" w:rsidP="00CC2722">
            <w:pPr>
              <w:pStyle w:val="SIText-Bold"/>
            </w:pPr>
            <w:r>
              <w:t xml:space="preserve">Group C </w:t>
            </w:r>
            <w:r w:rsidR="00827F7E">
              <w:t>Stud management</w:t>
            </w:r>
            <w:r w:rsidR="002E3827">
              <w:t xml:space="preserve"> (breeding)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4"/>
              <w:gridCol w:w="7087"/>
            </w:tblGrid>
            <w:tr w:rsidR="001467CA" w:rsidRPr="004D4536" w14:paraId="061723F5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26481BD" w14:textId="77777777" w:rsidR="001467CA" w:rsidRPr="00CC2722" w:rsidRDefault="001467CA" w:rsidP="00CC2722">
                  <w:pPr>
                    <w:pStyle w:val="SIText"/>
                  </w:pPr>
                  <w:r w:rsidRPr="00CC2722">
                    <w:t>AHCAIS401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4D1F7AC" w14:textId="77777777" w:rsidR="001467CA" w:rsidRPr="00CC2722" w:rsidRDefault="001467CA" w:rsidP="00CC2722">
                  <w:pPr>
                    <w:pStyle w:val="SIText"/>
                  </w:pPr>
                  <w:r w:rsidRPr="00CC2722">
                    <w:t>Supervise artificial breeding or embryo transfer programs</w:t>
                  </w:r>
                </w:p>
              </w:tc>
            </w:tr>
            <w:tr w:rsidR="006F6885" w:rsidRPr="004D4536" w14:paraId="08784043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756C8F0" w14:textId="23C6A92E" w:rsidR="006F6885" w:rsidRPr="00B756FF" w:rsidRDefault="006F6885" w:rsidP="00B756FF">
                  <w:pPr>
                    <w:pStyle w:val="SIText"/>
                  </w:pPr>
                  <w:r w:rsidRPr="00CC2722">
                    <w:t>AHCLSK416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7677ECC" w14:textId="17550EA6" w:rsidR="006F6885" w:rsidRPr="00B756FF" w:rsidRDefault="006F6885" w:rsidP="00B756FF">
                  <w:pPr>
                    <w:pStyle w:val="SIText"/>
                  </w:pPr>
                  <w:r w:rsidRPr="00CC2722">
                    <w:t>Identify and select animals for breeding</w:t>
                  </w:r>
                </w:p>
              </w:tc>
            </w:tr>
            <w:tr w:rsidR="006F6885" w:rsidRPr="00D25113" w14:paraId="01D0BBE7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6EEDCC2" w14:textId="77777777" w:rsidR="006F6885" w:rsidRPr="00AF4DF6" w:rsidRDefault="006F6885" w:rsidP="002D1113">
                  <w:pPr>
                    <w:pStyle w:val="SIText"/>
                  </w:pPr>
                  <w:r w:rsidRPr="00AF4DF6">
                    <w:t>RGRHBR505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497E247" w14:textId="77777777" w:rsidR="006F6885" w:rsidRPr="006F6885" w:rsidRDefault="006F6885" w:rsidP="006F6885">
                  <w:pPr>
                    <w:pStyle w:val="SIText"/>
                  </w:pPr>
                  <w:r w:rsidRPr="00D25113">
                    <w:t>Carry out stud stable management duties</w:t>
                  </w:r>
                  <w:r w:rsidRPr="006F6885">
                    <w:t xml:space="preserve"> </w:t>
                  </w:r>
                </w:p>
              </w:tc>
            </w:tr>
            <w:tr w:rsidR="006F6885" w:rsidRPr="00D25113" w14:paraId="23B532FB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CB83F0D" w14:textId="77777777" w:rsidR="006F6885" w:rsidRPr="00AF4DF6" w:rsidRDefault="006F6885" w:rsidP="002D1113">
                  <w:pPr>
                    <w:pStyle w:val="SIText"/>
                  </w:pPr>
                  <w:r w:rsidRPr="00AF4DF6">
                    <w:t>RGRHBR504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357A081" w14:textId="77777777" w:rsidR="006F6885" w:rsidRPr="006F6885" w:rsidRDefault="006F6885" w:rsidP="006F6885">
                  <w:pPr>
                    <w:pStyle w:val="SIText"/>
                  </w:pPr>
                  <w:r w:rsidRPr="00D25113">
                    <w:t>M</w:t>
                  </w:r>
                  <w:r w:rsidRPr="006F6885">
                    <w:t>anage horse breeding operations</w:t>
                  </w:r>
                </w:p>
              </w:tc>
            </w:tr>
          </w:tbl>
          <w:p w14:paraId="2437BB0E" w14:textId="77777777" w:rsidR="008D5CEC" w:rsidRDefault="008D5CEC" w:rsidP="00CC2722">
            <w:pPr>
              <w:pStyle w:val="SIText"/>
            </w:pPr>
          </w:p>
          <w:p w14:paraId="3F8967B8" w14:textId="60E7808B" w:rsidR="008D5CEC" w:rsidRDefault="00285E92" w:rsidP="00CC2722">
            <w:pPr>
              <w:pStyle w:val="SIText-Bold"/>
            </w:pPr>
            <w:r>
              <w:t>Group D General</w:t>
            </w:r>
            <w:r w:rsidR="00167F2E">
              <w:t xml:space="preserve"> (business)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4"/>
              <w:gridCol w:w="7087"/>
            </w:tblGrid>
            <w:tr w:rsidR="00216610" w:rsidRPr="0065565E" w14:paraId="5709CA87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2217FEF" w14:textId="77777777" w:rsidR="00216610" w:rsidRPr="00AF4DF6" w:rsidRDefault="00216610" w:rsidP="002D111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F4DF6">
                    <w:rPr>
                      <w:rStyle w:val="SITemporarytext-blue"/>
                      <w:color w:val="auto"/>
                      <w:sz w:val="20"/>
                    </w:rPr>
                    <w:t xml:space="preserve">AHCBUS516 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A35A50D" w14:textId="77777777" w:rsidR="00216610" w:rsidRPr="002D1113" w:rsidRDefault="00216610" w:rsidP="002D1113">
                  <w:pPr>
                    <w:pStyle w:val="SIText"/>
                  </w:pPr>
                  <w:r w:rsidRPr="002D1113">
                    <w:t>Develop and review a business plan</w:t>
                  </w:r>
                  <w:r w:rsidRPr="00AF4DF6">
                    <w:rPr>
                      <w:rStyle w:val="SITemporarytext-blue"/>
                      <w:color w:val="auto"/>
                      <w:sz w:val="20"/>
                    </w:rPr>
                    <w:t xml:space="preserve"> </w:t>
                  </w:r>
                </w:p>
              </w:tc>
            </w:tr>
            <w:tr w:rsidR="00216610" w:rsidRPr="0065565E" w14:paraId="1C299EED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DAB6F9E" w14:textId="77777777" w:rsidR="00216610" w:rsidRPr="002D1113" w:rsidRDefault="00216610" w:rsidP="002D1113">
                  <w:pPr>
                    <w:pStyle w:val="SIText"/>
                  </w:pPr>
                  <w:r w:rsidRPr="002D1113">
                    <w:t>AHCWRK504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4E5BA52" w14:textId="77777777" w:rsidR="00216610" w:rsidRPr="002D1113" w:rsidRDefault="00216610" w:rsidP="002D1113">
                  <w:pPr>
                    <w:pStyle w:val="SIText"/>
                  </w:pPr>
                  <w:r w:rsidRPr="002D1113">
                    <w:t>Assess new industry developments</w:t>
                  </w:r>
                </w:p>
              </w:tc>
            </w:tr>
            <w:tr w:rsidR="00216610" w:rsidRPr="0065565E" w14:paraId="5143A24E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3C2BA5A" w14:textId="77777777" w:rsidR="00216610" w:rsidRPr="00AF4DF6" w:rsidRDefault="00216610" w:rsidP="002D111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F4DF6">
                    <w:rPr>
                      <w:rStyle w:val="SITemporarytext-blue"/>
                      <w:color w:val="auto"/>
                      <w:sz w:val="20"/>
                    </w:rPr>
                    <w:t>AHCWRK512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073B069" w14:textId="77777777" w:rsidR="00216610" w:rsidRPr="002D1113" w:rsidRDefault="00216610" w:rsidP="002D1113">
                  <w:pPr>
                    <w:pStyle w:val="SIText"/>
                  </w:pPr>
                  <w:r w:rsidRPr="002D1113">
                    <w:t>Plan, implement and review a quality assurance program</w:t>
                  </w:r>
                </w:p>
              </w:tc>
            </w:tr>
            <w:tr w:rsidR="00216610" w:rsidRPr="0065565E" w14:paraId="4A8E262B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AB67556" w14:textId="77777777" w:rsidR="00216610" w:rsidRPr="00AF4DF6" w:rsidRDefault="00216610" w:rsidP="002D111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F4DF6">
                    <w:rPr>
                      <w:rStyle w:val="SITemporarytext-green"/>
                      <w:color w:val="auto"/>
                      <w:sz w:val="20"/>
                    </w:rPr>
                    <w:t xml:space="preserve">BSBHRM415 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4C02668" w14:textId="77777777" w:rsidR="00216610" w:rsidRPr="002D1113" w:rsidRDefault="00216610" w:rsidP="002D1113">
                  <w:pPr>
                    <w:pStyle w:val="SIText"/>
                  </w:pPr>
                  <w:r w:rsidRPr="00AF4DF6">
                    <w:rPr>
                      <w:rStyle w:val="SITemporarytext-green"/>
                      <w:color w:val="auto"/>
                      <w:sz w:val="20"/>
                    </w:rPr>
                    <w:t>Coordinate recruitment and onboarding</w:t>
                  </w:r>
                </w:p>
              </w:tc>
            </w:tr>
            <w:tr w:rsidR="00216610" w:rsidRPr="0065565E" w14:paraId="20D7983E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A5B16EA" w14:textId="77777777" w:rsidR="00216610" w:rsidRPr="00AF4DF6" w:rsidRDefault="00216610" w:rsidP="002D111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F4DF6">
                    <w:rPr>
                      <w:rStyle w:val="SITemporarytext-green"/>
                      <w:color w:val="auto"/>
                      <w:sz w:val="20"/>
                    </w:rPr>
                    <w:t>BSBLDR521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38AD9F0" w14:textId="77777777" w:rsidR="00216610" w:rsidRPr="00AF4DF6" w:rsidRDefault="00216610" w:rsidP="002D111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F4DF6">
                    <w:rPr>
                      <w:rStyle w:val="SITemporarytext-green"/>
                      <w:color w:val="auto"/>
                      <w:sz w:val="20"/>
                    </w:rPr>
                    <w:t>Lead the development of diverse workforces</w:t>
                  </w:r>
                </w:p>
              </w:tc>
            </w:tr>
            <w:tr w:rsidR="00216610" w:rsidRPr="0065565E" w14:paraId="41044C6E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9F84404" w14:textId="77777777" w:rsidR="00216610" w:rsidRPr="00AF4DF6" w:rsidRDefault="00216610" w:rsidP="002D111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F4DF6">
                    <w:rPr>
                      <w:rStyle w:val="SITemporarytext-green"/>
                      <w:color w:val="auto"/>
                      <w:sz w:val="20"/>
                    </w:rPr>
                    <w:t>BSBLDR522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455F77E" w14:textId="77777777" w:rsidR="00216610" w:rsidRPr="00AF4DF6" w:rsidRDefault="00216610" w:rsidP="002D111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F4DF6">
                    <w:rPr>
                      <w:rStyle w:val="SITemporarytext-green"/>
                      <w:color w:val="auto"/>
                      <w:sz w:val="20"/>
                    </w:rPr>
                    <w:t>Manage people performance</w:t>
                  </w:r>
                </w:p>
              </w:tc>
            </w:tr>
            <w:tr w:rsidR="00216610" w:rsidRPr="0065565E" w14:paraId="7680D282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CF4DF84" w14:textId="77777777" w:rsidR="00216610" w:rsidRPr="00AF4DF6" w:rsidRDefault="00216610" w:rsidP="00662C2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C1E91">
                    <w:t>BSBOPS502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92FB6B3" w14:textId="77777777" w:rsidR="00216610" w:rsidRPr="00AF4DF6" w:rsidRDefault="00216610" w:rsidP="00662C2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C1E91">
                    <w:t>Manage business operational plans</w:t>
                  </w:r>
                </w:p>
              </w:tc>
            </w:tr>
            <w:tr w:rsidR="00216610" w:rsidRPr="004D4536" w14:paraId="3290969F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718AB21" w14:textId="77777777" w:rsidR="00216610" w:rsidRPr="00AF4DF6" w:rsidRDefault="00216610" w:rsidP="00662C2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F4DF6">
                    <w:rPr>
                      <w:rStyle w:val="SITemporarytext-blue"/>
                      <w:color w:val="auto"/>
                      <w:sz w:val="20"/>
                    </w:rPr>
                    <w:t>BSBPEF501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869EC07" w14:textId="77777777" w:rsidR="00216610" w:rsidRPr="00AF4DF6" w:rsidRDefault="00216610" w:rsidP="00662C2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F4DF6">
                    <w:rPr>
                      <w:rStyle w:val="SITemporarytext-blue"/>
                      <w:color w:val="auto"/>
                      <w:sz w:val="20"/>
                    </w:rPr>
                    <w:t xml:space="preserve">Manage personal and professional development </w:t>
                  </w:r>
                </w:p>
              </w:tc>
            </w:tr>
            <w:tr w:rsidR="00216610" w:rsidRPr="004D4536" w14:paraId="3AD5C7AE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FEF0F93" w14:textId="77777777" w:rsidR="00216610" w:rsidRPr="00AF4DF6" w:rsidRDefault="00216610" w:rsidP="00662C2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62C29">
                    <w:t>BSBTEC403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13574FC" w14:textId="77777777" w:rsidR="00216610" w:rsidRPr="00AF4DF6" w:rsidRDefault="00216610" w:rsidP="00662C2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62C29">
                    <w:t>Apply digital solutions to work processes</w:t>
                  </w:r>
                </w:p>
              </w:tc>
            </w:tr>
            <w:tr w:rsidR="00216610" w:rsidRPr="004D4536" w14:paraId="1912AB92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65A39C6" w14:textId="77777777" w:rsidR="00216610" w:rsidRPr="00AF4DF6" w:rsidRDefault="00216610" w:rsidP="002D111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F4DF6">
                    <w:rPr>
                      <w:rStyle w:val="SITemporarytext-green"/>
                      <w:color w:val="auto"/>
                      <w:sz w:val="20"/>
                    </w:rPr>
                    <w:t>BSBTWK401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E67396C" w14:textId="77777777" w:rsidR="00216610" w:rsidRPr="00AF4DF6" w:rsidRDefault="00216610" w:rsidP="002D111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F4DF6">
                    <w:rPr>
                      <w:rStyle w:val="SITemporarytext-green"/>
                      <w:color w:val="auto"/>
                      <w:sz w:val="20"/>
                    </w:rPr>
                    <w:t>Build and maintain business relationships</w:t>
                  </w:r>
                </w:p>
              </w:tc>
            </w:tr>
            <w:tr w:rsidR="00216610" w:rsidRPr="004D4536" w14:paraId="57116809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C4CB084" w14:textId="77777777" w:rsidR="00216610" w:rsidRPr="00AF4DF6" w:rsidRDefault="00216610" w:rsidP="002D111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C1E91">
                    <w:t>FSKLRG012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51CA5CD" w14:textId="77777777" w:rsidR="00216610" w:rsidRPr="00AF4DF6" w:rsidRDefault="00216610" w:rsidP="00AC1E91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AC1E91">
                    <w:t>Apply strategies to plan and manage complex workplace tasks</w:t>
                  </w:r>
                </w:p>
              </w:tc>
            </w:tr>
            <w:tr w:rsidR="00216610" w:rsidRPr="004D4536" w14:paraId="0289425C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1D114CF" w14:textId="77777777" w:rsidR="00216610" w:rsidRPr="00AF4DF6" w:rsidRDefault="00216610" w:rsidP="002D111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F4DF6">
                    <w:rPr>
                      <w:rStyle w:val="SITemporarytext-blue"/>
                      <w:color w:val="auto"/>
                      <w:sz w:val="20"/>
                    </w:rPr>
                    <w:t>HLTAID011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D18267C" w14:textId="77777777" w:rsidR="00216610" w:rsidRPr="002D1113" w:rsidRDefault="00216610" w:rsidP="002D1113">
                  <w:pPr>
                    <w:pStyle w:val="SIText"/>
                  </w:pPr>
                  <w:r w:rsidRPr="002D1113">
                    <w:t>Provide first aid</w:t>
                  </w:r>
                </w:p>
              </w:tc>
            </w:tr>
            <w:tr w:rsidR="00216610" w:rsidRPr="0065565E" w14:paraId="5E48B9D6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6C378B2" w14:textId="77777777" w:rsidR="00216610" w:rsidRPr="002D1113" w:rsidRDefault="00216610" w:rsidP="002D1113">
                  <w:pPr>
                    <w:pStyle w:val="SIText"/>
                  </w:pPr>
                  <w:r w:rsidRPr="002D1113">
                    <w:t>SISXEMR002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3FA241F" w14:textId="77777777" w:rsidR="00216610" w:rsidRPr="002D1113" w:rsidRDefault="00216610" w:rsidP="002D1113">
                  <w:pPr>
                    <w:pStyle w:val="SIText"/>
                  </w:pPr>
                  <w:r w:rsidRPr="002D1113">
                    <w:t>Coordinate emergency responses</w:t>
                  </w:r>
                </w:p>
              </w:tc>
            </w:tr>
            <w:tr w:rsidR="00216610" w:rsidRPr="0065565E" w14:paraId="001063F1" w14:textId="77777777" w:rsidTr="005C0B95">
              <w:tc>
                <w:tcPr>
                  <w:tcW w:w="186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70E3B42" w14:textId="77777777" w:rsidR="00216610" w:rsidRPr="002D1113" w:rsidRDefault="00216610" w:rsidP="002D1113">
                  <w:pPr>
                    <w:pStyle w:val="SIText"/>
                  </w:pPr>
                  <w:r w:rsidRPr="002D1113">
                    <w:t>SITEEVT010</w:t>
                  </w:r>
                </w:p>
              </w:tc>
              <w:tc>
                <w:tcPr>
                  <w:tcW w:w="7087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80417C2" w14:textId="77777777" w:rsidR="00216610" w:rsidRPr="002D1113" w:rsidRDefault="00216610" w:rsidP="002D1113">
                  <w:pPr>
                    <w:pStyle w:val="SIText"/>
                  </w:pPr>
                  <w:r w:rsidRPr="002D1113">
                    <w:t>Manage on-site event operations</w:t>
                  </w:r>
                </w:p>
              </w:tc>
            </w:tr>
          </w:tbl>
          <w:p w14:paraId="280A0C62" w14:textId="36C95B11" w:rsidR="008D5CEC" w:rsidRDefault="008D5CEC" w:rsidP="008D5CEC">
            <w:pPr>
              <w:pStyle w:val="SIText"/>
            </w:pPr>
          </w:p>
          <w:p w14:paraId="7E201AC5" w14:textId="77777777" w:rsidR="004270D2" w:rsidRDefault="004270D2" w:rsidP="008E7B69"/>
        </w:tc>
      </w:tr>
    </w:tbl>
    <w:p w14:paraId="6BEEB939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65FB48B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08FD5F52" w14:textId="39140C74" w:rsidR="005C7EA8" w:rsidRDefault="000D7BE6" w:rsidP="000C13F1">
            <w:pPr>
              <w:pStyle w:val="SITextHeading2"/>
              <w:rPr>
                <w:b w:val="0"/>
              </w:rPr>
            </w:pPr>
            <w:r>
              <w:lastRenderedPageBreak/>
              <w:br w:type="page"/>
            </w:r>
            <w:r w:rsidR="000C13F1" w:rsidRPr="000C13F1">
              <w:t>Qualification Mapping Information</w:t>
            </w:r>
            <w:r w:rsidR="00BC393A">
              <w:t xml:space="preserve"> </w:t>
            </w:r>
          </w:p>
          <w:p w14:paraId="7B3E8D99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25C2E90C" w14:textId="77777777" w:rsidTr="008846E4">
              <w:trPr>
                <w:tblHeader/>
              </w:trPr>
              <w:tc>
                <w:tcPr>
                  <w:tcW w:w="1028" w:type="pct"/>
                </w:tcPr>
                <w:p w14:paraId="29CB2B5B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724B16C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45B6A105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0A4C220C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AB179A" w:rsidRPr="00BC49BB" w14:paraId="68C3D742" w14:textId="77777777" w:rsidTr="00C86116">
              <w:tc>
                <w:tcPr>
                  <w:tcW w:w="1028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1733E29" w14:textId="33105344" w:rsidR="00AB179A" w:rsidRPr="00AB179A" w:rsidRDefault="00AB179A" w:rsidP="00AB179A">
                  <w:pPr>
                    <w:pStyle w:val="SIText"/>
                  </w:pPr>
                  <w:r w:rsidRPr="00AB179A">
                    <w:t>ACM50</w:t>
                  </w:r>
                  <w:r w:rsidR="0028392F">
                    <w:t>X21</w:t>
                  </w:r>
                  <w:r w:rsidRPr="00AB179A">
                    <w:t xml:space="preserve"> Diploma </w:t>
                  </w:r>
                  <w:r w:rsidR="002D1113">
                    <w:t xml:space="preserve">of </w:t>
                  </w:r>
                  <w:r w:rsidR="00234EEC">
                    <w:t>Equine</w:t>
                  </w:r>
                  <w:r w:rsidRPr="00AB179A">
                    <w:t xml:space="preserve"> Management</w:t>
                  </w:r>
                </w:p>
              </w:tc>
              <w:tc>
                <w:tcPr>
                  <w:tcW w:w="1105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D248BB3" w14:textId="21D6877D" w:rsidR="00AB179A" w:rsidRPr="00AB179A" w:rsidRDefault="00BC393A" w:rsidP="00AB179A">
                  <w:pPr>
                    <w:pStyle w:val="SIText"/>
                  </w:pPr>
                  <w:r w:rsidRPr="00BC393A">
                    <w:t>ACM50417 Diploma of Performance Horse Management</w:t>
                  </w:r>
                </w:p>
              </w:tc>
              <w:tc>
                <w:tcPr>
                  <w:tcW w:w="1398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ED92BE7" w14:textId="77777777" w:rsidR="00234EEC" w:rsidRDefault="00234EEC" w:rsidP="00AB179A">
                  <w:pPr>
                    <w:pStyle w:val="SIText"/>
                  </w:pPr>
                  <w:r>
                    <w:t xml:space="preserve">Title </w:t>
                  </w:r>
                  <w:proofErr w:type="gramStart"/>
                  <w:r>
                    <w:t>changed</w:t>
                  </w:r>
                  <w:proofErr w:type="gramEnd"/>
                </w:p>
                <w:p w14:paraId="4856F634" w14:textId="3E18788A" w:rsidR="00AB179A" w:rsidRDefault="00916D64" w:rsidP="00AB179A">
                  <w:pPr>
                    <w:pStyle w:val="SIText"/>
                  </w:pPr>
                  <w:r>
                    <w:t xml:space="preserve">Core units </w:t>
                  </w:r>
                  <w:proofErr w:type="gramStart"/>
                  <w:r>
                    <w:t>updated</w:t>
                  </w:r>
                  <w:proofErr w:type="gramEnd"/>
                </w:p>
                <w:p w14:paraId="2A3BA500" w14:textId="77777777" w:rsidR="0093798E" w:rsidRDefault="00BC6886" w:rsidP="00BC6886">
                  <w:pPr>
                    <w:pStyle w:val="SIText"/>
                  </w:pPr>
                  <w:r>
                    <w:t xml:space="preserve">Electives </w:t>
                  </w:r>
                  <w:proofErr w:type="gramStart"/>
                  <w:r w:rsidR="006A7D25">
                    <w:t>group</w:t>
                  </w:r>
                  <w:r w:rsidR="006A7D25" w:rsidRPr="006A7D25">
                    <w:t>ed</w:t>
                  </w:r>
                  <w:proofErr w:type="gramEnd"/>
                </w:p>
                <w:p w14:paraId="7E1045F0" w14:textId="7CE8DDFA" w:rsidR="000B0255" w:rsidRPr="00AB179A" w:rsidRDefault="0093798E" w:rsidP="00BC6886">
                  <w:pPr>
                    <w:pStyle w:val="SIText"/>
                  </w:pPr>
                  <w:r>
                    <w:t>E</w:t>
                  </w:r>
                  <w:r w:rsidR="006A7D25">
                    <w:t xml:space="preserve">lective units </w:t>
                  </w:r>
                  <w:r w:rsidR="00BC6886">
                    <w:t xml:space="preserve">added and </w:t>
                  </w:r>
                  <w:r>
                    <w:t xml:space="preserve">some </w:t>
                  </w:r>
                  <w:r w:rsidR="006A7D25">
                    <w:t>removed</w:t>
                  </w:r>
                </w:p>
              </w:tc>
              <w:tc>
                <w:tcPr>
                  <w:tcW w:w="1469" w:type="pct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946B613" w14:textId="4BD50D77" w:rsidR="00AB179A" w:rsidRPr="00AB179A" w:rsidRDefault="00D56155" w:rsidP="00AB179A">
                  <w:pPr>
                    <w:pStyle w:val="SIText"/>
                  </w:pPr>
                  <w:r>
                    <w:t>Not equivalent</w:t>
                  </w:r>
                </w:p>
              </w:tc>
            </w:tr>
          </w:tbl>
          <w:p w14:paraId="3C25EF72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2F55D80E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709E00F3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78975CEA" w14:textId="77777777" w:rsidR="00AF591C" w:rsidRPr="00BA4094" w:rsidRDefault="00140954" w:rsidP="00BA4094">
            <w:pPr>
              <w:pStyle w:val="SIText"/>
            </w:pPr>
            <w:r w:rsidRPr="00BA4094">
              <w:t xml:space="preserve">Companion Volumes, including Implementation Guides, are available at </w:t>
            </w:r>
            <w:proofErr w:type="spellStart"/>
            <w:r w:rsidRPr="00BA4094">
              <w:t>VETNet</w:t>
            </w:r>
            <w:proofErr w:type="spellEnd"/>
            <w:r w:rsidRPr="00BA4094">
              <w:t xml:space="preserve">: </w:t>
            </w:r>
          </w:p>
          <w:p w14:paraId="61D479E9" w14:textId="5288FA6D" w:rsidR="00AF591C" w:rsidRPr="00AF2F35" w:rsidRDefault="00404041" w:rsidP="00BA4094">
            <w:pPr>
              <w:pStyle w:val="SIText"/>
              <w:rPr>
                <w:rStyle w:val="SITemporarytext-red"/>
              </w:rPr>
            </w:pPr>
            <w:r w:rsidRPr="00BA4094">
              <w:t>https://vetnet.gov.au/Pages/TrainingDocs.aspx?q=b75f4b23-54c9-4cc9-a5db-d3502d154103</w:t>
            </w:r>
          </w:p>
        </w:tc>
      </w:tr>
    </w:tbl>
    <w:p w14:paraId="0B4E66F5" w14:textId="0F2081B7" w:rsidR="00F1480E" w:rsidRDefault="00F1480E" w:rsidP="00F1480E">
      <w:pPr>
        <w:pStyle w:val="SIText"/>
      </w:pPr>
    </w:p>
    <w:p w14:paraId="31184E3B" w14:textId="0F9B8139" w:rsidR="00CC5104" w:rsidRDefault="00CC5104">
      <w:pPr>
        <w:pStyle w:val="SIText"/>
      </w:pPr>
    </w:p>
    <w:sectPr w:rsidR="00CC5104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Sue" w:date="2021-01-11T15:32:00Z" w:initials="SH">
    <w:p w14:paraId="52790F20" w14:textId="0F635648" w:rsidR="00CC5104" w:rsidRDefault="00CC5104">
      <w:pPr>
        <w:pStyle w:val="CommentText"/>
      </w:pPr>
      <w:r>
        <w:rPr>
          <w:rStyle w:val="CommentReference"/>
        </w:rPr>
        <w:annotationRef/>
      </w:r>
      <w:r>
        <w:t>Terminology</w:t>
      </w:r>
      <w:r w:rsidR="002B50C7">
        <w:t xml:space="preserve"> - </w:t>
      </w:r>
      <w:r>
        <w:t>equine vs horse</w:t>
      </w:r>
    </w:p>
    <w:p w14:paraId="65165182" w14:textId="77777777" w:rsidR="00CC5104" w:rsidRDefault="00CC5104">
      <w:pPr>
        <w:pStyle w:val="CommentText"/>
      </w:pPr>
    </w:p>
    <w:p w14:paraId="336539B2" w14:textId="6EC3CF44" w:rsidR="00CC5104" w:rsidRDefault="00CC5104">
      <w:pPr>
        <w:pStyle w:val="CommentText"/>
      </w:pPr>
      <w:r>
        <w:t xml:space="preserve">Throughout most units we have adopted the term horse rather than equine (except for equine </w:t>
      </w:r>
      <w:r w:rsidR="002B50C7">
        <w:t>dentists</w:t>
      </w:r>
      <w:r>
        <w:t xml:space="preserve"> and equine </w:t>
      </w:r>
      <w:r w:rsidR="00677599">
        <w:t>service</w:t>
      </w:r>
      <w:r>
        <w:t xml:space="preserve"> practitioners</w:t>
      </w:r>
      <w:r w:rsidR="00677599">
        <w:t>/providers</w:t>
      </w:r>
      <w:r>
        <w:t>)</w:t>
      </w:r>
      <w:r w:rsidR="002B50C7">
        <w:t>.</w:t>
      </w:r>
    </w:p>
    <w:p w14:paraId="6E84E85C" w14:textId="77777777" w:rsidR="002B50C7" w:rsidRDefault="002B50C7">
      <w:pPr>
        <w:pStyle w:val="CommentText"/>
      </w:pPr>
    </w:p>
    <w:p w14:paraId="7A1D6EAA" w14:textId="7804CACF" w:rsidR="002B50C7" w:rsidRDefault="002B50C7">
      <w:pPr>
        <w:pStyle w:val="CommentText"/>
      </w:pPr>
      <w:r>
        <w:t>Which term is preferred for the diploma title?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7A1D6EA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A6EE04" w16cex:dateUtc="2021-01-11T04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A1D6EAA" w16cid:durableId="23A6EE0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C8E216" w14:textId="77777777" w:rsidR="008E6E3F" w:rsidRDefault="008E6E3F" w:rsidP="00BF3F0A">
      <w:r>
        <w:separator/>
      </w:r>
    </w:p>
    <w:p w14:paraId="309641A1" w14:textId="77777777" w:rsidR="008E6E3F" w:rsidRDefault="008E6E3F"/>
  </w:endnote>
  <w:endnote w:type="continuationSeparator" w:id="0">
    <w:p w14:paraId="0871D97E" w14:textId="77777777" w:rsidR="008E6E3F" w:rsidRDefault="008E6E3F" w:rsidP="00BF3F0A">
      <w:r>
        <w:continuationSeparator/>
      </w:r>
    </w:p>
    <w:p w14:paraId="12B167A1" w14:textId="77777777" w:rsidR="008E6E3F" w:rsidRDefault="008E6E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0"/>
        <w:lang w:eastAsia="en-US"/>
      </w:rPr>
    </w:sdtEndPr>
    <w:sdtContent>
      <w:p w14:paraId="15325EA2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48652460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6F07A4">
          <w:t>5 May</w:t>
        </w:r>
        <w:r w:rsidR="00AF2F35">
          <w:t xml:space="preserve"> 20</w:t>
        </w:r>
        <w:r w:rsidR="006F07A4">
          <w:t>20</w:t>
        </w:r>
      </w:p>
    </w:sdtContent>
  </w:sdt>
  <w:p w14:paraId="6B31413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913AE4" w14:textId="77777777" w:rsidR="008E6E3F" w:rsidRDefault="008E6E3F" w:rsidP="00BF3F0A">
      <w:r>
        <w:separator/>
      </w:r>
    </w:p>
    <w:p w14:paraId="588D1FA8" w14:textId="77777777" w:rsidR="008E6E3F" w:rsidRDefault="008E6E3F"/>
  </w:footnote>
  <w:footnote w:type="continuationSeparator" w:id="0">
    <w:p w14:paraId="77EE3B03" w14:textId="77777777" w:rsidR="008E6E3F" w:rsidRDefault="008E6E3F" w:rsidP="00BF3F0A">
      <w:r>
        <w:continuationSeparator/>
      </w:r>
    </w:p>
    <w:p w14:paraId="095ADD47" w14:textId="77777777" w:rsidR="008E6E3F" w:rsidRDefault="008E6E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968DC1" w14:textId="7B95CD6B" w:rsidR="009C2650" w:rsidRPr="00E6612E" w:rsidRDefault="00677F6D" w:rsidP="00677F6D">
    <w:pPr>
      <w:pStyle w:val="SIText"/>
    </w:pPr>
    <w:r w:rsidRPr="00677F6D">
      <w:t>ACM50</w:t>
    </w:r>
    <w:r w:rsidR="00356EDC">
      <w:t>X21</w:t>
    </w:r>
    <w:r w:rsidRPr="00677F6D">
      <w:t xml:space="preserve"> Diploma of </w:t>
    </w:r>
    <w:r w:rsidR="00330A41">
      <w:t>Equine</w:t>
    </w:r>
    <w:r w:rsidRPr="00677F6D">
      <w:t xml:space="preserve"> Management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54C3078B"/>
    <w:multiLevelType w:val="hybridMultilevel"/>
    <w:tmpl w:val="2DEE59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2"/>
  </w:num>
  <w:num w:numId="10">
    <w:abstractNumId w:val="8"/>
  </w:num>
  <w:num w:numId="11">
    <w:abstractNumId w:val="11"/>
  </w:num>
  <w:num w:numId="12">
    <w:abstractNumId w:val="9"/>
  </w:num>
  <w:num w:numId="13">
    <w:abstractNumId w:val="14"/>
  </w:num>
  <w:num w:numId="14">
    <w:abstractNumId w:val="7"/>
  </w:num>
  <w:num w:numId="15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Sue">
    <w15:presenceInfo w15:providerId="None" w15:userId="Su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91C"/>
    <w:rsid w:val="000014B9"/>
    <w:rsid w:val="00005A15"/>
    <w:rsid w:val="0001108F"/>
    <w:rsid w:val="000115E2"/>
    <w:rsid w:val="0001296A"/>
    <w:rsid w:val="00016803"/>
    <w:rsid w:val="00017772"/>
    <w:rsid w:val="00017C6F"/>
    <w:rsid w:val="000201BA"/>
    <w:rsid w:val="00022F07"/>
    <w:rsid w:val="00023992"/>
    <w:rsid w:val="000351F1"/>
    <w:rsid w:val="00035E20"/>
    <w:rsid w:val="00041993"/>
    <w:rsid w:val="00041E59"/>
    <w:rsid w:val="000435EC"/>
    <w:rsid w:val="000648DA"/>
    <w:rsid w:val="00064B2D"/>
    <w:rsid w:val="00064BFE"/>
    <w:rsid w:val="00066E95"/>
    <w:rsid w:val="00070B3E"/>
    <w:rsid w:val="00071F95"/>
    <w:rsid w:val="000737BB"/>
    <w:rsid w:val="00074E47"/>
    <w:rsid w:val="00092181"/>
    <w:rsid w:val="00096616"/>
    <w:rsid w:val="000A3A19"/>
    <w:rsid w:val="000A5441"/>
    <w:rsid w:val="000B0255"/>
    <w:rsid w:val="000C13F1"/>
    <w:rsid w:val="000C2C8B"/>
    <w:rsid w:val="000C4E0F"/>
    <w:rsid w:val="000C72C5"/>
    <w:rsid w:val="000D33BC"/>
    <w:rsid w:val="000D7BE6"/>
    <w:rsid w:val="000E2C86"/>
    <w:rsid w:val="000F29F2"/>
    <w:rsid w:val="000F3838"/>
    <w:rsid w:val="00100256"/>
    <w:rsid w:val="00101659"/>
    <w:rsid w:val="00105775"/>
    <w:rsid w:val="001078BF"/>
    <w:rsid w:val="00111F84"/>
    <w:rsid w:val="00114C42"/>
    <w:rsid w:val="00121119"/>
    <w:rsid w:val="00125EF4"/>
    <w:rsid w:val="0013061D"/>
    <w:rsid w:val="00133957"/>
    <w:rsid w:val="001372F6"/>
    <w:rsid w:val="00140954"/>
    <w:rsid w:val="00144385"/>
    <w:rsid w:val="001467CA"/>
    <w:rsid w:val="00151293"/>
    <w:rsid w:val="00151D93"/>
    <w:rsid w:val="00154E8D"/>
    <w:rsid w:val="00156EF3"/>
    <w:rsid w:val="00167F2E"/>
    <w:rsid w:val="00175CA5"/>
    <w:rsid w:val="00176E4F"/>
    <w:rsid w:val="00184656"/>
    <w:rsid w:val="0018546B"/>
    <w:rsid w:val="001927CE"/>
    <w:rsid w:val="001A2D40"/>
    <w:rsid w:val="001A6A3E"/>
    <w:rsid w:val="001A6B7B"/>
    <w:rsid w:val="001A7B6D"/>
    <w:rsid w:val="001B0306"/>
    <w:rsid w:val="001B1B3C"/>
    <w:rsid w:val="001B34D5"/>
    <w:rsid w:val="001B513A"/>
    <w:rsid w:val="001B5FEE"/>
    <w:rsid w:val="001C0A75"/>
    <w:rsid w:val="001C2697"/>
    <w:rsid w:val="001E16BC"/>
    <w:rsid w:val="001E70AC"/>
    <w:rsid w:val="001E73EE"/>
    <w:rsid w:val="001E7BDD"/>
    <w:rsid w:val="001E7E0A"/>
    <w:rsid w:val="001E7E3F"/>
    <w:rsid w:val="001F28F9"/>
    <w:rsid w:val="001F2BA5"/>
    <w:rsid w:val="001F308D"/>
    <w:rsid w:val="00201A7C"/>
    <w:rsid w:val="002115A8"/>
    <w:rsid w:val="00213416"/>
    <w:rsid w:val="0021414D"/>
    <w:rsid w:val="00216610"/>
    <w:rsid w:val="002223FB"/>
    <w:rsid w:val="00223124"/>
    <w:rsid w:val="0022696B"/>
    <w:rsid w:val="00234444"/>
    <w:rsid w:val="00234EEC"/>
    <w:rsid w:val="00242293"/>
    <w:rsid w:val="00244EA7"/>
    <w:rsid w:val="00245CD3"/>
    <w:rsid w:val="00254ACC"/>
    <w:rsid w:val="00262FC3"/>
    <w:rsid w:val="00276DB8"/>
    <w:rsid w:val="0028003F"/>
    <w:rsid w:val="00282664"/>
    <w:rsid w:val="0028392F"/>
    <w:rsid w:val="00285E92"/>
    <w:rsid w:val="00285FB8"/>
    <w:rsid w:val="002931C2"/>
    <w:rsid w:val="002A34D2"/>
    <w:rsid w:val="002A4CD3"/>
    <w:rsid w:val="002B50C7"/>
    <w:rsid w:val="002C55E9"/>
    <w:rsid w:val="002D0C8B"/>
    <w:rsid w:val="002D1113"/>
    <w:rsid w:val="002E193E"/>
    <w:rsid w:val="002E3827"/>
    <w:rsid w:val="002F04AD"/>
    <w:rsid w:val="002F1BE6"/>
    <w:rsid w:val="00305A74"/>
    <w:rsid w:val="00307902"/>
    <w:rsid w:val="00320F28"/>
    <w:rsid w:val="00321C7C"/>
    <w:rsid w:val="00330A41"/>
    <w:rsid w:val="00337E82"/>
    <w:rsid w:val="003467B4"/>
    <w:rsid w:val="00350BB1"/>
    <w:rsid w:val="00352C83"/>
    <w:rsid w:val="0035339A"/>
    <w:rsid w:val="00356EDC"/>
    <w:rsid w:val="0036681D"/>
    <w:rsid w:val="00370270"/>
    <w:rsid w:val="0037067D"/>
    <w:rsid w:val="0038735B"/>
    <w:rsid w:val="003916D1"/>
    <w:rsid w:val="00392560"/>
    <w:rsid w:val="003A21F0"/>
    <w:rsid w:val="003A58BA"/>
    <w:rsid w:val="003A5AE7"/>
    <w:rsid w:val="003A7221"/>
    <w:rsid w:val="003B5EE2"/>
    <w:rsid w:val="003C13AE"/>
    <w:rsid w:val="003C4886"/>
    <w:rsid w:val="003C60B4"/>
    <w:rsid w:val="003D1913"/>
    <w:rsid w:val="003D2E73"/>
    <w:rsid w:val="003D3E14"/>
    <w:rsid w:val="003D79E7"/>
    <w:rsid w:val="003E1497"/>
    <w:rsid w:val="003E298C"/>
    <w:rsid w:val="003E7BBE"/>
    <w:rsid w:val="00404041"/>
    <w:rsid w:val="004127E3"/>
    <w:rsid w:val="00422A44"/>
    <w:rsid w:val="00423D30"/>
    <w:rsid w:val="00424712"/>
    <w:rsid w:val="004270D2"/>
    <w:rsid w:val="0043212E"/>
    <w:rsid w:val="00434366"/>
    <w:rsid w:val="00440FAA"/>
    <w:rsid w:val="00441AA7"/>
    <w:rsid w:val="00444423"/>
    <w:rsid w:val="00452F3E"/>
    <w:rsid w:val="004545D5"/>
    <w:rsid w:val="004607F5"/>
    <w:rsid w:val="004610F3"/>
    <w:rsid w:val="00461B83"/>
    <w:rsid w:val="00462DAE"/>
    <w:rsid w:val="004640AE"/>
    <w:rsid w:val="00474148"/>
    <w:rsid w:val="00475172"/>
    <w:rsid w:val="004758B0"/>
    <w:rsid w:val="00477A5F"/>
    <w:rsid w:val="004832D2"/>
    <w:rsid w:val="004835C7"/>
    <w:rsid w:val="00485559"/>
    <w:rsid w:val="004873D5"/>
    <w:rsid w:val="004A142B"/>
    <w:rsid w:val="004A3311"/>
    <w:rsid w:val="004A44E8"/>
    <w:rsid w:val="004B29B7"/>
    <w:rsid w:val="004B2A2B"/>
    <w:rsid w:val="004B6C56"/>
    <w:rsid w:val="004C2244"/>
    <w:rsid w:val="004C273A"/>
    <w:rsid w:val="004C3B2C"/>
    <w:rsid w:val="004C4152"/>
    <w:rsid w:val="004C79A1"/>
    <w:rsid w:val="004D0D5F"/>
    <w:rsid w:val="004D1569"/>
    <w:rsid w:val="004D2710"/>
    <w:rsid w:val="004D44B1"/>
    <w:rsid w:val="004D4536"/>
    <w:rsid w:val="004E0460"/>
    <w:rsid w:val="004E1579"/>
    <w:rsid w:val="004E5FAE"/>
    <w:rsid w:val="004E7094"/>
    <w:rsid w:val="004F50E1"/>
    <w:rsid w:val="004F5537"/>
    <w:rsid w:val="004F5DC7"/>
    <w:rsid w:val="004F78DA"/>
    <w:rsid w:val="00502C52"/>
    <w:rsid w:val="0050690B"/>
    <w:rsid w:val="00507067"/>
    <w:rsid w:val="0051291D"/>
    <w:rsid w:val="0051595C"/>
    <w:rsid w:val="00517C7B"/>
    <w:rsid w:val="005248C1"/>
    <w:rsid w:val="00526134"/>
    <w:rsid w:val="00527F90"/>
    <w:rsid w:val="00536A76"/>
    <w:rsid w:val="00541B91"/>
    <w:rsid w:val="005427C8"/>
    <w:rsid w:val="005446D1"/>
    <w:rsid w:val="00544741"/>
    <w:rsid w:val="00545F9E"/>
    <w:rsid w:val="00547704"/>
    <w:rsid w:val="00556C4C"/>
    <w:rsid w:val="00557369"/>
    <w:rsid w:val="00561F08"/>
    <w:rsid w:val="00567920"/>
    <w:rsid w:val="005708EB"/>
    <w:rsid w:val="00575BC6"/>
    <w:rsid w:val="00577DDC"/>
    <w:rsid w:val="0058357C"/>
    <w:rsid w:val="00583902"/>
    <w:rsid w:val="005A3AA5"/>
    <w:rsid w:val="005A6C9C"/>
    <w:rsid w:val="005A74DC"/>
    <w:rsid w:val="005B119D"/>
    <w:rsid w:val="005B2342"/>
    <w:rsid w:val="005B5146"/>
    <w:rsid w:val="005C0B95"/>
    <w:rsid w:val="005C7EA8"/>
    <w:rsid w:val="005E5B66"/>
    <w:rsid w:val="005E5CFC"/>
    <w:rsid w:val="005F33CC"/>
    <w:rsid w:val="005F3B72"/>
    <w:rsid w:val="005F42D0"/>
    <w:rsid w:val="0060054D"/>
    <w:rsid w:val="00606539"/>
    <w:rsid w:val="006121D4"/>
    <w:rsid w:val="00613B49"/>
    <w:rsid w:val="00620E8E"/>
    <w:rsid w:val="0063164E"/>
    <w:rsid w:val="006316B0"/>
    <w:rsid w:val="00633CFE"/>
    <w:rsid w:val="00634FCA"/>
    <w:rsid w:val="006351F4"/>
    <w:rsid w:val="006378CC"/>
    <w:rsid w:val="006404B5"/>
    <w:rsid w:val="006435D0"/>
    <w:rsid w:val="006452B8"/>
    <w:rsid w:val="00646993"/>
    <w:rsid w:val="00652E62"/>
    <w:rsid w:val="0065565E"/>
    <w:rsid w:val="00662C29"/>
    <w:rsid w:val="00670FD1"/>
    <w:rsid w:val="006768F7"/>
    <w:rsid w:val="00677599"/>
    <w:rsid w:val="00677F6D"/>
    <w:rsid w:val="00681066"/>
    <w:rsid w:val="006840E3"/>
    <w:rsid w:val="00684905"/>
    <w:rsid w:val="00687B62"/>
    <w:rsid w:val="00690C44"/>
    <w:rsid w:val="006958F3"/>
    <w:rsid w:val="006969D9"/>
    <w:rsid w:val="006A2B68"/>
    <w:rsid w:val="006A462E"/>
    <w:rsid w:val="006A7D25"/>
    <w:rsid w:val="006B19B1"/>
    <w:rsid w:val="006B3934"/>
    <w:rsid w:val="006B7D03"/>
    <w:rsid w:val="006C2F32"/>
    <w:rsid w:val="006C3E14"/>
    <w:rsid w:val="006D1759"/>
    <w:rsid w:val="006D41CF"/>
    <w:rsid w:val="006D4448"/>
    <w:rsid w:val="006E2C4D"/>
    <w:rsid w:val="006E5257"/>
    <w:rsid w:val="006F07A4"/>
    <w:rsid w:val="006F25AB"/>
    <w:rsid w:val="006F6885"/>
    <w:rsid w:val="00700632"/>
    <w:rsid w:val="00705EEC"/>
    <w:rsid w:val="00707741"/>
    <w:rsid w:val="00722769"/>
    <w:rsid w:val="00722A03"/>
    <w:rsid w:val="007275AF"/>
    <w:rsid w:val="00727901"/>
    <w:rsid w:val="0073075B"/>
    <w:rsid w:val="00733051"/>
    <w:rsid w:val="007341FF"/>
    <w:rsid w:val="00735CCA"/>
    <w:rsid w:val="00740314"/>
    <w:rsid w:val="007404E9"/>
    <w:rsid w:val="007444CF"/>
    <w:rsid w:val="007447DC"/>
    <w:rsid w:val="0076523B"/>
    <w:rsid w:val="00770C15"/>
    <w:rsid w:val="00771B60"/>
    <w:rsid w:val="00774D55"/>
    <w:rsid w:val="00781D77"/>
    <w:rsid w:val="0078573E"/>
    <w:rsid w:val="007860B7"/>
    <w:rsid w:val="00786DC8"/>
    <w:rsid w:val="00794065"/>
    <w:rsid w:val="007A1149"/>
    <w:rsid w:val="007A71DA"/>
    <w:rsid w:val="007B1342"/>
    <w:rsid w:val="007C6914"/>
    <w:rsid w:val="007D3143"/>
    <w:rsid w:val="007D5A78"/>
    <w:rsid w:val="007E3BD1"/>
    <w:rsid w:val="007F1563"/>
    <w:rsid w:val="007F34B8"/>
    <w:rsid w:val="007F42D2"/>
    <w:rsid w:val="007F44DB"/>
    <w:rsid w:val="007F5A8B"/>
    <w:rsid w:val="007F70F6"/>
    <w:rsid w:val="00800A40"/>
    <w:rsid w:val="00810136"/>
    <w:rsid w:val="00816220"/>
    <w:rsid w:val="00817D51"/>
    <w:rsid w:val="00823530"/>
    <w:rsid w:val="00823FF4"/>
    <w:rsid w:val="00827F7E"/>
    <w:rsid w:val="008306E7"/>
    <w:rsid w:val="00834BC8"/>
    <w:rsid w:val="008354A2"/>
    <w:rsid w:val="00835CC9"/>
    <w:rsid w:val="00837FD6"/>
    <w:rsid w:val="00847B60"/>
    <w:rsid w:val="00850243"/>
    <w:rsid w:val="008545EB"/>
    <w:rsid w:val="00856837"/>
    <w:rsid w:val="00865011"/>
    <w:rsid w:val="00883C6C"/>
    <w:rsid w:val="00884D6D"/>
    <w:rsid w:val="00886172"/>
    <w:rsid w:val="00886790"/>
    <w:rsid w:val="008908DE"/>
    <w:rsid w:val="00892746"/>
    <w:rsid w:val="00894FA6"/>
    <w:rsid w:val="00894FBB"/>
    <w:rsid w:val="008A12ED"/>
    <w:rsid w:val="008B2C77"/>
    <w:rsid w:val="008B4AD2"/>
    <w:rsid w:val="008D5CEC"/>
    <w:rsid w:val="008E1B41"/>
    <w:rsid w:val="008E39BE"/>
    <w:rsid w:val="008E62EC"/>
    <w:rsid w:val="008E6E3F"/>
    <w:rsid w:val="008E7B69"/>
    <w:rsid w:val="008F2286"/>
    <w:rsid w:val="008F32F6"/>
    <w:rsid w:val="009061DC"/>
    <w:rsid w:val="00916CD7"/>
    <w:rsid w:val="00916D64"/>
    <w:rsid w:val="00920927"/>
    <w:rsid w:val="00921739"/>
    <w:rsid w:val="00921B38"/>
    <w:rsid w:val="00923720"/>
    <w:rsid w:val="00924FBA"/>
    <w:rsid w:val="0092586D"/>
    <w:rsid w:val="009278C9"/>
    <w:rsid w:val="009303A7"/>
    <w:rsid w:val="00934B8D"/>
    <w:rsid w:val="0093798E"/>
    <w:rsid w:val="00940A74"/>
    <w:rsid w:val="009527CB"/>
    <w:rsid w:val="00953835"/>
    <w:rsid w:val="00955A81"/>
    <w:rsid w:val="00956CE7"/>
    <w:rsid w:val="00960F6C"/>
    <w:rsid w:val="009615F4"/>
    <w:rsid w:val="00962387"/>
    <w:rsid w:val="009639F9"/>
    <w:rsid w:val="00964D87"/>
    <w:rsid w:val="00970747"/>
    <w:rsid w:val="0097631B"/>
    <w:rsid w:val="00987057"/>
    <w:rsid w:val="0098725E"/>
    <w:rsid w:val="009922FE"/>
    <w:rsid w:val="00992F44"/>
    <w:rsid w:val="00997BCD"/>
    <w:rsid w:val="009A5900"/>
    <w:rsid w:val="009A7819"/>
    <w:rsid w:val="009C2650"/>
    <w:rsid w:val="009D0CF4"/>
    <w:rsid w:val="009D142B"/>
    <w:rsid w:val="009D15E2"/>
    <w:rsid w:val="009D15FE"/>
    <w:rsid w:val="009D5D2C"/>
    <w:rsid w:val="009E0C5F"/>
    <w:rsid w:val="009E2C4C"/>
    <w:rsid w:val="009E568C"/>
    <w:rsid w:val="009E6A55"/>
    <w:rsid w:val="009F0DCC"/>
    <w:rsid w:val="009F11CA"/>
    <w:rsid w:val="00A0695B"/>
    <w:rsid w:val="00A10CAB"/>
    <w:rsid w:val="00A13052"/>
    <w:rsid w:val="00A2094A"/>
    <w:rsid w:val="00A216A8"/>
    <w:rsid w:val="00A223A6"/>
    <w:rsid w:val="00A27AB7"/>
    <w:rsid w:val="00A354FC"/>
    <w:rsid w:val="00A47C25"/>
    <w:rsid w:val="00A5092E"/>
    <w:rsid w:val="00A50A06"/>
    <w:rsid w:val="00A51E6E"/>
    <w:rsid w:val="00A54DA7"/>
    <w:rsid w:val="00A56E14"/>
    <w:rsid w:val="00A637BB"/>
    <w:rsid w:val="00A6476B"/>
    <w:rsid w:val="00A6651B"/>
    <w:rsid w:val="00A702ED"/>
    <w:rsid w:val="00A72728"/>
    <w:rsid w:val="00A76C6C"/>
    <w:rsid w:val="00A772D9"/>
    <w:rsid w:val="00A879C9"/>
    <w:rsid w:val="00A87D41"/>
    <w:rsid w:val="00A92DD1"/>
    <w:rsid w:val="00AA3AF3"/>
    <w:rsid w:val="00AA5338"/>
    <w:rsid w:val="00AB179A"/>
    <w:rsid w:val="00AB1B8E"/>
    <w:rsid w:val="00AB386E"/>
    <w:rsid w:val="00AC0696"/>
    <w:rsid w:val="00AC1E91"/>
    <w:rsid w:val="00AC4C98"/>
    <w:rsid w:val="00AC5F6B"/>
    <w:rsid w:val="00AC60E3"/>
    <w:rsid w:val="00AC773E"/>
    <w:rsid w:val="00AD093D"/>
    <w:rsid w:val="00AD3896"/>
    <w:rsid w:val="00AD5B47"/>
    <w:rsid w:val="00AE0897"/>
    <w:rsid w:val="00AE18E3"/>
    <w:rsid w:val="00AE1ED9"/>
    <w:rsid w:val="00AE32CB"/>
    <w:rsid w:val="00AE6471"/>
    <w:rsid w:val="00AF2F35"/>
    <w:rsid w:val="00AF3957"/>
    <w:rsid w:val="00AF4DF6"/>
    <w:rsid w:val="00AF591C"/>
    <w:rsid w:val="00AF7BAB"/>
    <w:rsid w:val="00B12013"/>
    <w:rsid w:val="00B22C67"/>
    <w:rsid w:val="00B27394"/>
    <w:rsid w:val="00B3508F"/>
    <w:rsid w:val="00B40DFA"/>
    <w:rsid w:val="00B443EE"/>
    <w:rsid w:val="00B560C8"/>
    <w:rsid w:val="00B61150"/>
    <w:rsid w:val="00B62491"/>
    <w:rsid w:val="00B65BC7"/>
    <w:rsid w:val="00B717CF"/>
    <w:rsid w:val="00B746B9"/>
    <w:rsid w:val="00B756FF"/>
    <w:rsid w:val="00B808EA"/>
    <w:rsid w:val="00B848D4"/>
    <w:rsid w:val="00B865B7"/>
    <w:rsid w:val="00BA1CB1"/>
    <w:rsid w:val="00BA3285"/>
    <w:rsid w:val="00BA4094"/>
    <w:rsid w:val="00BA482D"/>
    <w:rsid w:val="00BB23F4"/>
    <w:rsid w:val="00BC393A"/>
    <w:rsid w:val="00BC5075"/>
    <w:rsid w:val="00BC6886"/>
    <w:rsid w:val="00BD3B0F"/>
    <w:rsid w:val="00BD3BB6"/>
    <w:rsid w:val="00BE4BF1"/>
    <w:rsid w:val="00BF071C"/>
    <w:rsid w:val="00BF1D4C"/>
    <w:rsid w:val="00BF3F0A"/>
    <w:rsid w:val="00C143C3"/>
    <w:rsid w:val="00C1739B"/>
    <w:rsid w:val="00C248A4"/>
    <w:rsid w:val="00C26067"/>
    <w:rsid w:val="00C30A29"/>
    <w:rsid w:val="00C317DC"/>
    <w:rsid w:val="00C40762"/>
    <w:rsid w:val="00C433B8"/>
    <w:rsid w:val="00C578E9"/>
    <w:rsid w:val="00C61F49"/>
    <w:rsid w:val="00C638D4"/>
    <w:rsid w:val="00C66E64"/>
    <w:rsid w:val="00C703E2"/>
    <w:rsid w:val="00C70626"/>
    <w:rsid w:val="00C71BF5"/>
    <w:rsid w:val="00C72860"/>
    <w:rsid w:val="00C73B90"/>
    <w:rsid w:val="00C765EC"/>
    <w:rsid w:val="00C87E0C"/>
    <w:rsid w:val="00C92431"/>
    <w:rsid w:val="00C96AF3"/>
    <w:rsid w:val="00C97CCC"/>
    <w:rsid w:val="00CA0274"/>
    <w:rsid w:val="00CA303F"/>
    <w:rsid w:val="00CB3BB4"/>
    <w:rsid w:val="00CB5935"/>
    <w:rsid w:val="00CB6EFC"/>
    <w:rsid w:val="00CB746F"/>
    <w:rsid w:val="00CC2722"/>
    <w:rsid w:val="00CC451E"/>
    <w:rsid w:val="00CC5104"/>
    <w:rsid w:val="00CD477D"/>
    <w:rsid w:val="00CD4E9D"/>
    <w:rsid w:val="00CD4F4D"/>
    <w:rsid w:val="00CE6C3C"/>
    <w:rsid w:val="00CE7D19"/>
    <w:rsid w:val="00CF0CF5"/>
    <w:rsid w:val="00CF2B3E"/>
    <w:rsid w:val="00CF4F38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33E34"/>
    <w:rsid w:val="00D527EF"/>
    <w:rsid w:val="00D54C76"/>
    <w:rsid w:val="00D55F04"/>
    <w:rsid w:val="00D56155"/>
    <w:rsid w:val="00D56CAC"/>
    <w:rsid w:val="00D65221"/>
    <w:rsid w:val="00D65A9E"/>
    <w:rsid w:val="00D7222C"/>
    <w:rsid w:val="00D727F3"/>
    <w:rsid w:val="00D73695"/>
    <w:rsid w:val="00D73DEC"/>
    <w:rsid w:val="00D756B7"/>
    <w:rsid w:val="00D810DE"/>
    <w:rsid w:val="00D822D3"/>
    <w:rsid w:val="00D82EA4"/>
    <w:rsid w:val="00D87D32"/>
    <w:rsid w:val="00D92C83"/>
    <w:rsid w:val="00DA0A81"/>
    <w:rsid w:val="00DA3C10"/>
    <w:rsid w:val="00DA53B5"/>
    <w:rsid w:val="00DA7273"/>
    <w:rsid w:val="00DC1D69"/>
    <w:rsid w:val="00DC2FD2"/>
    <w:rsid w:val="00DC5A3A"/>
    <w:rsid w:val="00DC7947"/>
    <w:rsid w:val="00DF74A9"/>
    <w:rsid w:val="00E000C5"/>
    <w:rsid w:val="00E048B1"/>
    <w:rsid w:val="00E155A4"/>
    <w:rsid w:val="00E15CE0"/>
    <w:rsid w:val="00E238E6"/>
    <w:rsid w:val="00E246B1"/>
    <w:rsid w:val="00E35064"/>
    <w:rsid w:val="00E3583B"/>
    <w:rsid w:val="00E35A6D"/>
    <w:rsid w:val="00E3788F"/>
    <w:rsid w:val="00E41B9F"/>
    <w:rsid w:val="00E438C3"/>
    <w:rsid w:val="00E43D44"/>
    <w:rsid w:val="00E45D1B"/>
    <w:rsid w:val="00E501F0"/>
    <w:rsid w:val="00E517C9"/>
    <w:rsid w:val="00E552BD"/>
    <w:rsid w:val="00E61572"/>
    <w:rsid w:val="00E62886"/>
    <w:rsid w:val="00E6612E"/>
    <w:rsid w:val="00E810F8"/>
    <w:rsid w:val="00E868DB"/>
    <w:rsid w:val="00E87C5F"/>
    <w:rsid w:val="00E91BFF"/>
    <w:rsid w:val="00E92933"/>
    <w:rsid w:val="00EA3B97"/>
    <w:rsid w:val="00EA6EFD"/>
    <w:rsid w:val="00EB0AA4"/>
    <w:rsid w:val="00EB58C7"/>
    <w:rsid w:val="00EB5C88"/>
    <w:rsid w:val="00EC0469"/>
    <w:rsid w:val="00EC5E9A"/>
    <w:rsid w:val="00EC6939"/>
    <w:rsid w:val="00ED3A6C"/>
    <w:rsid w:val="00EE2EEA"/>
    <w:rsid w:val="00EF01F8"/>
    <w:rsid w:val="00EF40EF"/>
    <w:rsid w:val="00F07C48"/>
    <w:rsid w:val="00F1480E"/>
    <w:rsid w:val="00F1497D"/>
    <w:rsid w:val="00F16AAC"/>
    <w:rsid w:val="00F16B6C"/>
    <w:rsid w:val="00F16D6D"/>
    <w:rsid w:val="00F25B8C"/>
    <w:rsid w:val="00F275AA"/>
    <w:rsid w:val="00F35A6A"/>
    <w:rsid w:val="00F438FC"/>
    <w:rsid w:val="00F53221"/>
    <w:rsid w:val="00F5616F"/>
    <w:rsid w:val="00F56827"/>
    <w:rsid w:val="00F606C8"/>
    <w:rsid w:val="00F65EF0"/>
    <w:rsid w:val="00F71651"/>
    <w:rsid w:val="00F73518"/>
    <w:rsid w:val="00F7699E"/>
    <w:rsid w:val="00F76CC6"/>
    <w:rsid w:val="00F93A16"/>
    <w:rsid w:val="00FB01FC"/>
    <w:rsid w:val="00FB5D9D"/>
    <w:rsid w:val="00FB7CD4"/>
    <w:rsid w:val="00FD3ED6"/>
    <w:rsid w:val="00FE0282"/>
    <w:rsid w:val="00FE124D"/>
    <w:rsid w:val="00FE38C4"/>
    <w:rsid w:val="00FE5F8D"/>
    <w:rsid w:val="00FE792C"/>
    <w:rsid w:val="00FE7D6F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D785D0D"/>
  <w15:docId w15:val="{C42EDCF5-EDB5-42CF-9520-5146C3C6D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Revision">
    <w:name w:val="Revision"/>
    <w:hidden/>
    <w:uiPriority w:val="99"/>
    <w:semiHidden/>
    <w:rsid w:val="00CC272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ListParagraph">
    <w:name w:val="List Paragraph"/>
    <w:basedOn w:val="Normal"/>
    <w:uiPriority w:val="34"/>
    <w:qFormat/>
    <w:rsid w:val="0050690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35339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68490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F228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9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1A186989F28348822A9EA02AC58B4C" ma:contentTypeVersion="" ma:contentTypeDescription="Create a new document." ma:contentTypeScope="" ma:versionID="4c44963e366add1fbcb9a96ee4563d3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bab765a-7a75-4c22-b0ff-12e649145879" targetNamespace="http://schemas.microsoft.com/office/2006/metadata/properties" ma:root="true" ma:fieldsID="94b3e7b0635621cd02db64f438064c4e" ns1:_="" ns2:_="" ns3:_="">
    <xsd:import namespace="http://schemas.microsoft.com/sharepoint/v3"/>
    <xsd:import namespace="d50bbff7-d6dd-47d2-864a-cfdc2c3db0f4"/>
    <xsd:import namespace="fbab765a-7a75-4c22-b0ff-12e64914587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b765a-7a75-4c22-b0ff-12e6491458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FC2FF5F9-40DB-4964-AC58-B30D9B4AA7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bab765a-7a75-4c22-b0ff-12e6491458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5B6A87-2B29-40A6-936F-FA20C22F658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terms/"/>
    <ds:schemaRef ds:uri="d50bbff7-d6dd-47d2-864a-cfdc2c3db0f4"/>
    <ds:schemaRef ds:uri="http://schemas.microsoft.com/office/infopath/2007/PartnerControls"/>
    <ds:schemaRef ds:uri="http://purl.org/dc/elements/1.1/"/>
    <ds:schemaRef ds:uri="http://schemas.microsoft.com/office/2006/metadata/properties"/>
    <ds:schemaRef ds:uri="fbab765a-7a75-4c22-b0ff-12e649145879"/>
    <ds:schemaRef ds:uri="http://schemas.microsoft.com/sharepoint/v3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452</TotalTime>
  <Pages>3</Pages>
  <Words>810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OBRIEN</dc:creator>
  <cp:lastModifiedBy>Lucinda O'Brien</cp:lastModifiedBy>
  <cp:revision>81</cp:revision>
  <cp:lastPrinted>2020-10-27T04:05:00Z</cp:lastPrinted>
  <dcterms:created xsi:type="dcterms:W3CDTF">2020-11-19T03:31:00Z</dcterms:created>
  <dcterms:modified xsi:type="dcterms:W3CDTF">2021-02-03T22:22:00Z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0x0101000C1A186989F28348822A9EA02AC58B4C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