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BB68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64EAD" w14:paraId="0357C704" w14:textId="77777777" w:rsidTr="00CA2922">
        <w:tc>
          <w:tcPr>
            <w:tcW w:w="2689" w:type="dxa"/>
          </w:tcPr>
          <w:p w14:paraId="4A490EDD" w14:textId="597A8FAF" w:rsidR="00564EAD" w:rsidRPr="00CC451E" w:rsidRDefault="00564EAD" w:rsidP="00BF4D6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FCC153D" w14:textId="3877F798" w:rsidR="00564EAD" w:rsidRPr="00CC451E" w:rsidRDefault="00564EAD" w:rsidP="00F8724B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  <w:tr w:rsidR="00BF4D64" w14:paraId="642F4DEC" w14:textId="77777777" w:rsidTr="00CA2922">
        <w:tc>
          <w:tcPr>
            <w:tcW w:w="2689" w:type="dxa"/>
          </w:tcPr>
          <w:p w14:paraId="17048513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2371EA1E" w14:textId="77777777" w:rsidR="00BF4D64" w:rsidRPr="00CC451E" w:rsidRDefault="00BF4D64" w:rsidP="00BF4D6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1.0</w:t>
            </w:r>
            <w:r w:rsidRPr="00CC451E">
              <w:t>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000D7BE6">
        <w:tc>
          <w:tcPr>
            <w:tcW w:w="1396" w:type="pct"/>
            <w:shd w:val="clear" w:color="auto" w:fill="auto"/>
          </w:tcPr>
          <w:p w14:paraId="2FFA98F7" w14:textId="525BED1A" w:rsidR="00F1480E" w:rsidRPr="00923720" w:rsidRDefault="00BF4D64" w:rsidP="00923720">
            <w:pPr>
              <w:pStyle w:val="SIQUALCODE"/>
            </w:pPr>
            <w:r>
              <w:t>AHC</w:t>
            </w:r>
            <w:r w:rsidR="009D6298">
              <w:t>21116</w:t>
            </w:r>
          </w:p>
        </w:tc>
        <w:tc>
          <w:tcPr>
            <w:tcW w:w="3604" w:type="pct"/>
            <w:shd w:val="clear" w:color="auto" w:fill="auto"/>
          </w:tcPr>
          <w:p w14:paraId="3BCB169E" w14:textId="37669AC4" w:rsidR="00F1480E" w:rsidRPr="00923720" w:rsidRDefault="009D6298" w:rsidP="00F8724B">
            <w:pPr>
              <w:pStyle w:val="SIQUALtitle"/>
              <w:tabs>
                <w:tab w:val="left" w:pos="960"/>
              </w:tabs>
            </w:pPr>
            <w:r w:rsidRPr="009D6298">
              <w:t>Certificate II in Irrigation</w:t>
            </w:r>
          </w:p>
        </w:tc>
      </w:tr>
      <w:tr w:rsidR="00A772D9" w:rsidRPr="00963A46" w14:paraId="2EDD4FEE" w14:textId="77777777" w:rsidTr="000D7BE6">
        <w:tc>
          <w:tcPr>
            <w:tcW w:w="5000" w:type="pct"/>
            <w:gridSpan w:val="2"/>
            <w:shd w:val="clear" w:color="auto" w:fill="auto"/>
          </w:tcPr>
          <w:p w14:paraId="30FD10F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78180AD" w14:textId="5F8FBF89" w:rsidR="009D6298" w:rsidRPr="009D6298" w:rsidRDefault="009D6298" w:rsidP="009D6298">
            <w:pPr>
              <w:pStyle w:val="SIText"/>
              <w:rPr>
                <w:color w:val="000000" w:themeColor="text1"/>
              </w:rPr>
            </w:pPr>
            <w:r w:rsidRPr="009D6298">
              <w:rPr>
                <w:color w:val="000000" w:themeColor="text1"/>
              </w:rPr>
              <w:t xml:space="preserve">This qualification describes the </w:t>
            </w:r>
            <w:r w:rsidR="00564EAD">
              <w:rPr>
                <w:color w:val="000000" w:themeColor="text1"/>
              </w:rPr>
              <w:t xml:space="preserve">skills and knowledge for </w:t>
            </w:r>
            <w:r w:rsidRPr="009D6298">
              <w:rPr>
                <w:color w:val="000000" w:themeColor="text1"/>
              </w:rPr>
              <w:t xml:space="preserve">supervised entry-level workers in the irrigation industry. It covers the employment areas of irrigation installation </w:t>
            </w:r>
            <w:r w:rsidR="00564EAD">
              <w:rPr>
                <w:color w:val="000000" w:themeColor="text1"/>
              </w:rPr>
              <w:t>assistant</w:t>
            </w:r>
            <w:r w:rsidRPr="009D6298">
              <w:rPr>
                <w:color w:val="000000" w:themeColor="text1"/>
              </w:rPr>
              <w:t xml:space="preserve"> and is suitable for VET in schools programs.</w:t>
            </w:r>
          </w:p>
          <w:p w14:paraId="54BDE356" w14:textId="77777777" w:rsidR="00564EAD" w:rsidRDefault="00564EAD" w:rsidP="00B6596D">
            <w:pPr>
              <w:pStyle w:val="SIText"/>
            </w:pPr>
          </w:p>
          <w:p w14:paraId="1614F589" w14:textId="015F561F" w:rsidR="00564EAD" w:rsidRDefault="00564EAD" w:rsidP="00B6596D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59CA32CF" w14:textId="77777777" w:rsidR="00564EAD" w:rsidRDefault="00564EAD">
            <w:pPr>
              <w:pStyle w:val="SIText"/>
              <w:rPr>
                <w:color w:val="000000" w:themeColor="text1"/>
              </w:rPr>
            </w:pPr>
          </w:p>
          <w:p w14:paraId="77811A5D" w14:textId="76B7DADB" w:rsidR="00A772D9" w:rsidRPr="00856837" w:rsidRDefault="009D6298">
            <w:pPr>
              <w:pStyle w:val="SIText"/>
              <w:rPr>
                <w:color w:val="000000" w:themeColor="text1"/>
              </w:rPr>
            </w:pPr>
            <w:r w:rsidRPr="009D6298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6CC4FE4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5C6AF2" w14:textId="0283FB11" w:rsidR="004270D2" w:rsidRDefault="009D6298" w:rsidP="009D6298">
            <w:pPr>
              <w:pStyle w:val="SIBulletList1"/>
            </w:pPr>
            <w:r>
              <w:t>16</w:t>
            </w:r>
            <w:r w:rsidR="004270D2">
              <w:t xml:space="preserve"> units of competency:</w:t>
            </w:r>
          </w:p>
          <w:p w14:paraId="607FAEBD" w14:textId="551103ED" w:rsidR="004270D2" w:rsidRPr="000C490A" w:rsidRDefault="009D6298" w:rsidP="009D6298">
            <w:pPr>
              <w:pStyle w:val="SIBulletList2"/>
            </w:pPr>
            <w:r>
              <w:t>1</w:t>
            </w:r>
            <w:r w:rsidR="004270D2" w:rsidRPr="000C490A">
              <w:t xml:space="preserve"> core unit plus</w:t>
            </w:r>
          </w:p>
          <w:p w14:paraId="1D5F66EC" w14:textId="5FA5C91C" w:rsidR="004270D2" w:rsidRDefault="009D6298" w:rsidP="009D6298">
            <w:pPr>
              <w:pStyle w:val="SIBulletList2"/>
            </w:pPr>
            <w:r>
              <w:t>15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56ADA0C" w14:textId="416B2C6C" w:rsidR="009D6298" w:rsidRDefault="009D6298" w:rsidP="009D6298">
            <w:pPr>
              <w:pStyle w:val="SIBulletList1"/>
              <w:rPr>
                <w:rFonts w:ascii="Times New Roman" w:hAnsi="Times New Roman"/>
              </w:rPr>
            </w:pPr>
            <w:r>
              <w:t xml:space="preserve">6 </w:t>
            </w:r>
            <w:r w:rsidR="00F8724B">
              <w:t>must be</w:t>
            </w:r>
            <w:r>
              <w:t xml:space="preserve"> from </w:t>
            </w:r>
            <w:r w:rsidR="00F8724B">
              <w:t>electives g</w:t>
            </w:r>
            <w:r>
              <w:t>roup A</w:t>
            </w:r>
          </w:p>
          <w:p w14:paraId="6F3BA372" w14:textId="679C5100" w:rsidR="009D6298" w:rsidRDefault="009D6298" w:rsidP="009D6298">
            <w:pPr>
              <w:pStyle w:val="SIBulletList1"/>
            </w:pPr>
            <w:r>
              <w:t xml:space="preserve">7 </w:t>
            </w:r>
            <w:r w:rsidR="00F8724B">
              <w:t>must be</w:t>
            </w:r>
            <w:r>
              <w:t xml:space="preserve"> from </w:t>
            </w:r>
            <w:r w:rsidR="00F8724B">
              <w:t>electives g</w:t>
            </w:r>
            <w:r>
              <w:t>roup A or B</w:t>
            </w:r>
          </w:p>
          <w:p w14:paraId="5DFA493E" w14:textId="73EB28DF" w:rsidR="009D6298" w:rsidRDefault="009D6298" w:rsidP="009D6298">
            <w:pPr>
              <w:pStyle w:val="SIBulletList1"/>
            </w:pPr>
            <w:r>
              <w:t xml:space="preserve">2 </w:t>
            </w:r>
            <w:r w:rsidR="00F8724B">
              <w:t xml:space="preserve">from the remaining units listed in groups A or B, </w:t>
            </w:r>
            <w:r>
              <w:t xml:space="preserve">or any other </w:t>
            </w:r>
            <w:r w:rsidR="00F8724B">
              <w:t xml:space="preserve">currently </w:t>
            </w:r>
            <w:r>
              <w:t xml:space="preserve">endorsed Training Package or </w:t>
            </w:r>
            <w:r w:rsidR="00F8724B">
              <w:t>a</w:t>
            </w:r>
            <w:r>
              <w:t xml:space="preserve">ccredited </w:t>
            </w:r>
            <w:r w:rsidR="00F8724B">
              <w:t>c</w:t>
            </w:r>
            <w:r>
              <w:t>ourse</w:t>
            </w:r>
            <w:r w:rsidR="00F8724B">
              <w:t xml:space="preserve"> packaged at Certificate II.</w:t>
            </w:r>
          </w:p>
          <w:p w14:paraId="6014A410" w14:textId="77777777" w:rsidR="004270D2" w:rsidRDefault="004270D2" w:rsidP="009D6298">
            <w:pPr>
              <w:pStyle w:val="SIBulletList1"/>
              <w:numPr>
                <w:ilvl w:val="0"/>
                <w:numId w:val="0"/>
              </w:numPr>
            </w:pP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D6298" w:rsidRPr="005C7EA8" w14:paraId="3E0CACFF" w14:textId="77777777" w:rsidTr="005C7EA8">
              <w:tc>
                <w:tcPr>
                  <w:tcW w:w="1718" w:type="dxa"/>
                </w:tcPr>
                <w:p w14:paraId="1473EFDD" w14:textId="1F8BD9F7" w:rsidR="009D6298" w:rsidRPr="00856837" w:rsidRDefault="009D6298" w:rsidP="00F8724B">
                  <w:pPr>
                    <w:pStyle w:val="SIText"/>
                  </w:pPr>
                  <w:r>
                    <w:t>AHCWHS201</w:t>
                  </w:r>
                </w:p>
              </w:tc>
              <w:tc>
                <w:tcPr>
                  <w:tcW w:w="5670" w:type="dxa"/>
                </w:tcPr>
                <w:p w14:paraId="3EC59C5F" w14:textId="70D4773B" w:rsidR="009D6298" w:rsidRPr="00856837" w:rsidRDefault="009D6298" w:rsidP="009D6298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3994FFC" w14:textId="3FB4C505" w:rsidR="00941679" w:rsidRPr="00022F07" w:rsidRDefault="00941679" w:rsidP="0094167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D6298" w:rsidRPr="005C7EA8" w14:paraId="79125C5A" w14:textId="77777777" w:rsidTr="008846E4">
              <w:tc>
                <w:tcPr>
                  <w:tcW w:w="1718" w:type="dxa"/>
                </w:tcPr>
                <w:p w14:paraId="0BF9A7D7" w14:textId="3BEB0B8F" w:rsidR="009D6298" w:rsidRPr="00856837" w:rsidRDefault="009D6298" w:rsidP="009D6298">
                  <w:pPr>
                    <w:pStyle w:val="SIText"/>
                  </w:pPr>
                  <w:r>
                    <w:t>AHCIRG215</w:t>
                  </w:r>
                </w:p>
              </w:tc>
              <w:tc>
                <w:tcPr>
                  <w:tcW w:w="5670" w:type="dxa"/>
                </w:tcPr>
                <w:p w14:paraId="03A8AD70" w14:textId="5335A262" w:rsidR="009D6298" w:rsidRPr="00856837" w:rsidRDefault="009D6298" w:rsidP="00F8724B">
                  <w:pPr>
                    <w:pStyle w:val="SIText"/>
                  </w:pPr>
                  <w:r>
                    <w:t>Assist with low volume irrigation operations</w:t>
                  </w:r>
                </w:p>
              </w:tc>
            </w:tr>
            <w:tr w:rsidR="009D6298" w:rsidRPr="005C7EA8" w14:paraId="56E990A3" w14:textId="77777777" w:rsidTr="008846E4">
              <w:tc>
                <w:tcPr>
                  <w:tcW w:w="1718" w:type="dxa"/>
                </w:tcPr>
                <w:p w14:paraId="49DE1AFB" w14:textId="564094A1" w:rsidR="009D6298" w:rsidRPr="00856837" w:rsidRDefault="009D6298" w:rsidP="009D6298">
                  <w:pPr>
                    <w:pStyle w:val="SIText"/>
                  </w:pPr>
                  <w:r>
                    <w:t>AHCIRG216</w:t>
                  </w:r>
                </w:p>
              </w:tc>
              <w:tc>
                <w:tcPr>
                  <w:tcW w:w="5670" w:type="dxa"/>
                </w:tcPr>
                <w:p w14:paraId="68BDDD8E" w14:textId="4BA378A5" w:rsidR="009D6298" w:rsidRPr="00856837" w:rsidRDefault="009D6298" w:rsidP="00F8724B">
                  <w:pPr>
                    <w:pStyle w:val="SIText"/>
                  </w:pPr>
                  <w:r>
                    <w:t>Assist with surface irrigation operations</w:t>
                  </w:r>
                </w:p>
              </w:tc>
            </w:tr>
            <w:tr w:rsidR="009D6298" w:rsidRPr="005C7EA8" w14:paraId="15D2ABFF" w14:textId="77777777" w:rsidTr="008846E4">
              <w:tc>
                <w:tcPr>
                  <w:tcW w:w="1718" w:type="dxa"/>
                </w:tcPr>
                <w:p w14:paraId="62E5A383" w14:textId="4899374C" w:rsidR="009D6298" w:rsidRPr="00856837" w:rsidRDefault="009D6298" w:rsidP="009D6298">
                  <w:pPr>
                    <w:pStyle w:val="SIText"/>
                  </w:pPr>
                  <w:r>
                    <w:t>AHCIRG217</w:t>
                  </w:r>
                </w:p>
              </w:tc>
              <w:tc>
                <w:tcPr>
                  <w:tcW w:w="5670" w:type="dxa"/>
                </w:tcPr>
                <w:p w14:paraId="1EBEB92D" w14:textId="5958331F" w:rsidR="009D6298" w:rsidRPr="00856837" w:rsidRDefault="009D6298" w:rsidP="00F8724B">
                  <w:pPr>
                    <w:pStyle w:val="SIText"/>
                  </w:pPr>
                  <w:r>
                    <w:t>Assist with pressurised irrigation operations</w:t>
                  </w:r>
                </w:p>
              </w:tc>
            </w:tr>
            <w:tr w:rsidR="009D6298" w:rsidRPr="005C7EA8" w14:paraId="54A19D71" w14:textId="77777777" w:rsidTr="008846E4">
              <w:tc>
                <w:tcPr>
                  <w:tcW w:w="1718" w:type="dxa"/>
                </w:tcPr>
                <w:p w14:paraId="4B07A3C1" w14:textId="32BC0722" w:rsidR="009D6298" w:rsidRPr="00856837" w:rsidRDefault="009D6298" w:rsidP="009D6298">
                  <w:pPr>
                    <w:pStyle w:val="SIText"/>
                  </w:pPr>
                  <w:r>
                    <w:t>AHCIRG218</w:t>
                  </w:r>
                </w:p>
              </w:tc>
              <w:tc>
                <w:tcPr>
                  <w:tcW w:w="5670" w:type="dxa"/>
                </w:tcPr>
                <w:p w14:paraId="7F21F42F" w14:textId="27AE1CA8" w:rsidR="009D6298" w:rsidRPr="00856837" w:rsidRDefault="009D6298" w:rsidP="00F8724B">
                  <w:pPr>
                    <w:pStyle w:val="SIText"/>
                  </w:pPr>
                  <w:r>
                    <w:t>Assist with pump and flow control device operations</w:t>
                  </w:r>
                </w:p>
              </w:tc>
            </w:tr>
            <w:tr w:rsidR="009D6298" w:rsidRPr="005C7EA8" w14:paraId="407F143B" w14:textId="77777777" w:rsidTr="008846E4">
              <w:tc>
                <w:tcPr>
                  <w:tcW w:w="1718" w:type="dxa"/>
                </w:tcPr>
                <w:p w14:paraId="6D826E45" w14:textId="76C81B35" w:rsidR="009D6298" w:rsidRPr="00856837" w:rsidRDefault="009D6298" w:rsidP="009D6298">
                  <w:pPr>
                    <w:pStyle w:val="SIText"/>
                  </w:pPr>
                  <w:r>
                    <w:t>AHCSOL202</w:t>
                  </w:r>
                </w:p>
              </w:tc>
              <w:tc>
                <w:tcPr>
                  <w:tcW w:w="5670" w:type="dxa"/>
                </w:tcPr>
                <w:p w14:paraId="3FCD428E" w14:textId="5D8E1E30" w:rsidR="009D6298" w:rsidRPr="00856837" w:rsidRDefault="009D6298" w:rsidP="00B6596D">
                  <w:pPr>
                    <w:pStyle w:val="SIText"/>
                  </w:pPr>
                  <w:r>
                    <w:t>Assist with soil or growing media sampling and testing</w:t>
                  </w:r>
                </w:p>
              </w:tc>
            </w:tr>
            <w:tr w:rsidR="009D6298" w:rsidRPr="005C7EA8" w14:paraId="3253016D" w14:textId="77777777" w:rsidTr="008846E4">
              <w:tc>
                <w:tcPr>
                  <w:tcW w:w="1718" w:type="dxa"/>
                </w:tcPr>
                <w:p w14:paraId="6E7BA8C7" w14:textId="308F25A2" w:rsidR="009D6298" w:rsidRPr="00856837" w:rsidRDefault="009D6298" w:rsidP="009D6298">
                  <w:pPr>
                    <w:pStyle w:val="SIText"/>
                  </w:pPr>
                  <w:r>
                    <w:t>NWP210B</w:t>
                  </w:r>
                </w:p>
              </w:tc>
              <w:tc>
                <w:tcPr>
                  <w:tcW w:w="5670" w:type="dxa"/>
                </w:tcPr>
                <w:p w14:paraId="1906BB7A" w14:textId="30290A61" w:rsidR="009D6298" w:rsidRPr="00856837" w:rsidRDefault="009D6298" w:rsidP="00B6596D">
                  <w:pPr>
                    <w:pStyle w:val="SIText"/>
                  </w:pPr>
                  <w:r>
                    <w:t>Perform basic water quality tests</w:t>
                  </w:r>
                </w:p>
              </w:tc>
            </w:tr>
            <w:tr w:rsidR="009D6298" w:rsidRPr="005C7EA8" w14:paraId="783C1368" w14:textId="77777777" w:rsidTr="008846E4">
              <w:tc>
                <w:tcPr>
                  <w:tcW w:w="1718" w:type="dxa"/>
                </w:tcPr>
                <w:p w14:paraId="66FBBBF0" w14:textId="61F11DCD" w:rsidR="009D6298" w:rsidRPr="00856837" w:rsidRDefault="009D6298" w:rsidP="009D6298">
                  <w:pPr>
                    <w:pStyle w:val="SIText"/>
                  </w:pPr>
                  <w:r>
                    <w:t>NWPIRR002</w:t>
                  </w:r>
                </w:p>
              </w:tc>
              <w:tc>
                <w:tcPr>
                  <w:tcW w:w="5670" w:type="dxa"/>
                </w:tcPr>
                <w:p w14:paraId="6265D8D3" w14:textId="7A1132FC" w:rsidR="009D6298" w:rsidRPr="00856837" w:rsidRDefault="009D6298" w:rsidP="009D6298">
                  <w:pPr>
                    <w:pStyle w:val="SIText"/>
                  </w:pPr>
                  <w:r>
                    <w:t>Operate basic flow control and regulating devices in irrigation systems</w:t>
                  </w:r>
                </w:p>
              </w:tc>
            </w:tr>
            <w:tr w:rsidR="009D6298" w:rsidRPr="005C7EA8" w14:paraId="6C5388A0" w14:textId="77777777" w:rsidTr="008846E4">
              <w:tc>
                <w:tcPr>
                  <w:tcW w:w="1718" w:type="dxa"/>
                </w:tcPr>
                <w:p w14:paraId="506DF184" w14:textId="00DDF4DF" w:rsidR="009D6298" w:rsidRPr="00856837" w:rsidRDefault="009D6298" w:rsidP="009D6298">
                  <w:pPr>
                    <w:pStyle w:val="SIText"/>
                  </w:pPr>
                  <w:r>
                    <w:t>NWPIRR012</w:t>
                  </w:r>
                </w:p>
              </w:tc>
              <w:tc>
                <w:tcPr>
                  <w:tcW w:w="5670" w:type="dxa"/>
                </w:tcPr>
                <w:p w14:paraId="24D72282" w14:textId="5E07C449" w:rsidR="009D6298" w:rsidRPr="00856837" w:rsidRDefault="009D6298" w:rsidP="009D6298">
                  <w:pPr>
                    <w:pStyle w:val="SIText"/>
                  </w:pPr>
                  <w:r>
                    <w:t>Construct open earthen channels or drains</w:t>
                  </w:r>
                </w:p>
              </w:tc>
            </w:tr>
            <w:tr w:rsidR="009D6298" w:rsidRPr="005C7EA8" w14:paraId="4FAE16C8" w14:textId="77777777" w:rsidTr="008846E4">
              <w:tc>
                <w:tcPr>
                  <w:tcW w:w="1718" w:type="dxa"/>
                </w:tcPr>
                <w:p w14:paraId="5BAD5331" w14:textId="6B0203FA" w:rsidR="009D6298" w:rsidRPr="00856837" w:rsidRDefault="009D6298" w:rsidP="009D6298">
                  <w:pPr>
                    <w:pStyle w:val="SIText"/>
                  </w:pPr>
                  <w:r>
                    <w:t>AHCWRK209</w:t>
                  </w:r>
                </w:p>
              </w:tc>
              <w:tc>
                <w:tcPr>
                  <w:tcW w:w="5670" w:type="dxa"/>
                </w:tcPr>
                <w:p w14:paraId="235D5C63" w14:textId="317FF724" w:rsidR="009D6298" w:rsidRPr="00856837" w:rsidRDefault="009D6298" w:rsidP="00F8724B">
                  <w:pPr>
                    <w:pStyle w:val="SIText"/>
                  </w:pPr>
                  <w:r>
                    <w:t>Participate in environmentally sustainable work practices</w:t>
                  </w:r>
                </w:p>
              </w:tc>
            </w:tr>
          </w:tbl>
          <w:p w14:paraId="64ACE82C" w14:textId="77777777" w:rsidR="004270D2" w:rsidRDefault="004270D2" w:rsidP="00894FBB">
            <w:pPr>
              <w:rPr>
                <w:lang w:eastAsia="en-US"/>
              </w:rPr>
            </w:pPr>
          </w:p>
          <w:p w14:paraId="201DB90A" w14:textId="1538F9FF" w:rsidR="004270D2" w:rsidRDefault="00941679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D6298" w:rsidRPr="005C7EA8" w14:paraId="4E02D503" w14:textId="2532C577" w:rsidTr="00970360">
              <w:tc>
                <w:tcPr>
                  <w:tcW w:w="1718" w:type="dxa"/>
                  <w:vAlign w:val="bottom"/>
                </w:tcPr>
                <w:p w14:paraId="2F508628" w14:textId="2F700500" w:rsidR="009D6298" w:rsidRPr="00856837" w:rsidRDefault="009D6298" w:rsidP="009D6298">
                  <w:pPr>
                    <w:pStyle w:val="SIText"/>
                  </w:pPr>
                  <w:r>
                    <w:t>AHCDRG201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F3777FC" w14:textId="040093CD" w:rsidR="009D6298" w:rsidRPr="00856837" w:rsidRDefault="009D6298" w:rsidP="009D6298">
                  <w:pPr>
                    <w:pStyle w:val="SIText"/>
                  </w:pPr>
                  <w:r>
                    <w:t>Maintain drainage systems</w:t>
                  </w:r>
                </w:p>
              </w:tc>
            </w:tr>
            <w:tr w:rsidR="009D6298" w:rsidRPr="005C7EA8" w14:paraId="7E77B468" w14:textId="77777777" w:rsidTr="00970360">
              <w:tc>
                <w:tcPr>
                  <w:tcW w:w="1718" w:type="dxa"/>
                  <w:vAlign w:val="bottom"/>
                </w:tcPr>
                <w:p w14:paraId="5DB2C574" w14:textId="1698D5D0" w:rsidR="009D6298" w:rsidRPr="00856837" w:rsidRDefault="009D6298" w:rsidP="009D6298">
                  <w:pPr>
                    <w:pStyle w:val="SIText"/>
                  </w:pPr>
                  <w:r>
                    <w:lastRenderedPageBreak/>
                    <w:t>AHCMOM203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2E4DEC87" w14:textId="004F4151" w:rsidR="009D6298" w:rsidRPr="00856837" w:rsidRDefault="009D6298" w:rsidP="009D6298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9D6298" w:rsidRPr="005C7EA8" w14:paraId="15C6A43F" w14:textId="4C96A8CF" w:rsidTr="00970360">
              <w:tc>
                <w:tcPr>
                  <w:tcW w:w="1718" w:type="dxa"/>
                  <w:vAlign w:val="bottom"/>
                </w:tcPr>
                <w:p w14:paraId="75681266" w14:textId="29442059" w:rsidR="009D6298" w:rsidRPr="00856837" w:rsidRDefault="009D6298" w:rsidP="009D6298">
                  <w:pPr>
                    <w:pStyle w:val="SIText"/>
                  </w:pPr>
                  <w:r>
                    <w:t>AHCWRK204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3496BC68" w14:textId="687ADDAA" w:rsidR="009D6298" w:rsidRPr="00856837" w:rsidRDefault="009D6298" w:rsidP="009D6298">
                  <w:pPr>
                    <w:pStyle w:val="SIText"/>
                  </w:pPr>
                  <w:r>
                    <w:t>Work effectively in the industry</w:t>
                  </w:r>
                </w:p>
              </w:tc>
            </w:tr>
            <w:tr w:rsidR="009D6298" w:rsidRPr="005C7EA8" w14:paraId="4BC653DA" w14:textId="3C18040E" w:rsidTr="00970360">
              <w:tc>
                <w:tcPr>
                  <w:tcW w:w="1718" w:type="dxa"/>
                  <w:vAlign w:val="bottom"/>
                </w:tcPr>
                <w:p w14:paraId="1EEDAEAD" w14:textId="6F29F019" w:rsidR="009D6298" w:rsidRPr="00856837" w:rsidRDefault="009D6298" w:rsidP="009D6298">
                  <w:pPr>
                    <w:pStyle w:val="SIText"/>
                  </w:pPr>
                  <w:r>
                    <w:t>AHCWRK205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1F52EFCD" w14:textId="60BFE098" w:rsidR="009D6298" w:rsidRPr="00856837" w:rsidRDefault="009D6298" w:rsidP="009D6298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9D6298" w:rsidRPr="005C7EA8" w14:paraId="7CDF3FAA" w14:textId="77777777" w:rsidTr="00970360">
              <w:tc>
                <w:tcPr>
                  <w:tcW w:w="1718" w:type="dxa"/>
                  <w:vAlign w:val="bottom"/>
                </w:tcPr>
                <w:p w14:paraId="4C6347F1" w14:textId="6E2772AD" w:rsidR="009D6298" w:rsidRPr="00856837" w:rsidRDefault="009D6298" w:rsidP="009D6298">
                  <w:pPr>
                    <w:pStyle w:val="SIText"/>
                  </w:pPr>
                  <w:r>
                    <w:t>AHCWRK208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CBB4AE" w14:textId="7A6752C7" w:rsidR="009D6298" w:rsidRPr="00856837" w:rsidRDefault="009D6298" w:rsidP="009D6298">
                  <w:pPr>
                    <w:pStyle w:val="SIText"/>
                  </w:pPr>
                  <w:r>
                    <w:t>Provide information on products and services</w:t>
                  </w:r>
                </w:p>
              </w:tc>
            </w:tr>
            <w:tr w:rsidR="009D6298" w:rsidRPr="005C7EA8" w14:paraId="18865C29" w14:textId="2E9ADC33" w:rsidTr="00970360">
              <w:tc>
                <w:tcPr>
                  <w:tcW w:w="1718" w:type="dxa"/>
                  <w:vAlign w:val="bottom"/>
                </w:tcPr>
                <w:p w14:paraId="280D7974" w14:textId="3C884143" w:rsidR="009D6298" w:rsidRPr="00856837" w:rsidRDefault="009D6298" w:rsidP="009D6298">
                  <w:pPr>
                    <w:pStyle w:val="SIText"/>
                  </w:pPr>
                  <w:r>
                    <w:t>CPCPCM2047A</w:t>
                  </w:r>
                </w:p>
              </w:tc>
              <w:tc>
                <w:tcPr>
                  <w:tcW w:w="5670" w:type="dxa"/>
                  <w:vAlign w:val="bottom"/>
                </w:tcPr>
                <w:p w14:paraId="27F90D77" w14:textId="45DB5DEA" w:rsidR="009D6298" w:rsidRPr="00856837" w:rsidRDefault="009D6298" w:rsidP="00B6596D">
                  <w:pPr>
                    <w:pStyle w:val="SIText"/>
                  </w:pPr>
                  <w:r>
                    <w:t>Carry out levelling</w:t>
                  </w:r>
                </w:p>
              </w:tc>
            </w:tr>
            <w:tr w:rsidR="009D6298" w:rsidRPr="005C7EA8" w14:paraId="5BB4DAF1" w14:textId="514473D7" w:rsidTr="00970360">
              <w:tc>
                <w:tcPr>
                  <w:tcW w:w="1718" w:type="dxa"/>
                  <w:vAlign w:val="bottom"/>
                </w:tcPr>
                <w:p w14:paraId="029A41B7" w14:textId="0BAEAF48" w:rsidR="009D6298" w:rsidRPr="00856837" w:rsidRDefault="009D6298" w:rsidP="009D6298">
                  <w:pPr>
                    <w:pStyle w:val="SIText"/>
                  </w:pPr>
                  <w:r>
                    <w:t>CPCPCM2043A</w:t>
                  </w:r>
                </w:p>
              </w:tc>
              <w:tc>
                <w:tcPr>
                  <w:tcW w:w="5670" w:type="dxa"/>
                  <w:vAlign w:val="bottom"/>
                </w:tcPr>
                <w:p w14:paraId="72D7CBDD" w14:textId="237B6E55" w:rsidR="009D6298" w:rsidRPr="00856837" w:rsidRDefault="009D6298" w:rsidP="009D6298">
                  <w:pPr>
                    <w:pStyle w:val="SIText"/>
                  </w:pPr>
                  <w:r>
                    <w:t>Carry out OHS requirements</w:t>
                  </w:r>
                </w:p>
              </w:tc>
            </w:tr>
            <w:tr w:rsidR="009D6298" w:rsidRPr="005C7EA8" w14:paraId="19602804" w14:textId="699A9668" w:rsidTr="00970360">
              <w:tc>
                <w:tcPr>
                  <w:tcW w:w="1718" w:type="dxa"/>
                  <w:vAlign w:val="bottom"/>
                </w:tcPr>
                <w:p w14:paraId="1B0CE86B" w14:textId="47870565" w:rsidR="009D6298" w:rsidRPr="00856837" w:rsidRDefault="009D6298" w:rsidP="00B6596D">
                  <w:pPr>
                    <w:pStyle w:val="SIText"/>
                  </w:pPr>
                  <w:r>
                    <w:t>CPCPCM2040A</w:t>
                  </w:r>
                </w:p>
              </w:tc>
              <w:tc>
                <w:tcPr>
                  <w:tcW w:w="5670" w:type="dxa"/>
                  <w:vAlign w:val="bottom"/>
                </w:tcPr>
                <w:p w14:paraId="593D2277" w14:textId="2851EA69" w:rsidR="009D6298" w:rsidRPr="00856837" w:rsidRDefault="009D6298" w:rsidP="009D6298">
                  <w:pPr>
                    <w:pStyle w:val="SIText"/>
                  </w:pPr>
                  <w:r>
                    <w:t>Read plans and calculate plumbing quantities</w:t>
                  </w:r>
                </w:p>
              </w:tc>
            </w:tr>
            <w:tr w:rsidR="009D6298" w:rsidRPr="005C7EA8" w14:paraId="45629ED1" w14:textId="42A25875" w:rsidTr="00970360">
              <w:tc>
                <w:tcPr>
                  <w:tcW w:w="1718" w:type="dxa"/>
                  <w:vAlign w:val="bottom"/>
                </w:tcPr>
                <w:p w14:paraId="454689BD" w14:textId="49588BC6" w:rsidR="009D6298" w:rsidRPr="00856837" w:rsidRDefault="009D6298" w:rsidP="009D6298">
                  <w:pPr>
                    <w:pStyle w:val="SIText"/>
                  </w:pPr>
                  <w:r>
                    <w:t>NWP203B</w:t>
                  </w:r>
                </w:p>
              </w:tc>
              <w:tc>
                <w:tcPr>
                  <w:tcW w:w="5670" w:type="dxa"/>
                  <w:vAlign w:val="bottom"/>
                </w:tcPr>
                <w:p w14:paraId="3E1EF9D1" w14:textId="745381AA" w:rsidR="009D6298" w:rsidRPr="00856837" w:rsidRDefault="009D6298" w:rsidP="009D6298">
                  <w:pPr>
                    <w:pStyle w:val="SIText"/>
                  </w:pPr>
                  <w:r>
                    <w:t>Plan and organise personal work activities</w:t>
                  </w:r>
                </w:p>
              </w:tc>
            </w:tr>
            <w:tr w:rsidR="009D6298" w:rsidRPr="005C7EA8" w14:paraId="53E5F3E9" w14:textId="05553040" w:rsidTr="00970360">
              <w:tc>
                <w:tcPr>
                  <w:tcW w:w="1718" w:type="dxa"/>
                  <w:vAlign w:val="bottom"/>
                </w:tcPr>
                <w:p w14:paraId="6E90FC1B" w14:textId="4E8B97B5" w:rsidR="009D6298" w:rsidRPr="00856837" w:rsidRDefault="009D6298" w:rsidP="009D6298">
                  <w:pPr>
                    <w:pStyle w:val="SIText"/>
                  </w:pPr>
                  <w:r>
                    <w:t>NWP209B</w:t>
                  </w:r>
                </w:p>
              </w:tc>
              <w:tc>
                <w:tcPr>
                  <w:tcW w:w="5670" w:type="dxa"/>
                  <w:vAlign w:val="bottom"/>
                </w:tcPr>
                <w:p w14:paraId="4B248A99" w14:textId="49776B1E" w:rsidR="009D6298" w:rsidRPr="00856837" w:rsidRDefault="009D6298" w:rsidP="009D6298">
                  <w:pPr>
                    <w:pStyle w:val="SIText"/>
                  </w:pPr>
                  <w:r>
                    <w:t>Use maps, plans, drawings and specifications</w:t>
                  </w:r>
                </w:p>
              </w:tc>
            </w:tr>
            <w:tr w:rsidR="009D6298" w:rsidRPr="005C7EA8" w14:paraId="72825228" w14:textId="79B33854" w:rsidTr="00970360">
              <w:tc>
                <w:tcPr>
                  <w:tcW w:w="1718" w:type="dxa"/>
                  <w:vAlign w:val="bottom"/>
                </w:tcPr>
                <w:p w14:paraId="0840F0CF" w14:textId="23657C34" w:rsidR="009D6298" w:rsidRPr="00856837" w:rsidRDefault="009D6298" w:rsidP="009D6298">
                  <w:pPr>
                    <w:pStyle w:val="SIText"/>
                  </w:pPr>
                  <w:r>
                    <w:t>NWP215B</w:t>
                  </w:r>
                </w:p>
              </w:tc>
              <w:tc>
                <w:tcPr>
                  <w:tcW w:w="5670" w:type="dxa"/>
                  <w:vAlign w:val="bottom"/>
                </w:tcPr>
                <w:p w14:paraId="3E62E1EF" w14:textId="3B9FBA1A" w:rsidR="009D6298" w:rsidRPr="00856837" w:rsidRDefault="009D6298" w:rsidP="009D6298">
                  <w:pPr>
                    <w:pStyle w:val="SIText"/>
                  </w:pPr>
                  <w:r>
                    <w:t>Install and replace basic volumetric metering equipment</w:t>
                  </w:r>
                </w:p>
              </w:tc>
            </w:tr>
            <w:tr w:rsidR="009D6298" w:rsidRPr="005C7EA8" w14:paraId="70123ECF" w14:textId="453B83D6" w:rsidTr="00970360">
              <w:tc>
                <w:tcPr>
                  <w:tcW w:w="1718" w:type="dxa"/>
                  <w:vAlign w:val="bottom"/>
                </w:tcPr>
                <w:p w14:paraId="0E6796AE" w14:textId="678186AC" w:rsidR="009D6298" w:rsidRPr="00856837" w:rsidRDefault="009D6298" w:rsidP="009D6298">
                  <w:pPr>
                    <w:pStyle w:val="SIText"/>
                  </w:pPr>
                  <w:r>
                    <w:t>NWPNET002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70C5B2B" w14:textId="161F2E2F" w:rsidR="009D6298" w:rsidRPr="00856837" w:rsidRDefault="009D6298" w:rsidP="009D6298">
                  <w:pPr>
                    <w:pStyle w:val="SIText"/>
                  </w:pPr>
                  <w:r>
                    <w:t>Prepare and restore work site</w:t>
                  </w:r>
                </w:p>
              </w:tc>
            </w:tr>
            <w:tr w:rsidR="009D6298" w:rsidRPr="005C7EA8" w14:paraId="0106B1B1" w14:textId="51FA5464" w:rsidTr="00970360">
              <w:tc>
                <w:tcPr>
                  <w:tcW w:w="1718" w:type="dxa"/>
                  <w:vAlign w:val="bottom"/>
                </w:tcPr>
                <w:p w14:paraId="4AECF3B6" w14:textId="24B3C94E" w:rsidR="009D6298" w:rsidRPr="00856837" w:rsidRDefault="009D6298" w:rsidP="009D6298">
                  <w:pPr>
                    <w:pStyle w:val="SIText"/>
                  </w:pPr>
                  <w:r>
                    <w:t>NWPIRR013</w:t>
                  </w:r>
                </w:p>
              </w:tc>
              <w:tc>
                <w:tcPr>
                  <w:tcW w:w="5670" w:type="dxa"/>
                  <w:vAlign w:val="bottom"/>
                </w:tcPr>
                <w:p w14:paraId="7F4E7C62" w14:textId="15E01E62" w:rsidR="009D6298" w:rsidRPr="00856837" w:rsidRDefault="009D6298" w:rsidP="009D6298">
                  <w:pPr>
                    <w:pStyle w:val="SIText"/>
                  </w:pPr>
                  <w:r>
                    <w:t>Construct and install irrigation delivery and stormwater drainage assets</w:t>
                  </w:r>
                </w:p>
              </w:tc>
            </w:tr>
            <w:tr w:rsidR="009D6298" w:rsidRPr="005C7EA8" w14:paraId="46B992B4" w14:textId="77777777" w:rsidTr="00970360">
              <w:tc>
                <w:tcPr>
                  <w:tcW w:w="1718" w:type="dxa"/>
                  <w:vAlign w:val="bottom"/>
                </w:tcPr>
                <w:p w14:paraId="5150F0EB" w14:textId="198C2FB4" w:rsidR="009D6298" w:rsidRPr="00856837" w:rsidRDefault="009D6298" w:rsidP="009D6298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9373A05" w14:textId="320EDDEA" w:rsidR="009D6298" w:rsidRPr="00856837" w:rsidRDefault="009D6298" w:rsidP="009D6298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</w:tbl>
          <w:p w14:paraId="583DE8C4" w14:textId="77777777" w:rsidR="004270D2" w:rsidRDefault="004270D2" w:rsidP="00894FBB">
            <w:pPr>
              <w:rPr>
                <w:lang w:eastAsia="en-US"/>
              </w:rPr>
            </w:pPr>
          </w:p>
          <w:p w14:paraId="7D30D97F" w14:textId="77777777" w:rsidR="004270D2" w:rsidRDefault="004270D2" w:rsidP="008E7B69"/>
        </w:tc>
      </w:tr>
    </w:tbl>
    <w:p w14:paraId="75F58CF5" w14:textId="77777777" w:rsidR="000D7BE6" w:rsidRDefault="000D7BE6"/>
    <w:p w14:paraId="682D8F62" w14:textId="77777777" w:rsidR="000D7BE6" w:rsidRDefault="000D7BE6">
      <w:pPr>
        <w:spacing w:after="200" w:line="276" w:lineRule="auto"/>
      </w:pPr>
      <w:r>
        <w:br w:type="page"/>
      </w:r>
    </w:p>
    <w:p w14:paraId="36E2908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59835429" w:rsidR="000C13F1" w:rsidRPr="000C13F1" w:rsidRDefault="000C13F1" w:rsidP="00F8724B">
                  <w:pPr>
                    <w:pStyle w:val="SIText-Bold"/>
                  </w:pPr>
                  <w:r w:rsidRPr="000C13F1">
                    <w:t>Code and title previous</w:t>
                  </w:r>
                  <w:r w:rsidR="00564EAD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54CFB4EA" w14:textId="77777777" w:rsidR="000C13F1" w:rsidRDefault="009D6298" w:rsidP="000C13F1">
                  <w:pPr>
                    <w:pStyle w:val="SIText"/>
                  </w:pPr>
                  <w:r w:rsidRPr="009D6298">
                    <w:t>AHC21116 Certificate II in Irrigation</w:t>
                  </w:r>
                </w:p>
                <w:p w14:paraId="7F03F14E" w14:textId="3F5C6626" w:rsidR="00564EAD" w:rsidRPr="00923720" w:rsidRDefault="00564EAD" w:rsidP="000C13F1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1105" w:type="pct"/>
                </w:tcPr>
                <w:p w14:paraId="49DAA5F4" w14:textId="21E6BBED" w:rsidR="000C13F1" w:rsidRDefault="009D6298" w:rsidP="00F8724B">
                  <w:pPr>
                    <w:pStyle w:val="SIText"/>
                  </w:pPr>
                  <w:r>
                    <w:t>AHC2111</w:t>
                  </w:r>
                  <w:r w:rsidR="00564EAD">
                    <w:t>6</w:t>
                  </w:r>
                  <w:r>
                    <w:t xml:space="preserve"> Certificate II in Irrigation</w:t>
                  </w:r>
                </w:p>
                <w:p w14:paraId="554D3F43" w14:textId="641D5841" w:rsidR="00564EAD" w:rsidRPr="00BC49BB" w:rsidRDefault="00564EAD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0F80C5FC" w14:textId="0E1B27C5" w:rsidR="000C13F1" w:rsidRPr="00BC49BB" w:rsidRDefault="00F8724B" w:rsidP="00DB48B7">
                  <w:pPr>
                    <w:pStyle w:val="SIText"/>
                  </w:pPr>
                  <w:r>
                    <w:t>Amended qualification description</w:t>
                  </w:r>
                  <w:r w:rsidR="00DB48B7">
                    <w:t>, minor edit to packaging rules</w:t>
                  </w:r>
                </w:p>
              </w:tc>
              <w:tc>
                <w:tcPr>
                  <w:tcW w:w="1469" w:type="pct"/>
                </w:tcPr>
                <w:p w14:paraId="7B4CF758" w14:textId="1F9E205A" w:rsidR="000C13F1" w:rsidRPr="00BC49BB" w:rsidRDefault="00BF4D64" w:rsidP="000C13F1">
                  <w:pPr>
                    <w:pStyle w:val="SIText"/>
                  </w:pPr>
                  <w:r>
                    <w:t>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E98BEF0" w14:textId="104BDF9C" w:rsidR="000C13F1" w:rsidRDefault="00140954" w:rsidP="00F8724B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564EAD" w:rsidRPr="00AF148F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7AFC6" w14:textId="77777777" w:rsidR="003E47B5" w:rsidRDefault="003E47B5" w:rsidP="00BF3F0A">
      <w:r>
        <w:separator/>
      </w:r>
    </w:p>
    <w:p w14:paraId="76FEFEC4" w14:textId="77777777" w:rsidR="003E47B5" w:rsidRDefault="003E47B5"/>
  </w:endnote>
  <w:endnote w:type="continuationSeparator" w:id="0">
    <w:p w14:paraId="73F1E890" w14:textId="77777777" w:rsidR="003E47B5" w:rsidRDefault="003E47B5" w:rsidP="00BF3F0A">
      <w:r>
        <w:continuationSeparator/>
      </w:r>
    </w:p>
    <w:p w14:paraId="2273C8F6" w14:textId="77777777" w:rsidR="003E47B5" w:rsidRDefault="003E4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648DB654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6F3C">
          <w:rPr>
            <w:noProof/>
          </w:rPr>
          <w:t>3</w:t>
        </w:r>
        <w:r>
          <w:rPr>
            <w:noProof/>
          </w:rPr>
          <w:fldChar w:fldCharType="end"/>
        </w:r>
      </w:p>
      <w:p w14:paraId="2818937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C7511" w14:textId="77777777" w:rsidR="003E47B5" w:rsidRDefault="003E47B5" w:rsidP="00BF3F0A">
      <w:r>
        <w:separator/>
      </w:r>
    </w:p>
    <w:p w14:paraId="6493DAF3" w14:textId="77777777" w:rsidR="003E47B5" w:rsidRDefault="003E47B5"/>
  </w:footnote>
  <w:footnote w:type="continuationSeparator" w:id="0">
    <w:p w14:paraId="15364A9F" w14:textId="77777777" w:rsidR="003E47B5" w:rsidRDefault="003E47B5" w:rsidP="00BF3F0A">
      <w:r>
        <w:continuationSeparator/>
      </w:r>
    </w:p>
    <w:p w14:paraId="5ED96E08" w14:textId="77777777" w:rsidR="003E47B5" w:rsidRDefault="003E47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EF6E2" w14:textId="4053C808" w:rsidR="009C2650" w:rsidRPr="009D6298" w:rsidRDefault="009D6298" w:rsidP="009D6298">
    <w:pPr>
      <w:pStyle w:val="Header"/>
    </w:pPr>
    <w:r w:rsidRPr="009D6298">
      <w:rPr>
        <w:sz w:val="20"/>
        <w:lang w:eastAsia="en-US"/>
      </w:rPr>
      <w:t>AHC21116 Certificate II in Irrigation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47B5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64D66"/>
    <w:rsid w:val="00564EAD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6270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6298"/>
    <w:rsid w:val="009E6F3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96D"/>
    <w:rsid w:val="00B65BC7"/>
    <w:rsid w:val="00B6729C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321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8B7"/>
    <w:rsid w:val="00DC1D69"/>
    <w:rsid w:val="00DC5A3A"/>
    <w:rsid w:val="00DF30BB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8724B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9D6298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9D6298"/>
    <w:pPr>
      <w:ind w:left="283" w:hanging="283"/>
      <w:contextualSpacing/>
    </w:pPr>
  </w:style>
  <w:style w:type="paragraph" w:styleId="NormalWeb">
    <w:name w:val="Normal (Web)"/>
    <w:basedOn w:val="Normal"/>
    <w:uiPriority w:val="99"/>
    <w:unhideWhenUsed/>
    <w:rsid w:val="00564E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14bf479b-3bfe-456b-b577-3baf2fb5e2c5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14BB89-FD4A-45C6-9689-B7CAE9E04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BB9F66-6655-40D7-8715-C097C6AC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Peter Miller</cp:lastModifiedBy>
  <cp:revision>2</cp:revision>
  <cp:lastPrinted>2016-05-27T05:21:00Z</cp:lastPrinted>
  <dcterms:created xsi:type="dcterms:W3CDTF">2018-12-19T00:10:00Z</dcterms:created>
  <dcterms:modified xsi:type="dcterms:W3CDTF">2018-12-19T00:10:00Z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