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3BFB86FF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62111A78" w:rsidR="00F1480E" w:rsidRPr="000754EC" w:rsidRDefault="006A0208" w:rsidP="00592C35">
            <w:pPr>
              <w:pStyle w:val="SIUNITCODE"/>
            </w:pPr>
            <w:r>
              <w:t>SFI</w:t>
            </w:r>
            <w:r w:rsidR="00592C35">
              <w:t>F</w:t>
            </w:r>
            <w:r w:rsidR="00BB79E3">
              <w:t>S</w:t>
            </w:r>
            <w:r w:rsidR="00592C35">
              <w:t>H</w:t>
            </w:r>
            <w:r w:rsidR="006A0DAB">
              <w:t xml:space="preserve">203 </w:t>
            </w:r>
          </w:p>
        </w:tc>
        <w:tc>
          <w:tcPr>
            <w:tcW w:w="3604" w:type="pct"/>
            <w:shd w:val="clear" w:color="auto" w:fill="auto"/>
          </w:tcPr>
          <w:p w14:paraId="41850966" w14:textId="7F6F001D" w:rsidR="00F1480E" w:rsidRPr="000754EC" w:rsidRDefault="006A0DAB" w:rsidP="000754EC">
            <w:pPr>
              <w:pStyle w:val="SIUnittitle"/>
            </w:pPr>
            <w:r w:rsidRPr="006A0DAB">
              <w:t>Maintain, prepare, deploy and retrieve trawls to land catch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FFAF761" w14:textId="516FF6F3" w:rsidR="006A0DAB" w:rsidRDefault="006A0DAB" w:rsidP="006A0DAB">
            <w:pPr>
              <w:pStyle w:val="SIText"/>
            </w:pPr>
            <w:r w:rsidRPr="006A0DAB">
              <w:t xml:space="preserve">This unit of competency describes the skills and knowledge required to maintain and prepare demersal or mid-water fish or prawn trawls ready for deployment and </w:t>
            </w:r>
            <w:r w:rsidR="0026137F" w:rsidRPr="006A0DAB">
              <w:t>retriev</w:t>
            </w:r>
            <w:r w:rsidR="0026137F">
              <w:t xml:space="preserve">ing </w:t>
            </w:r>
            <w:r w:rsidRPr="006A0DAB">
              <w:t xml:space="preserve">the gear to the vessel. </w:t>
            </w:r>
            <w:r w:rsidR="0026137F">
              <w:t xml:space="preserve">Its includes the </w:t>
            </w:r>
            <w:r w:rsidR="005E702B">
              <w:t>ability</w:t>
            </w:r>
            <w:r w:rsidRPr="006A0DAB">
              <w:t xml:space="preserve"> to check equipment, connect and configure components</w:t>
            </w:r>
            <w:r w:rsidR="005E702B">
              <w:t>,</w:t>
            </w:r>
            <w:r w:rsidRPr="006A0DAB">
              <w:t xml:space="preserve"> use machinery and equipment to deploy and retrieve trawls</w:t>
            </w:r>
            <w:r w:rsidR="00F036C5">
              <w:t xml:space="preserve">, </w:t>
            </w:r>
            <w:r w:rsidRPr="006A0DAB">
              <w:t>load catch and undertake initial seafood handling specific to trawling operations.</w:t>
            </w:r>
          </w:p>
          <w:p w14:paraId="0F1FA030" w14:textId="77777777" w:rsidR="0074031A" w:rsidRPr="006A0DAB" w:rsidRDefault="0074031A" w:rsidP="006A0DAB">
            <w:pPr>
              <w:pStyle w:val="SIText"/>
            </w:pPr>
          </w:p>
          <w:p w14:paraId="00E277E7" w14:textId="70362353" w:rsidR="0074031A" w:rsidRDefault="006A0DAB" w:rsidP="006A0DAB">
            <w:pPr>
              <w:pStyle w:val="SIText"/>
            </w:pPr>
            <w:r w:rsidRPr="006A0DAB">
              <w:t xml:space="preserve">This unit applies to individuals who </w:t>
            </w:r>
            <w:r w:rsidR="005E702B">
              <w:t xml:space="preserve">work as deckhands on a fishing </w:t>
            </w:r>
            <w:r w:rsidR="00F036C5">
              <w:t>trawler</w:t>
            </w:r>
            <w:r w:rsidR="005E702B">
              <w:t xml:space="preserve"> and </w:t>
            </w:r>
            <w:r w:rsidRPr="006A0DAB">
              <w:t xml:space="preserve">undertake routine trawl fishing operations </w:t>
            </w:r>
            <w:r w:rsidR="00F036C5">
              <w:t>under the direction</w:t>
            </w:r>
            <w:r w:rsidR="005E702B">
              <w:t xml:space="preserve"> of a</w:t>
            </w:r>
            <w:r w:rsidRPr="006A0DAB">
              <w:t xml:space="preserve"> supervisor.</w:t>
            </w:r>
          </w:p>
          <w:p w14:paraId="76E0B4F9" w14:textId="258BA96C" w:rsidR="00030F8D" w:rsidRDefault="00030F8D" w:rsidP="006A0DAB">
            <w:pPr>
              <w:pStyle w:val="SIText"/>
            </w:pPr>
          </w:p>
          <w:p w14:paraId="6EBDFED5" w14:textId="77777777" w:rsidR="00030F8D" w:rsidRPr="00030F8D" w:rsidRDefault="00030F8D" w:rsidP="00030F8D">
            <w:pPr>
              <w:pStyle w:val="SIText"/>
            </w:pPr>
            <w:r w:rsidRPr="00030F8D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29F0F05F" w14:textId="67F6264E" w:rsidR="006A0DAB" w:rsidRPr="006A0DAB" w:rsidRDefault="006A0DAB" w:rsidP="006A0DAB">
            <w:pPr>
              <w:pStyle w:val="SIText"/>
            </w:pPr>
          </w:p>
          <w:p w14:paraId="222DE076" w14:textId="1B4245D4" w:rsidR="00373436" w:rsidRPr="000754EC" w:rsidRDefault="006A0DAB" w:rsidP="006A0DAB">
            <w:pPr>
              <w:pStyle w:val="SIText"/>
            </w:pPr>
            <w:r w:rsidRPr="006A0DAB">
              <w:t>No occupational licensing, legislative or certification requirements apply to this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AAB8C25" w:rsidR="006A0208" w:rsidRPr="006A0208" w:rsidRDefault="00592C35" w:rsidP="00592C35">
            <w:pPr>
              <w:pStyle w:val="SIText"/>
            </w:pPr>
            <w:r>
              <w:t>Fishing Operations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F</w:t>
            </w:r>
            <w:r w:rsidR="00BB79E3">
              <w:t>S</w:t>
            </w:r>
            <w:r>
              <w:t>H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A0DAB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4DCB2D5E" w:rsidR="006A0DAB" w:rsidRPr="006A0DAB" w:rsidRDefault="006A0DAB" w:rsidP="006A0DAB">
            <w:pPr>
              <w:pStyle w:val="SIText"/>
            </w:pPr>
            <w:r w:rsidRPr="006A0DAB">
              <w:t>1.</w:t>
            </w:r>
            <w:r>
              <w:t xml:space="preserve"> </w:t>
            </w:r>
            <w:r w:rsidRPr="006A0DAB">
              <w:t>Maintain trawls ready for deployment</w:t>
            </w:r>
          </w:p>
        </w:tc>
        <w:tc>
          <w:tcPr>
            <w:tcW w:w="3604" w:type="pct"/>
            <w:shd w:val="clear" w:color="auto" w:fill="auto"/>
          </w:tcPr>
          <w:p w14:paraId="473126D0" w14:textId="4D35B7B9" w:rsidR="006A0DAB" w:rsidRPr="006A0DAB" w:rsidRDefault="006A0DAB" w:rsidP="006A0DAB">
            <w:r w:rsidRPr="006A0DAB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Pr="006A0DAB">
              <w:rPr>
                <w:rFonts w:eastAsiaTheme="minorEastAsia"/>
              </w:rPr>
              <w:t>Check trawl against the vessel maintenance plan and supervisor instructions</w:t>
            </w:r>
          </w:p>
          <w:p w14:paraId="43AAE1CA" w14:textId="20D61F6F" w:rsidR="006A0DAB" w:rsidRPr="006A0DAB" w:rsidRDefault="006A0DAB" w:rsidP="006A0DAB">
            <w:r w:rsidRPr="006A0DAB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6A0DAB">
              <w:rPr>
                <w:rFonts w:eastAsiaTheme="minorEastAsia"/>
              </w:rPr>
              <w:t xml:space="preserve">Identify </w:t>
            </w:r>
            <w:r w:rsidR="00C47C75">
              <w:rPr>
                <w:rFonts w:eastAsiaTheme="minorEastAsia"/>
              </w:rPr>
              <w:t xml:space="preserve">defective trawl components </w:t>
            </w:r>
            <w:r w:rsidRPr="006A0DAB">
              <w:rPr>
                <w:rFonts w:eastAsiaTheme="minorEastAsia"/>
              </w:rPr>
              <w:t>and either recondition or replace</w:t>
            </w:r>
          </w:p>
          <w:p w14:paraId="0DA4CF43" w14:textId="0BEBB0C0" w:rsidR="006A0DAB" w:rsidRPr="006A0DAB" w:rsidRDefault="006A0DAB" w:rsidP="006A0DAB">
            <w:pPr>
              <w:rPr>
                <w:rFonts w:eastAsiaTheme="minorEastAsia"/>
              </w:rPr>
            </w:pPr>
            <w:r w:rsidRPr="006A0DAB">
              <w:rPr>
                <w:rFonts w:eastAsiaTheme="minorEastAsia"/>
              </w:rPr>
              <w:t>1.3</w:t>
            </w:r>
            <w:r>
              <w:rPr>
                <w:rFonts w:eastAsiaTheme="minorEastAsia"/>
              </w:rPr>
              <w:t xml:space="preserve"> </w:t>
            </w:r>
            <w:r w:rsidRPr="006A0DAB">
              <w:rPr>
                <w:rFonts w:eastAsiaTheme="minorEastAsia"/>
              </w:rPr>
              <w:t>Order replacement components</w:t>
            </w:r>
            <w:r w:rsidR="00C47C75">
              <w:rPr>
                <w:rFonts w:eastAsiaTheme="minorEastAsia"/>
              </w:rPr>
              <w:t xml:space="preserve"> as required</w:t>
            </w:r>
          </w:p>
          <w:p w14:paraId="202872FB" w14:textId="51809607" w:rsidR="006A0DAB" w:rsidRPr="006A0DAB" w:rsidRDefault="006A0DAB" w:rsidP="006A0DAB">
            <w:pPr>
              <w:pStyle w:val="SIText"/>
            </w:pPr>
            <w:r w:rsidRPr="006A0DAB">
              <w:rPr>
                <w:rFonts w:eastAsiaTheme="minorEastAsia"/>
              </w:rPr>
              <w:t>1.4</w:t>
            </w:r>
            <w:r>
              <w:rPr>
                <w:rFonts w:eastAsiaTheme="minorEastAsia"/>
              </w:rPr>
              <w:t xml:space="preserve"> </w:t>
            </w:r>
            <w:r w:rsidRPr="006A0DAB">
              <w:rPr>
                <w:rFonts w:eastAsiaTheme="minorEastAsia"/>
              </w:rPr>
              <w:t xml:space="preserve">Dispose of defective trawl components </w:t>
            </w:r>
            <w:r w:rsidR="00C47C75">
              <w:rPr>
                <w:rFonts w:eastAsiaTheme="minorEastAsia"/>
              </w:rPr>
              <w:t>according to workplace and environmental requirements</w:t>
            </w:r>
          </w:p>
        </w:tc>
      </w:tr>
      <w:tr w:rsidR="006A0DAB" w:rsidRPr="00963A46" w14:paraId="7556E5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E8DD0C" w14:textId="636576D8" w:rsidR="006A0DAB" w:rsidRPr="006A0DAB" w:rsidRDefault="006A0DAB" w:rsidP="006A0DAB">
            <w:pPr>
              <w:pStyle w:val="SIText"/>
            </w:pPr>
            <w:r w:rsidRPr="006A0DAB">
              <w:t>2.</w:t>
            </w:r>
            <w:r>
              <w:t xml:space="preserve"> </w:t>
            </w:r>
            <w:r w:rsidRPr="006A0DAB">
              <w:t>Deploy trawls</w:t>
            </w:r>
          </w:p>
        </w:tc>
        <w:tc>
          <w:tcPr>
            <w:tcW w:w="3604" w:type="pct"/>
            <w:shd w:val="clear" w:color="auto" w:fill="auto"/>
          </w:tcPr>
          <w:p w14:paraId="4B587AF6" w14:textId="2AAC6869" w:rsidR="006A0DAB" w:rsidRPr="006A0DAB" w:rsidRDefault="006A0DAB" w:rsidP="006A0DAB">
            <w:r w:rsidRPr="006A0DAB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6A0DAB">
              <w:rPr>
                <w:rFonts w:eastAsiaTheme="minorEastAsia"/>
              </w:rPr>
              <w:t xml:space="preserve">Connect trawl components in the configuration </w:t>
            </w:r>
            <w:r w:rsidR="008E472C">
              <w:rPr>
                <w:rFonts w:eastAsiaTheme="minorEastAsia"/>
              </w:rPr>
              <w:t>according to</w:t>
            </w:r>
            <w:r w:rsidRPr="006A0DAB">
              <w:rPr>
                <w:rFonts w:eastAsiaTheme="minorEastAsia"/>
              </w:rPr>
              <w:t xml:space="preserve"> fishing method </w:t>
            </w:r>
            <w:r w:rsidR="008E472C">
              <w:rPr>
                <w:rFonts w:eastAsiaTheme="minorEastAsia"/>
              </w:rPr>
              <w:t>and supervisor</w:t>
            </w:r>
            <w:r w:rsidRPr="006A0DAB">
              <w:rPr>
                <w:rFonts w:eastAsiaTheme="minorEastAsia"/>
              </w:rPr>
              <w:t xml:space="preserve"> instructions</w:t>
            </w:r>
          </w:p>
          <w:p w14:paraId="1C71FF18" w14:textId="332E4B67" w:rsidR="006A0DAB" w:rsidRPr="006A0DAB" w:rsidRDefault="006A0DAB" w:rsidP="006A0DAB">
            <w:pPr>
              <w:rPr>
                <w:rFonts w:eastAsiaTheme="minorEastAsia"/>
              </w:rPr>
            </w:pPr>
            <w:r w:rsidRPr="006A0DAB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6A0DAB">
              <w:rPr>
                <w:rFonts w:eastAsiaTheme="minorEastAsia"/>
              </w:rPr>
              <w:t>Use machinery to deploy the trawls from the vessel according to supervisor instructions</w:t>
            </w:r>
          </w:p>
          <w:p w14:paraId="5C53F962" w14:textId="120F7E4B" w:rsidR="006A0DAB" w:rsidRPr="006A0DAB" w:rsidRDefault="006A0DAB" w:rsidP="006A0DAB">
            <w:pPr>
              <w:rPr>
                <w:rFonts w:eastAsiaTheme="minorEastAsia"/>
              </w:rPr>
            </w:pPr>
            <w:r w:rsidRPr="006A0DAB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6A0DAB">
              <w:rPr>
                <w:rFonts w:eastAsiaTheme="minorEastAsia"/>
              </w:rPr>
              <w:t xml:space="preserve">Deploy trawl </w:t>
            </w:r>
            <w:r w:rsidR="00876D78">
              <w:rPr>
                <w:rFonts w:eastAsiaTheme="minorEastAsia"/>
              </w:rPr>
              <w:t>ensuring</w:t>
            </w:r>
            <w:r w:rsidRPr="006A0DAB">
              <w:rPr>
                <w:rFonts w:eastAsiaTheme="minorEastAsia"/>
              </w:rPr>
              <w:t xml:space="preserve"> it is not twisted or fouled</w:t>
            </w:r>
          </w:p>
          <w:p w14:paraId="1C931140" w14:textId="02AEC9ED" w:rsidR="006A0DAB" w:rsidRPr="006A0DAB" w:rsidRDefault="006A0DAB" w:rsidP="006A0DAB">
            <w:pPr>
              <w:rPr>
                <w:rFonts w:eastAsiaTheme="minorEastAsia"/>
              </w:rPr>
            </w:pPr>
            <w:r w:rsidRPr="006A0DAB">
              <w:rPr>
                <w:rFonts w:eastAsiaTheme="minorEastAsia"/>
              </w:rPr>
              <w:t>2.4</w:t>
            </w:r>
            <w:r>
              <w:rPr>
                <w:rFonts w:eastAsiaTheme="minorEastAsia"/>
              </w:rPr>
              <w:t xml:space="preserve"> </w:t>
            </w:r>
            <w:r w:rsidRPr="006A0DAB">
              <w:rPr>
                <w:rFonts w:eastAsiaTheme="minorEastAsia"/>
              </w:rPr>
              <w:t xml:space="preserve">Deploy devices and systems </w:t>
            </w:r>
            <w:r w:rsidR="00876D78">
              <w:rPr>
                <w:rFonts w:eastAsiaTheme="minorEastAsia"/>
              </w:rPr>
              <w:t>ensur</w:t>
            </w:r>
            <w:r w:rsidR="005F55E8">
              <w:rPr>
                <w:rFonts w:eastAsiaTheme="minorEastAsia"/>
              </w:rPr>
              <w:t>ing</w:t>
            </w:r>
            <w:r w:rsidRPr="006A0DAB">
              <w:rPr>
                <w:rFonts w:eastAsiaTheme="minorEastAsia"/>
              </w:rPr>
              <w:t xml:space="preserve"> operating efficiency and environmental impact and interaction with by-catch</w:t>
            </w:r>
            <w:r w:rsidR="00906953">
              <w:rPr>
                <w:rFonts w:eastAsiaTheme="minorEastAsia"/>
              </w:rPr>
              <w:t xml:space="preserve"> are minimised</w:t>
            </w:r>
          </w:p>
          <w:p w14:paraId="6474F138" w14:textId="4E4EC293" w:rsidR="006A0DAB" w:rsidRPr="006A0DAB" w:rsidRDefault="006A0DAB" w:rsidP="006A0DAB">
            <w:pPr>
              <w:pStyle w:val="SIText"/>
            </w:pPr>
            <w:r w:rsidRPr="006A0DAB">
              <w:rPr>
                <w:rFonts w:eastAsiaTheme="minorEastAsia"/>
              </w:rPr>
              <w:t>2.5</w:t>
            </w:r>
            <w:r>
              <w:rPr>
                <w:rFonts w:eastAsiaTheme="minorEastAsia"/>
              </w:rPr>
              <w:t xml:space="preserve"> </w:t>
            </w:r>
            <w:r w:rsidRPr="006A0DAB">
              <w:rPr>
                <w:rFonts w:eastAsiaTheme="minorEastAsia"/>
              </w:rPr>
              <w:t>Clean trawl storage area</w:t>
            </w:r>
            <w:r w:rsidR="00651105">
              <w:rPr>
                <w:rFonts w:eastAsiaTheme="minorEastAsia"/>
              </w:rPr>
              <w:t xml:space="preserve"> according to workplace and health and safety requirements</w:t>
            </w:r>
          </w:p>
        </w:tc>
      </w:tr>
      <w:tr w:rsidR="006A0DAB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32959C3A" w:rsidR="006A0DAB" w:rsidRPr="006A0DAB" w:rsidRDefault="006A0DAB" w:rsidP="006A0DAB">
            <w:pPr>
              <w:pStyle w:val="SIText"/>
            </w:pPr>
            <w:r w:rsidRPr="006A0DAB">
              <w:t>3.</w:t>
            </w:r>
            <w:r>
              <w:t xml:space="preserve"> </w:t>
            </w:r>
            <w:r w:rsidRPr="006A0DAB">
              <w:t>Retrieve trawls</w:t>
            </w:r>
          </w:p>
        </w:tc>
        <w:tc>
          <w:tcPr>
            <w:tcW w:w="3604" w:type="pct"/>
            <w:shd w:val="clear" w:color="auto" w:fill="auto"/>
          </w:tcPr>
          <w:p w14:paraId="7ACA1EB3" w14:textId="06853682" w:rsidR="006A0DAB" w:rsidRPr="006A0DAB" w:rsidRDefault="006A0DAB" w:rsidP="006A0DAB">
            <w:r w:rsidRPr="006A0DAB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6A0DAB">
              <w:rPr>
                <w:rFonts w:eastAsiaTheme="minorEastAsia"/>
              </w:rPr>
              <w:t>Guide trawls onto winches according to supervisor</w:t>
            </w:r>
            <w:r w:rsidR="00651105">
              <w:rPr>
                <w:rFonts w:eastAsiaTheme="minorEastAsia"/>
              </w:rPr>
              <w:t xml:space="preserve"> instructions</w:t>
            </w:r>
          </w:p>
          <w:p w14:paraId="3708A9A5" w14:textId="3F88CF8D" w:rsidR="006A0DAB" w:rsidRPr="006A0DAB" w:rsidRDefault="006A0DAB" w:rsidP="006A0DAB">
            <w:pPr>
              <w:rPr>
                <w:rFonts w:eastAsiaTheme="minorEastAsia"/>
              </w:rPr>
            </w:pPr>
            <w:r w:rsidRPr="006A0DAB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6A0DAB">
              <w:rPr>
                <w:rFonts w:eastAsiaTheme="minorEastAsia"/>
              </w:rPr>
              <w:t>Haul ropes using capstans and Gilson winches according to supervisor instructions</w:t>
            </w:r>
          </w:p>
          <w:p w14:paraId="6260F914" w14:textId="578FFE55" w:rsidR="006A0DAB" w:rsidRPr="006A0DAB" w:rsidRDefault="006A0DAB" w:rsidP="006A0DAB">
            <w:pPr>
              <w:rPr>
                <w:rFonts w:eastAsiaTheme="minorEastAsia"/>
              </w:rPr>
            </w:pPr>
            <w:r w:rsidRPr="006A0DAB">
              <w:rPr>
                <w:rFonts w:eastAsiaTheme="minorEastAsia"/>
              </w:rPr>
              <w:t>3.3</w:t>
            </w:r>
            <w:r>
              <w:rPr>
                <w:rFonts w:eastAsiaTheme="minorEastAsia"/>
              </w:rPr>
              <w:t xml:space="preserve"> </w:t>
            </w:r>
            <w:r w:rsidRPr="006A0DAB">
              <w:rPr>
                <w:rFonts w:eastAsiaTheme="minorEastAsia"/>
              </w:rPr>
              <w:t xml:space="preserve">Control, empty and retie cod ends according to </w:t>
            </w:r>
            <w:r w:rsidR="00651105">
              <w:rPr>
                <w:rFonts w:eastAsiaTheme="minorEastAsia"/>
              </w:rPr>
              <w:t xml:space="preserve">supervisor </w:t>
            </w:r>
            <w:r w:rsidRPr="006A0DAB">
              <w:rPr>
                <w:rFonts w:eastAsiaTheme="minorEastAsia"/>
              </w:rPr>
              <w:t xml:space="preserve">instructions </w:t>
            </w:r>
          </w:p>
          <w:p w14:paraId="2B73179F" w14:textId="22CB8F40" w:rsidR="006A0DAB" w:rsidRPr="006A0DAB" w:rsidRDefault="006A0DAB" w:rsidP="006A0DAB">
            <w:pPr>
              <w:pStyle w:val="SIText"/>
            </w:pPr>
            <w:r w:rsidRPr="006A0DAB">
              <w:rPr>
                <w:rFonts w:eastAsiaTheme="minorEastAsia"/>
              </w:rPr>
              <w:t>3.4</w:t>
            </w:r>
            <w:r>
              <w:rPr>
                <w:rFonts w:eastAsiaTheme="minorEastAsia"/>
              </w:rPr>
              <w:t xml:space="preserve"> </w:t>
            </w:r>
            <w:r w:rsidRPr="006A0DAB">
              <w:rPr>
                <w:rFonts w:eastAsiaTheme="minorEastAsia"/>
              </w:rPr>
              <w:t xml:space="preserve">Disconnect and stow trawl </w:t>
            </w:r>
            <w:r w:rsidR="005F55E8">
              <w:rPr>
                <w:rFonts w:eastAsiaTheme="minorEastAsia"/>
              </w:rPr>
              <w:t>ensuring</w:t>
            </w:r>
            <w:r w:rsidRPr="006A0DAB">
              <w:rPr>
                <w:rFonts w:eastAsiaTheme="minorEastAsia"/>
              </w:rPr>
              <w:t xml:space="preserve"> ease of deployment, crew </w:t>
            </w:r>
            <w:r w:rsidR="00EB7C43">
              <w:rPr>
                <w:rFonts w:eastAsiaTheme="minorEastAsia"/>
              </w:rPr>
              <w:t xml:space="preserve">safety </w:t>
            </w:r>
            <w:r w:rsidRPr="006A0DAB">
              <w:rPr>
                <w:rFonts w:eastAsiaTheme="minorEastAsia"/>
              </w:rPr>
              <w:t>and safe working area</w:t>
            </w:r>
          </w:p>
        </w:tc>
      </w:tr>
      <w:tr w:rsidR="006A0DAB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04D06161" w:rsidR="006A0DAB" w:rsidRPr="006A0DAB" w:rsidRDefault="006A0DAB" w:rsidP="006A0DAB">
            <w:pPr>
              <w:pStyle w:val="SIText"/>
            </w:pPr>
            <w:r w:rsidRPr="006A0DAB">
              <w:t>4.</w:t>
            </w:r>
            <w:r>
              <w:t xml:space="preserve"> </w:t>
            </w:r>
            <w:r w:rsidRPr="006A0DAB">
              <w:t>Land, contain and sort the catch</w:t>
            </w:r>
          </w:p>
        </w:tc>
        <w:tc>
          <w:tcPr>
            <w:tcW w:w="3604" w:type="pct"/>
            <w:shd w:val="clear" w:color="auto" w:fill="auto"/>
          </w:tcPr>
          <w:p w14:paraId="7E779850" w14:textId="7F8ABDFF" w:rsidR="006A0DAB" w:rsidRPr="006A0DAB" w:rsidRDefault="006A0DAB" w:rsidP="006A0DAB">
            <w:r w:rsidRPr="006A0DAB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6A0DAB">
              <w:rPr>
                <w:rFonts w:eastAsiaTheme="minorEastAsia"/>
              </w:rPr>
              <w:t>Prepare containment devices to receive the catch</w:t>
            </w:r>
            <w:r w:rsidR="00EB7C43">
              <w:rPr>
                <w:rFonts w:eastAsiaTheme="minorEastAsia"/>
              </w:rPr>
              <w:t xml:space="preserve"> according to supervisor instructions</w:t>
            </w:r>
          </w:p>
          <w:p w14:paraId="4D1B3F74" w14:textId="5C8455A1" w:rsidR="006A0DAB" w:rsidRPr="006A0DAB" w:rsidRDefault="006A0DAB" w:rsidP="006A0DAB">
            <w:pPr>
              <w:rPr>
                <w:rFonts w:eastAsiaTheme="minorEastAsia"/>
              </w:rPr>
            </w:pPr>
            <w:r w:rsidRPr="006A0DAB">
              <w:rPr>
                <w:rFonts w:eastAsiaTheme="minorEastAsia"/>
              </w:rPr>
              <w:t>4.2</w:t>
            </w:r>
            <w:r>
              <w:rPr>
                <w:rFonts w:eastAsiaTheme="minorEastAsia"/>
              </w:rPr>
              <w:t xml:space="preserve"> </w:t>
            </w:r>
            <w:r w:rsidRPr="006A0DAB">
              <w:rPr>
                <w:rFonts w:eastAsiaTheme="minorEastAsia"/>
              </w:rPr>
              <w:t xml:space="preserve">Load catch </w:t>
            </w:r>
            <w:r w:rsidR="00EB7C43">
              <w:rPr>
                <w:rFonts w:eastAsiaTheme="minorEastAsia"/>
              </w:rPr>
              <w:t xml:space="preserve">safely </w:t>
            </w:r>
            <w:r w:rsidRPr="006A0DAB">
              <w:rPr>
                <w:rFonts w:eastAsiaTheme="minorEastAsia"/>
              </w:rPr>
              <w:t>into containment devices</w:t>
            </w:r>
          </w:p>
          <w:p w14:paraId="295E31DD" w14:textId="1138A57B" w:rsidR="006A0DAB" w:rsidRPr="006A0DAB" w:rsidRDefault="006A0DAB" w:rsidP="006A0DAB">
            <w:pPr>
              <w:rPr>
                <w:rFonts w:eastAsiaTheme="minorEastAsia"/>
              </w:rPr>
            </w:pPr>
            <w:r w:rsidRPr="006A0DAB">
              <w:rPr>
                <w:rFonts w:eastAsiaTheme="minorEastAsia"/>
              </w:rPr>
              <w:t>4.3</w:t>
            </w:r>
            <w:r>
              <w:rPr>
                <w:rFonts w:eastAsiaTheme="minorEastAsia"/>
              </w:rPr>
              <w:t xml:space="preserve"> </w:t>
            </w:r>
            <w:r w:rsidRPr="006A0DAB">
              <w:t xml:space="preserve">Handle </w:t>
            </w:r>
            <w:r w:rsidRPr="006A0DAB">
              <w:rPr>
                <w:rFonts w:eastAsiaTheme="minorEastAsia"/>
              </w:rPr>
              <w:t>and</w:t>
            </w:r>
            <w:r w:rsidRPr="006A0DAB">
              <w:t xml:space="preserve"> sort seafood </w:t>
            </w:r>
            <w:r w:rsidR="00EB7C43">
              <w:t>according to</w:t>
            </w:r>
            <w:r w:rsidRPr="006A0DAB">
              <w:t xml:space="preserve"> food safety and hygiene requirements</w:t>
            </w:r>
          </w:p>
          <w:p w14:paraId="02A7B6D4" w14:textId="5B2D4BA4" w:rsidR="006A0DAB" w:rsidRPr="006A0DAB" w:rsidRDefault="006A0DAB" w:rsidP="006A0DAB">
            <w:pPr>
              <w:pStyle w:val="SIText"/>
            </w:pPr>
            <w:r w:rsidRPr="006A0DAB">
              <w:rPr>
                <w:rFonts w:eastAsiaTheme="minorEastAsia"/>
              </w:rPr>
              <w:t>4.4</w:t>
            </w:r>
            <w:r>
              <w:rPr>
                <w:rFonts w:eastAsiaTheme="minorEastAsia"/>
              </w:rPr>
              <w:t xml:space="preserve"> </w:t>
            </w:r>
            <w:r w:rsidRPr="006A0DAB">
              <w:rPr>
                <w:rFonts w:eastAsiaTheme="minorEastAsia"/>
              </w:rPr>
              <w:t>Sort catch to maximise by-catch survival and seafood quality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A0DAB" w:rsidRPr="00336FCA" w:rsidDel="00423CB2" w14:paraId="7A6C86DB" w14:textId="77777777" w:rsidTr="00CA2922">
        <w:tc>
          <w:tcPr>
            <w:tcW w:w="1396" w:type="pct"/>
          </w:tcPr>
          <w:p w14:paraId="63013FFB" w14:textId="029E3ADB" w:rsidR="006A0DAB" w:rsidRPr="006A0DAB" w:rsidRDefault="006A0DAB" w:rsidP="006A0DAB">
            <w:pPr>
              <w:pStyle w:val="SIText"/>
            </w:pPr>
            <w:r w:rsidRPr="006A0DAB">
              <w:t>Numeracy</w:t>
            </w:r>
          </w:p>
        </w:tc>
        <w:tc>
          <w:tcPr>
            <w:tcW w:w="3604" w:type="pct"/>
          </w:tcPr>
          <w:p w14:paraId="1D26F408" w14:textId="0B449D2F" w:rsidR="006A0DAB" w:rsidRPr="006A0DAB" w:rsidRDefault="006A0DAB" w:rsidP="006A0DAB">
            <w:pPr>
              <w:pStyle w:val="SIBulletList1"/>
            </w:pPr>
            <w:r w:rsidRPr="006A0DAB">
              <w:t>Measure length or diameter of catch</w:t>
            </w:r>
          </w:p>
        </w:tc>
      </w:tr>
      <w:tr w:rsidR="006A0DAB" w:rsidRPr="00336FCA" w:rsidDel="00423CB2" w14:paraId="229D9642" w14:textId="77777777" w:rsidTr="00CA2922">
        <w:tc>
          <w:tcPr>
            <w:tcW w:w="1396" w:type="pct"/>
          </w:tcPr>
          <w:p w14:paraId="307E895A" w14:textId="624EBB56" w:rsidR="006A0DAB" w:rsidRPr="006A0DAB" w:rsidRDefault="006A0DAB" w:rsidP="006A0DAB">
            <w:pPr>
              <w:pStyle w:val="SIText"/>
            </w:pPr>
            <w:r w:rsidRPr="006A0DAB">
              <w:t>Reading</w:t>
            </w:r>
          </w:p>
        </w:tc>
        <w:tc>
          <w:tcPr>
            <w:tcW w:w="3604" w:type="pct"/>
          </w:tcPr>
          <w:p w14:paraId="122EA5DC" w14:textId="0175C9F9" w:rsidR="006A0DAB" w:rsidRPr="006A0DAB" w:rsidRDefault="006A0DAB" w:rsidP="006A0DAB">
            <w:pPr>
              <w:pStyle w:val="SIBulletList1"/>
              <w:rPr>
                <w:rFonts w:eastAsia="Calibri"/>
              </w:rPr>
            </w:pPr>
            <w:r w:rsidRPr="006A0DAB">
              <w:t>Read sizes of connecting gear</w:t>
            </w:r>
          </w:p>
        </w:tc>
      </w:tr>
      <w:tr w:rsidR="006A0DAB" w:rsidRPr="00336FCA" w14:paraId="05F8553F" w14:textId="140759A5" w:rsidTr="00CA2922">
        <w:tc>
          <w:tcPr>
            <w:tcW w:w="1396" w:type="pct"/>
          </w:tcPr>
          <w:p w14:paraId="0A3AC22F" w14:textId="6963E2C8" w:rsidR="006A0DAB" w:rsidRPr="006A0DAB" w:rsidRDefault="006A0DAB" w:rsidP="006A0DAB">
            <w:r w:rsidRPr="006A0DAB">
              <w:t>Navigate the world of work</w:t>
            </w:r>
          </w:p>
        </w:tc>
        <w:tc>
          <w:tcPr>
            <w:tcW w:w="3604" w:type="pct"/>
          </w:tcPr>
          <w:p w14:paraId="0B38328F" w14:textId="5543E9B3" w:rsidR="006A0DAB" w:rsidRPr="006A0DAB" w:rsidRDefault="006A0DAB" w:rsidP="006A0DAB">
            <w:pPr>
              <w:pStyle w:val="SIBulletList1"/>
              <w:rPr>
                <w:rFonts w:eastAsia="Calibri"/>
              </w:rPr>
            </w:pPr>
            <w:r w:rsidRPr="006A0DAB">
              <w:t>Understand main tasks, responsibilities and boundaries of own role, including use of personal protective clothing and equipment, quality requirements and operating procedures</w:t>
            </w:r>
          </w:p>
        </w:tc>
      </w:tr>
      <w:tr w:rsidR="006A0DAB" w:rsidRPr="00336FCA" w:rsidDel="00423CB2" w14:paraId="0F023268" w14:textId="77777777" w:rsidTr="00CA2922">
        <w:tc>
          <w:tcPr>
            <w:tcW w:w="1396" w:type="pct"/>
          </w:tcPr>
          <w:p w14:paraId="143678B8" w14:textId="331A6E56" w:rsidR="006A0DAB" w:rsidRPr="006A0DAB" w:rsidRDefault="006A0DAB" w:rsidP="006A0DAB">
            <w:r w:rsidRPr="006A0DAB">
              <w:t>Interact with others</w:t>
            </w:r>
          </w:p>
        </w:tc>
        <w:tc>
          <w:tcPr>
            <w:tcW w:w="3604" w:type="pct"/>
          </w:tcPr>
          <w:p w14:paraId="798528C6" w14:textId="77777777" w:rsidR="006A0DAB" w:rsidRPr="006A0DAB" w:rsidRDefault="006A0DAB" w:rsidP="006A0DAB">
            <w:pPr>
              <w:pStyle w:val="SIBulletList1"/>
            </w:pPr>
            <w:r w:rsidRPr="006A0DAB">
              <w:t>Select and use appropriate terminology when communicating with crew, skipper and others</w:t>
            </w:r>
          </w:p>
          <w:p w14:paraId="08C1D482" w14:textId="15CA8500" w:rsidR="006A0DAB" w:rsidRPr="000F3E75" w:rsidRDefault="006A0DAB" w:rsidP="000F3E75">
            <w:pPr>
              <w:pStyle w:val="SIBulletList1"/>
              <w:rPr>
                <w:rFonts w:eastAsia="Calibri"/>
              </w:rPr>
            </w:pPr>
            <w:r w:rsidRPr="006A0DAB">
              <w:t xml:space="preserve">Cooperate with other crew to carry out activities, respond to </w:t>
            </w:r>
            <w:r w:rsidR="000F3E75">
              <w:t xml:space="preserve">health and safety </w:t>
            </w:r>
            <w:r w:rsidRPr="006A0DAB">
              <w:t>hazards and operational maintenance requirements</w:t>
            </w:r>
          </w:p>
        </w:tc>
      </w:tr>
      <w:tr w:rsidR="006A0DAB" w:rsidRPr="00336FCA" w:rsidDel="00423CB2" w14:paraId="4BE849ED" w14:textId="77777777" w:rsidTr="00CA2922">
        <w:tc>
          <w:tcPr>
            <w:tcW w:w="1396" w:type="pct"/>
          </w:tcPr>
          <w:p w14:paraId="2809BECC" w14:textId="23E6D0F5" w:rsidR="006A0DAB" w:rsidRPr="006A0DAB" w:rsidRDefault="006A0DAB" w:rsidP="006A0DAB">
            <w:r w:rsidRPr="006A0DAB">
              <w:t>Get the work done</w:t>
            </w:r>
          </w:p>
        </w:tc>
        <w:tc>
          <w:tcPr>
            <w:tcW w:w="3604" w:type="pct"/>
          </w:tcPr>
          <w:p w14:paraId="18E95ED8" w14:textId="54889364" w:rsidR="006A0DAB" w:rsidRPr="000F3E75" w:rsidRDefault="006A0DAB" w:rsidP="000F3E75">
            <w:pPr>
              <w:pStyle w:val="SIBulletList1"/>
              <w:rPr>
                <w:rFonts w:eastAsia="Calibri"/>
              </w:rPr>
            </w:pPr>
            <w:r w:rsidRPr="006A0DAB">
              <w:t>Make routine decisions to correct simple and familiar problems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A0DAB" w14:paraId="67633B90" w14:textId="77777777" w:rsidTr="00F33FF2">
        <w:tc>
          <w:tcPr>
            <w:tcW w:w="1028" w:type="pct"/>
          </w:tcPr>
          <w:p w14:paraId="666F2C5F" w14:textId="6B7B1C95" w:rsidR="006A0DAB" w:rsidRPr="006A0DAB" w:rsidRDefault="006A0DAB" w:rsidP="006A0DAB">
            <w:pPr>
              <w:pStyle w:val="SIText"/>
            </w:pPr>
            <w:r w:rsidRPr="006A0DAB">
              <w:t>SFIFSH203 Maintain, prepare, deploy and retrieve trawls to land catch</w:t>
            </w:r>
          </w:p>
        </w:tc>
        <w:tc>
          <w:tcPr>
            <w:tcW w:w="1105" w:type="pct"/>
          </w:tcPr>
          <w:p w14:paraId="520629F4" w14:textId="378305EA" w:rsidR="006A0DAB" w:rsidRPr="006A0DAB" w:rsidRDefault="006A0DAB" w:rsidP="006A0DAB">
            <w:pPr>
              <w:pStyle w:val="SIText"/>
            </w:pPr>
            <w:r w:rsidRPr="006A0DAB">
              <w:t>SFIFISH203C Maintain, prepare, deploy and retrieve trawls to land catch</w:t>
            </w:r>
          </w:p>
        </w:tc>
        <w:tc>
          <w:tcPr>
            <w:tcW w:w="1251" w:type="pct"/>
          </w:tcPr>
          <w:p w14:paraId="51844FA1" w14:textId="3886AC86" w:rsidR="006A0DAB" w:rsidRPr="006A0DAB" w:rsidRDefault="006A0DAB" w:rsidP="006A0DAB">
            <w:pPr>
              <w:pStyle w:val="SIText"/>
            </w:pPr>
            <w:r w:rsidRPr="006A0DAB">
              <w:t>Updated to meet Standards for Training Packages</w:t>
            </w:r>
          </w:p>
        </w:tc>
        <w:tc>
          <w:tcPr>
            <w:tcW w:w="1616" w:type="pct"/>
          </w:tcPr>
          <w:p w14:paraId="509E63B0" w14:textId="21956FFE" w:rsidR="006A0DAB" w:rsidRPr="006A0DAB" w:rsidRDefault="006A0DAB" w:rsidP="006A0DAB">
            <w:pPr>
              <w:pStyle w:val="SIText"/>
            </w:pPr>
            <w:r w:rsidRPr="006A0DAB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464A45EB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6A0DAB" w:rsidRPr="006A0DAB">
              <w:t>SFIFSH203 Maintain, prepare, deploy and retrieve trawls to land catch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19FB8556" w14:textId="72446BAB" w:rsidR="006A0DAB" w:rsidRPr="006A0DAB" w:rsidRDefault="006A0DAB" w:rsidP="006A0DAB">
            <w:pPr>
              <w:pStyle w:val="SIText"/>
            </w:pPr>
            <w:r w:rsidRPr="006A0DAB">
              <w:t>An individual demonstrating competency must satisfy all the elements</w:t>
            </w:r>
            <w:r w:rsidR="0074031A">
              <w:t xml:space="preserve"> and </w:t>
            </w:r>
            <w:r w:rsidRPr="006A0DAB">
              <w:t xml:space="preserve">performance criteria of this unit. </w:t>
            </w:r>
            <w:r w:rsidR="0074031A">
              <w:t>There must be e</w:t>
            </w:r>
            <w:r w:rsidRPr="006A0DAB">
              <w:t xml:space="preserve">vidence </w:t>
            </w:r>
            <w:r w:rsidR="0074031A">
              <w:t xml:space="preserve">that the individual has </w:t>
            </w:r>
            <w:r w:rsidR="00030F8D">
              <w:t>undertaken trawl fishing operations</w:t>
            </w:r>
            <w:r w:rsidR="0074031A">
              <w:t xml:space="preserve"> on at least one occasion including:</w:t>
            </w:r>
          </w:p>
          <w:p w14:paraId="6136FB33" w14:textId="43E6017B" w:rsidR="006A0DAB" w:rsidRPr="006A0DAB" w:rsidRDefault="006A0DAB" w:rsidP="006A0DAB">
            <w:pPr>
              <w:pStyle w:val="SIBulletList1"/>
            </w:pPr>
            <w:r w:rsidRPr="006A0DAB">
              <w:t>maintain</w:t>
            </w:r>
            <w:r w:rsidR="002F374B">
              <w:t>ing</w:t>
            </w:r>
            <w:r w:rsidRPr="006A0DAB">
              <w:t xml:space="preserve"> and prepar</w:t>
            </w:r>
            <w:r w:rsidR="002F374B">
              <w:t>ing</w:t>
            </w:r>
            <w:r w:rsidRPr="006A0DAB">
              <w:t xml:space="preserve"> demersal or mid-water fish or prawn trawling gear ready for deployment </w:t>
            </w:r>
          </w:p>
          <w:p w14:paraId="619061E0" w14:textId="77777777" w:rsidR="0089365D" w:rsidRPr="0089365D" w:rsidRDefault="0089365D" w:rsidP="0089365D">
            <w:pPr>
              <w:pStyle w:val="SIBulletList1"/>
            </w:pPr>
            <w:r w:rsidRPr="006A0DAB">
              <w:t>deploy</w:t>
            </w:r>
            <w:r w:rsidRPr="0089365D">
              <w:t>ing and retrieving trawl gear components</w:t>
            </w:r>
          </w:p>
          <w:p w14:paraId="0ACB7FCE" w14:textId="77777777" w:rsidR="00EC1EEC" w:rsidRDefault="00EC1EEC" w:rsidP="006A0DAB">
            <w:pPr>
              <w:pStyle w:val="SIBulletList1"/>
            </w:pPr>
            <w:r w:rsidRPr="006A0DAB">
              <w:t>stowi</w:t>
            </w:r>
            <w:r w:rsidRPr="00EC1EEC">
              <w:t>ng trawl safely in readiness for future deployment</w:t>
            </w:r>
          </w:p>
          <w:p w14:paraId="6BD4D58C" w14:textId="62D6BF0A" w:rsidR="004612E6" w:rsidRPr="004612E6" w:rsidRDefault="00D372B2" w:rsidP="004612E6">
            <w:pPr>
              <w:pStyle w:val="SIBulletList1"/>
            </w:pPr>
            <w:r>
              <w:t xml:space="preserve">loading </w:t>
            </w:r>
            <w:r w:rsidR="004612E6" w:rsidRPr="004612E6">
              <w:t>and containing the catch</w:t>
            </w:r>
          </w:p>
          <w:p w14:paraId="48A43C30" w14:textId="2AF7AC5D" w:rsidR="00CF49A8" w:rsidRPr="00CF49A8" w:rsidRDefault="006A0DAB" w:rsidP="00EC1EEC">
            <w:pPr>
              <w:pStyle w:val="SIBulletList1"/>
            </w:pPr>
            <w:proofErr w:type="gramStart"/>
            <w:r w:rsidRPr="006A0DAB">
              <w:t>handl</w:t>
            </w:r>
            <w:r w:rsidR="003F6B53">
              <w:t>ing</w:t>
            </w:r>
            <w:proofErr w:type="gramEnd"/>
            <w:r w:rsidRPr="006A0DAB">
              <w:t xml:space="preserve"> and sort</w:t>
            </w:r>
            <w:r w:rsidR="003F6B53">
              <w:t>ing</w:t>
            </w:r>
            <w:r w:rsidRPr="006A0DAB">
              <w:t xml:space="preserve"> seafood </w:t>
            </w:r>
            <w:r w:rsidR="003F6B53">
              <w:t>according</w:t>
            </w:r>
            <w:r w:rsidRPr="006A0DAB">
              <w:t xml:space="preserve"> food safety and hygiene and food quality</w:t>
            </w:r>
            <w:r w:rsidR="003F6B53">
              <w:t xml:space="preserve"> requirements</w:t>
            </w:r>
            <w:r w:rsidR="00EC1EEC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C38018" w14:textId="77777777" w:rsidR="006A0DAB" w:rsidRPr="006A0DAB" w:rsidRDefault="006A0DAB" w:rsidP="006A0DAB">
            <w:pPr>
              <w:pStyle w:val="SIText"/>
            </w:pPr>
            <w:r w:rsidRPr="006A0DAB">
              <w:t>An individual must be able to demonstrate the knowledge required to perform the tasks outlined in the elements and performance criteria of this unit. This includes knowledge of:</w:t>
            </w:r>
          </w:p>
          <w:p w14:paraId="5815CC9B" w14:textId="77777777" w:rsidR="006A0DAB" w:rsidRPr="006A0DAB" w:rsidRDefault="006A0DAB" w:rsidP="006A0DAB">
            <w:pPr>
              <w:pStyle w:val="SIBulletList1"/>
            </w:pPr>
            <w:r w:rsidRPr="006A0DAB">
              <w:t>basic operating principle of the trawl fishing gear</w:t>
            </w:r>
          </w:p>
          <w:p w14:paraId="57573B20" w14:textId="77777777" w:rsidR="006A0DAB" w:rsidRPr="006A0DAB" w:rsidRDefault="006A0DAB" w:rsidP="006A0DAB">
            <w:pPr>
              <w:pStyle w:val="SIBulletList1"/>
            </w:pPr>
            <w:r w:rsidRPr="006A0DAB">
              <w:t>factors that make trawl components effective or defective</w:t>
            </w:r>
          </w:p>
          <w:p w14:paraId="4884107E" w14:textId="77777777" w:rsidR="006A0DAB" w:rsidRPr="006A0DAB" w:rsidRDefault="006A0DAB" w:rsidP="006A0DAB">
            <w:pPr>
              <w:pStyle w:val="SIBulletList1"/>
            </w:pPr>
            <w:r w:rsidRPr="006A0DAB">
              <w:t>order in which trawl gear components are connected and disconnected</w:t>
            </w:r>
          </w:p>
          <w:p w14:paraId="0D7991C3" w14:textId="42149B2A" w:rsidR="006A0DAB" w:rsidRPr="006A0DAB" w:rsidRDefault="006A0DAB" w:rsidP="006A0DAB">
            <w:pPr>
              <w:pStyle w:val="SIBulletList1"/>
            </w:pPr>
            <w:r w:rsidRPr="006A0DAB">
              <w:t xml:space="preserve">environmental </w:t>
            </w:r>
            <w:r w:rsidR="00EC0A46">
              <w:t xml:space="preserve">impacts </w:t>
            </w:r>
            <w:r w:rsidRPr="006A0DAB">
              <w:t>and resource protection</w:t>
            </w:r>
            <w:r w:rsidR="008E30DD">
              <w:t xml:space="preserve"> relevant to trawl fishing operations</w:t>
            </w:r>
          </w:p>
          <w:p w14:paraId="220D81DC" w14:textId="77777777" w:rsidR="00C72927" w:rsidRDefault="00C72927" w:rsidP="006A0DAB">
            <w:pPr>
              <w:pStyle w:val="SIBulletList1"/>
            </w:pPr>
            <w:r>
              <w:t>principles that contri</w:t>
            </w:r>
            <w:r w:rsidRPr="00C72927">
              <w:t xml:space="preserve">bute to vessel stability </w:t>
            </w:r>
            <w:bookmarkStart w:id="0" w:name="_GoBack"/>
            <w:bookmarkEnd w:id="0"/>
          </w:p>
          <w:p w14:paraId="0BD98D1B" w14:textId="7A9C39DB" w:rsidR="006A0DAB" w:rsidRPr="006A0DAB" w:rsidRDefault="00EC0A46" w:rsidP="006A0DAB">
            <w:pPr>
              <w:pStyle w:val="SIBulletList1"/>
            </w:pPr>
            <w:r>
              <w:t xml:space="preserve">food safety and </w:t>
            </w:r>
            <w:r w:rsidR="006A0DAB" w:rsidRPr="006A0DAB">
              <w:t>hygiene</w:t>
            </w:r>
            <w:r>
              <w:t xml:space="preserve"> </w:t>
            </w:r>
            <w:r w:rsidR="009570F9">
              <w:t xml:space="preserve">requirements </w:t>
            </w:r>
            <w:r>
              <w:t>for handing and sorting seafood catch</w:t>
            </w:r>
          </w:p>
          <w:p w14:paraId="7D18C0FD" w14:textId="75991C8B" w:rsidR="00CF49A8" w:rsidRPr="00CF49A8" w:rsidRDefault="006A0DAB" w:rsidP="006D0595">
            <w:pPr>
              <w:pStyle w:val="SIBulletList1"/>
            </w:pPr>
            <w:proofErr w:type="gramStart"/>
            <w:r w:rsidRPr="006A0DAB">
              <w:t>health</w:t>
            </w:r>
            <w:proofErr w:type="gramEnd"/>
            <w:r w:rsidRPr="006A0DAB">
              <w:t xml:space="preserve"> and safety</w:t>
            </w:r>
            <w:r w:rsidR="00EC0A46">
              <w:t xml:space="preserve"> requirements for trawl fishing operation</w:t>
            </w:r>
            <w:r w:rsidR="006D0595">
              <w:t>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94E31B" w14:textId="77777777" w:rsidR="006A0DAB" w:rsidRPr="006A0DAB" w:rsidRDefault="006A0DAB" w:rsidP="006A0DAB">
            <w:pPr>
              <w:pStyle w:val="SIText"/>
            </w:pPr>
            <w:r w:rsidRPr="006A0DAB">
              <w:t>Assessment of this unit of competency must take place under the following conditions:</w:t>
            </w:r>
          </w:p>
          <w:p w14:paraId="3AD9445F" w14:textId="77777777" w:rsidR="006A0DAB" w:rsidRPr="006A0DAB" w:rsidRDefault="006A0DAB" w:rsidP="006A0DAB">
            <w:pPr>
              <w:pStyle w:val="SIBulletList1"/>
            </w:pPr>
            <w:r w:rsidRPr="006A0DAB">
              <w:t>physical conditions:</w:t>
            </w:r>
          </w:p>
          <w:p w14:paraId="2CC47BCD" w14:textId="12949669" w:rsidR="00285767" w:rsidRPr="00285767" w:rsidRDefault="00285767" w:rsidP="00285767">
            <w:pPr>
              <w:pStyle w:val="SIBulletList2"/>
            </w:pPr>
            <w:r w:rsidRPr="00285767">
              <w:t xml:space="preserve">skills must be demonstrated in </w:t>
            </w:r>
            <w:r w:rsidR="00DA4711">
              <w:t>a fully operational fish or prawn trawler</w:t>
            </w:r>
            <w:r w:rsidRPr="00285767">
              <w:t xml:space="preserve"> or an environment that accurately represents workplace conditions</w:t>
            </w:r>
          </w:p>
          <w:p w14:paraId="50A0D4A2" w14:textId="77777777" w:rsidR="006A0DAB" w:rsidRPr="006A0DAB" w:rsidRDefault="006A0DAB" w:rsidP="006A0DAB">
            <w:pPr>
              <w:pStyle w:val="SIBulletList1"/>
            </w:pPr>
            <w:r w:rsidRPr="006A0DAB">
              <w:t>resources, equipment and materials:</w:t>
            </w:r>
          </w:p>
          <w:p w14:paraId="604C5207" w14:textId="2B10A304" w:rsidR="00DA4711" w:rsidRDefault="00DA4711" w:rsidP="006A0DAB">
            <w:pPr>
              <w:pStyle w:val="SIBulletList2"/>
            </w:pPr>
            <w:r>
              <w:t>fishing trawl</w:t>
            </w:r>
            <w:r w:rsidR="00C14F72">
              <w:t>s</w:t>
            </w:r>
            <w:r w:rsidR="00D270E2">
              <w:t xml:space="preserve"> and related equipment and machinery</w:t>
            </w:r>
          </w:p>
          <w:p w14:paraId="450A3925" w14:textId="0494ECC7" w:rsidR="006A0DAB" w:rsidRDefault="006A0DAB" w:rsidP="006A0DAB">
            <w:pPr>
              <w:pStyle w:val="SIBulletList2"/>
            </w:pPr>
            <w:r w:rsidRPr="006A0DAB">
              <w:t>catch suitable for sorting</w:t>
            </w:r>
          </w:p>
          <w:p w14:paraId="481BBF51" w14:textId="0D0EC765" w:rsidR="00285767" w:rsidRDefault="00285767" w:rsidP="009A5E18">
            <w:pPr>
              <w:pStyle w:val="SIBulletList1"/>
            </w:pPr>
            <w:r>
              <w:t>specifications:</w:t>
            </w:r>
          </w:p>
          <w:p w14:paraId="0B0418A1" w14:textId="5E0BB3A9" w:rsidR="00285767" w:rsidRDefault="00285767">
            <w:pPr>
              <w:pStyle w:val="SIBulletList2"/>
            </w:pPr>
            <w:r>
              <w:t xml:space="preserve">trawl fishing </w:t>
            </w:r>
            <w:r w:rsidR="00D270E2">
              <w:t xml:space="preserve">operations specific </w:t>
            </w:r>
            <w:r>
              <w:t>instructions</w:t>
            </w:r>
          </w:p>
          <w:p w14:paraId="15100539" w14:textId="32671424" w:rsidR="00A03852" w:rsidRDefault="00285767" w:rsidP="00A03852">
            <w:pPr>
              <w:pStyle w:val="SIBulletList2"/>
            </w:pPr>
            <w:r>
              <w:t>workplace procedure</w:t>
            </w:r>
            <w:r w:rsidR="00D5204A">
              <w:t>s</w:t>
            </w:r>
            <w:r>
              <w:t xml:space="preserve"> for trawl fishing operations that includes advice on </w:t>
            </w:r>
            <w:r w:rsidR="00D5204A">
              <w:t>food safety, health and safety, quality and environmental requirements</w:t>
            </w:r>
          </w:p>
          <w:p w14:paraId="523BE79D" w14:textId="7F008DF7" w:rsidR="00D5204A" w:rsidRDefault="00D5204A" w:rsidP="009A5E18">
            <w:pPr>
              <w:pStyle w:val="SIBulletList1"/>
            </w:pPr>
            <w:r>
              <w:t>relationships:</w:t>
            </w:r>
          </w:p>
          <w:p w14:paraId="53534699" w14:textId="74FE6EA0" w:rsidR="00D5204A" w:rsidRPr="006A0DAB" w:rsidRDefault="00D5204A">
            <w:pPr>
              <w:pStyle w:val="SIBulletList2"/>
            </w:pPr>
            <w:proofErr w:type="gramStart"/>
            <w:r>
              <w:t>interactions</w:t>
            </w:r>
            <w:proofErr w:type="gramEnd"/>
            <w:r>
              <w:t xml:space="preserve"> with supervisor.</w:t>
            </w:r>
          </w:p>
          <w:p w14:paraId="343F28AB" w14:textId="77777777" w:rsidR="006A0DAB" w:rsidRPr="006A0DAB" w:rsidRDefault="006A0DAB" w:rsidP="006A0DAB"/>
          <w:p w14:paraId="71739C8B" w14:textId="51102232" w:rsidR="00CF49A8" w:rsidRPr="00CF49A8" w:rsidRDefault="006A0DAB" w:rsidP="006A0DAB">
            <w:pPr>
              <w:pStyle w:val="SIText"/>
            </w:pPr>
            <w:r w:rsidRPr="006A0DA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3188DC4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E124A">
          <w:rPr>
            <w:noProof/>
          </w:rPr>
          <w:t>1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47F26EBA" w:rsidR="00540BD0" w:rsidRDefault="00BB79E3">
    <w:r>
      <w:t>SFI</w:t>
    </w:r>
    <w:r w:rsidR="00592C35">
      <w:t>F</w:t>
    </w:r>
    <w:r>
      <w:t>S</w:t>
    </w:r>
    <w:r w:rsidR="00592C35">
      <w:t>H</w:t>
    </w:r>
    <w:r w:rsidR="006A0DAB">
      <w:t xml:space="preserve">203 </w:t>
    </w:r>
    <w:r w:rsidR="006A0DAB" w:rsidRPr="006A0DAB">
      <w:t>Maintain, prepare, deploy and retrieve trawls to land catch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F8D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0F3E75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2474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149"/>
    <w:rsid w:val="0026137F"/>
    <w:rsid w:val="00262FC3"/>
    <w:rsid w:val="0026394F"/>
    <w:rsid w:val="00276DB8"/>
    <w:rsid w:val="00282664"/>
    <w:rsid w:val="00285767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374B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6B53"/>
    <w:rsid w:val="004127E3"/>
    <w:rsid w:val="0043212E"/>
    <w:rsid w:val="00434366"/>
    <w:rsid w:val="00434ECE"/>
    <w:rsid w:val="00444423"/>
    <w:rsid w:val="00452F3E"/>
    <w:rsid w:val="004612E6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9B1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E51E6"/>
    <w:rsid w:val="005E702B"/>
    <w:rsid w:val="005F027A"/>
    <w:rsid w:val="005F33CC"/>
    <w:rsid w:val="005F55E8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1105"/>
    <w:rsid w:val="00652E62"/>
    <w:rsid w:val="006731B9"/>
    <w:rsid w:val="00686A49"/>
    <w:rsid w:val="00687B62"/>
    <w:rsid w:val="00690C44"/>
    <w:rsid w:val="006969D9"/>
    <w:rsid w:val="006A0208"/>
    <w:rsid w:val="006A0DAB"/>
    <w:rsid w:val="006A2B68"/>
    <w:rsid w:val="006C2F32"/>
    <w:rsid w:val="006D0595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31A"/>
    <w:rsid w:val="007404E9"/>
    <w:rsid w:val="007444CF"/>
    <w:rsid w:val="00752C75"/>
    <w:rsid w:val="00757005"/>
    <w:rsid w:val="00761D9A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226A"/>
    <w:rsid w:val="00823530"/>
    <w:rsid w:val="00823FF4"/>
    <w:rsid w:val="00830267"/>
    <w:rsid w:val="008306E7"/>
    <w:rsid w:val="00834BC8"/>
    <w:rsid w:val="00837FD6"/>
    <w:rsid w:val="0084190E"/>
    <w:rsid w:val="00847B60"/>
    <w:rsid w:val="00850243"/>
    <w:rsid w:val="00851BE5"/>
    <w:rsid w:val="008545EB"/>
    <w:rsid w:val="00865011"/>
    <w:rsid w:val="00876D78"/>
    <w:rsid w:val="00886790"/>
    <w:rsid w:val="008908DE"/>
    <w:rsid w:val="0089365D"/>
    <w:rsid w:val="008A12ED"/>
    <w:rsid w:val="008A39D3"/>
    <w:rsid w:val="008B2C77"/>
    <w:rsid w:val="008B4AD2"/>
    <w:rsid w:val="008B7138"/>
    <w:rsid w:val="008E260C"/>
    <w:rsid w:val="008E30DD"/>
    <w:rsid w:val="008E39B1"/>
    <w:rsid w:val="008E39BE"/>
    <w:rsid w:val="008E472C"/>
    <w:rsid w:val="008E62EC"/>
    <w:rsid w:val="008F0FC5"/>
    <w:rsid w:val="008F32F6"/>
    <w:rsid w:val="00906953"/>
    <w:rsid w:val="00916CD7"/>
    <w:rsid w:val="00920927"/>
    <w:rsid w:val="0092137F"/>
    <w:rsid w:val="00921B38"/>
    <w:rsid w:val="00923720"/>
    <w:rsid w:val="009278C9"/>
    <w:rsid w:val="00932CD7"/>
    <w:rsid w:val="00944C09"/>
    <w:rsid w:val="009527CB"/>
    <w:rsid w:val="00953835"/>
    <w:rsid w:val="009570F9"/>
    <w:rsid w:val="00960F6C"/>
    <w:rsid w:val="00970747"/>
    <w:rsid w:val="009A5900"/>
    <w:rsid w:val="009A5E18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3852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368F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E124A"/>
    <w:rsid w:val="00BF1D4C"/>
    <w:rsid w:val="00BF3F0A"/>
    <w:rsid w:val="00C143C3"/>
    <w:rsid w:val="00C14F72"/>
    <w:rsid w:val="00C1739B"/>
    <w:rsid w:val="00C21ADE"/>
    <w:rsid w:val="00C26067"/>
    <w:rsid w:val="00C30A29"/>
    <w:rsid w:val="00C317DC"/>
    <w:rsid w:val="00C47C75"/>
    <w:rsid w:val="00C54CCA"/>
    <w:rsid w:val="00C578E9"/>
    <w:rsid w:val="00C70626"/>
    <w:rsid w:val="00C72860"/>
    <w:rsid w:val="00C72927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270E2"/>
    <w:rsid w:val="00D32124"/>
    <w:rsid w:val="00D372B2"/>
    <w:rsid w:val="00D5204A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711"/>
    <w:rsid w:val="00DA53B5"/>
    <w:rsid w:val="00DC1D69"/>
    <w:rsid w:val="00DC5A3A"/>
    <w:rsid w:val="00DC6E76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B7C43"/>
    <w:rsid w:val="00EC0469"/>
    <w:rsid w:val="00EC0A46"/>
    <w:rsid w:val="00EC1EEC"/>
    <w:rsid w:val="00EF01F8"/>
    <w:rsid w:val="00EF40EF"/>
    <w:rsid w:val="00EF47FE"/>
    <w:rsid w:val="00F036C5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F3E7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dd2eab10-0153-49d4-89b3-1342eef8e022">Aqua Bio</Project>
    <Assigned_x0020_to0 xmlns="dd2eab10-0153-49d4-89b3-1342eef8e022">
      <UserInfo>
        <DisplayName>Lina Robinson</DisplayName>
        <AccountId>934</AccountId>
        <AccountType/>
      </UserInfo>
    </Assigned_x0020_to0>
    <Project_x0020_Phase xmlns="dd2eab10-0153-49d4-89b3-1342eef8e022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58450E1ADDB947B7F776819D47A7F1" ma:contentTypeVersion="5" ma:contentTypeDescription="Create a new document." ma:contentTypeScope="" ma:versionID="a74d2928a8eeed392e11d2f09c18ccea">
  <xsd:schema xmlns:xsd="http://www.w3.org/2001/XMLSchema" xmlns:xs="http://www.w3.org/2001/XMLSchema" xmlns:p="http://schemas.microsoft.com/office/2006/metadata/properties" xmlns:ns2="dd2eab10-0153-49d4-89b3-1342eef8e022" targetNamespace="http://schemas.microsoft.com/office/2006/metadata/properties" ma:root="true" ma:fieldsID="a0b709a49889d3574a465a398487da2a" ns2:_="">
    <xsd:import namespace="dd2eab10-0153-49d4-89b3-1342eef8e022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eab10-0153-49d4-89b3-1342eef8e022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d2eab10-0153-49d4-89b3-1342eef8e02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C70D38C-2495-4B66-BEAA-8EDF2FD4DC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eab10-0153-49d4-89b3-1342eef8e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945D4C-3BCD-41BF-8DBA-F3BCDC843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</TotalTime>
  <Pages>3</Pages>
  <Words>980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4</cp:revision>
  <cp:lastPrinted>2016-05-27T05:21:00Z</cp:lastPrinted>
  <dcterms:created xsi:type="dcterms:W3CDTF">2018-06-11T02:59:00Z</dcterms:created>
  <dcterms:modified xsi:type="dcterms:W3CDTF">2018-07-12T01:11:00Z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0x0101004B58450E1ADDB947B7F776819D47A7F1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