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208C4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AAD1D0" w14:textId="77777777" w:rsidTr="00EA116F">
        <w:tc>
          <w:tcPr>
            <w:tcW w:w="2689" w:type="dxa"/>
          </w:tcPr>
          <w:p w14:paraId="060732A7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D2EF646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F1480E" w14:paraId="6495EB12" w14:textId="77777777" w:rsidTr="00EA116F">
        <w:tc>
          <w:tcPr>
            <w:tcW w:w="2689" w:type="dxa"/>
          </w:tcPr>
          <w:p w14:paraId="4D401877" w14:textId="1B1E145F" w:rsidR="00F1480E" w:rsidRPr="00205F8D" w:rsidRDefault="00F1480E" w:rsidP="00205F8D">
            <w:pPr>
              <w:pStyle w:val="SIText"/>
            </w:pPr>
            <w:r w:rsidRPr="00CC451E">
              <w:t>Release</w:t>
            </w:r>
            <w:r w:rsidR="00337E82" w:rsidRPr="00205F8D">
              <w:t xml:space="preserve"> 1</w:t>
            </w:r>
          </w:p>
        </w:tc>
        <w:tc>
          <w:tcPr>
            <w:tcW w:w="6939" w:type="dxa"/>
          </w:tcPr>
          <w:p w14:paraId="2EF76978" w14:textId="39BD80BD" w:rsidR="00F1480E" w:rsidRPr="00205F8D" w:rsidRDefault="00F1480E" w:rsidP="00205F8D">
            <w:pPr>
              <w:pStyle w:val="SIText"/>
            </w:pPr>
            <w:r w:rsidRPr="00CC451E">
              <w:t>This version released with</w:t>
            </w:r>
            <w:r w:rsidR="007341D3">
              <w:t xml:space="preserve"> the Agriculture, Horticulture and Conservation and Land Management</w:t>
            </w:r>
            <w:r w:rsidRPr="00CC451E">
              <w:t xml:space="preserve"> </w:t>
            </w:r>
            <w:r w:rsidR="00337E82" w:rsidRPr="00205F8D">
              <w:t>Training</w:t>
            </w:r>
            <w:r w:rsidRPr="00205F8D">
              <w:t xml:space="preserve"> Package Version </w:t>
            </w:r>
            <w:r w:rsidR="00EE4D3D">
              <w:t>9</w:t>
            </w:r>
            <w:r w:rsidR="007341D3">
              <w:t>.0</w:t>
            </w:r>
          </w:p>
        </w:tc>
      </w:tr>
    </w:tbl>
    <w:p w14:paraId="6668008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51BF5AD" w14:textId="77777777" w:rsidTr="000D7BE6">
        <w:tc>
          <w:tcPr>
            <w:tcW w:w="1396" w:type="pct"/>
            <w:shd w:val="clear" w:color="auto" w:fill="auto"/>
          </w:tcPr>
          <w:p w14:paraId="3EE85571" w14:textId="6A1261E0" w:rsidR="00F1480E" w:rsidRPr="00205F8D" w:rsidRDefault="004D34E1" w:rsidP="00205F8D">
            <w:pPr>
              <w:pStyle w:val="SIQUALCODE"/>
            </w:pPr>
            <w:r w:rsidRPr="004D34E1">
              <w:t>AHC3</w:t>
            </w:r>
            <w:r w:rsidR="008C2DD0">
              <w:t>2</w:t>
            </w:r>
            <w:r w:rsidR="00D546EF">
              <w:t>X52</w:t>
            </w:r>
            <w:r w:rsidR="001A239E">
              <w:t>2</w:t>
            </w:r>
          </w:p>
        </w:tc>
        <w:tc>
          <w:tcPr>
            <w:tcW w:w="3604" w:type="pct"/>
            <w:shd w:val="clear" w:color="auto" w:fill="auto"/>
          </w:tcPr>
          <w:p w14:paraId="72229E33" w14:textId="253FBD92" w:rsidR="00F1480E" w:rsidRPr="008C2DD0" w:rsidRDefault="004D34E1" w:rsidP="006E572B">
            <w:pPr>
              <w:pStyle w:val="SIQUALtitle"/>
            </w:pPr>
            <w:r w:rsidRPr="006E572B">
              <w:t xml:space="preserve">Certificate III in </w:t>
            </w:r>
            <w:r w:rsidR="001242DC">
              <w:t xml:space="preserve">Aboriginal and/or Torres Strait Islander </w:t>
            </w:r>
            <w:r w:rsidR="00A03731" w:rsidRPr="008C2DD0">
              <w:t>Cultural</w:t>
            </w:r>
            <w:r w:rsidR="000F1FAB" w:rsidRPr="008C2DD0">
              <w:t xml:space="preserve"> </w:t>
            </w:r>
            <w:r w:rsidRPr="008C2DD0">
              <w:t>Sites Work</w:t>
            </w:r>
          </w:p>
        </w:tc>
      </w:tr>
      <w:tr w:rsidR="00A772D9" w:rsidRPr="00963A46" w14:paraId="3F0174D0" w14:textId="77777777" w:rsidTr="000D7BE6">
        <w:tc>
          <w:tcPr>
            <w:tcW w:w="5000" w:type="pct"/>
            <w:gridSpan w:val="2"/>
            <w:shd w:val="clear" w:color="auto" w:fill="auto"/>
          </w:tcPr>
          <w:p w14:paraId="0CACBE19" w14:textId="77777777" w:rsidR="00A772D9" w:rsidRPr="00205F8D" w:rsidRDefault="00A772D9" w:rsidP="00205F8D">
            <w:pPr>
              <w:pStyle w:val="SITextHeading2"/>
            </w:pPr>
            <w:r w:rsidRPr="00F07C48">
              <w:t>Qualification Description</w:t>
            </w:r>
          </w:p>
          <w:p w14:paraId="15C3EF20" w14:textId="5AEC4B14" w:rsidR="00C30135" w:rsidRPr="00C30135" w:rsidRDefault="00C30135" w:rsidP="006E572B">
            <w:pPr>
              <w:pStyle w:val="SIText"/>
            </w:pPr>
            <w:r w:rsidRPr="00C30135">
              <w:t>This qualification describes the skills and knowledge required</w:t>
            </w:r>
            <w:r w:rsidR="00E64F14">
              <w:t xml:space="preserve"> for</w:t>
            </w:r>
            <w:r w:rsidR="00C31E99">
              <w:t xml:space="preserve"> individuals working on Country in a broad range of roles at cultural sites. In such roles, workers</w:t>
            </w:r>
            <w:r w:rsidR="00E64F14">
              <w:t xml:space="preserve"> </w:t>
            </w:r>
            <w:r w:rsidR="00C31E99">
              <w:t>perform a</w:t>
            </w:r>
            <w:r w:rsidRPr="00C30135">
              <w:t xml:space="preserve"> broad range of roles on Country </w:t>
            </w:r>
            <w:r w:rsidR="007A1616">
              <w:t>which may include</w:t>
            </w:r>
            <w:r w:rsidR="001C5BE8">
              <w:t>, but not be limited to,</w:t>
            </w:r>
            <w:r w:rsidR="007A1616">
              <w:t xml:space="preserve"> </w:t>
            </w:r>
            <w:r>
              <w:t xml:space="preserve">land, sea and waterways. Job tasks include </w:t>
            </w:r>
            <w:r w:rsidR="008C2DD0" w:rsidRPr="002B18D3">
              <w:rPr>
                <w:rStyle w:val="SITemporarytext-blue"/>
                <w:color w:val="auto"/>
                <w:sz w:val="20"/>
              </w:rPr>
              <w:t>researching</w:t>
            </w:r>
            <w:r w:rsidRPr="00C30135">
              <w:t xml:space="preserve">, </w:t>
            </w:r>
            <w:r w:rsidR="006E572B">
              <w:t xml:space="preserve">investigating, </w:t>
            </w:r>
            <w:r w:rsidRPr="00C30135">
              <w:t xml:space="preserve">documenting, and maintaining Aboriginal and/or Torres Strait Islander cultural and heritage sites. </w:t>
            </w:r>
          </w:p>
          <w:p w14:paraId="53CCF77A" w14:textId="77777777" w:rsidR="00827DAD" w:rsidRDefault="00827DAD" w:rsidP="00C30135">
            <w:pPr>
              <w:pStyle w:val="SIText"/>
            </w:pPr>
          </w:p>
          <w:p w14:paraId="18B965E2" w14:textId="2FBFD460" w:rsidR="00C30135" w:rsidRPr="00C30135" w:rsidRDefault="00C30135" w:rsidP="00C30135">
            <w:pPr>
              <w:pStyle w:val="SIText"/>
            </w:pPr>
            <w:r w:rsidRPr="00C30135">
              <w:t xml:space="preserve">Individuals </w:t>
            </w:r>
            <w:r w:rsidR="0039751C">
              <w:t xml:space="preserve">with this qualification </w:t>
            </w:r>
            <w:r>
              <w:t>work</w:t>
            </w:r>
            <w:r w:rsidRPr="00C30135">
              <w:t xml:space="preserve"> under broad direction in </w:t>
            </w:r>
            <w:r w:rsidR="00E12770">
              <w:t>a range of cultural sites work</w:t>
            </w:r>
            <w:r>
              <w:t xml:space="preserve"> job roles</w:t>
            </w:r>
            <w:r w:rsidR="00827DAD">
              <w:t>,</w:t>
            </w:r>
            <w:r w:rsidRPr="00C30135">
              <w:t xml:space="preserve"> including</w:t>
            </w:r>
            <w:r>
              <w:t>:</w:t>
            </w:r>
          </w:p>
          <w:p w14:paraId="1B865EFA" w14:textId="0D25091E" w:rsidR="00C30135" w:rsidRPr="008C2DD0" w:rsidRDefault="00C30135" w:rsidP="006E572B">
            <w:pPr>
              <w:pStyle w:val="SIBulletList1"/>
            </w:pPr>
            <w:r w:rsidRPr="00C30135">
              <w:tab/>
            </w:r>
            <w:r w:rsidRPr="008C2DD0">
              <w:t>Rangers</w:t>
            </w:r>
            <w:r w:rsidR="001C5BE8" w:rsidRPr="008C2DD0">
              <w:t xml:space="preserve"> (National Park, Discovery, On Country)</w:t>
            </w:r>
          </w:p>
          <w:p w14:paraId="12779248" w14:textId="117523BF" w:rsidR="009C0262" w:rsidRDefault="009C0262" w:rsidP="008C2DD0">
            <w:pPr>
              <w:pStyle w:val="SIBulletList1"/>
            </w:pPr>
            <w:r w:rsidRPr="008C2DD0">
              <w:t>Tour Guides</w:t>
            </w:r>
          </w:p>
          <w:p w14:paraId="55E9036B" w14:textId="0EC19CD9" w:rsidR="006E572B" w:rsidRPr="008C2DD0" w:rsidRDefault="006E572B">
            <w:pPr>
              <w:pStyle w:val="SIBulletList1"/>
            </w:pPr>
            <w:r>
              <w:t>Rural fire service field officers</w:t>
            </w:r>
          </w:p>
          <w:p w14:paraId="0CF6686D" w14:textId="3F36B9C9" w:rsidR="00C30135" w:rsidRPr="008C2DD0" w:rsidRDefault="00C30135">
            <w:pPr>
              <w:pStyle w:val="SIBulletList1"/>
            </w:pPr>
            <w:r w:rsidRPr="008C2DD0">
              <w:tab/>
              <w:t>Aboriginal and</w:t>
            </w:r>
            <w:r w:rsidR="007E294F" w:rsidRPr="008C2DD0">
              <w:t>/or</w:t>
            </w:r>
            <w:r w:rsidRPr="008C2DD0">
              <w:t xml:space="preserve"> Torres Strait Islander</w:t>
            </w:r>
            <w:r w:rsidR="006E572B">
              <w:t xml:space="preserve"> cultural</w:t>
            </w:r>
            <w:r w:rsidRPr="008C2DD0">
              <w:t xml:space="preserve"> sites officer</w:t>
            </w:r>
            <w:r w:rsidR="007E294F" w:rsidRPr="008C2DD0">
              <w:t>s</w:t>
            </w:r>
          </w:p>
          <w:p w14:paraId="07DC67C3" w14:textId="60DB7AAB" w:rsidR="005B5554" w:rsidRPr="002B18D3" w:rsidRDefault="00C3013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B18D3">
              <w:tab/>
            </w:r>
            <w:r w:rsidR="0039634C" w:rsidRPr="002B18D3">
              <w:rPr>
                <w:rStyle w:val="SITemporarytext-blue"/>
                <w:color w:val="auto"/>
                <w:sz w:val="20"/>
              </w:rPr>
              <w:t>Local authorities</w:t>
            </w:r>
            <w:r w:rsidR="00C3763D" w:rsidRPr="002B18D3">
              <w:rPr>
                <w:rStyle w:val="SITemporarytext-blue"/>
                <w:color w:val="auto"/>
                <w:sz w:val="20"/>
              </w:rPr>
              <w:t>'</w:t>
            </w:r>
            <w:r w:rsidR="0039634C" w:rsidRPr="002B18D3">
              <w:rPr>
                <w:rStyle w:val="SITemporarytext-blue"/>
                <w:color w:val="auto"/>
                <w:sz w:val="20"/>
              </w:rPr>
              <w:t xml:space="preserve"> and/or services</w:t>
            </w:r>
            <w:r w:rsidR="00C3763D" w:rsidRPr="002B18D3">
              <w:rPr>
                <w:rStyle w:val="SITemporarytext-blue"/>
                <w:color w:val="auto"/>
                <w:sz w:val="20"/>
              </w:rPr>
              <w:t>'</w:t>
            </w:r>
            <w:r w:rsidR="0039634C" w:rsidRPr="002B18D3">
              <w:rPr>
                <w:rStyle w:val="SITemporarytext-blue"/>
                <w:color w:val="auto"/>
                <w:sz w:val="20"/>
              </w:rPr>
              <w:t xml:space="preserve"> employees</w:t>
            </w:r>
          </w:p>
          <w:p w14:paraId="58651FF0" w14:textId="54B27AFC" w:rsidR="00005978" w:rsidRPr="002B18D3" w:rsidRDefault="0000597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B18D3">
              <w:rPr>
                <w:rStyle w:val="SITemporarytext-blue"/>
                <w:color w:val="auto"/>
                <w:sz w:val="20"/>
              </w:rPr>
              <w:t>Bushland management officers</w:t>
            </w:r>
          </w:p>
          <w:p w14:paraId="75C6E556" w14:textId="6ED2EF08" w:rsidR="00C30135" w:rsidRPr="008C2DD0" w:rsidRDefault="00C30135">
            <w:pPr>
              <w:pStyle w:val="SIBulletList1"/>
            </w:pPr>
            <w:r w:rsidRPr="006E572B">
              <w:tab/>
              <w:t>Cultural heritage officers</w:t>
            </w:r>
          </w:p>
          <w:p w14:paraId="701E4377" w14:textId="24F75966" w:rsidR="00254C69" w:rsidRPr="008C2DD0" w:rsidRDefault="001C5BE8">
            <w:pPr>
              <w:pStyle w:val="SIBulletList1"/>
            </w:pPr>
            <w:r w:rsidRPr="008C2DD0">
              <w:t xml:space="preserve">Aboriginal and/or Torres Strait Islander </w:t>
            </w:r>
            <w:r w:rsidR="00C30135" w:rsidRPr="008C2DD0">
              <w:t>Land council workers</w:t>
            </w:r>
            <w:r w:rsidR="00827DAD" w:rsidRPr="008C2DD0">
              <w:t>.</w:t>
            </w:r>
          </w:p>
          <w:p w14:paraId="69AB8217" w14:textId="77777777" w:rsidR="00B05813" w:rsidRPr="00B05813" w:rsidRDefault="00B05813" w:rsidP="00B05813">
            <w:pPr>
              <w:pStyle w:val="SIText"/>
            </w:pPr>
          </w:p>
          <w:p w14:paraId="7B4F7627" w14:textId="52ADC9A9" w:rsidR="00EB58C7" w:rsidRPr="00205F8D" w:rsidRDefault="00856837" w:rsidP="004D34E1">
            <w:pPr>
              <w:pStyle w:val="SIText"/>
            </w:pPr>
            <w:r w:rsidRPr="00205F8D">
              <w:t>No licensing, legislative or certification requirements apply to this qualification</w:t>
            </w:r>
            <w:r w:rsidR="00EB58C7" w:rsidRPr="00205F8D">
              <w:t xml:space="preserve"> at the time of publication.</w:t>
            </w:r>
          </w:p>
          <w:p w14:paraId="32749EEB" w14:textId="77777777" w:rsidR="00A772D9" w:rsidRPr="00205F8D" w:rsidRDefault="00A772D9" w:rsidP="00205F8D">
            <w:pPr>
              <w:pStyle w:val="SIText"/>
            </w:pPr>
          </w:p>
        </w:tc>
      </w:tr>
      <w:tr w:rsidR="00A772D9" w:rsidRPr="00963A46" w14:paraId="18498794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35EB286E" w14:textId="77777777" w:rsidR="00A772D9" w:rsidRPr="00205F8D" w:rsidRDefault="00A772D9" w:rsidP="00205F8D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164EB92B" w14:textId="77777777" w:rsidR="00E048B1" w:rsidRDefault="00E048B1" w:rsidP="00205F8D">
            <w:pPr>
              <w:pStyle w:val="SIText"/>
            </w:pPr>
          </w:p>
          <w:p w14:paraId="65226FF9" w14:textId="77777777" w:rsidR="004B2A2B" w:rsidRPr="00205F8D" w:rsidRDefault="00856837" w:rsidP="00205F8D">
            <w:pPr>
              <w:pStyle w:val="SIText"/>
            </w:pPr>
            <w:r w:rsidRPr="0028003F">
              <w:t>There are no</w:t>
            </w:r>
            <w:r w:rsidR="0028003F" w:rsidRPr="00205F8D">
              <w:t xml:space="preserve"> </w:t>
            </w:r>
            <w:r w:rsidRPr="00205F8D">
              <w:t>entry requir</w:t>
            </w:r>
            <w:r w:rsidR="004B2A2B" w:rsidRPr="00205F8D">
              <w:t>ements for this qualification.</w:t>
            </w:r>
          </w:p>
          <w:p w14:paraId="752E9CFD" w14:textId="77777777" w:rsidR="001F28F9" w:rsidRPr="008908DE" w:rsidRDefault="001F28F9" w:rsidP="00205F8D">
            <w:pPr>
              <w:pStyle w:val="SIText"/>
            </w:pPr>
          </w:p>
        </w:tc>
      </w:tr>
      <w:tr w:rsidR="004270D2" w:rsidRPr="00963A46" w14:paraId="2F2833D1" w14:textId="77777777" w:rsidTr="004270D2">
        <w:trPr>
          <w:trHeight w:val="9771"/>
        </w:trPr>
        <w:tc>
          <w:tcPr>
            <w:tcW w:w="5000" w:type="pct"/>
            <w:gridSpan w:val="2"/>
            <w:shd w:val="clear" w:color="auto" w:fill="auto"/>
          </w:tcPr>
          <w:p w14:paraId="57E3015F" w14:textId="77777777" w:rsidR="004270D2" w:rsidRPr="00205F8D" w:rsidRDefault="004270D2" w:rsidP="00205F8D">
            <w:pPr>
              <w:pStyle w:val="SITextHeading2"/>
            </w:pPr>
            <w:r w:rsidRPr="00856837">
              <w:lastRenderedPageBreak/>
              <w:t>Packaging Rules</w:t>
            </w:r>
          </w:p>
          <w:p w14:paraId="3AB873BA" w14:textId="77777777" w:rsidR="004270D2" w:rsidRPr="00205F8D" w:rsidRDefault="004270D2" w:rsidP="00205F8D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513C74B8" w14:textId="345C541E" w:rsidR="004270D2" w:rsidRPr="00205F8D" w:rsidRDefault="004D34E1" w:rsidP="00205F8D">
            <w:pPr>
              <w:pStyle w:val="SIBulletList1"/>
            </w:pPr>
            <w:r>
              <w:t>1</w:t>
            </w:r>
            <w:r w:rsidR="00C30135">
              <w:t>2</w:t>
            </w:r>
            <w:r w:rsidR="004270D2">
              <w:t xml:space="preserve"> units of competency:</w:t>
            </w:r>
          </w:p>
          <w:p w14:paraId="1756A1FE" w14:textId="00364D72" w:rsidR="004270D2" w:rsidRPr="00205F8D" w:rsidRDefault="00E14272" w:rsidP="00205F8D">
            <w:pPr>
              <w:pStyle w:val="SIBulletList2"/>
            </w:pPr>
            <w:r>
              <w:t>3</w:t>
            </w:r>
            <w:r w:rsidR="004270D2" w:rsidRPr="00205F8D">
              <w:t xml:space="preserve"> core units plus</w:t>
            </w:r>
          </w:p>
          <w:p w14:paraId="71915D5E" w14:textId="76AEC8D4" w:rsidR="004270D2" w:rsidRPr="00205F8D" w:rsidRDefault="00C30135" w:rsidP="00205F8D">
            <w:pPr>
              <w:pStyle w:val="SIBulletList2"/>
            </w:pPr>
            <w:r>
              <w:t>9</w:t>
            </w:r>
            <w:r w:rsidR="004270D2" w:rsidRPr="000C490A">
              <w:t xml:space="preserve"> elective units.</w:t>
            </w:r>
          </w:p>
          <w:p w14:paraId="08E806B6" w14:textId="77777777" w:rsidR="00AC7417" w:rsidRDefault="00AC7417" w:rsidP="00E14272">
            <w:pPr>
              <w:pStyle w:val="SIText"/>
            </w:pPr>
          </w:p>
          <w:p w14:paraId="25BC06D6" w14:textId="0C17D236" w:rsidR="00E14272" w:rsidRPr="00E14272" w:rsidRDefault="00E14272" w:rsidP="00E14272">
            <w:pPr>
              <w:pStyle w:val="SIText"/>
            </w:pPr>
            <w:r w:rsidRPr="001F087A">
              <w:t xml:space="preserve">Elective units must </w:t>
            </w:r>
            <w:r w:rsidRPr="00E14272">
              <w:t>ensure the integrity of the qualification’s Australian Qualification Framework (AQF) alignment and contribute to a valid, industry-supported vocational outcome. The electives are to be chosen as follows:</w:t>
            </w:r>
          </w:p>
          <w:p w14:paraId="6F822E53" w14:textId="290778C4" w:rsidR="003F06A1" w:rsidRDefault="00E14272" w:rsidP="00E14272">
            <w:pPr>
              <w:pStyle w:val="SIBulletList1"/>
            </w:pPr>
            <w:r w:rsidRPr="000C490A">
              <w:t xml:space="preserve">at least </w:t>
            </w:r>
            <w:r w:rsidR="003F06A1">
              <w:t>4 units must be selected from Group A</w:t>
            </w:r>
          </w:p>
          <w:p w14:paraId="0BF00E26" w14:textId="1EB0B76B" w:rsidR="00E14272" w:rsidRPr="00E14272" w:rsidRDefault="003F06A1" w:rsidP="00E14272">
            <w:pPr>
              <w:pStyle w:val="SIBulletList1"/>
            </w:pPr>
            <w:r>
              <w:t xml:space="preserve">at least 3 units selected from </w:t>
            </w:r>
            <w:r w:rsidR="00E64F14">
              <w:t xml:space="preserve">either Group A or </w:t>
            </w:r>
            <w:r>
              <w:t>Group B</w:t>
            </w:r>
            <w:r w:rsidRPr="000C490A">
              <w:t xml:space="preserve"> </w:t>
            </w:r>
          </w:p>
          <w:p w14:paraId="135B6D46" w14:textId="1DAA416F" w:rsidR="00E14272" w:rsidRPr="00E14272" w:rsidRDefault="00E14272" w:rsidP="00E14272">
            <w:pPr>
              <w:pStyle w:val="SIBulletList1"/>
            </w:pPr>
            <w:r w:rsidRPr="000C490A">
              <w:t xml:space="preserve">up to </w:t>
            </w:r>
            <w:r w:rsidR="00254C69">
              <w:t>2</w:t>
            </w:r>
            <w:r w:rsidRPr="000C490A">
              <w:t xml:space="preserve"> from the electives listed below, or </w:t>
            </w:r>
            <w:r w:rsidRPr="00E14272">
              <w:t>from any currently endorsed Training Package or accredited course</w:t>
            </w:r>
            <w:r w:rsidR="00254C69">
              <w:t>.</w:t>
            </w:r>
          </w:p>
          <w:p w14:paraId="4CBF51CF" w14:textId="77777777" w:rsidR="007341D3" w:rsidRDefault="007341D3" w:rsidP="00205F8D">
            <w:pPr>
              <w:pStyle w:val="SITextHeading2"/>
            </w:pPr>
          </w:p>
          <w:p w14:paraId="56F15E01" w14:textId="66A11569" w:rsidR="004270D2" w:rsidRDefault="004270D2" w:rsidP="00205F8D">
            <w:pPr>
              <w:pStyle w:val="SITextHeading2"/>
            </w:pPr>
            <w:r w:rsidRPr="00856837">
              <w:t>Core Units</w:t>
            </w:r>
          </w:p>
          <w:p w14:paraId="01FC18E0" w14:textId="77777777" w:rsidR="004D34E1" w:rsidRPr="00442B38" w:rsidRDefault="004D34E1" w:rsidP="00442B3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42B38">
              <w:rPr>
                <w:rStyle w:val="SITemporarytext-red"/>
                <w:color w:val="auto"/>
                <w:sz w:val="20"/>
              </w:rPr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3E91FF4E" w14:textId="77777777" w:rsidR="004D34E1" w:rsidRPr="004D34E1" w:rsidRDefault="004D34E1" w:rsidP="004D34E1">
            <w:pPr>
              <w:rPr>
                <w:lang w:eastAsia="en-US"/>
              </w:rPr>
            </w:pPr>
          </w:p>
          <w:tbl>
            <w:tblPr>
              <w:tblW w:w="8368" w:type="dxa"/>
              <w:tblInd w:w="1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01"/>
              <w:gridCol w:w="6667"/>
            </w:tblGrid>
            <w:tr w:rsidR="00827DAD" w:rsidRPr="005C7EA8" w14:paraId="2C5ED839" w14:textId="77777777" w:rsidTr="00625B72">
              <w:trPr>
                <w:trHeight w:val="284"/>
              </w:trPr>
              <w:tc>
                <w:tcPr>
                  <w:tcW w:w="1701" w:type="dxa"/>
                </w:tcPr>
                <w:p w14:paraId="656BEC99" w14:textId="7C7950E5" w:rsidR="00827DAD" w:rsidRPr="002B18D3" w:rsidRDefault="00653F93" w:rsidP="006E572B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AHC</w:t>
                  </w:r>
                  <w:r w:rsidR="001C5BE8" w:rsidRPr="002B18D3">
                    <w:rPr>
                      <w:rStyle w:val="SITemporarytext-blue"/>
                      <w:color w:val="auto"/>
                      <w:sz w:val="20"/>
                    </w:rPr>
                    <w:t>C</w:t>
                  </w: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SW3X01</w:t>
                  </w:r>
                  <w:r w:rsidR="00827DAD" w:rsidRPr="002B18D3">
                    <w:rPr>
                      <w:rStyle w:val="SITemporarytext-blue"/>
                      <w:color w:val="auto"/>
                      <w:sz w:val="20"/>
                    </w:rPr>
                    <w:t>*</w:t>
                  </w:r>
                </w:p>
              </w:tc>
              <w:tc>
                <w:tcPr>
                  <w:tcW w:w="6667" w:type="dxa"/>
                </w:tcPr>
                <w:p w14:paraId="786095C6" w14:textId="7B0FC38A" w:rsidR="00827DAD" w:rsidRPr="003F06A1" w:rsidRDefault="00FD3277" w:rsidP="006E572B">
                  <w:pPr>
                    <w:pStyle w:val="SIText"/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Protect</w:t>
                  </w:r>
                  <w:r w:rsidRPr="006E572B">
                    <w:t xml:space="preserve"> </w:t>
                  </w:r>
                  <w:r w:rsidR="00827DAD" w:rsidRPr="006E572B">
                    <w:t>places of Aboriginal and/or Torres Strait Islander cultural significance</w:t>
                  </w:r>
                </w:p>
              </w:tc>
            </w:tr>
            <w:tr w:rsidR="00827DAD" w:rsidRPr="005C7EA8" w14:paraId="45B4952A" w14:textId="77777777" w:rsidTr="00625B72">
              <w:tc>
                <w:tcPr>
                  <w:tcW w:w="1701" w:type="dxa"/>
                </w:tcPr>
                <w:p w14:paraId="4D99CFF5" w14:textId="4940BD70" w:rsidR="00827DAD" w:rsidRPr="002B18D3" w:rsidRDefault="001C5BE8" w:rsidP="006E572B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AHCOCM3X06</w:t>
                  </w:r>
                </w:p>
              </w:tc>
              <w:tc>
                <w:tcPr>
                  <w:tcW w:w="6667" w:type="dxa"/>
                </w:tcPr>
                <w:p w14:paraId="20CBCE43" w14:textId="53B05FC2" w:rsidR="00827DAD" w:rsidRPr="002B18D3" w:rsidRDefault="00176D96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Follow Aboriginal and/or Torres Strait Islander cultural protocols</w:t>
                  </w:r>
                </w:p>
              </w:tc>
            </w:tr>
            <w:tr w:rsidR="00827DAD" w:rsidRPr="005C7EA8" w14:paraId="22D00A56" w14:textId="77777777" w:rsidTr="00625B72">
              <w:tc>
                <w:tcPr>
                  <w:tcW w:w="1701" w:type="dxa"/>
                </w:tcPr>
                <w:p w14:paraId="3BCB4845" w14:textId="77777777" w:rsidR="00827DAD" w:rsidRPr="004D34E1" w:rsidRDefault="00827DAD" w:rsidP="004D34E1">
                  <w:pPr>
                    <w:pStyle w:val="SIText"/>
                  </w:pPr>
                  <w:r w:rsidRPr="004D34E1">
                    <w:t>AHCWHS301</w:t>
                  </w:r>
                </w:p>
              </w:tc>
              <w:tc>
                <w:tcPr>
                  <w:tcW w:w="6667" w:type="dxa"/>
                </w:tcPr>
                <w:p w14:paraId="00A05B02" w14:textId="77777777" w:rsidR="00827DAD" w:rsidRPr="004D34E1" w:rsidRDefault="00827DAD" w:rsidP="004D34E1">
                  <w:pPr>
                    <w:pStyle w:val="SIText"/>
                  </w:pPr>
                  <w:r w:rsidRPr="00442B38">
                    <w:t>Contribute to work health and safety processes</w:t>
                  </w:r>
                </w:p>
              </w:tc>
            </w:tr>
          </w:tbl>
          <w:p w14:paraId="09DDBF71" w14:textId="77777777" w:rsidR="004270D2" w:rsidRDefault="004270D2" w:rsidP="00205F8D">
            <w:pPr>
              <w:pStyle w:val="SITextHeading2"/>
            </w:pPr>
          </w:p>
          <w:p w14:paraId="378FC3D8" w14:textId="33A718BF" w:rsidR="00442B38" w:rsidRDefault="004270D2" w:rsidP="00E14272">
            <w:pPr>
              <w:pStyle w:val="SITextHeading2"/>
            </w:pPr>
            <w:r w:rsidRPr="00894FBB">
              <w:t>Elective Units</w:t>
            </w:r>
          </w:p>
          <w:p w14:paraId="2C6D24DD" w14:textId="6A2F2AA0" w:rsidR="00FD3277" w:rsidRPr="002B18D3" w:rsidRDefault="00FD3277" w:rsidP="002B18D3">
            <w:pPr>
              <w:pStyle w:val="SIText-Bold"/>
            </w:pPr>
            <w:r>
              <w:t>Group A Cultural Sites Work</w:t>
            </w:r>
          </w:p>
          <w:p w14:paraId="3F52EC11" w14:textId="1CE5D101" w:rsidR="004D34E1" w:rsidRPr="00442B38" w:rsidRDefault="004D34E1" w:rsidP="00442B3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42B38">
              <w:rPr>
                <w:rStyle w:val="SITemporarytext-red"/>
                <w:color w:val="auto"/>
                <w:sz w:val="20"/>
              </w:rPr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700CDE0C" w14:textId="77777777" w:rsidR="004270D2" w:rsidRPr="00205F8D" w:rsidRDefault="004270D2" w:rsidP="00205F8D"/>
          <w:tbl>
            <w:tblPr>
              <w:tblW w:w="8368" w:type="dxa"/>
              <w:tblInd w:w="1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06"/>
              <w:gridCol w:w="6662"/>
            </w:tblGrid>
            <w:tr w:rsidR="00827DAD" w:rsidRPr="005C7EA8" w14:paraId="771A2126" w14:textId="77777777" w:rsidTr="00625B72">
              <w:tc>
                <w:tcPr>
                  <w:tcW w:w="1706" w:type="dxa"/>
                </w:tcPr>
                <w:p w14:paraId="1F1FBEF5" w14:textId="4261C3FC" w:rsidR="00827DAD" w:rsidRPr="002B18D3" w:rsidRDefault="00827DAD" w:rsidP="006E572B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AHC</w:t>
                  </w:r>
                  <w:r w:rsidR="00176D96" w:rsidRPr="002B18D3">
                    <w:rPr>
                      <w:rStyle w:val="SITemporarytext-blue"/>
                      <w:color w:val="auto"/>
                      <w:sz w:val="20"/>
                    </w:rPr>
                    <w:t>CSW</w:t>
                  </w: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3</w:t>
                  </w:r>
                  <w:r w:rsidR="00653F93" w:rsidRPr="002B18D3">
                    <w:rPr>
                      <w:rStyle w:val="SITemporarytext-blue"/>
                      <w:color w:val="auto"/>
                      <w:sz w:val="20"/>
                    </w:rPr>
                    <w:t>X</w:t>
                  </w: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02*</w:t>
                  </w:r>
                </w:p>
              </w:tc>
              <w:tc>
                <w:tcPr>
                  <w:tcW w:w="6662" w:type="dxa"/>
                </w:tcPr>
                <w:p w14:paraId="1FED8BD5" w14:textId="77777777" w:rsidR="00827DAD" w:rsidRPr="003F06A1" w:rsidRDefault="00827DAD" w:rsidP="006E572B">
                  <w:pPr>
                    <w:pStyle w:val="SIText"/>
                  </w:pPr>
                  <w:r w:rsidRPr="006E572B">
                    <w:t>Relate Aboriginal and/</w:t>
                  </w:r>
                  <w:r w:rsidRPr="003F06A1">
                    <w:t>or Torres Strait Islander culture to sites work</w:t>
                  </w:r>
                </w:p>
              </w:tc>
            </w:tr>
            <w:tr w:rsidR="00827DAD" w:rsidRPr="005C7EA8" w14:paraId="01A7718B" w14:textId="77777777" w:rsidTr="00625B72">
              <w:tc>
                <w:tcPr>
                  <w:tcW w:w="1706" w:type="dxa"/>
                </w:tcPr>
                <w:p w14:paraId="4076A68A" w14:textId="3BA86EB1" w:rsidR="00827DAD" w:rsidRPr="002B18D3" w:rsidRDefault="00827DAD" w:rsidP="006E572B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AHC</w:t>
                  </w:r>
                  <w:r w:rsidR="00176D96" w:rsidRPr="002B18D3">
                    <w:rPr>
                      <w:rStyle w:val="SITemporarytext-blue"/>
                      <w:color w:val="auto"/>
                      <w:sz w:val="20"/>
                    </w:rPr>
                    <w:t>CSW</w:t>
                  </w: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3</w:t>
                  </w:r>
                  <w:r w:rsidR="00562F03" w:rsidRPr="002B18D3">
                    <w:rPr>
                      <w:rStyle w:val="SITemporarytext-blue"/>
                      <w:color w:val="auto"/>
                      <w:sz w:val="20"/>
                    </w:rPr>
                    <w:t>X</w:t>
                  </w: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03*</w:t>
                  </w:r>
                </w:p>
              </w:tc>
              <w:tc>
                <w:tcPr>
                  <w:tcW w:w="6662" w:type="dxa"/>
                </w:tcPr>
                <w:p w14:paraId="22DFE02A" w14:textId="77777777" w:rsidR="00827DAD" w:rsidRPr="003F06A1" w:rsidRDefault="00827DAD" w:rsidP="006E572B">
                  <w:pPr>
                    <w:pStyle w:val="SIText"/>
                  </w:pPr>
                  <w:r w:rsidRPr="006E572B">
                    <w:t>Identify and record sites, objects and cultural landscapes on Country</w:t>
                  </w:r>
                </w:p>
              </w:tc>
            </w:tr>
            <w:tr w:rsidR="00827DAD" w:rsidRPr="005C7EA8" w14:paraId="413BA3AB" w14:textId="77777777" w:rsidTr="00625B72">
              <w:tc>
                <w:tcPr>
                  <w:tcW w:w="1706" w:type="dxa"/>
                </w:tcPr>
                <w:p w14:paraId="0FBBA383" w14:textId="47AB5577" w:rsidR="00827DAD" w:rsidRPr="002B18D3" w:rsidRDefault="00827DAD" w:rsidP="006E572B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AHC</w:t>
                  </w:r>
                  <w:r w:rsidR="00176D96" w:rsidRPr="002B18D3">
                    <w:rPr>
                      <w:rStyle w:val="SITemporarytext-blue"/>
                      <w:color w:val="auto"/>
                      <w:sz w:val="20"/>
                    </w:rPr>
                    <w:t>CSW</w:t>
                  </w: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3</w:t>
                  </w:r>
                  <w:r w:rsidR="00653F93" w:rsidRPr="002B18D3">
                    <w:rPr>
                      <w:rStyle w:val="SITemporarytext-blue"/>
                      <w:color w:val="auto"/>
                      <w:sz w:val="20"/>
                    </w:rPr>
                    <w:t>X</w:t>
                  </w: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04*</w:t>
                  </w:r>
                </w:p>
              </w:tc>
              <w:tc>
                <w:tcPr>
                  <w:tcW w:w="6662" w:type="dxa"/>
                </w:tcPr>
                <w:p w14:paraId="2C7C8D0B" w14:textId="77777777" w:rsidR="00827DAD" w:rsidRPr="003F06A1" w:rsidRDefault="00827DAD" w:rsidP="006E572B">
                  <w:pPr>
                    <w:pStyle w:val="SIText"/>
                  </w:pPr>
                  <w:r w:rsidRPr="006E572B">
                    <w:t xml:space="preserve">Identify Aboriginal and/or Torres Strait Islander </w:t>
                  </w:r>
                  <w:r w:rsidRPr="003F06A1">
                    <w:t>culturally significant plants</w:t>
                  </w:r>
                </w:p>
              </w:tc>
            </w:tr>
            <w:tr w:rsidR="00827DAD" w:rsidRPr="005C7EA8" w14:paraId="41691690" w14:textId="77777777" w:rsidTr="00625B72">
              <w:tc>
                <w:tcPr>
                  <w:tcW w:w="1706" w:type="dxa"/>
                </w:tcPr>
                <w:p w14:paraId="2802AFF3" w14:textId="12FA95EB" w:rsidR="00827DAD" w:rsidRPr="002B18D3" w:rsidRDefault="00827DAD" w:rsidP="006E572B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AHC</w:t>
                  </w:r>
                  <w:r w:rsidR="00176D96" w:rsidRPr="002B18D3">
                    <w:rPr>
                      <w:rStyle w:val="SITemporarytext-blue"/>
                      <w:color w:val="auto"/>
                      <w:sz w:val="20"/>
                    </w:rPr>
                    <w:t>CSW</w:t>
                  </w: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3</w:t>
                  </w:r>
                  <w:r w:rsidR="00653F93" w:rsidRPr="002B18D3">
                    <w:rPr>
                      <w:rStyle w:val="SITemporarytext-blue"/>
                      <w:color w:val="auto"/>
                      <w:sz w:val="20"/>
                    </w:rPr>
                    <w:t>X</w:t>
                  </w: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05*</w:t>
                  </w:r>
                </w:p>
              </w:tc>
              <w:tc>
                <w:tcPr>
                  <w:tcW w:w="6662" w:type="dxa"/>
                </w:tcPr>
                <w:p w14:paraId="0A24D0C0" w14:textId="32560A20" w:rsidR="00827DAD" w:rsidRPr="003F06A1" w:rsidRDefault="00FD3277" w:rsidP="006E572B">
                  <w:pPr>
                    <w:pStyle w:val="SIText"/>
                  </w:pPr>
                  <w:r w:rsidRPr="006E572B">
                    <w:t>Work with</w:t>
                  </w:r>
                  <w:r w:rsidRPr="003F06A1">
                    <w:t xml:space="preserve"> </w:t>
                  </w:r>
                  <w:r w:rsidR="00827DAD" w:rsidRPr="003F06A1">
                    <w:t xml:space="preserve">Aboriginal and/or Torres Strait </w:t>
                  </w:r>
                  <w:r w:rsidR="00735829" w:rsidRPr="003F06A1">
                    <w:t>Islander ceremonial</w:t>
                  </w:r>
                  <w:r w:rsidR="00827DAD" w:rsidRPr="003F06A1">
                    <w:t xml:space="preserve"> and sacred materials</w:t>
                  </w:r>
                </w:p>
              </w:tc>
            </w:tr>
            <w:tr w:rsidR="00827DAD" w:rsidRPr="005C7EA8" w14:paraId="4A4D7DE6" w14:textId="77777777" w:rsidTr="00625B72">
              <w:trPr>
                <w:trHeight w:val="281"/>
              </w:trPr>
              <w:tc>
                <w:tcPr>
                  <w:tcW w:w="1706" w:type="dxa"/>
                </w:tcPr>
                <w:p w14:paraId="779370B8" w14:textId="29CF387B" w:rsidR="00827DAD" w:rsidRPr="002B18D3" w:rsidRDefault="00827DAD" w:rsidP="006E572B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AHC</w:t>
                  </w:r>
                  <w:r w:rsidR="00176D96" w:rsidRPr="002B18D3">
                    <w:rPr>
                      <w:rStyle w:val="SITemporarytext-blue"/>
                      <w:color w:val="auto"/>
                      <w:sz w:val="20"/>
                    </w:rPr>
                    <w:t>CSW</w:t>
                  </w: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3</w:t>
                  </w:r>
                  <w:r w:rsidR="00653F93" w:rsidRPr="002B18D3">
                    <w:rPr>
                      <w:rStyle w:val="SITemporarytext-blue"/>
                      <w:color w:val="auto"/>
                      <w:sz w:val="20"/>
                    </w:rPr>
                    <w:t>X</w:t>
                  </w: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06*</w:t>
                  </w:r>
                </w:p>
              </w:tc>
              <w:tc>
                <w:tcPr>
                  <w:tcW w:w="6662" w:type="dxa"/>
                </w:tcPr>
                <w:p w14:paraId="6E583DF3" w14:textId="77777777" w:rsidR="00827DAD" w:rsidRPr="003F06A1" w:rsidRDefault="00827DAD" w:rsidP="006E572B">
                  <w:pPr>
                    <w:pStyle w:val="SIText"/>
                  </w:pPr>
                  <w:r w:rsidRPr="006E572B">
                    <w:t>Use technology in Aboriginal and/</w:t>
                  </w:r>
                  <w:r w:rsidRPr="003F06A1">
                    <w:t>or Torres Strait Islander sites work</w:t>
                  </w:r>
                </w:p>
              </w:tc>
            </w:tr>
            <w:tr w:rsidR="00827DAD" w:rsidRPr="005C7EA8" w14:paraId="6FB6647E" w14:textId="77777777" w:rsidTr="00625B72">
              <w:tc>
                <w:tcPr>
                  <w:tcW w:w="1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E3CCAE" w14:textId="0DB68BC5" w:rsidR="00827DAD" w:rsidRPr="002B18D3" w:rsidRDefault="00827DAD" w:rsidP="006E572B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AHC</w:t>
                  </w:r>
                  <w:r w:rsidR="00176D96" w:rsidRPr="002B18D3">
                    <w:rPr>
                      <w:rStyle w:val="SITemporarytext-blue"/>
                      <w:color w:val="auto"/>
                      <w:sz w:val="20"/>
                    </w:rPr>
                    <w:t>CSW</w:t>
                  </w: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3</w:t>
                  </w:r>
                  <w:r w:rsidR="00653F93" w:rsidRPr="002B18D3">
                    <w:rPr>
                      <w:rStyle w:val="SITemporarytext-blue"/>
                      <w:color w:val="auto"/>
                      <w:sz w:val="20"/>
                    </w:rPr>
                    <w:t>X</w:t>
                  </w: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07*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2FE6CF" w14:textId="77777777" w:rsidR="00827DAD" w:rsidRPr="006E572B" w:rsidRDefault="00827DAD" w:rsidP="006E572B">
                  <w:pPr>
                    <w:pStyle w:val="SIText"/>
                  </w:pPr>
                  <w:r w:rsidRPr="006E572B">
                    <w:t>Support the documentation of Aboriginal and</w:t>
                  </w:r>
                  <w:r w:rsidRPr="003F06A1">
                    <w:t xml:space="preserve">/or Torres Strait Islander cultural </w:t>
                  </w: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landscapes</w:t>
                  </w:r>
                </w:p>
              </w:tc>
            </w:tr>
            <w:tr w:rsidR="00827DAD" w:rsidRPr="005C7EA8" w14:paraId="692F75AE" w14:textId="77777777" w:rsidTr="00625B72">
              <w:trPr>
                <w:trHeight w:val="281"/>
              </w:trPr>
              <w:tc>
                <w:tcPr>
                  <w:tcW w:w="1706" w:type="dxa"/>
                </w:tcPr>
                <w:p w14:paraId="433A390C" w14:textId="2F1CCA2D" w:rsidR="00827DAD" w:rsidRPr="002B18D3" w:rsidRDefault="00827DAD" w:rsidP="006E572B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AHC</w:t>
                  </w:r>
                  <w:r w:rsidR="00176D96" w:rsidRPr="002B18D3">
                    <w:rPr>
                      <w:rStyle w:val="SITemporarytext-blue"/>
                      <w:color w:val="auto"/>
                      <w:sz w:val="20"/>
                    </w:rPr>
                    <w:t>CSW</w:t>
                  </w: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3</w:t>
                  </w:r>
                  <w:r w:rsidR="00653F93" w:rsidRPr="002B18D3">
                    <w:rPr>
                      <w:rStyle w:val="SITemporarytext-blue"/>
                      <w:color w:val="auto"/>
                      <w:sz w:val="20"/>
                    </w:rPr>
                    <w:t>X</w:t>
                  </w: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08*</w:t>
                  </w:r>
                </w:p>
              </w:tc>
              <w:tc>
                <w:tcPr>
                  <w:tcW w:w="6662" w:type="dxa"/>
                </w:tcPr>
                <w:p w14:paraId="2BAB6431" w14:textId="77777777" w:rsidR="00827DAD" w:rsidRPr="006E572B" w:rsidRDefault="00827DAD" w:rsidP="006E572B">
                  <w:pPr>
                    <w:pStyle w:val="SIText"/>
                  </w:pPr>
                  <w:r w:rsidRPr="006E572B">
                    <w:t>Apply cultural significance to Aboriginal and/</w:t>
                  </w:r>
                  <w:r w:rsidRPr="003F06A1">
                    <w:t xml:space="preserve">or Torres Strait Islander sites and </w:t>
                  </w: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landscapes</w:t>
                  </w:r>
                </w:p>
              </w:tc>
            </w:tr>
            <w:tr w:rsidR="00827DAD" w:rsidRPr="005C7EA8" w14:paraId="1C303C9E" w14:textId="77777777" w:rsidTr="00625B72">
              <w:tc>
                <w:tcPr>
                  <w:tcW w:w="1706" w:type="dxa"/>
                </w:tcPr>
                <w:p w14:paraId="5CC271CC" w14:textId="7E84F05E" w:rsidR="00827DAD" w:rsidRPr="002B18D3" w:rsidRDefault="00827DAD" w:rsidP="006E572B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AHC</w:t>
                  </w:r>
                  <w:r w:rsidR="00176D96" w:rsidRPr="002B18D3">
                    <w:rPr>
                      <w:rStyle w:val="SITemporarytext-blue"/>
                      <w:color w:val="auto"/>
                      <w:sz w:val="20"/>
                    </w:rPr>
                    <w:t>CSW</w:t>
                  </w: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3</w:t>
                  </w:r>
                  <w:r w:rsidR="00653F93" w:rsidRPr="002B18D3">
                    <w:rPr>
                      <w:rStyle w:val="SITemporarytext-blue"/>
                      <w:color w:val="auto"/>
                      <w:sz w:val="20"/>
                    </w:rPr>
                    <w:t>X</w:t>
                  </w: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09*</w:t>
                  </w:r>
                </w:p>
              </w:tc>
              <w:tc>
                <w:tcPr>
                  <w:tcW w:w="6662" w:type="dxa"/>
                </w:tcPr>
                <w:p w14:paraId="2A9473EE" w14:textId="04A7C7C2" w:rsidR="00827DAD" w:rsidRPr="006E572B" w:rsidRDefault="00827DAD" w:rsidP="006E572B">
                  <w:pPr>
                    <w:pStyle w:val="SIText"/>
                  </w:pPr>
                  <w:r w:rsidRPr="006E572B">
                    <w:t>Interpret Aboriginal and/</w:t>
                  </w:r>
                  <w:r w:rsidRPr="003F06A1">
                    <w:t xml:space="preserve">or Torres Strait Islander cultural </w:t>
                  </w: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landscape</w:t>
                  </w:r>
                  <w:r w:rsidR="00FD3277" w:rsidRPr="002B18D3">
                    <w:rPr>
                      <w:rStyle w:val="SITemporarytext-blue"/>
                      <w:color w:val="auto"/>
                      <w:sz w:val="20"/>
                    </w:rPr>
                    <w:t>s</w:t>
                  </w:r>
                </w:p>
              </w:tc>
            </w:tr>
            <w:tr w:rsidR="00827DAD" w:rsidRPr="005C7EA8" w14:paraId="43FC745D" w14:textId="77777777" w:rsidTr="00625B72">
              <w:tc>
                <w:tcPr>
                  <w:tcW w:w="1706" w:type="dxa"/>
                </w:tcPr>
                <w:p w14:paraId="019233FF" w14:textId="4D06460D" w:rsidR="00827DAD" w:rsidRPr="002B18D3" w:rsidRDefault="00827DAD" w:rsidP="006E572B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AHC</w:t>
                  </w:r>
                  <w:r w:rsidR="00176D96" w:rsidRPr="002B18D3">
                    <w:rPr>
                      <w:rStyle w:val="SITemporarytext-blue"/>
                      <w:color w:val="auto"/>
                      <w:sz w:val="20"/>
                    </w:rPr>
                    <w:t>CSW</w:t>
                  </w: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3</w:t>
                  </w:r>
                  <w:r w:rsidR="00653F93" w:rsidRPr="002B18D3">
                    <w:rPr>
                      <w:rStyle w:val="SITemporarytext-blue"/>
                      <w:color w:val="auto"/>
                      <w:sz w:val="20"/>
                    </w:rPr>
                    <w:t>X</w:t>
                  </w: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10*</w:t>
                  </w:r>
                </w:p>
              </w:tc>
              <w:tc>
                <w:tcPr>
                  <w:tcW w:w="6662" w:type="dxa"/>
                </w:tcPr>
                <w:p w14:paraId="60E172C2" w14:textId="77777777" w:rsidR="00827DAD" w:rsidRPr="003F06A1" w:rsidRDefault="00827DAD" w:rsidP="006E572B">
                  <w:pPr>
                    <w:pStyle w:val="SIText"/>
                  </w:pPr>
                  <w:r w:rsidRPr="006E572B">
                    <w:t>Move and store Aboriginal and/</w:t>
                  </w:r>
                  <w:r w:rsidRPr="003F06A1">
                    <w:t>or Torres Strait Islander cultural material</w:t>
                  </w:r>
                </w:p>
              </w:tc>
            </w:tr>
            <w:tr w:rsidR="00827DAD" w:rsidRPr="005C7EA8" w14:paraId="50EC1DC3" w14:textId="77777777" w:rsidTr="00625B72">
              <w:tc>
                <w:tcPr>
                  <w:tcW w:w="1706" w:type="dxa"/>
                </w:tcPr>
                <w:p w14:paraId="4708EAB4" w14:textId="04BA3CF7" w:rsidR="00827DAD" w:rsidRPr="002B18D3" w:rsidRDefault="00827DAD" w:rsidP="006E572B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AHC</w:t>
                  </w:r>
                  <w:r w:rsidR="00176D96" w:rsidRPr="002B18D3">
                    <w:rPr>
                      <w:rStyle w:val="SITemporarytext-blue"/>
                      <w:color w:val="auto"/>
                      <w:sz w:val="20"/>
                    </w:rPr>
                    <w:t>CSW</w:t>
                  </w: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3</w:t>
                  </w:r>
                  <w:r w:rsidR="00653F93" w:rsidRPr="002B18D3">
                    <w:rPr>
                      <w:rStyle w:val="SITemporarytext-blue"/>
                      <w:color w:val="auto"/>
                      <w:sz w:val="20"/>
                    </w:rPr>
                    <w:t>X</w:t>
                  </w: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12*</w:t>
                  </w:r>
                </w:p>
              </w:tc>
              <w:tc>
                <w:tcPr>
                  <w:tcW w:w="6662" w:type="dxa"/>
                </w:tcPr>
                <w:p w14:paraId="3C20C9D7" w14:textId="77777777" w:rsidR="00827DAD" w:rsidRPr="003F06A1" w:rsidRDefault="00827DAD" w:rsidP="006E572B">
                  <w:pPr>
                    <w:pStyle w:val="SIText"/>
                  </w:pPr>
                  <w:r w:rsidRPr="006E572B">
                    <w:t xml:space="preserve">Maintain an Aboriginal and/or Torres Strait Islander </w:t>
                  </w:r>
                  <w:r w:rsidRPr="003F06A1">
                    <w:t>cultural site</w:t>
                  </w:r>
                </w:p>
              </w:tc>
            </w:tr>
            <w:tr w:rsidR="00827DAD" w:rsidRPr="005C7EA8" w14:paraId="4A4D40C7" w14:textId="77777777" w:rsidTr="00625B72">
              <w:tc>
                <w:tcPr>
                  <w:tcW w:w="1706" w:type="dxa"/>
                </w:tcPr>
                <w:p w14:paraId="0D3EA7D2" w14:textId="77C173D8" w:rsidR="00827DAD" w:rsidRPr="002B18D3" w:rsidRDefault="00827DAD" w:rsidP="006E572B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AHC</w:t>
                  </w:r>
                  <w:r w:rsidR="00176D96" w:rsidRPr="002B18D3">
                    <w:rPr>
                      <w:rStyle w:val="SITemporarytext-blue"/>
                      <w:color w:val="auto"/>
                      <w:sz w:val="20"/>
                    </w:rPr>
                    <w:t>CSW</w:t>
                  </w: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3</w:t>
                  </w:r>
                  <w:r w:rsidR="00653F93" w:rsidRPr="002B18D3">
                    <w:rPr>
                      <w:rStyle w:val="SITemporarytext-blue"/>
                      <w:color w:val="auto"/>
                      <w:sz w:val="20"/>
                    </w:rPr>
                    <w:t>X</w:t>
                  </w: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13</w:t>
                  </w:r>
                </w:p>
              </w:tc>
              <w:tc>
                <w:tcPr>
                  <w:tcW w:w="6662" w:type="dxa"/>
                </w:tcPr>
                <w:p w14:paraId="37B8DEEF" w14:textId="77777777" w:rsidR="00827DAD" w:rsidRPr="003F06A1" w:rsidRDefault="00827DAD" w:rsidP="006E572B">
                  <w:pPr>
                    <w:pStyle w:val="SIText"/>
                  </w:pPr>
                  <w:r w:rsidRPr="006E572B">
                    <w:t xml:space="preserve">Apply knowledge of relevant legislation to Aboriginal and/or Torres Strait Islander </w:t>
                  </w:r>
                  <w:r w:rsidRPr="003F06A1">
                    <w:t>sites work</w:t>
                  </w:r>
                </w:p>
              </w:tc>
            </w:tr>
            <w:tr w:rsidR="001E0933" w:rsidRPr="005C7EA8" w14:paraId="5DC1DDFF" w14:textId="77777777" w:rsidTr="00625B72">
              <w:tc>
                <w:tcPr>
                  <w:tcW w:w="1706" w:type="dxa"/>
                </w:tcPr>
                <w:p w14:paraId="5735E9DA" w14:textId="37795638" w:rsidR="001E0933" w:rsidRPr="002B18D3" w:rsidRDefault="00D33796" w:rsidP="006E572B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0933">
                    <w:t>AHCCSW4XXX</w:t>
                  </w:r>
                </w:p>
              </w:tc>
              <w:tc>
                <w:tcPr>
                  <w:tcW w:w="6662" w:type="dxa"/>
                </w:tcPr>
                <w:p w14:paraId="4A59453C" w14:textId="1B07A6A8" w:rsidR="001E0933" w:rsidRPr="006E572B" w:rsidRDefault="001E0933" w:rsidP="006E572B">
                  <w:pPr>
                    <w:pStyle w:val="SIText"/>
                  </w:pPr>
                  <w:r w:rsidRPr="001E0933">
                    <w:t>Contribute to the development of cultural safety processes</w:t>
                  </w:r>
                </w:p>
              </w:tc>
            </w:tr>
          </w:tbl>
          <w:p w14:paraId="43756E4B" w14:textId="79EC6715" w:rsidR="004270D2" w:rsidRDefault="004270D2" w:rsidP="00205F8D"/>
          <w:p w14:paraId="20BEAA22" w14:textId="4FE2DA2F" w:rsidR="003F06A1" w:rsidRPr="003F06A1" w:rsidRDefault="003F06A1" w:rsidP="003F06A1">
            <w:pPr>
              <w:pStyle w:val="SIText-Bold"/>
            </w:pPr>
            <w:r>
              <w:t>Group B General electives</w:t>
            </w:r>
          </w:p>
          <w:p w14:paraId="4D91B0E5" w14:textId="77777777" w:rsidR="003F06A1" w:rsidRPr="002B18D3" w:rsidRDefault="003F06A1" w:rsidP="006E572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B18D3">
              <w:rPr>
                <w:rStyle w:val="SITemporarytext-red"/>
                <w:color w:val="auto"/>
                <w:sz w:val="20"/>
              </w:rPr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0B959784" w14:textId="04E264D2" w:rsidR="003F06A1" w:rsidRDefault="003F06A1" w:rsidP="00205F8D"/>
          <w:tbl>
            <w:tblPr>
              <w:tblW w:w="8368" w:type="dxa"/>
              <w:tblInd w:w="1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94"/>
              <w:gridCol w:w="6574"/>
            </w:tblGrid>
            <w:tr w:rsidR="003F06A1" w:rsidRPr="005C7EA8" w14:paraId="7626344F" w14:textId="77777777" w:rsidTr="00625B72">
              <w:tc>
                <w:tcPr>
                  <w:tcW w:w="1794" w:type="dxa"/>
                </w:tcPr>
                <w:p w14:paraId="5D8B6E07" w14:textId="6B43127C" w:rsidR="003F06A1" w:rsidRPr="00B05813" w:rsidRDefault="003F06A1" w:rsidP="003F06A1">
                  <w:pPr>
                    <w:pStyle w:val="SIText"/>
                  </w:pPr>
                  <w:r w:rsidRPr="00B05813">
                    <w:t>AHCCHM304</w:t>
                  </w:r>
                </w:p>
              </w:tc>
              <w:tc>
                <w:tcPr>
                  <w:tcW w:w="6574" w:type="dxa"/>
                </w:tcPr>
                <w:p w14:paraId="4908EAD8" w14:textId="0729178A" w:rsidR="003F06A1" w:rsidRPr="00B05813" w:rsidRDefault="003F06A1" w:rsidP="003F06A1">
                  <w:pPr>
                    <w:pStyle w:val="SIText"/>
                  </w:pPr>
                  <w:r w:rsidRPr="00B05813">
                    <w:t>Transport and store chemicals</w:t>
                  </w:r>
                </w:p>
              </w:tc>
            </w:tr>
            <w:tr w:rsidR="003F06A1" w:rsidRPr="005C7EA8" w14:paraId="61DD9C30" w14:textId="77777777" w:rsidTr="00625B72">
              <w:tc>
                <w:tcPr>
                  <w:tcW w:w="1794" w:type="dxa"/>
                </w:tcPr>
                <w:p w14:paraId="40929EE8" w14:textId="77777777" w:rsidR="003F06A1" w:rsidRPr="00726DEB" w:rsidRDefault="003F06A1">
                  <w:pPr>
                    <w:pStyle w:val="SIText"/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AHCCHM307</w:t>
                  </w:r>
                </w:p>
              </w:tc>
              <w:tc>
                <w:tcPr>
                  <w:tcW w:w="6574" w:type="dxa"/>
                </w:tcPr>
                <w:p w14:paraId="53E70CA9" w14:textId="77777777" w:rsidR="003F06A1" w:rsidRPr="00726DEB" w:rsidRDefault="003F06A1">
                  <w:pPr>
                    <w:pStyle w:val="SIText"/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Prepare and apply chemicals to control pest, weeds and diseases</w:t>
                  </w:r>
                </w:p>
              </w:tc>
            </w:tr>
            <w:tr w:rsidR="003F06A1" w:rsidRPr="005C7EA8" w14:paraId="01970D13" w14:textId="77777777" w:rsidTr="00625B72">
              <w:tc>
                <w:tcPr>
                  <w:tcW w:w="1794" w:type="dxa"/>
                </w:tcPr>
                <w:p w14:paraId="0DBDD3C1" w14:textId="77777777" w:rsidR="003F06A1" w:rsidRPr="00726DEB" w:rsidRDefault="003F06A1">
                  <w:pPr>
                    <w:pStyle w:val="SIText"/>
                  </w:pPr>
                  <w:r w:rsidRPr="002B18D3">
                    <w:rPr>
                      <w:rStyle w:val="SITemporarytext-red"/>
                      <w:color w:val="auto"/>
                      <w:sz w:val="20"/>
                    </w:rPr>
                    <w:t>AHCECR203</w:t>
                  </w:r>
                </w:p>
              </w:tc>
              <w:tc>
                <w:tcPr>
                  <w:tcW w:w="6574" w:type="dxa"/>
                </w:tcPr>
                <w:p w14:paraId="46713F52" w14:textId="77777777" w:rsidR="003F06A1" w:rsidRPr="00726DEB" w:rsidRDefault="003F06A1">
                  <w:pPr>
                    <w:pStyle w:val="SIText"/>
                  </w:pPr>
                  <w:r w:rsidRPr="002B18D3">
                    <w:rPr>
                      <w:rStyle w:val="SITemporarytext-red"/>
                      <w:color w:val="auto"/>
                      <w:sz w:val="20"/>
                    </w:rPr>
                    <w:t>Perform basic ecological restoration works</w:t>
                  </w:r>
                </w:p>
              </w:tc>
            </w:tr>
            <w:tr w:rsidR="003F06A1" w:rsidRPr="005C7EA8" w14:paraId="79A421AE" w14:textId="77777777" w:rsidTr="00625B72">
              <w:tc>
                <w:tcPr>
                  <w:tcW w:w="1794" w:type="dxa"/>
                </w:tcPr>
                <w:p w14:paraId="1ADD550A" w14:textId="77777777" w:rsidR="003F06A1" w:rsidRPr="00854E8A" w:rsidRDefault="003F06A1">
                  <w:pPr>
                    <w:pStyle w:val="SIText"/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AHCECR301</w:t>
                  </w:r>
                </w:p>
              </w:tc>
              <w:tc>
                <w:tcPr>
                  <w:tcW w:w="6574" w:type="dxa"/>
                </w:tcPr>
                <w:p w14:paraId="381430E2" w14:textId="77777777" w:rsidR="003F06A1" w:rsidRPr="00854E8A" w:rsidRDefault="003F06A1">
                  <w:pPr>
                    <w:pStyle w:val="SIText"/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Maintain native ecosystem areas</w:t>
                  </w:r>
                </w:p>
              </w:tc>
            </w:tr>
            <w:tr w:rsidR="003F06A1" w:rsidRPr="005C7EA8" w14:paraId="22B1ED6F" w14:textId="77777777" w:rsidTr="00625B72">
              <w:tc>
                <w:tcPr>
                  <w:tcW w:w="1794" w:type="dxa"/>
                </w:tcPr>
                <w:p w14:paraId="28AD14FC" w14:textId="77777777" w:rsidR="003F06A1" w:rsidRPr="00854E8A" w:rsidRDefault="003F06A1">
                  <w:pPr>
                    <w:pStyle w:val="SIText"/>
                  </w:pPr>
                  <w:r w:rsidRPr="002B18D3">
                    <w:rPr>
                      <w:rStyle w:val="SITemporarytext-red"/>
                      <w:color w:val="auto"/>
                      <w:sz w:val="20"/>
                    </w:rPr>
                    <w:t>AHCECR303</w:t>
                  </w:r>
                </w:p>
              </w:tc>
              <w:tc>
                <w:tcPr>
                  <w:tcW w:w="6574" w:type="dxa"/>
                </w:tcPr>
                <w:p w14:paraId="130ADC4B" w14:textId="77777777" w:rsidR="003F06A1" w:rsidRPr="00854E8A" w:rsidRDefault="003F06A1">
                  <w:pPr>
                    <w:pStyle w:val="SIText"/>
                  </w:pPr>
                  <w:r w:rsidRPr="002B18D3">
                    <w:rPr>
                      <w:rStyle w:val="SITemporarytext-red"/>
                      <w:color w:val="auto"/>
                      <w:sz w:val="20"/>
                    </w:rPr>
                    <w:t>Implement biological reintroduction works</w:t>
                  </w:r>
                </w:p>
              </w:tc>
            </w:tr>
            <w:tr w:rsidR="003F06A1" w:rsidRPr="005C7EA8" w14:paraId="700BF06D" w14:textId="77777777" w:rsidTr="00625B72"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EE7A0B" w14:textId="77777777" w:rsidR="003F06A1" w:rsidRPr="00854E8A" w:rsidRDefault="003F06A1">
                  <w:pPr>
                    <w:pStyle w:val="SIText"/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AHCECR305</w:t>
                  </w:r>
                </w:p>
              </w:tc>
              <w:tc>
                <w:tcPr>
                  <w:tcW w:w="6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CCACBF" w14:textId="77777777" w:rsidR="003F06A1" w:rsidRPr="00854E8A" w:rsidRDefault="003F06A1">
                  <w:pPr>
                    <w:pStyle w:val="SIText"/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Collect native seed</w:t>
                  </w:r>
                </w:p>
              </w:tc>
            </w:tr>
            <w:tr w:rsidR="003F06A1" w:rsidRPr="005C7EA8" w14:paraId="61BE087F" w14:textId="77777777" w:rsidTr="00625B72"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138C06" w14:textId="77777777" w:rsidR="003F06A1" w:rsidRPr="00854E8A" w:rsidRDefault="003F06A1">
                  <w:pPr>
                    <w:pStyle w:val="SIText"/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AHCECR306</w:t>
                  </w:r>
                </w:p>
              </w:tc>
              <w:tc>
                <w:tcPr>
                  <w:tcW w:w="6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EF7090" w14:textId="77777777" w:rsidR="003F06A1" w:rsidRPr="00854E8A" w:rsidRDefault="003F06A1">
                  <w:pPr>
                    <w:pStyle w:val="SIText"/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Conduct photography for fieldwork</w:t>
                  </w:r>
                </w:p>
              </w:tc>
            </w:tr>
            <w:tr w:rsidR="003F06A1" w:rsidRPr="005C7EA8" w14:paraId="3B70BFC3" w14:textId="77777777" w:rsidTr="00625B72"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58D537" w14:textId="77777777" w:rsidR="003F06A1" w:rsidRPr="00854E8A" w:rsidRDefault="003F06A1">
                  <w:pPr>
                    <w:pStyle w:val="SIText"/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AHCECR307</w:t>
                  </w:r>
                </w:p>
              </w:tc>
              <w:tc>
                <w:tcPr>
                  <w:tcW w:w="6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F87A18" w14:textId="77777777" w:rsidR="003F06A1" w:rsidRPr="00854E8A" w:rsidRDefault="003F06A1">
                  <w:pPr>
                    <w:pStyle w:val="SIText"/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Read and interpret maps</w:t>
                  </w:r>
                </w:p>
              </w:tc>
            </w:tr>
            <w:tr w:rsidR="00AC49A5" w:rsidRPr="005C7EA8" w14:paraId="6E1AB6CB" w14:textId="77777777" w:rsidTr="00625B72"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1C7A92" w14:textId="3F5E3E99" w:rsidR="00AC49A5" w:rsidRPr="002B18D3" w:rsidRDefault="00AC49A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AHCFAU302</w:t>
                  </w:r>
                </w:p>
              </w:tc>
              <w:tc>
                <w:tcPr>
                  <w:tcW w:w="6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971557" w14:textId="1D943AC4" w:rsidR="00AC49A5" w:rsidRPr="00AC49A5" w:rsidRDefault="00AC49A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Identify fauna in the field</w:t>
                  </w:r>
                </w:p>
              </w:tc>
            </w:tr>
            <w:tr w:rsidR="003F06A1" w:rsidRPr="005C7EA8" w14:paraId="7BB9BD7D" w14:textId="77777777" w:rsidTr="00625B72"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797BE5" w14:textId="77777777" w:rsidR="003F06A1" w:rsidRPr="00854E8A" w:rsidRDefault="003F06A1">
                  <w:pPr>
                    <w:pStyle w:val="SIText"/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AHCFAU303</w:t>
                  </w:r>
                </w:p>
              </w:tc>
              <w:tc>
                <w:tcPr>
                  <w:tcW w:w="6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92FB27" w14:textId="77777777" w:rsidR="003F06A1" w:rsidRPr="00854E8A" w:rsidRDefault="003F06A1">
                  <w:pPr>
                    <w:pStyle w:val="SIText"/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Respond to wildlife emergencies</w:t>
                  </w:r>
                </w:p>
              </w:tc>
            </w:tr>
            <w:tr w:rsidR="003F06A1" w:rsidRPr="005C7EA8" w14:paraId="69F1B087" w14:textId="77777777" w:rsidTr="00625B72"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A758B3" w14:textId="77777777" w:rsidR="003F06A1" w:rsidRPr="002B18D3" w:rsidRDefault="003F06A1">
                  <w:pPr>
                    <w:pStyle w:val="SIText"/>
                    <w:rPr>
                      <w:rStyle w:val="SIText-Italic"/>
                      <w:i w:val="0"/>
                      <w:szCs w:val="22"/>
                    </w:rPr>
                  </w:pPr>
                  <w:r w:rsidRPr="002B18D3">
                    <w:rPr>
                      <w:rStyle w:val="SIText-Italic"/>
                      <w:i w:val="0"/>
                      <w:szCs w:val="22"/>
                    </w:rPr>
                    <w:t>AHCOCM2X01</w:t>
                  </w:r>
                </w:p>
              </w:tc>
              <w:tc>
                <w:tcPr>
                  <w:tcW w:w="6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02A144" w14:textId="77777777" w:rsidR="003F06A1" w:rsidRPr="002B18D3" w:rsidRDefault="003F06A1">
                  <w:pPr>
                    <w:pStyle w:val="SIText"/>
                    <w:rPr>
                      <w:rStyle w:val="SIText-Italic"/>
                      <w:i w:val="0"/>
                      <w:szCs w:val="22"/>
                    </w:rPr>
                  </w:pPr>
                  <w:r w:rsidRPr="002B18D3">
                    <w:rPr>
                      <w:rStyle w:val="SIText-Italic"/>
                      <w:i w:val="0"/>
                      <w:szCs w:val="22"/>
                    </w:rPr>
                    <w:t>Maintain cultural places</w:t>
                  </w:r>
                </w:p>
              </w:tc>
            </w:tr>
            <w:tr w:rsidR="003F06A1" w:rsidRPr="005C7EA8" w14:paraId="3DF6AC29" w14:textId="77777777" w:rsidTr="00625B72">
              <w:tc>
                <w:tcPr>
                  <w:tcW w:w="1794" w:type="dxa"/>
                </w:tcPr>
                <w:p w14:paraId="780E0A93" w14:textId="77777777" w:rsidR="003F06A1" w:rsidRPr="002B18D3" w:rsidRDefault="003F06A1">
                  <w:pPr>
                    <w:pStyle w:val="SIText"/>
                    <w:rPr>
                      <w:rStyle w:val="SIText-Italic"/>
                      <w:i w:val="0"/>
                      <w:szCs w:val="22"/>
                    </w:rPr>
                  </w:pPr>
                  <w:r w:rsidRPr="002B18D3">
                    <w:rPr>
                      <w:rStyle w:val="SIText-Italic"/>
                      <w:i w:val="0"/>
                      <w:szCs w:val="22"/>
                    </w:rPr>
                    <w:t>AHCOCM2X03</w:t>
                  </w:r>
                </w:p>
              </w:tc>
              <w:tc>
                <w:tcPr>
                  <w:tcW w:w="6574" w:type="dxa"/>
                </w:tcPr>
                <w:p w14:paraId="4DB899F2" w14:textId="77777777" w:rsidR="003F06A1" w:rsidRPr="002B18D3" w:rsidRDefault="003F06A1">
                  <w:pPr>
                    <w:pStyle w:val="SIText"/>
                    <w:rPr>
                      <w:rStyle w:val="SIText-Italic"/>
                      <w:i w:val="0"/>
                      <w:szCs w:val="22"/>
                    </w:rPr>
                  </w:pPr>
                  <w:r w:rsidRPr="002B18D3">
                    <w:rPr>
                      <w:rStyle w:val="SIText-Italic"/>
                      <w:i w:val="0"/>
                      <w:szCs w:val="22"/>
                    </w:rPr>
                    <w:t>Record information about Country</w:t>
                  </w:r>
                </w:p>
              </w:tc>
            </w:tr>
            <w:tr w:rsidR="003F06A1" w:rsidRPr="005C7EA8" w14:paraId="067CEF88" w14:textId="77777777" w:rsidTr="00625B72">
              <w:tc>
                <w:tcPr>
                  <w:tcW w:w="1794" w:type="dxa"/>
                </w:tcPr>
                <w:p w14:paraId="3B37732B" w14:textId="77777777" w:rsidR="003F06A1" w:rsidRPr="002B18D3" w:rsidRDefault="003F06A1">
                  <w:pPr>
                    <w:pStyle w:val="SIText"/>
                    <w:rPr>
                      <w:rStyle w:val="SIText-Italic"/>
                      <w:i w:val="0"/>
                      <w:szCs w:val="22"/>
                    </w:rPr>
                  </w:pPr>
                  <w:r w:rsidRPr="002B18D3">
                    <w:rPr>
                      <w:rStyle w:val="SIText-Italic"/>
                      <w:i w:val="0"/>
                      <w:szCs w:val="22"/>
                    </w:rPr>
                    <w:t>AHCOCM3X02</w:t>
                  </w:r>
                </w:p>
              </w:tc>
              <w:tc>
                <w:tcPr>
                  <w:tcW w:w="6574" w:type="dxa"/>
                </w:tcPr>
                <w:p w14:paraId="5949FD08" w14:textId="77777777" w:rsidR="003F06A1" w:rsidRPr="002B18D3" w:rsidRDefault="003F06A1">
                  <w:pPr>
                    <w:pStyle w:val="SIText"/>
                    <w:rPr>
                      <w:rStyle w:val="SIText-Italic"/>
                      <w:i w:val="0"/>
                      <w:szCs w:val="22"/>
                    </w:rPr>
                  </w:pPr>
                  <w:r w:rsidRPr="002B18D3">
                    <w:rPr>
                      <w:rStyle w:val="SIText-Italic"/>
                      <w:i w:val="0"/>
                      <w:szCs w:val="22"/>
                    </w:rPr>
                    <w:t>Provide appropriate information on cultural knowledge</w:t>
                  </w:r>
                </w:p>
              </w:tc>
            </w:tr>
            <w:tr w:rsidR="003F06A1" w:rsidRPr="005C7EA8" w14:paraId="054A3F82" w14:textId="77777777" w:rsidTr="00625B72">
              <w:tc>
                <w:tcPr>
                  <w:tcW w:w="1794" w:type="dxa"/>
                </w:tcPr>
                <w:p w14:paraId="01FDDCCC" w14:textId="77777777" w:rsidR="003F06A1" w:rsidRPr="002B18D3" w:rsidRDefault="003F06A1">
                  <w:pPr>
                    <w:pStyle w:val="SIText"/>
                    <w:rPr>
                      <w:rStyle w:val="SIText-Italic"/>
                      <w:i w:val="0"/>
                      <w:szCs w:val="22"/>
                    </w:rPr>
                  </w:pPr>
                  <w:r w:rsidRPr="002B18D3">
                    <w:rPr>
                      <w:rStyle w:val="SIText-Italic"/>
                      <w:i w:val="0"/>
                      <w:szCs w:val="22"/>
                    </w:rPr>
                    <w:t>AHCOCM3X05*</w:t>
                  </w:r>
                </w:p>
              </w:tc>
              <w:tc>
                <w:tcPr>
                  <w:tcW w:w="6574" w:type="dxa"/>
                </w:tcPr>
                <w:p w14:paraId="030C2DEB" w14:textId="77777777" w:rsidR="003F06A1" w:rsidRPr="002B18D3" w:rsidRDefault="003F06A1">
                  <w:pPr>
                    <w:pStyle w:val="SIText"/>
                    <w:rPr>
                      <w:rStyle w:val="SIText-Italic"/>
                      <w:i w:val="0"/>
                      <w:szCs w:val="22"/>
                    </w:rPr>
                  </w:pPr>
                  <w:r w:rsidRPr="002B18D3">
                    <w:rPr>
                      <w:rStyle w:val="SIText-Italic"/>
                      <w:i w:val="0"/>
                      <w:szCs w:val="22"/>
                    </w:rPr>
                    <w:t>Work with an Aboriginal and/or Torres Strait Islander Community or organisation</w:t>
                  </w:r>
                </w:p>
              </w:tc>
            </w:tr>
            <w:tr w:rsidR="003F06A1" w14:paraId="05BF80E7" w14:textId="77777777" w:rsidTr="00625B7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CellMar>
                  <w:left w:w="62" w:type="dxa"/>
                  <w:right w:w="62" w:type="dxa"/>
                </w:tblCellMar>
                <w:tblLook w:val="0000" w:firstRow="0" w:lastRow="0" w:firstColumn="0" w:lastColumn="0" w:noHBand="0" w:noVBand="0"/>
              </w:tblPrEx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0C730C02" w14:textId="77777777" w:rsidR="003F06A1" w:rsidRPr="002B18D3" w:rsidRDefault="003F06A1">
                  <w:pPr>
                    <w:pStyle w:val="SIText"/>
                    <w:rPr>
                      <w:rStyle w:val="SIText-Italic"/>
                      <w:i w:val="0"/>
                      <w:szCs w:val="22"/>
                    </w:rPr>
                  </w:pPr>
                  <w:r w:rsidRPr="002B18D3">
                    <w:rPr>
                      <w:rStyle w:val="SIText-Italic"/>
                      <w:i w:val="0"/>
                      <w:szCs w:val="22"/>
                    </w:rPr>
                    <w:t>AHCOCM3X07*</w:t>
                  </w:r>
                </w:p>
              </w:tc>
              <w:tc>
                <w:tcPr>
                  <w:tcW w:w="6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34A053E6" w14:textId="77777777" w:rsidR="003F06A1" w:rsidRPr="002B18D3" w:rsidRDefault="003F06A1">
                  <w:pPr>
                    <w:pStyle w:val="SIText"/>
                    <w:rPr>
                      <w:rStyle w:val="SIText-Italic"/>
                      <w:i w:val="0"/>
                      <w:szCs w:val="22"/>
                    </w:rPr>
                  </w:pPr>
                  <w:r w:rsidRPr="002B18D3">
                    <w:rPr>
                      <w:rStyle w:val="SIText-Italic"/>
                      <w:i w:val="0"/>
                      <w:szCs w:val="22"/>
                    </w:rPr>
                    <w:t>Implement cultural burning practices</w:t>
                  </w:r>
                </w:p>
              </w:tc>
            </w:tr>
            <w:tr w:rsidR="003F06A1" w14:paraId="368E0C96" w14:textId="77777777" w:rsidTr="00625B7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CellMar>
                  <w:left w:w="62" w:type="dxa"/>
                  <w:right w:w="62" w:type="dxa"/>
                </w:tblCellMar>
                <w:tblLook w:val="0000" w:firstRow="0" w:lastRow="0" w:firstColumn="0" w:lastColumn="0" w:noHBand="0" w:noVBand="0"/>
              </w:tblPrEx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1EC0CDB0" w14:textId="77777777" w:rsidR="003F06A1" w:rsidRPr="002B18D3" w:rsidRDefault="003F06A1">
                  <w:pPr>
                    <w:pStyle w:val="SIText"/>
                    <w:rPr>
                      <w:rStyle w:val="SIText-Italic"/>
                      <w:i w:val="0"/>
                      <w:szCs w:val="22"/>
                    </w:rPr>
                  </w:pPr>
                  <w:r w:rsidRPr="002B18D3">
                    <w:rPr>
                      <w:rStyle w:val="SIText-Italic"/>
                      <w:i w:val="0"/>
                      <w:szCs w:val="22"/>
                    </w:rPr>
                    <w:t>AHCOCM3X08</w:t>
                  </w:r>
                </w:p>
              </w:tc>
              <w:tc>
                <w:tcPr>
                  <w:tcW w:w="6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659F97C3" w14:textId="77777777" w:rsidR="003F06A1" w:rsidRPr="002B18D3" w:rsidRDefault="003F06A1">
                  <w:pPr>
                    <w:pStyle w:val="SIText"/>
                    <w:rPr>
                      <w:rStyle w:val="SIText-Italic"/>
                      <w:i w:val="0"/>
                      <w:szCs w:val="22"/>
                    </w:rPr>
                  </w:pPr>
                  <w:r w:rsidRPr="002B18D3">
                    <w:rPr>
                      <w:rStyle w:val="SIText-Italic"/>
                      <w:i w:val="0"/>
                      <w:szCs w:val="22"/>
                    </w:rPr>
                    <w:t>Identify traditional customs and land rights for an Aboriginal and/or Torres Strait Islander Community</w:t>
                  </w:r>
                </w:p>
              </w:tc>
            </w:tr>
            <w:tr w:rsidR="003F06A1" w14:paraId="3060D6B3" w14:textId="77777777" w:rsidTr="00625B7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CellMar>
                  <w:left w:w="62" w:type="dxa"/>
                  <w:right w:w="62" w:type="dxa"/>
                </w:tblCellMar>
                <w:tblLook w:val="0000" w:firstRow="0" w:lastRow="0" w:firstColumn="0" w:lastColumn="0" w:noHBand="0" w:noVBand="0"/>
              </w:tblPrEx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0285B881" w14:textId="77777777" w:rsidR="003F06A1" w:rsidRPr="002B18D3" w:rsidRDefault="003F06A1">
                  <w:pPr>
                    <w:pStyle w:val="SIText"/>
                    <w:rPr>
                      <w:rStyle w:val="SIText-Italic"/>
                      <w:i w:val="0"/>
                      <w:szCs w:val="22"/>
                    </w:rPr>
                  </w:pPr>
                  <w:r w:rsidRPr="002B18D3">
                    <w:rPr>
                      <w:rStyle w:val="SIText-Italic"/>
                      <w:i w:val="0"/>
                      <w:szCs w:val="22"/>
                    </w:rPr>
                    <w:t>AHCOCM4X04</w:t>
                  </w:r>
                </w:p>
              </w:tc>
              <w:tc>
                <w:tcPr>
                  <w:tcW w:w="6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5F03D074" w14:textId="77777777" w:rsidR="003F06A1" w:rsidRPr="002B18D3" w:rsidRDefault="003F06A1">
                  <w:pPr>
                    <w:pStyle w:val="SIText"/>
                    <w:rPr>
                      <w:rStyle w:val="SIText-Italic"/>
                      <w:i w:val="0"/>
                      <w:szCs w:val="22"/>
                    </w:rPr>
                  </w:pPr>
                  <w:r w:rsidRPr="002B18D3">
                    <w:rPr>
                      <w:rStyle w:val="SIText-Italic"/>
                      <w:i w:val="0"/>
                      <w:szCs w:val="22"/>
                    </w:rPr>
                    <w:t>Record and document Community history</w:t>
                  </w:r>
                </w:p>
              </w:tc>
            </w:tr>
            <w:tr w:rsidR="003F06A1" w14:paraId="783049E6" w14:textId="77777777" w:rsidTr="00625B7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CellMar>
                  <w:left w:w="62" w:type="dxa"/>
                  <w:right w:w="62" w:type="dxa"/>
                </w:tblCellMar>
                <w:tblLook w:val="0000" w:firstRow="0" w:lastRow="0" w:firstColumn="0" w:lastColumn="0" w:noHBand="0" w:noVBand="0"/>
              </w:tblPrEx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3EA94FC8" w14:textId="77777777" w:rsidR="003F06A1" w:rsidRPr="003F06A1" w:rsidRDefault="003F06A1" w:rsidP="003F06A1">
                  <w:pPr>
                    <w:pStyle w:val="SIText"/>
                  </w:pPr>
                  <w:r w:rsidRPr="004D0D02">
                    <w:t>AHCINF301</w:t>
                  </w:r>
                </w:p>
              </w:tc>
              <w:tc>
                <w:tcPr>
                  <w:tcW w:w="6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00668606" w14:textId="77777777" w:rsidR="003F06A1" w:rsidRPr="003F06A1" w:rsidRDefault="003F06A1" w:rsidP="003F06A1">
                  <w:pPr>
                    <w:pStyle w:val="SIText"/>
                  </w:pPr>
                  <w:r w:rsidRPr="004D0D02">
                    <w:t xml:space="preserve">Implement property </w:t>
                  </w:r>
                  <w:r w:rsidRPr="003F06A1">
                    <w:t>improvement, construction and repair</w:t>
                  </w:r>
                </w:p>
              </w:tc>
            </w:tr>
            <w:tr w:rsidR="003F06A1" w14:paraId="3BAB2F36" w14:textId="77777777" w:rsidTr="00625B7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CellMar>
                  <w:left w:w="62" w:type="dxa"/>
                  <w:right w:w="62" w:type="dxa"/>
                </w:tblCellMar>
                <w:tblLook w:val="0000" w:firstRow="0" w:lastRow="0" w:firstColumn="0" w:lastColumn="0" w:noHBand="0" w:noVBand="0"/>
              </w:tblPrEx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6F9005D2" w14:textId="77777777" w:rsidR="003F06A1" w:rsidRPr="002B18D3" w:rsidRDefault="003F06A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AHCFIR202</w:t>
                  </w:r>
                </w:p>
              </w:tc>
              <w:tc>
                <w:tcPr>
                  <w:tcW w:w="6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033C4EE4" w14:textId="77777777" w:rsidR="003F06A1" w:rsidRPr="002B18D3" w:rsidRDefault="003F06A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Assist with planned burning</w:t>
                  </w:r>
                </w:p>
              </w:tc>
            </w:tr>
            <w:tr w:rsidR="003F06A1" w14:paraId="28D95BA2" w14:textId="77777777" w:rsidTr="00625B7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CellMar>
                  <w:left w:w="62" w:type="dxa"/>
                  <w:right w:w="62" w:type="dxa"/>
                </w:tblCellMar>
                <w:tblLook w:val="0000" w:firstRow="0" w:lastRow="0" w:firstColumn="0" w:lastColumn="0" w:noHBand="0" w:noVBand="0"/>
              </w:tblPrEx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313EEECE" w14:textId="77777777" w:rsidR="003F06A1" w:rsidRPr="002B18D3" w:rsidRDefault="003F06A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AHCFIR301*</w:t>
                  </w:r>
                </w:p>
              </w:tc>
              <w:tc>
                <w:tcPr>
                  <w:tcW w:w="6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565C2A8E" w14:textId="77777777" w:rsidR="003F06A1" w:rsidRPr="002B18D3" w:rsidRDefault="003F06A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Undertake burning for fuel, ecological and cultural resource management</w:t>
                  </w:r>
                </w:p>
              </w:tc>
            </w:tr>
            <w:tr w:rsidR="003F06A1" w14:paraId="2FEFBFA5" w14:textId="77777777" w:rsidTr="00625B7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CellMar>
                  <w:left w:w="62" w:type="dxa"/>
                  <w:right w:w="62" w:type="dxa"/>
                </w:tblCellMar>
                <w:tblLook w:val="0000" w:firstRow="0" w:lastRow="0" w:firstColumn="0" w:lastColumn="0" w:noHBand="0" w:noVBand="0"/>
              </w:tblPrEx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359D2BB8" w14:textId="66C3DA72" w:rsidR="003F06A1" w:rsidRPr="00854E8A" w:rsidRDefault="003F06A1">
                  <w:pPr>
                    <w:pStyle w:val="SIText"/>
                  </w:pPr>
                  <w:r w:rsidRPr="002B18D3">
                    <w:rPr>
                      <w:rStyle w:val="SITemporarytext-red"/>
                      <w:color w:val="auto"/>
                      <w:sz w:val="20"/>
                    </w:rPr>
                    <w:t>AHCLPW307</w:t>
                  </w:r>
                  <w:r w:rsidR="00F47E61" w:rsidRPr="002B18D3">
                    <w:rPr>
                      <w:rStyle w:val="SITemporarytext-red"/>
                      <w:color w:val="auto"/>
                      <w:sz w:val="20"/>
                    </w:rPr>
                    <w:t>*</w:t>
                  </w:r>
                </w:p>
              </w:tc>
              <w:tc>
                <w:tcPr>
                  <w:tcW w:w="6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69A311D3" w14:textId="77777777" w:rsidR="003F06A1" w:rsidRPr="00854E8A" w:rsidRDefault="003F06A1">
                  <w:pPr>
                    <w:pStyle w:val="SIText"/>
                  </w:pPr>
                  <w:r w:rsidRPr="002B18D3">
                    <w:rPr>
                      <w:rStyle w:val="SITemporarytext-red"/>
                      <w:color w:val="auto"/>
                      <w:sz w:val="20"/>
                    </w:rPr>
                    <w:t>Perform restricted diving for scientific purposes</w:t>
                  </w:r>
                </w:p>
              </w:tc>
            </w:tr>
            <w:tr w:rsidR="003F06A1" w14:paraId="4D093DD3" w14:textId="77777777" w:rsidTr="00625B7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CellMar>
                  <w:left w:w="62" w:type="dxa"/>
                  <w:right w:w="62" w:type="dxa"/>
                </w:tblCellMar>
                <w:tblLook w:val="0000" w:firstRow="0" w:lastRow="0" w:firstColumn="0" w:lastColumn="0" w:noHBand="0" w:noVBand="0"/>
              </w:tblPrEx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1B97D750" w14:textId="77777777" w:rsidR="003F06A1" w:rsidRPr="00854E8A" w:rsidRDefault="003F06A1">
                  <w:pPr>
                    <w:pStyle w:val="SIText"/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AHCLPW310</w:t>
                  </w:r>
                </w:p>
              </w:tc>
              <w:tc>
                <w:tcPr>
                  <w:tcW w:w="6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2B2BDEA6" w14:textId="77777777" w:rsidR="003F06A1" w:rsidRPr="00854E8A" w:rsidRDefault="003F06A1">
                  <w:pPr>
                    <w:pStyle w:val="SIText"/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Supervise park visitor activities</w:t>
                  </w:r>
                </w:p>
              </w:tc>
            </w:tr>
            <w:tr w:rsidR="003F06A1" w14:paraId="3E708788" w14:textId="77777777" w:rsidTr="00625B7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CellMar>
                  <w:left w:w="62" w:type="dxa"/>
                  <w:right w:w="62" w:type="dxa"/>
                </w:tblCellMar>
                <w:tblLook w:val="0000" w:firstRow="0" w:lastRow="0" w:firstColumn="0" w:lastColumn="0" w:noHBand="0" w:noVBand="0"/>
              </w:tblPrEx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7695B857" w14:textId="77777777" w:rsidR="003F06A1" w:rsidRPr="00854E8A" w:rsidRDefault="003F06A1">
                  <w:pPr>
                    <w:pStyle w:val="SIText"/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AHCLPW311</w:t>
                  </w:r>
                </w:p>
              </w:tc>
              <w:tc>
                <w:tcPr>
                  <w:tcW w:w="6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68CDE900" w14:textId="77777777" w:rsidR="003F06A1" w:rsidRPr="00854E8A" w:rsidRDefault="003F06A1">
                  <w:pPr>
                    <w:pStyle w:val="SIText"/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Construct access tracks</w:t>
                  </w:r>
                </w:p>
              </w:tc>
            </w:tr>
            <w:tr w:rsidR="003F06A1" w14:paraId="0F410566" w14:textId="77777777" w:rsidTr="00625B7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CellMar>
                  <w:left w:w="62" w:type="dxa"/>
                  <w:right w:w="62" w:type="dxa"/>
                </w:tblCellMar>
                <w:tblLook w:val="0000" w:firstRow="0" w:lastRow="0" w:firstColumn="0" w:lastColumn="0" w:noHBand="0" w:noVBand="0"/>
              </w:tblPrEx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7E0C40C6" w14:textId="77777777" w:rsidR="003F06A1" w:rsidRPr="00854E8A" w:rsidRDefault="003F06A1">
                  <w:pPr>
                    <w:pStyle w:val="SIText"/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AHCLPW312</w:t>
                  </w:r>
                </w:p>
              </w:tc>
              <w:tc>
                <w:tcPr>
                  <w:tcW w:w="6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371DDA00" w14:textId="77777777" w:rsidR="003F06A1" w:rsidRPr="00854E8A" w:rsidRDefault="003F06A1">
                  <w:pPr>
                    <w:pStyle w:val="SIText"/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Carry out inspection of designated area</w:t>
                  </w:r>
                </w:p>
              </w:tc>
            </w:tr>
            <w:tr w:rsidR="003F06A1" w14:paraId="2E447D5D" w14:textId="77777777" w:rsidTr="00625B7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CellMar>
                  <w:left w:w="62" w:type="dxa"/>
                  <w:right w:w="62" w:type="dxa"/>
                </w:tblCellMar>
                <w:tblLook w:val="0000" w:firstRow="0" w:lastRow="0" w:firstColumn="0" w:lastColumn="0" w:noHBand="0" w:noVBand="0"/>
              </w:tblPrEx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4C78D3E6" w14:textId="77777777" w:rsidR="003F06A1" w:rsidRPr="00854E8A" w:rsidRDefault="003F06A1">
                  <w:pPr>
                    <w:pStyle w:val="SIText"/>
                  </w:pPr>
                  <w:r w:rsidRPr="002B18D3">
                    <w:rPr>
                      <w:rStyle w:val="SITemporarytext-red"/>
                      <w:color w:val="auto"/>
                      <w:sz w:val="20"/>
                    </w:rPr>
                    <w:t>AHCLPW313</w:t>
                  </w:r>
                </w:p>
              </w:tc>
              <w:tc>
                <w:tcPr>
                  <w:tcW w:w="6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52660116" w14:textId="77777777" w:rsidR="003F06A1" w:rsidRPr="00854E8A" w:rsidRDefault="003F06A1">
                  <w:pPr>
                    <w:pStyle w:val="SIText"/>
                  </w:pPr>
                  <w:r w:rsidRPr="002B18D3">
                    <w:rPr>
                      <w:rStyle w:val="SITemporarytext-red"/>
                      <w:color w:val="auto"/>
                      <w:sz w:val="20"/>
                    </w:rPr>
                    <w:t>Undertake sampling and testing of water</w:t>
                  </w:r>
                </w:p>
              </w:tc>
            </w:tr>
            <w:tr w:rsidR="003F06A1" w14:paraId="248652F6" w14:textId="77777777" w:rsidTr="00625B7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CellMar>
                  <w:left w:w="62" w:type="dxa"/>
                  <w:right w:w="62" w:type="dxa"/>
                </w:tblCellMar>
                <w:tblLook w:val="0000" w:firstRow="0" w:lastRow="0" w:firstColumn="0" w:lastColumn="0" w:noHBand="0" w:noVBand="0"/>
              </w:tblPrEx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148A207F" w14:textId="40166A4E" w:rsidR="003F06A1" w:rsidRPr="003F06A1" w:rsidRDefault="003F06A1" w:rsidP="003F06A1">
                  <w:pPr>
                    <w:pStyle w:val="SIText"/>
                  </w:pPr>
                  <w:r w:rsidRPr="004D0D02">
                    <w:t>AHCLSC</w:t>
                  </w:r>
                  <w:r w:rsidR="00854E8A" w:rsidRPr="00854E8A">
                    <w:t>318</w:t>
                  </w:r>
                </w:p>
              </w:tc>
              <w:tc>
                <w:tcPr>
                  <w:tcW w:w="6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120D5519" w14:textId="77777777" w:rsidR="003F06A1" w:rsidRPr="003F06A1" w:rsidRDefault="003F06A1" w:rsidP="003F06A1">
                  <w:pPr>
                    <w:pStyle w:val="SIText"/>
                  </w:pPr>
                  <w:r w:rsidRPr="004D0D02">
                    <w:t>Erect timber structures and features</w:t>
                  </w:r>
                </w:p>
              </w:tc>
            </w:tr>
            <w:tr w:rsidR="003F06A1" w14:paraId="768F13C5" w14:textId="77777777" w:rsidTr="00625B7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CellMar>
                  <w:left w:w="62" w:type="dxa"/>
                  <w:right w:w="62" w:type="dxa"/>
                </w:tblCellMar>
                <w:tblLook w:val="0000" w:firstRow="0" w:lastRow="0" w:firstColumn="0" w:lastColumn="0" w:noHBand="0" w:noVBand="0"/>
              </w:tblPrEx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502967A8" w14:textId="77777777" w:rsidR="003F06A1" w:rsidRPr="003F06A1" w:rsidRDefault="003F06A1" w:rsidP="003F06A1">
                  <w:pPr>
                    <w:pStyle w:val="SIText"/>
                  </w:pPr>
                  <w:r w:rsidRPr="004D0D02">
                    <w:t>AHCMOM305</w:t>
                  </w:r>
                </w:p>
              </w:tc>
              <w:tc>
                <w:tcPr>
                  <w:tcW w:w="6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5F7A6C06" w14:textId="77777777" w:rsidR="003F06A1" w:rsidRPr="003F06A1" w:rsidRDefault="003F06A1" w:rsidP="003F06A1">
                  <w:pPr>
                    <w:pStyle w:val="SIText"/>
                  </w:pPr>
                  <w:r w:rsidRPr="004D0D02">
                    <w:t>Operate specialised machinery and equipment</w:t>
                  </w:r>
                </w:p>
              </w:tc>
            </w:tr>
            <w:tr w:rsidR="003F06A1" w14:paraId="657D3FD8" w14:textId="77777777" w:rsidTr="00625B7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CellMar>
                  <w:left w:w="62" w:type="dxa"/>
                  <w:right w:w="62" w:type="dxa"/>
                </w:tblCellMar>
                <w:tblLook w:val="0000" w:firstRow="0" w:lastRow="0" w:firstColumn="0" w:lastColumn="0" w:noHBand="0" w:noVBand="0"/>
              </w:tblPrEx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69F6547D" w14:textId="77777777" w:rsidR="003F06A1" w:rsidRPr="003F06A1" w:rsidRDefault="003F06A1" w:rsidP="003F06A1">
                  <w:pPr>
                    <w:pStyle w:val="SIText"/>
                  </w:pPr>
                  <w:r w:rsidRPr="004D0D02">
                    <w:t>AHCMOM315</w:t>
                  </w:r>
                </w:p>
              </w:tc>
              <w:tc>
                <w:tcPr>
                  <w:tcW w:w="6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2A143D37" w14:textId="77777777" w:rsidR="003F06A1" w:rsidRPr="003F06A1" w:rsidRDefault="003F06A1" w:rsidP="003F06A1">
                  <w:pPr>
                    <w:pStyle w:val="SIText"/>
                  </w:pPr>
                  <w:r w:rsidRPr="004D0D02">
                    <w:t>Operate chemical application machinery and equipment</w:t>
                  </w:r>
                </w:p>
              </w:tc>
            </w:tr>
            <w:tr w:rsidR="003F06A1" w14:paraId="46797D11" w14:textId="77777777" w:rsidTr="00625B7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CellMar>
                  <w:left w:w="62" w:type="dxa"/>
                  <w:right w:w="62" w:type="dxa"/>
                </w:tblCellMar>
                <w:tblLook w:val="0000" w:firstRow="0" w:lastRow="0" w:firstColumn="0" w:lastColumn="0" w:noHBand="0" w:noVBand="0"/>
              </w:tblPrEx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11072BA5" w14:textId="77777777" w:rsidR="003F06A1" w:rsidRPr="003F06A1" w:rsidRDefault="003F06A1" w:rsidP="003F06A1">
                  <w:pPr>
                    <w:pStyle w:val="SIText"/>
                  </w:pPr>
                  <w:r w:rsidRPr="004D0D02">
                    <w:t>AHCPCM303</w:t>
                  </w:r>
                </w:p>
              </w:tc>
              <w:tc>
                <w:tcPr>
                  <w:tcW w:w="6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5B221B2D" w14:textId="77777777" w:rsidR="003F06A1" w:rsidRPr="003F06A1" w:rsidRDefault="003F06A1" w:rsidP="003F06A1">
                  <w:pPr>
                    <w:pStyle w:val="SIText"/>
                  </w:pPr>
                  <w:r w:rsidRPr="004D0D02">
                    <w:t>Identify plant specimens</w:t>
                  </w:r>
                </w:p>
              </w:tc>
            </w:tr>
            <w:tr w:rsidR="003F06A1" w14:paraId="1EC53ABF" w14:textId="77777777" w:rsidTr="00625B7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CellMar>
                  <w:left w:w="62" w:type="dxa"/>
                  <w:right w:w="62" w:type="dxa"/>
                </w:tblCellMar>
                <w:tblLook w:val="0000" w:firstRow="0" w:lastRow="0" w:firstColumn="0" w:lastColumn="0" w:noHBand="0" w:noVBand="0"/>
              </w:tblPrEx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3DBFC859" w14:textId="77777777" w:rsidR="003F06A1" w:rsidRPr="00854E8A" w:rsidRDefault="003F06A1">
                  <w:pPr>
                    <w:pStyle w:val="SIText"/>
                  </w:pPr>
                  <w:r w:rsidRPr="002B18D3">
                    <w:rPr>
                      <w:rStyle w:val="SITemporarytext-red"/>
                      <w:color w:val="auto"/>
                      <w:sz w:val="20"/>
                    </w:rPr>
                    <w:t>AHCPCM305</w:t>
                  </w:r>
                </w:p>
              </w:tc>
              <w:tc>
                <w:tcPr>
                  <w:tcW w:w="6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0175C9A4" w14:textId="77777777" w:rsidR="003F06A1" w:rsidRPr="00854E8A" w:rsidRDefault="003F06A1">
                  <w:pPr>
                    <w:pStyle w:val="SIText"/>
                  </w:pPr>
                  <w:r w:rsidRPr="002B18D3">
                    <w:rPr>
                      <w:rStyle w:val="SITemporarytext-red"/>
                      <w:color w:val="auto"/>
                      <w:sz w:val="20"/>
                    </w:rPr>
                    <w:t>Implement a plant nutrition program</w:t>
                  </w:r>
                </w:p>
              </w:tc>
            </w:tr>
            <w:tr w:rsidR="003F06A1" w14:paraId="72D9852E" w14:textId="77777777" w:rsidTr="00625B7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CellMar>
                  <w:left w:w="62" w:type="dxa"/>
                  <w:right w:w="62" w:type="dxa"/>
                </w:tblCellMar>
                <w:tblLook w:val="0000" w:firstRow="0" w:lastRow="0" w:firstColumn="0" w:lastColumn="0" w:noHBand="0" w:noVBand="0"/>
              </w:tblPrEx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0F6B84A3" w14:textId="77777777" w:rsidR="003F06A1" w:rsidRPr="00854E8A" w:rsidRDefault="003F06A1">
                  <w:pPr>
                    <w:pStyle w:val="SIText"/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AHCPCM306</w:t>
                  </w:r>
                </w:p>
              </w:tc>
              <w:tc>
                <w:tcPr>
                  <w:tcW w:w="6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2ACC18A0" w14:textId="77777777" w:rsidR="003F06A1" w:rsidRPr="00854E8A" w:rsidRDefault="003F06A1">
                  <w:pPr>
                    <w:pStyle w:val="SIText"/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Provide information on plants and their culture</w:t>
                  </w:r>
                </w:p>
              </w:tc>
            </w:tr>
            <w:tr w:rsidR="003F06A1" w14:paraId="0FE20503" w14:textId="77777777" w:rsidTr="00625B7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CellMar>
                  <w:left w:w="62" w:type="dxa"/>
                  <w:right w:w="62" w:type="dxa"/>
                </w:tblCellMar>
                <w:tblLook w:val="0000" w:firstRow="0" w:lastRow="0" w:firstColumn="0" w:lastColumn="0" w:noHBand="0" w:noVBand="0"/>
              </w:tblPrEx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1DD7301C" w14:textId="77777777" w:rsidR="003F06A1" w:rsidRPr="003F06A1" w:rsidRDefault="003F06A1" w:rsidP="003F06A1">
                  <w:pPr>
                    <w:pStyle w:val="SIText"/>
                  </w:pPr>
                  <w:r w:rsidRPr="004D0D02">
                    <w:t>AHCPMG301</w:t>
                  </w:r>
                </w:p>
              </w:tc>
              <w:tc>
                <w:tcPr>
                  <w:tcW w:w="6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635D5DBD" w14:textId="77777777" w:rsidR="003F06A1" w:rsidRPr="003F06A1" w:rsidRDefault="003F06A1" w:rsidP="003F06A1">
                  <w:pPr>
                    <w:pStyle w:val="SIText"/>
                  </w:pPr>
                  <w:r w:rsidRPr="004D0D02">
                    <w:t>Control weeds</w:t>
                  </w:r>
                </w:p>
              </w:tc>
            </w:tr>
            <w:tr w:rsidR="003F06A1" w14:paraId="3097E113" w14:textId="77777777" w:rsidTr="00625B7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CellMar>
                  <w:left w:w="62" w:type="dxa"/>
                  <w:right w:w="62" w:type="dxa"/>
                </w:tblCellMar>
                <w:tblLook w:val="0000" w:firstRow="0" w:lastRow="0" w:firstColumn="0" w:lastColumn="0" w:noHBand="0" w:noVBand="0"/>
              </w:tblPrEx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6CE70666" w14:textId="77777777" w:rsidR="003F06A1" w:rsidRPr="003F06A1" w:rsidRDefault="003F06A1" w:rsidP="003F06A1">
                  <w:pPr>
                    <w:pStyle w:val="SIText"/>
                  </w:pPr>
                  <w:r w:rsidRPr="004D0D02">
                    <w:t>AHCPMG302</w:t>
                  </w:r>
                </w:p>
              </w:tc>
              <w:tc>
                <w:tcPr>
                  <w:tcW w:w="6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75ED6DBD" w14:textId="7BD0E167" w:rsidR="003F06A1" w:rsidRPr="003F06A1" w:rsidRDefault="00F47E61" w:rsidP="003F06A1">
                  <w:pPr>
                    <w:pStyle w:val="SIText"/>
                  </w:pPr>
                  <w:r w:rsidRPr="00F47E61">
                    <w:t>Control plant pests, diseases and disorders</w:t>
                  </w:r>
                </w:p>
              </w:tc>
            </w:tr>
            <w:tr w:rsidR="003F06A1" w14:paraId="4FE9CB9C" w14:textId="77777777" w:rsidTr="00625B7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CellMar>
                  <w:left w:w="62" w:type="dxa"/>
                  <w:right w:w="62" w:type="dxa"/>
                </w:tblCellMar>
                <w:tblLook w:val="0000" w:firstRow="0" w:lastRow="0" w:firstColumn="0" w:lastColumn="0" w:noHBand="0" w:noVBand="0"/>
              </w:tblPrEx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4DA261A8" w14:textId="77777777" w:rsidR="003F06A1" w:rsidRPr="003F06A1" w:rsidRDefault="003F06A1" w:rsidP="003F06A1">
                  <w:pPr>
                    <w:pStyle w:val="SIText"/>
                  </w:pPr>
                  <w:r w:rsidRPr="004D0D02">
                    <w:t>AHCPMG305</w:t>
                  </w:r>
                </w:p>
              </w:tc>
              <w:tc>
                <w:tcPr>
                  <w:tcW w:w="6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69893602" w14:textId="77777777" w:rsidR="003F06A1" w:rsidRPr="003F06A1" w:rsidRDefault="003F06A1" w:rsidP="003F06A1">
                  <w:pPr>
                    <w:pStyle w:val="SIText"/>
                  </w:pPr>
                  <w:r w:rsidRPr="004D0D02">
                    <w:t>Survey pests</w:t>
                  </w:r>
                </w:p>
              </w:tc>
            </w:tr>
            <w:tr w:rsidR="003F06A1" w14:paraId="0CD7CD7F" w14:textId="77777777" w:rsidTr="00625B7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CellMar>
                  <w:left w:w="62" w:type="dxa"/>
                  <w:right w:w="62" w:type="dxa"/>
                </w:tblCellMar>
                <w:tblLook w:val="0000" w:firstRow="0" w:lastRow="0" w:firstColumn="0" w:lastColumn="0" w:noHBand="0" w:noVBand="0"/>
              </w:tblPrEx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5734F431" w14:textId="77777777" w:rsidR="003F06A1" w:rsidRPr="003F06A1" w:rsidRDefault="003F06A1" w:rsidP="003F06A1">
                  <w:pPr>
                    <w:pStyle w:val="SIText"/>
                  </w:pPr>
                  <w:r w:rsidRPr="004D0D02">
                    <w:t>AHCPMG307</w:t>
                  </w:r>
                </w:p>
              </w:tc>
              <w:tc>
                <w:tcPr>
                  <w:tcW w:w="6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2588D172" w14:textId="77777777" w:rsidR="003F06A1" w:rsidRPr="003F06A1" w:rsidRDefault="003F06A1" w:rsidP="003F06A1">
                  <w:pPr>
                    <w:pStyle w:val="SIText"/>
                  </w:pPr>
                  <w:r w:rsidRPr="004D0D02">
                    <w:t>Apply animal trapping techniques</w:t>
                  </w:r>
                </w:p>
              </w:tc>
            </w:tr>
            <w:tr w:rsidR="003F06A1" w14:paraId="465098ED" w14:textId="77777777" w:rsidTr="00625B7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CellMar>
                  <w:left w:w="62" w:type="dxa"/>
                  <w:right w:w="62" w:type="dxa"/>
                </w:tblCellMar>
                <w:tblLook w:val="0000" w:firstRow="0" w:lastRow="0" w:firstColumn="0" w:lastColumn="0" w:noHBand="0" w:noVBand="0"/>
              </w:tblPrEx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4DF334C3" w14:textId="77777777" w:rsidR="003F06A1" w:rsidRPr="003F06A1" w:rsidRDefault="003F06A1" w:rsidP="003F06A1">
                  <w:pPr>
                    <w:pStyle w:val="SIText"/>
                  </w:pPr>
                  <w:r w:rsidRPr="004D0D02">
                    <w:t xml:space="preserve">AHCPMG308 </w:t>
                  </w:r>
                </w:p>
              </w:tc>
              <w:tc>
                <w:tcPr>
                  <w:tcW w:w="6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063BFC74" w14:textId="77777777" w:rsidR="003F06A1" w:rsidRPr="003F06A1" w:rsidRDefault="003F06A1" w:rsidP="003F06A1">
                  <w:pPr>
                    <w:pStyle w:val="SIText"/>
                  </w:pPr>
                  <w:r w:rsidRPr="004D0D02">
                    <w:t>Implement pest management strategies</w:t>
                  </w:r>
                </w:p>
              </w:tc>
            </w:tr>
            <w:tr w:rsidR="003F06A1" w14:paraId="52A97C2A" w14:textId="77777777" w:rsidTr="00625B7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CellMar>
                  <w:left w:w="62" w:type="dxa"/>
                  <w:right w:w="62" w:type="dxa"/>
                </w:tblCellMar>
                <w:tblLook w:val="0000" w:firstRow="0" w:lastRow="0" w:firstColumn="0" w:lastColumn="0" w:noHBand="0" w:noVBand="0"/>
              </w:tblPrEx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1D078B13" w14:textId="77777777" w:rsidR="003F06A1" w:rsidRPr="003F06A1" w:rsidRDefault="003F06A1" w:rsidP="003F06A1">
                  <w:pPr>
                    <w:pStyle w:val="SIText"/>
                  </w:pPr>
                  <w:r w:rsidRPr="004D0D02">
                    <w:t>AHCWRK303</w:t>
                  </w:r>
                </w:p>
              </w:tc>
              <w:tc>
                <w:tcPr>
                  <w:tcW w:w="6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456F1C9D" w14:textId="77777777" w:rsidR="003F06A1" w:rsidRPr="003F06A1" w:rsidRDefault="003F06A1" w:rsidP="003F06A1">
                  <w:pPr>
                    <w:pStyle w:val="SIText"/>
                  </w:pPr>
                  <w:r w:rsidRPr="004D0D02">
                    <w:t>Respond to emergencies</w:t>
                  </w:r>
                </w:p>
              </w:tc>
            </w:tr>
            <w:tr w:rsidR="003F06A1" w14:paraId="26B21EC3" w14:textId="77777777" w:rsidTr="00625B7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CellMar>
                  <w:left w:w="62" w:type="dxa"/>
                  <w:right w:w="62" w:type="dxa"/>
                </w:tblCellMar>
                <w:tblLook w:val="0000" w:firstRow="0" w:lastRow="0" w:firstColumn="0" w:lastColumn="0" w:noHBand="0" w:noVBand="0"/>
              </w:tblPrEx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4B0D3BE3" w14:textId="77777777" w:rsidR="003F06A1" w:rsidRPr="003F06A1" w:rsidRDefault="003F06A1" w:rsidP="003F06A1">
                  <w:pPr>
                    <w:pStyle w:val="SIText"/>
                  </w:pPr>
                  <w:r w:rsidRPr="004D0D02">
                    <w:t>AHCWRK304</w:t>
                  </w:r>
                </w:p>
              </w:tc>
              <w:tc>
                <w:tcPr>
                  <w:tcW w:w="6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55BF4B21" w14:textId="77777777" w:rsidR="003F06A1" w:rsidRPr="003F06A1" w:rsidRDefault="003F06A1" w:rsidP="003F06A1">
                  <w:pPr>
                    <w:pStyle w:val="SIText"/>
                  </w:pPr>
                  <w:r w:rsidRPr="004D0D02">
                    <w:t>Respond to rescue incidents</w:t>
                  </w:r>
                </w:p>
              </w:tc>
            </w:tr>
            <w:tr w:rsidR="003F06A1" w14:paraId="7A2467AC" w14:textId="77777777" w:rsidTr="00625B7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CellMar>
                  <w:left w:w="62" w:type="dxa"/>
                  <w:right w:w="62" w:type="dxa"/>
                </w:tblCellMar>
                <w:tblLook w:val="0000" w:firstRow="0" w:lastRow="0" w:firstColumn="0" w:lastColumn="0" w:noHBand="0" w:noVBand="0"/>
              </w:tblPrEx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1A52D64A" w14:textId="77777777" w:rsidR="003F06A1" w:rsidRPr="003F06A1" w:rsidRDefault="003F06A1" w:rsidP="003F06A1">
                  <w:pPr>
                    <w:pStyle w:val="SIText"/>
                  </w:pPr>
                  <w:r w:rsidRPr="004D0D02">
                    <w:t>AHCWRK305</w:t>
                  </w:r>
                </w:p>
              </w:tc>
              <w:tc>
                <w:tcPr>
                  <w:tcW w:w="6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76F3983E" w14:textId="77777777" w:rsidR="003F06A1" w:rsidRPr="003F06A1" w:rsidRDefault="003F06A1" w:rsidP="003F06A1">
                  <w:pPr>
                    <w:pStyle w:val="SIText"/>
                  </w:pPr>
                  <w:r w:rsidRPr="004D0D02">
                    <w:t>Coordinate work site activities</w:t>
                  </w:r>
                </w:p>
              </w:tc>
            </w:tr>
            <w:tr w:rsidR="002030CF" w14:paraId="414A1949" w14:textId="77777777" w:rsidTr="00625B7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CellMar>
                  <w:left w:w="62" w:type="dxa"/>
                  <w:right w:w="62" w:type="dxa"/>
                </w:tblCellMar>
                <w:tblLook w:val="0000" w:firstRow="0" w:lastRow="0" w:firstColumn="0" w:lastColumn="0" w:noHBand="0" w:noVBand="0"/>
              </w:tblPrEx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09D4C455" w14:textId="11F7833C" w:rsidR="002030CF" w:rsidRPr="004D0D02" w:rsidRDefault="002030CF" w:rsidP="003F06A1">
                  <w:pPr>
                    <w:pStyle w:val="SIText"/>
                  </w:pPr>
                  <w:r w:rsidRPr="002030CF">
                    <w:t>BSBTEC20</w:t>
                  </w:r>
                  <w:r>
                    <w:t>1</w:t>
                  </w:r>
                </w:p>
              </w:tc>
              <w:tc>
                <w:tcPr>
                  <w:tcW w:w="6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427C9AC4" w14:textId="60CCA086" w:rsidR="002030CF" w:rsidRPr="004D0D02" w:rsidRDefault="002030CF" w:rsidP="003F06A1">
                  <w:pPr>
                    <w:pStyle w:val="SIText"/>
                  </w:pPr>
                  <w:r w:rsidRPr="002030CF">
                    <w:t>Use business software applications </w:t>
                  </w:r>
                </w:p>
              </w:tc>
            </w:tr>
            <w:tr w:rsidR="002030CF" w14:paraId="36F27920" w14:textId="77777777" w:rsidTr="00625B7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CellMar>
                  <w:left w:w="62" w:type="dxa"/>
                  <w:right w:w="62" w:type="dxa"/>
                </w:tblCellMar>
                <w:tblLook w:val="0000" w:firstRow="0" w:lastRow="0" w:firstColumn="0" w:lastColumn="0" w:noHBand="0" w:noVBand="0"/>
              </w:tblPrEx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3A456F5B" w14:textId="38581D33" w:rsidR="002030CF" w:rsidRPr="004D0D02" w:rsidRDefault="002030CF" w:rsidP="003F06A1">
                  <w:pPr>
                    <w:pStyle w:val="SIText"/>
                  </w:pPr>
                  <w:r w:rsidRPr="002030CF">
                    <w:t>BSBTEC203</w:t>
                  </w:r>
                </w:p>
              </w:tc>
              <w:tc>
                <w:tcPr>
                  <w:tcW w:w="6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14CDD1B3" w14:textId="43F8F663" w:rsidR="002030CF" w:rsidRPr="004D0D02" w:rsidRDefault="002030CF" w:rsidP="003F06A1">
                  <w:pPr>
                    <w:pStyle w:val="SIText"/>
                  </w:pPr>
                  <w:r w:rsidRPr="002030CF">
                    <w:t>Research using the internet</w:t>
                  </w:r>
                </w:p>
              </w:tc>
            </w:tr>
            <w:tr w:rsidR="003F06A1" w14:paraId="6C45B3AF" w14:textId="77777777" w:rsidTr="00625B7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CellMar>
                  <w:left w:w="62" w:type="dxa"/>
                  <w:right w:w="62" w:type="dxa"/>
                </w:tblCellMar>
                <w:tblLook w:val="0000" w:firstRow="0" w:lastRow="0" w:firstColumn="0" w:lastColumn="0" w:noHBand="0" w:noVBand="0"/>
              </w:tblPrEx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61AA3A14" w14:textId="77777777" w:rsidR="003F06A1" w:rsidRPr="00854E8A" w:rsidRDefault="003F06A1">
                  <w:pPr>
                    <w:pStyle w:val="SIText"/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BSBTEC301</w:t>
                  </w:r>
                </w:p>
              </w:tc>
              <w:tc>
                <w:tcPr>
                  <w:tcW w:w="6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5A82F033" w14:textId="77777777" w:rsidR="003F06A1" w:rsidRPr="00854E8A" w:rsidRDefault="003F06A1">
                  <w:pPr>
                    <w:pStyle w:val="SIText"/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Design and produce business documents</w:t>
                  </w:r>
                </w:p>
              </w:tc>
            </w:tr>
            <w:tr w:rsidR="003F06A1" w14:paraId="6D6A31B3" w14:textId="77777777" w:rsidTr="00625B7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CellMar>
                  <w:left w:w="62" w:type="dxa"/>
                  <w:right w:w="62" w:type="dxa"/>
                </w:tblCellMar>
                <w:tblLook w:val="0000" w:firstRow="0" w:lastRow="0" w:firstColumn="0" w:lastColumn="0" w:noHBand="0" w:noVBand="0"/>
              </w:tblPrEx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490B34A3" w14:textId="5CB8D5C7" w:rsidR="003F06A1" w:rsidRPr="002B18D3" w:rsidRDefault="00854E8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BSBTEC302</w:t>
                  </w:r>
                </w:p>
              </w:tc>
              <w:tc>
                <w:tcPr>
                  <w:tcW w:w="6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4DEF38FD" w14:textId="2EC1407A" w:rsidR="003F06A1" w:rsidRPr="002B18D3" w:rsidRDefault="00854E8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Design and produce spreadsheets</w:t>
                  </w:r>
                </w:p>
              </w:tc>
            </w:tr>
            <w:tr w:rsidR="003F06A1" w14:paraId="4647FD9B" w14:textId="77777777" w:rsidTr="00625B7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CellMar>
                  <w:left w:w="62" w:type="dxa"/>
                  <w:right w:w="62" w:type="dxa"/>
                </w:tblCellMar>
                <w:tblLook w:val="0000" w:firstRow="0" w:lastRow="0" w:firstColumn="0" w:lastColumn="0" w:noHBand="0" w:noVBand="0"/>
              </w:tblPrEx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28C0935D" w14:textId="77777777" w:rsidR="003F06A1" w:rsidRPr="002B18D3" w:rsidRDefault="003F06A1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2B18D3">
                    <w:rPr>
                      <w:rStyle w:val="SIStrikethroughtext"/>
                      <w:strike w:val="0"/>
                      <w:color w:val="auto"/>
                    </w:rPr>
                    <w:t>FWPCOT3325</w:t>
                  </w:r>
                </w:p>
              </w:tc>
              <w:tc>
                <w:tcPr>
                  <w:tcW w:w="6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7EE22F92" w14:textId="77777777" w:rsidR="003F06A1" w:rsidRPr="003F06A1" w:rsidRDefault="003F06A1" w:rsidP="003F06A1">
                  <w:pPr>
                    <w:pStyle w:val="SIText"/>
                  </w:pPr>
                  <w:r w:rsidRPr="00827DAD">
                    <w:t xml:space="preserve">Operate </w:t>
                  </w:r>
                  <w:proofErr w:type="gramStart"/>
                  <w:r w:rsidRPr="00827DAD">
                    <w:t>four wheel</w:t>
                  </w:r>
                  <w:proofErr w:type="gramEnd"/>
                  <w:r w:rsidRPr="00827DAD">
                    <w:t xml:space="preserve"> </w:t>
                  </w:r>
                  <w:r w:rsidRPr="003F06A1">
                    <w:t>drive vehicle on unsealed roads</w:t>
                  </w:r>
                </w:p>
              </w:tc>
            </w:tr>
            <w:tr w:rsidR="003F06A1" w14:paraId="3FC29A28" w14:textId="77777777" w:rsidTr="00625B7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CellMar>
                  <w:left w:w="62" w:type="dxa"/>
                  <w:right w:w="62" w:type="dxa"/>
                </w:tblCellMar>
                <w:tblLook w:val="0000" w:firstRow="0" w:lastRow="0" w:firstColumn="0" w:lastColumn="0" w:noHBand="0" w:noVBand="0"/>
              </w:tblPrEx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52D91007" w14:textId="1BBF32FA" w:rsidR="003F06A1" w:rsidRPr="003F06A1" w:rsidRDefault="004926AB" w:rsidP="003F06A1">
                  <w:pPr>
                    <w:pStyle w:val="SIText"/>
                  </w:pPr>
                  <w:r w:rsidRPr="00F47E61">
                    <w:t>FWPNSY3002</w:t>
                  </w:r>
                </w:p>
              </w:tc>
              <w:tc>
                <w:tcPr>
                  <w:tcW w:w="6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6C48CBE2" w14:textId="78666217" w:rsidR="003F06A1" w:rsidRPr="003F06A1" w:rsidRDefault="00F47E61" w:rsidP="003F06A1">
                  <w:pPr>
                    <w:pStyle w:val="SIText"/>
                  </w:pPr>
                  <w:r w:rsidRPr="00F47E61">
                    <w:t>Extract, clean, store and despatch tree seeds</w:t>
                  </w:r>
                </w:p>
              </w:tc>
            </w:tr>
            <w:tr w:rsidR="00297133" w14:paraId="222EAFCC" w14:textId="77777777" w:rsidTr="00625B7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CellMar>
                  <w:left w:w="62" w:type="dxa"/>
                  <w:right w:w="62" w:type="dxa"/>
                </w:tblCellMar>
                <w:tblLook w:val="0000" w:firstRow="0" w:lastRow="0" w:firstColumn="0" w:lastColumn="0" w:noHBand="0" w:noVBand="0"/>
              </w:tblPrEx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6DD2C141" w14:textId="2F9AFBEA" w:rsidR="00297133" w:rsidRPr="00F47E61" w:rsidRDefault="00297133" w:rsidP="003F06A1">
                  <w:pPr>
                    <w:pStyle w:val="SIText"/>
                  </w:pPr>
                  <w:r w:rsidRPr="00297133">
                    <w:t>HLTAID011</w:t>
                  </w:r>
                </w:p>
              </w:tc>
              <w:tc>
                <w:tcPr>
                  <w:tcW w:w="6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494CCBAE" w14:textId="19F6E424" w:rsidR="00297133" w:rsidRPr="00F47E61" w:rsidRDefault="00297133" w:rsidP="003F06A1">
                  <w:pPr>
                    <w:pStyle w:val="SIText"/>
                  </w:pPr>
                  <w:r w:rsidRPr="00297133">
                    <w:t>Provide First Aid</w:t>
                  </w:r>
                </w:p>
              </w:tc>
            </w:tr>
            <w:tr w:rsidR="00297133" w14:paraId="4F8B61C7" w14:textId="77777777" w:rsidTr="00625B7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CellMar>
                  <w:left w:w="62" w:type="dxa"/>
                  <w:right w:w="62" w:type="dxa"/>
                </w:tblCellMar>
                <w:tblLook w:val="0000" w:firstRow="0" w:lastRow="0" w:firstColumn="0" w:lastColumn="0" w:noHBand="0" w:noVBand="0"/>
              </w:tblPrEx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4A890745" w14:textId="33FDBE05" w:rsidR="00297133" w:rsidRPr="00297133" w:rsidRDefault="00297133" w:rsidP="003F06A1">
                  <w:pPr>
                    <w:pStyle w:val="SIText"/>
                  </w:pPr>
                  <w:r w:rsidRPr="00297133">
                    <w:t>HLTAID015</w:t>
                  </w:r>
                </w:p>
              </w:tc>
              <w:tc>
                <w:tcPr>
                  <w:tcW w:w="6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05E8D04A" w14:textId="38F54250" w:rsidR="00297133" w:rsidRPr="00297133" w:rsidRDefault="00297133" w:rsidP="003F06A1">
                  <w:pPr>
                    <w:pStyle w:val="SIText"/>
                  </w:pPr>
                  <w:r w:rsidRPr="00297133">
                    <w:t>Provide advanced resuscitation and oxygen therapy</w:t>
                  </w:r>
                </w:p>
              </w:tc>
            </w:tr>
            <w:tr w:rsidR="003F06A1" w14:paraId="52EA7F7F" w14:textId="77777777" w:rsidTr="00625B7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CellMar>
                  <w:left w:w="62" w:type="dxa"/>
                  <w:right w:w="62" w:type="dxa"/>
                </w:tblCellMar>
                <w:tblLook w:val="0000" w:firstRow="0" w:lastRow="0" w:firstColumn="0" w:lastColumn="0" w:noHBand="0" w:noVBand="0"/>
              </w:tblPrEx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27A0D084" w14:textId="77777777" w:rsidR="003F06A1" w:rsidRPr="002030CF" w:rsidRDefault="003F06A1">
                  <w:pPr>
                    <w:pStyle w:val="SIText"/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 xml:space="preserve">PUAFIR204 </w:t>
                  </w:r>
                  <w:r w:rsidRPr="002030CF">
                    <w:t>*</w:t>
                  </w:r>
                </w:p>
              </w:tc>
              <w:tc>
                <w:tcPr>
                  <w:tcW w:w="6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5F6C2594" w14:textId="77777777" w:rsidR="003F06A1" w:rsidRPr="002030CF" w:rsidRDefault="003F06A1">
                  <w:pPr>
                    <w:pStyle w:val="SIText"/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Respond to wildfire</w:t>
                  </w:r>
                </w:p>
              </w:tc>
            </w:tr>
            <w:tr w:rsidR="003F06A1" w14:paraId="7E288147" w14:textId="77777777" w:rsidTr="00625B7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CellMar>
                  <w:left w:w="62" w:type="dxa"/>
                  <w:right w:w="62" w:type="dxa"/>
                </w:tblCellMar>
                <w:tblLook w:val="0000" w:firstRow="0" w:lastRow="0" w:firstColumn="0" w:lastColumn="0" w:noHBand="0" w:noVBand="0"/>
              </w:tblPrEx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092A1816" w14:textId="77777777" w:rsidR="003F06A1" w:rsidRPr="002030CF" w:rsidRDefault="003F06A1">
                  <w:pPr>
                    <w:pStyle w:val="SIText"/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 xml:space="preserve">PUAFIR303 </w:t>
                  </w:r>
                  <w:r w:rsidRPr="002030CF">
                    <w:t>*</w:t>
                  </w:r>
                </w:p>
              </w:tc>
              <w:tc>
                <w:tcPr>
                  <w:tcW w:w="6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2EEABB84" w14:textId="77777777" w:rsidR="003F06A1" w:rsidRPr="002030CF" w:rsidRDefault="003F06A1">
                  <w:pPr>
                    <w:pStyle w:val="SIText"/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Suppress wildfire</w:t>
                  </w:r>
                </w:p>
              </w:tc>
            </w:tr>
            <w:tr w:rsidR="003F06A1" w14:paraId="2EB5AD8A" w14:textId="77777777" w:rsidTr="00625B7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CellMar>
                  <w:left w:w="62" w:type="dxa"/>
                  <w:right w:w="62" w:type="dxa"/>
                </w:tblCellMar>
                <w:tblLook w:val="0000" w:firstRow="0" w:lastRow="0" w:firstColumn="0" w:lastColumn="0" w:noHBand="0" w:noVBand="0"/>
              </w:tblPrEx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72F48830" w14:textId="77777777" w:rsidR="003F06A1" w:rsidRPr="002B18D3" w:rsidRDefault="003F06A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B18D3">
                    <w:rPr>
                      <w:rStyle w:val="SITemporarytext-red"/>
                      <w:color w:val="auto"/>
                      <w:sz w:val="20"/>
                    </w:rPr>
                    <w:t>PUAFIR210</w:t>
                  </w:r>
                </w:p>
              </w:tc>
              <w:tc>
                <w:tcPr>
                  <w:tcW w:w="6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2A197BF8" w14:textId="77777777" w:rsidR="003F06A1" w:rsidRPr="002B18D3" w:rsidRDefault="003F06A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B18D3">
                    <w:rPr>
                      <w:rStyle w:val="SITemporarytext-red"/>
                      <w:color w:val="auto"/>
                      <w:sz w:val="20"/>
                    </w:rPr>
                    <w:t>Prevent injury</w:t>
                  </w:r>
                </w:p>
              </w:tc>
            </w:tr>
            <w:tr w:rsidR="00297133" w14:paraId="004B60BD" w14:textId="77777777" w:rsidTr="00625B7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CellMar>
                  <w:left w:w="62" w:type="dxa"/>
                  <w:right w:w="62" w:type="dxa"/>
                </w:tblCellMar>
                <w:tblLook w:val="0000" w:firstRow="0" w:lastRow="0" w:firstColumn="0" w:lastColumn="0" w:noHBand="0" w:noVBand="0"/>
              </w:tblPrEx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44182270" w14:textId="6840F0C9" w:rsidR="00297133" w:rsidRPr="002B18D3" w:rsidRDefault="00297133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SISOSCB001</w:t>
                  </w:r>
                </w:p>
              </w:tc>
              <w:tc>
                <w:tcPr>
                  <w:tcW w:w="6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6CEDF7E1" w14:textId="5236E07B" w:rsidR="00297133" w:rsidRPr="00297133" w:rsidRDefault="00297133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SCUBA dive in open water to a maximum depth of 18 metres</w:t>
                  </w:r>
                </w:p>
              </w:tc>
            </w:tr>
            <w:tr w:rsidR="00297133" w14:paraId="70CDA4BC" w14:textId="77777777" w:rsidTr="00625B7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CellMar>
                  <w:left w:w="62" w:type="dxa"/>
                  <w:right w:w="62" w:type="dxa"/>
                </w:tblCellMar>
                <w:tblLook w:val="0000" w:firstRow="0" w:lastRow="0" w:firstColumn="0" w:lastColumn="0" w:noHBand="0" w:noVBand="0"/>
              </w:tblPrEx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259FB23D" w14:textId="2130575C" w:rsidR="00297133" w:rsidRPr="00297133" w:rsidRDefault="00297133" w:rsidP="00832074">
                  <w:pPr>
                    <w:pStyle w:val="SIText"/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SISOSCB006</w:t>
                  </w:r>
                  <w:r w:rsidR="00832074" w:rsidRPr="00625B72">
                    <w:rPr>
                      <w:rStyle w:val="SITemporarytext-blue"/>
                      <w:color w:val="auto"/>
                      <w:sz w:val="20"/>
                    </w:rPr>
                    <w:t>*</w:t>
                  </w:r>
                </w:p>
              </w:tc>
              <w:tc>
                <w:tcPr>
                  <w:tcW w:w="6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7A858F0B" w14:textId="1E4EA202" w:rsidR="00297133" w:rsidRPr="00297133" w:rsidRDefault="00297133">
                  <w:pPr>
                    <w:pStyle w:val="SIText"/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Perform diver rescues</w:t>
                  </w:r>
                </w:p>
              </w:tc>
            </w:tr>
            <w:tr w:rsidR="003F06A1" w14:paraId="750AE3AA" w14:textId="77777777" w:rsidTr="00625B7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CellMar>
                  <w:left w:w="62" w:type="dxa"/>
                  <w:right w:w="62" w:type="dxa"/>
                </w:tblCellMar>
                <w:tblLook w:val="0000" w:firstRow="0" w:lastRow="0" w:firstColumn="0" w:lastColumn="0" w:noHBand="0" w:noVBand="0"/>
              </w:tblPrEx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0ACF55D0" w14:textId="77777777" w:rsidR="003F06A1" w:rsidRPr="003F06A1" w:rsidRDefault="003F06A1" w:rsidP="003F06A1">
                  <w:pPr>
                    <w:pStyle w:val="SIText"/>
                  </w:pPr>
                  <w:r w:rsidRPr="004D0D02">
                    <w:t>SITTGDE001</w:t>
                  </w:r>
                </w:p>
              </w:tc>
              <w:tc>
                <w:tcPr>
                  <w:tcW w:w="6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4F1BB566" w14:textId="77777777" w:rsidR="003F06A1" w:rsidRPr="003F06A1" w:rsidRDefault="003F06A1" w:rsidP="003F06A1">
                  <w:pPr>
                    <w:pStyle w:val="SIText"/>
                  </w:pPr>
                  <w:r w:rsidRPr="004D0D02">
                    <w:t>Interpret aspects of local Australian Indigenous culture</w:t>
                  </w:r>
                </w:p>
              </w:tc>
            </w:tr>
            <w:tr w:rsidR="003F06A1" w14:paraId="294B8656" w14:textId="77777777" w:rsidTr="00625B7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CellMar>
                  <w:left w:w="62" w:type="dxa"/>
                  <w:right w:w="62" w:type="dxa"/>
                </w:tblCellMar>
                <w:tblLook w:val="0000" w:firstRow="0" w:lastRow="0" w:firstColumn="0" w:lastColumn="0" w:noHBand="0" w:noVBand="0"/>
              </w:tblPrEx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3DCCFA40" w14:textId="77777777" w:rsidR="003F06A1" w:rsidRPr="003F06A1" w:rsidRDefault="003F06A1" w:rsidP="003F06A1">
                  <w:pPr>
                    <w:pStyle w:val="SIText"/>
                  </w:pPr>
                  <w:r w:rsidRPr="004D0D02">
                    <w:t>SITTGDE002</w:t>
                  </w:r>
                </w:p>
              </w:tc>
              <w:tc>
                <w:tcPr>
                  <w:tcW w:w="6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7BA94F13" w14:textId="77777777" w:rsidR="003F06A1" w:rsidRPr="003F06A1" w:rsidRDefault="003F06A1" w:rsidP="003F06A1">
                  <w:pPr>
                    <w:pStyle w:val="SIText"/>
                  </w:pPr>
                  <w:r w:rsidRPr="004D0D02">
                    <w:t>Work as a guide</w:t>
                  </w:r>
                </w:p>
              </w:tc>
            </w:tr>
            <w:tr w:rsidR="003F06A1" w14:paraId="46F5C44C" w14:textId="77777777" w:rsidTr="00625B7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CellMar>
                  <w:left w:w="62" w:type="dxa"/>
                  <w:right w:w="62" w:type="dxa"/>
                </w:tblCellMar>
                <w:tblLook w:val="0000" w:firstRow="0" w:lastRow="0" w:firstColumn="0" w:lastColumn="0" w:noHBand="0" w:noVBand="0"/>
              </w:tblPrEx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516D6396" w14:textId="77777777" w:rsidR="003F06A1" w:rsidRPr="003F06A1" w:rsidRDefault="003F06A1" w:rsidP="003F06A1">
                  <w:pPr>
                    <w:pStyle w:val="SIText"/>
                  </w:pPr>
                  <w:r w:rsidRPr="004D0D02">
                    <w:t>SITTGDE007</w:t>
                  </w:r>
                </w:p>
              </w:tc>
              <w:tc>
                <w:tcPr>
                  <w:tcW w:w="6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6C92633B" w14:textId="77777777" w:rsidR="003F06A1" w:rsidRPr="003F06A1" w:rsidRDefault="003F06A1" w:rsidP="003F06A1">
                  <w:pPr>
                    <w:pStyle w:val="SIText"/>
                  </w:pPr>
                  <w:r w:rsidRPr="004D0D02">
                    <w:t>Research and share general information on Australian Indigenous cultures</w:t>
                  </w:r>
                </w:p>
              </w:tc>
            </w:tr>
            <w:tr w:rsidR="003F06A1" w14:paraId="5DE5CAB1" w14:textId="77777777" w:rsidTr="00625B7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CellMar>
                  <w:left w:w="62" w:type="dxa"/>
                  <w:right w:w="62" w:type="dxa"/>
                </w:tblCellMar>
                <w:tblLook w:val="0000" w:firstRow="0" w:lastRow="0" w:firstColumn="0" w:lastColumn="0" w:noHBand="0" w:noVBand="0"/>
              </w:tblPrEx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5D7866CF" w14:textId="77777777" w:rsidR="003F06A1" w:rsidRPr="003F06A1" w:rsidRDefault="003F06A1" w:rsidP="003F06A1">
                  <w:pPr>
                    <w:pStyle w:val="SIText"/>
                  </w:pPr>
                  <w:r w:rsidRPr="004D0D02">
                    <w:t>SITTGDE008</w:t>
                  </w:r>
                </w:p>
              </w:tc>
              <w:tc>
                <w:tcPr>
                  <w:tcW w:w="6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6F0CECD0" w14:textId="77777777" w:rsidR="003F06A1" w:rsidRPr="003F06A1" w:rsidRDefault="003F06A1" w:rsidP="003F06A1">
                  <w:pPr>
                    <w:pStyle w:val="SIText"/>
                  </w:pPr>
                  <w:r w:rsidRPr="004D0D02">
                    <w:t>Prepare specialised interpretive content on flora, fauna and landscape</w:t>
                  </w:r>
                </w:p>
              </w:tc>
            </w:tr>
            <w:tr w:rsidR="003F06A1" w14:paraId="6DE4BDA5" w14:textId="77777777" w:rsidTr="00625B7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CellMar>
                  <w:left w:w="62" w:type="dxa"/>
                  <w:right w:w="62" w:type="dxa"/>
                </w:tblCellMar>
                <w:tblLook w:val="0000" w:firstRow="0" w:lastRow="0" w:firstColumn="0" w:lastColumn="0" w:noHBand="0" w:noVBand="0"/>
              </w:tblPrEx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539DCE21" w14:textId="77777777" w:rsidR="003F06A1" w:rsidRPr="003F06A1" w:rsidRDefault="003F06A1" w:rsidP="003F06A1">
                  <w:pPr>
                    <w:pStyle w:val="SIText"/>
                  </w:pPr>
                  <w:r w:rsidRPr="004D0D02">
                    <w:t>SITTGDE010</w:t>
                  </w:r>
                </w:p>
              </w:tc>
              <w:tc>
                <w:tcPr>
                  <w:tcW w:w="6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67F99C0E" w14:textId="77777777" w:rsidR="003F06A1" w:rsidRPr="003F06A1" w:rsidRDefault="003F06A1" w:rsidP="003F06A1">
                  <w:pPr>
                    <w:pStyle w:val="SIText"/>
                  </w:pPr>
                  <w:r w:rsidRPr="004D0D02">
                    <w:t>Prepare specialised interpretive content on cultural and heritage environments</w:t>
                  </w:r>
                </w:p>
              </w:tc>
            </w:tr>
          </w:tbl>
          <w:p w14:paraId="200502C2" w14:textId="77777777" w:rsidR="003F06A1" w:rsidRPr="00205F8D" w:rsidRDefault="003F06A1" w:rsidP="00205F8D"/>
          <w:p w14:paraId="2F76F6AB" w14:textId="77777777" w:rsidR="00901865" w:rsidRDefault="00901865" w:rsidP="00205F8D">
            <w:pPr>
              <w:pStyle w:val="SITextHeading2"/>
            </w:pPr>
          </w:p>
          <w:p w14:paraId="356EA7D1" w14:textId="77777777" w:rsidR="00901865" w:rsidRDefault="00901865" w:rsidP="00205F8D">
            <w:pPr>
              <w:pStyle w:val="SITextHeading2"/>
            </w:pPr>
          </w:p>
          <w:p w14:paraId="0B151CAC" w14:textId="0E17784C" w:rsidR="004270D2" w:rsidRPr="00205F8D" w:rsidRDefault="004270D2" w:rsidP="00205F8D">
            <w:pPr>
              <w:pStyle w:val="SITextHeading2"/>
            </w:pPr>
            <w:r w:rsidRPr="004D2710">
              <w:t>Prerequisite requirements</w:t>
            </w:r>
          </w:p>
          <w:p w14:paraId="3477AB27" w14:textId="77777777" w:rsidR="00AC7417" w:rsidRPr="00AC7417" w:rsidRDefault="00AC7417" w:rsidP="00AC7417">
            <w:pPr>
              <w:pStyle w:val="SIText"/>
            </w:pPr>
            <w:r w:rsidRPr="00AC7417">
              <w:t>Units listed in the Prerequisite requirement column that have their own prerequisite requirements are shown with an asterisk (*)</w:t>
            </w:r>
          </w:p>
          <w:p w14:paraId="30D02F65" w14:textId="77777777" w:rsidR="004270D2" w:rsidRDefault="004270D2" w:rsidP="00205F8D"/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703"/>
              <w:gridCol w:w="4961"/>
            </w:tblGrid>
            <w:tr w:rsidR="004270D2" w14:paraId="06D3C2AD" w14:textId="77777777" w:rsidTr="00CE13A2">
              <w:tc>
                <w:tcPr>
                  <w:tcW w:w="3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B6F41B" w14:textId="77777777" w:rsidR="004270D2" w:rsidRPr="00205F8D" w:rsidRDefault="004270D2" w:rsidP="00625B72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BF956A" w14:textId="77777777" w:rsidR="004270D2" w:rsidRPr="00205F8D" w:rsidRDefault="004270D2" w:rsidP="00625B72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4270D2" w14:paraId="3CBDBEF3" w14:textId="77777777" w:rsidTr="00CE13A2">
              <w:trPr>
                <w:trHeight w:val="568"/>
              </w:trPr>
              <w:tc>
                <w:tcPr>
                  <w:tcW w:w="3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13CBAE" w14:textId="374823E0" w:rsidR="004270D2" w:rsidRPr="00D30BC5" w:rsidRDefault="00442B38">
                  <w:pPr>
                    <w:pStyle w:val="SIText"/>
                  </w:pPr>
                  <w:r w:rsidRPr="004D34E1">
                    <w:t>AHC</w:t>
                  </w:r>
                  <w:r w:rsidR="00176D96">
                    <w:t>CSW</w:t>
                  </w:r>
                  <w:r w:rsidRPr="004D34E1">
                    <w:t>3</w:t>
                  </w:r>
                  <w:r w:rsidR="00653F93">
                    <w:t>X</w:t>
                  </w:r>
                  <w:r w:rsidRPr="004D34E1">
                    <w:t>01</w:t>
                  </w:r>
                  <w:r w:rsidR="00AC7417">
                    <w:t xml:space="preserve"> </w:t>
                  </w:r>
                  <w:r w:rsidRPr="004D34E1">
                    <w:t xml:space="preserve">Protect places of </w:t>
                  </w:r>
                  <w:r w:rsidR="00B05813" w:rsidRPr="00B05813">
                    <w:t xml:space="preserve">Aboriginal and/or Torres Strait Islander </w:t>
                  </w:r>
                  <w:r w:rsidRPr="004D34E1">
                    <w:t>cultural significance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4F53FE" w14:textId="75DFE020" w:rsidR="004270D2" w:rsidRPr="002B18D3" w:rsidRDefault="002F4C92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AHC</w:t>
                  </w:r>
                  <w:r w:rsidR="00176D96" w:rsidRPr="002B18D3">
                    <w:rPr>
                      <w:rStyle w:val="SITemporarytext-blue"/>
                      <w:color w:val="auto"/>
                      <w:sz w:val="20"/>
                    </w:rPr>
                    <w:t>OCM</w:t>
                  </w: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3</w:t>
                  </w:r>
                  <w:r w:rsidR="00653F93" w:rsidRPr="002B18D3">
                    <w:rPr>
                      <w:rStyle w:val="SITemporarytext-blue"/>
                      <w:color w:val="auto"/>
                      <w:sz w:val="20"/>
                    </w:rPr>
                    <w:t>X</w:t>
                  </w:r>
                  <w:r w:rsidRPr="002B18D3">
                    <w:rPr>
                      <w:rStyle w:val="SITemporarytext-blue"/>
                      <w:color w:val="auto"/>
                      <w:sz w:val="20"/>
                    </w:rPr>
                    <w:t xml:space="preserve">06 </w:t>
                  </w:r>
                  <w:r w:rsidR="00176D96" w:rsidRPr="002B18D3">
                    <w:rPr>
                      <w:rStyle w:val="SITemporarytext-blue"/>
                      <w:color w:val="auto"/>
                      <w:sz w:val="20"/>
                    </w:rPr>
                    <w:t>Follow</w:t>
                  </w:r>
                  <w:r w:rsidRPr="002B18D3">
                    <w:rPr>
                      <w:rStyle w:val="SITemporarytext-blue"/>
                      <w:color w:val="auto"/>
                      <w:sz w:val="20"/>
                    </w:rPr>
                    <w:t xml:space="preserve"> Aboriginal and/or Torres Strait Islander cultural protocols</w:t>
                  </w:r>
                </w:p>
                <w:p w14:paraId="235631B5" w14:textId="77777777" w:rsidR="004270D2" w:rsidRPr="002B18D3" w:rsidRDefault="004270D2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</w:p>
              </w:tc>
            </w:tr>
            <w:tr w:rsidR="004270D2" w14:paraId="0DA71468" w14:textId="77777777" w:rsidTr="00CE13A2">
              <w:tc>
                <w:tcPr>
                  <w:tcW w:w="3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75C745" w14:textId="22298DDE" w:rsidR="004270D2" w:rsidRPr="00D30BC5" w:rsidRDefault="00442B38" w:rsidP="00AC7417">
                  <w:pPr>
                    <w:pStyle w:val="SIText"/>
                  </w:pPr>
                  <w:r w:rsidRPr="00442B38">
                    <w:t>AHC</w:t>
                  </w:r>
                  <w:r w:rsidR="00176D96">
                    <w:t>CSW</w:t>
                  </w:r>
                  <w:r w:rsidRPr="00442B38">
                    <w:t>3</w:t>
                  </w:r>
                  <w:r w:rsidR="00653F93">
                    <w:t>X</w:t>
                  </w:r>
                  <w:r w:rsidRPr="00442B38">
                    <w:t>02</w:t>
                  </w:r>
                  <w:r w:rsidR="00AC7417">
                    <w:t xml:space="preserve"> </w:t>
                  </w:r>
                  <w:r w:rsidRPr="00442B38">
                    <w:t xml:space="preserve">Relate </w:t>
                  </w:r>
                  <w:r w:rsidR="00B05813" w:rsidRPr="00B05813">
                    <w:t xml:space="preserve">Aboriginal and/or Torres Strait Islander </w:t>
                  </w:r>
                  <w:r w:rsidRPr="00442B38">
                    <w:t>culture to sites work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C95AA3" w14:textId="7996CD04" w:rsidR="004270D2" w:rsidRPr="002B18D3" w:rsidRDefault="00653F9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AHC</w:t>
                  </w:r>
                  <w:r w:rsidR="00176D96" w:rsidRPr="002B18D3">
                    <w:rPr>
                      <w:rStyle w:val="SITemporarytext-blue"/>
                      <w:color w:val="auto"/>
                      <w:sz w:val="20"/>
                    </w:rPr>
                    <w:t>OCM</w:t>
                  </w:r>
                  <w:r w:rsidRPr="002B18D3">
                    <w:rPr>
                      <w:rStyle w:val="SITemporarytext-blue"/>
                      <w:color w:val="auto"/>
                      <w:sz w:val="20"/>
                    </w:rPr>
                    <w:t xml:space="preserve">3X06 </w:t>
                  </w:r>
                  <w:r w:rsidR="00176D96" w:rsidRPr="002B18D3">
                    <w:rPr>
                      <w:rStyle w:val="SITemporarytext-blue"/>
                      <w:color w:val="auto"/>
                      <w:sz w:val="20"/>
                    </w:rPr>
                    <w:t>Follow Aboriginal and/or Torres Strait Islander cultural protocols</w:t>
                  </w:r>
                </w:p>
              </w:tc>
            </w:tr>
            <w:tr w:rsidR="004270D2" w14:paraId="2F5B62E2" w14:textId="77777777" w:rsidTr="00CE13A2">
              <w:trPr>
                <w:trHeight w:val="691"/>
              </w:trPr>
              <w:tc>
                <w:tcPr>
                  <w:tcW w:w="3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C6908D" w14:textId="00AF25E7" w:rsidR="004270D2" w:rsidRPr="00205F8D" w:rsidRDefault="00442B38" w:rsidP="00AC7417">
                  <w:pPr>
                    <w:pStyle w:val="SIText"/>
                  </w:pPr>
                  <w:r w:rsidRPr="00442B38">
                    <w:t>AHC</w:t>
                  </w:r>
                  <w:r w:rsidR="00176D96">
                    <w:t>CSW</w:t>
                  </w:r>
                  <w:r w:rsidRPr="00442B38">
                    <w:t>3</w:t>
                  </w:r>
                  <w:r w:rsidR="00653F93">
                    <w:t>X</w:t>
                  </w:r>
                  <w:r w:rsidRPr="00442B38">
                    <w:t>03</w:t>
                  </w:r>
                  <w:r w:rsidR="00AC7417">
                    <w:t xml:space="preserve"> </w:t>
                  </w:r>
                  <w:r w:rsidRPr="00442B38">
                    <w:t xml:space="preserve">Identify and record </w:t>
                  </w:r>
                  <w:r w:rsidR="00B05813" w:rsidRPr="00B05813">
                    <w:t xml:space="preserve">Aboriginal and/or Torres Strait Islander </w:t>
                  </w:r>
                  <w:r w:rsidRPr="00442B38">
                    <w:t>sites, objects and cultural landscapes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A468F6" w14:textId="160CF31E" w:rsidR="004270D2" w:rsidRPr="002B18D3" w:rsidRDefault="00653F9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AHC</w:t>
                  </w:r>
                  <w:r w:rsidR="00176D96" w:rsidRPr="002B18D3">
                    <w:rPr>
                      <w:rStyle w:val="SITemporarytext-blue"/>
                      <w:color w:val="auto"/>
                      <w:sz w:val="20"/>
                    </w:rPr>
                    <w:t>OCM</w:t>
                  </w:r>
                  <w:r w:rsidRPr="002B18D3">
                    <w:rPr>
                      <w:rStyle w:val="SITemporarytext-blue"/>
                      <w:color w:val="auto"/>
                      <w:sz w:val="20"/>
                    </w:rPr>
                    <w:t xml:space="preserve">3X06 </w:t>
                  </w:r>
                  <w:r w:rsidR="00176D96" w:rsidRPr="002B18D3">
                    <w:rPr>
                      <w:rStyle w:val="SITemporarytext-blue"/>
                      <w:color w:val="auto"/>
                      <w:sz w:val="20"/>
                    </w:rPr>
                    <w:t>Follow Aboriginal and/or Torres Strait Islander cultural protocols</w:t>
                  </w:r>
                </w:p>
              </w:tc>
            </w:tr>
            <w:tr w:rsidR="002B64C3" w14:paraId="000E319B" w14:textId="77777777" w:rsidTr="00CE13A2">
              <w:trPr>
                <w:trHeight w:val="691"/>
              </w:trPr>
              <w:tc>
                <w:tcPr>
                  <w:tcW w:w="3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614AD2" w14:textId="5A4DCF48" w:rsidR="002B64C3" w:rsidRPr="00442B38" w:rsidRDefault="002B64C3">
                  <w:pPr>
                    <w:pStyle w:val="SIText"/>
                  </w:pPr>
                  <w:r w:rsidRPr="004D0D02">
                    <w:t>AHC</w:t>
                  </w:r>
                  <w:r w:rsidR="00176D96">
                    <w:t>CSW</w:t>
                  </w:r>
                  <w:r w:rsidRPr="004D0D02">
                    <w:t>3</w:t>
                  </w:r>
                  <w:r w:rsidR="00653F93">
                    <w:t>X</w:t>
                  </w:r>
                  <w:r w:rsidRPr="004D0D02">
                    <w:t>04</w:t>
                  </w:r>
                  <w:r>
                    <w:t xml:space="preserve"> </w:t>
                  </w:r>
                  <w:r w:rsidRPr="004D0D02">
                    <w:t xml:space="preserve">Identify </w:t>
                  </w:r>
                  <w:r w:rsidR="00B05813" w:rsidRPr="00B05813">
                    <w:t xml:space="preserve">Aboriginal and/or Torres Strait Islander </w:t>
                  </w:r>
                  <w:r w:rsidRPr="004D0D02">
                    <w:t>culturally significant plants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805373" w14:textId="0D120BF4" w:rsidR="002B64C3" w:rsidRPr="002B18D3" w:rsidRDefault="00653F9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AHC</w:t>
                  </w:r>
                  <w:r w:rsidR="00176D96" w:rsidRPr="002B18D3">
                    <w:rPr>
                      <w:rStyle w:val="SITemporarytext-blue"/>
                      <w:color w:val="auto"/>
                      <w:sz w:val="20"/>
                    </w:rPr>
                    <w:t>OCM</w:t>
                  </w:r>
                  <w:r w:rsidRPr="002B18D3">
                    <w:rPr>
                      <w:rStyle w:val="SITemporarytext-blue"/>
                      <w:color w:val="auto"/>
                      <w:sz w:val="20"/>
                    </w:rPr>
                    <w:t xml:space="preserve">3X06 </w:t>
                  </w:r>
                  <w:r w:rsidR="00176D96" w:rsidRPr="002B18D3">
                    <w:rPr>
                      <w:rStyle w:val="SITemporarytext-blue"/>
                      <w:color w:val="auto"/>
                      <w:sz w:val="20"/>
                    </w:rPr>
                    <w:t>Follow Aboriginal and/or Torres Strait Islander cultural protocols</w:t>
                  </w:r>
                </w:p>
              </w:tc>
            </w:tr>
            <w:tr w:rsidR="00D672A4" w14:paraId="530779CC" w14:textId="77777777" w:rsidTr="00CE13A2">
              <w:trPr>
                <w:trHeight w:val="691"/>
              </w:trPr>
              <w:tc>
                <w:tcPr>
                  <w:tcW w:w="3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01E7D1" w14:textId="7615D81E" w:rsidR="00D672A4" w:rsidRPr="00442B38" w:rsidRDefault="00D672A4" w:rsidP="002B64C3">
                  <w:pPr>
                    <w:pStyle w:val="SIText"/>
                  </w:pPr>
                  <w:r w:rsidRPr="004D0D02">
                    <w:t>AHC</w:t>
                  </w:r>
                  <w:r w:rsidR="00176D96">
                    <w:t>CSW</w:t>
                  </w:r>
                  <w:r w:rsidRPr="004D0D02">
                    <w:t>3</w:t>
                  </w:r>
                  <w:r w:rsidR="00653F93">
                    <w:t>X</w:t>
                  </w:r>
                  <w:r w:rsidRPr="004D0D02">
                    <w:t xml:space="preserve">06 Use technology in </w:t>
                  </w:r>
                  <w:r w:rsidR="00B05813" w:rsidRPr="00B05813">
                    <w:t xml:space="preserve">Aboriginal and/or Torres Strait Islander </w:t>
                  </w:r>
                  <w:r w:rsidRPr="004D0D02">
                    <w:t>sites work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274824" w14:textId="13230850" w:rsidR="00D672A4" w:rsidRPr="002B18D3" w:rsidRDefault="00653F9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AHC</w:t>
                  </w:r>
                  <w:r w:rsidR="00176D96" w:rsidRPr="002B18D3">
                    <w:rPr>
                      <w:rStyle w:val="SITemporarytext-blue"/>
                      <w:color w:val="auto"/>
                      <w:sz w:val="20"/>
                    </w:rPr>
                    <w:t>OCM</w:t>
                  </w:r>
                  <w:r w:rsidRPr="002B18D3">
                    <w:rPr>
                      <w:rStyle w:val="SITemporarytext-blue"/>
                      <w:color w:val="auto"/>
                      <w:sz w:val="20"/>
                    </w:rPr>
                    <w:t xml:space="preserve">3X06 </w:t>
                  </w:r>
                  <w:r w:rsidR="00176D96" w:rsidRPr="002B18D3">
                    <w:rPr>
                      <w:rStyle w:val="SITemporarytext-blue"/>
                      <w:color w:val="auto"/>
                      <w:sz w:val="20"/>
                    </w:rPr>
                    <w:t>Follow Aboriginal and/or Torres Strait Islander cultural protocols</w:t>
                  </w:r>
                </w:p>
              </w:tc>
            </w:tr>
            <w:tr w:rsidR="00D672A4" w14:paraId="7E4661C7" w14:textId="77777777" w:rsidTr="00CE13A2">
              <w:trPr>
                <w:trHeight w:val="691"/>
              </w:trPr>
              <w:tc>
                <w:tcPr>
                  <w:tcW w:w="3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53E1F" w14:textId="3F10EFD5" w:rsidR="00D672A4" w:rsidRPr="00442B38" w:rsidRDefault="00D672A4" w:rsidP="002B64C3">
                  <w:pPr>
                    <w:pStyle w:val="SIText"/>
                  </w:pPr>
                  <w:r w:rsidRPr="004D0D02">
                    <w:t>AHC</w:t>
                  </w:r>
                  <w:r w:rsidR="00176D96">
                    <w:t>CSW</w:t>
                  </w:r>
                  <w:r w:rsidRPr="004D0D02">
                    <w:t>3</w:t>
                  </w:r>
                  <w:r w:rsidR="00653F93">
                    <w:t>X</w:t>
                  </w:r>
                  <w:r w:rsidRPr="004D0D02">
                    <w:t xml:space="preserve">07 Support the documentation of </w:t>
                  </w:r>
                  <w:r w:rsidR="00B05813" w:rsidRPr="00B05813">
                    <w:t xml:space="preserve">Aboriginal and/or Torres Strait Islander </w:t>
                  </w:r>
                  <w:r w:rsidRPr="004D0D02">
                    <w:t>cultural landscapes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FD08C5" w14:textId="39047C8D" w:rsidR="00D672A4" w:rsidRPr="002B18D3" w:rsidRDefault="00653F9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AHC</w:t>
                  </w:r>
                  <w:r w:rsidR="00176D96" w:rsidRPr="002B18D3">
                    <w:rPr>
                      <w:rStyle w:val="SITemporarytext-blue"/>
                      <w:color w:val="auto"/>
                      <w:sz w:val="20"/>
                    </w:rPr>
                    <w:t>OCM</w:t>
                  </w:r>
                  <w:r w:rsidRPr="002B18D3">
                    <w:rPr>
                      <w:rStyle w:val="SITemporarytext-blue"/>
                      <w:color w:val="auto"/>
                      <w:sz w:val="20"/>
                    </w:rPr>
                    <w:t xml:space="preserve">3X06 </w:t>
                  </w:r>
                  <w:r w:rsidR="00176D96" w:rsidRPr="002B18D3">
                    <w:rPr>
                      <w:rStyle w:val="SITemporarytext-blue"/>
                      <w:color w:val="auto"/>
                      <w:sz w:val="20"/>
                    </w:rPr>
                    <w:t>Follow Aboriginal and/or Torres Strait Islander cultural protocols</w:t>
                  </w:r>
                </w:p>
              </w:tc>
            </w:tr>
            <w:tr w:rsidR="002B64C3" w14:paraId="695686AC" w14:textId="77777777" w:rsidTr="00CE13A2">
              <w:trPr>
                <w:trHeight w:val="691"/>
              </w:trPr>
              <w:tc>
                <w:tcPr>
                  <w:tcW w:w="3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C2C9E9" w14:textId="765262A2" w:rsidR="002B64C3" w:rsidRPr="002030CF" w:rsidRDefault="002B64C3" w:rsidP="00AC7417">
                  <w:pPr>
                    <w:pStyle w:val="SIText"/>
                  </w:pPr>
                  <w:r w:rsidRPr="002030CF">
                    <w:t>AHC</w:t>
                  </w:r>
                  <w:r w:rsidR="00176D96" w:rsidRPr="002030CF">
                    <w:t>CSW</w:t>
                  </w:r>
                  <w:r w:rsidRPr="002030CF">
                    <w:t>3</w:t>
                  </w:r>
                  <w:r w:rsidR="00653F93" w:rsidRPr="002030CF">
                    <w:t>X</w:t>
                  </w:r>
                  <w:r w:rsidRPr="002030CF">
                    <w:t>08</w:t>
                  </w:r>
                  <w:r w:rsidR="00AC7417">
                    <w:t xml:space="preserve"> </w:t>
                  </w:r>
                  <w:r w:rsidRPr="002030CF">
                    <w:t xml:space="preserve">Apply cultural significance to </w:t>
                  </w:r>
                  <w:r w:rsidR="00B05813" w:rsidRPr="002030CF">
                    <w:t xml:space="preserve">Aboriginal and/or Torres Strait Islander </w:t>
                  </w:r>
                  <w:r w:rsidRPr="002030CF">
                    <w:t xml:space="preserve">sites </w:t>
                  </w: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and landscapes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C8CC68" w14:textId="519ECF38" w:rsidR="002B64C3" w:rsidRPr="002030CF" w:rsidRDefault="00653F93">
                  <w:pPr>
                    <w:pStyle w:val="SIText"/>
                  </w:pPr>
                  <w:r w:rsidRPr="002030CF">
                    <w:t>AHC</w:t>
                  </w:r>
                  <w:r w:rsidR="00176D96" w:rsidRPr="002030CF">
                    <w:t>CSW</w:t>
                  </w:r>
                  <w:r w:rsidRPr="002030CF">
                    <w:t>3X02</w:t>
                  </w:r>
                  <w:r w:rsidR="00B05813" w:rsidRPr="002030CF">
                    <w:t xml:space="preserve"> Relate Aboriginal and/or Torres Strait Islander culture to sites work</w:t>
                  </w:r>
                  <w:r w:rsidR="00901865">
                    <w:t>*</w:t>
                  </w:r>
                  <w:r w:rsidR="00B05813" w:rsidRPr="002030CF">
                    <w:t xml:space="preserve"> </w:t>
                  </w:r>
                </w:p>
              </w:tc>
            </w:tr>
            <w:tr w:rsidR="002B64C3" w14:paraId="14F14A1A" w14:textId="77777777" w:rsidTr="00CE13A2">
              <w:trPr>
                <w:trHeight w:val="511"/>
              </w:trPr>
              <w:tc>
                <w:tcPr>
                  <w:tcW w:w="3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6AEF42" w14:textId="61B904C2" w:rsidR="002B64C3" w:rsidRPr="002030CF" w:rsidRDefault="002B64C3">
                  <w:pPr>
                    <w:pStyle w:val="SIText"/>
                  </w:pPr>
                  <w:r w:rsidRPr="002030CF">
                    <w:t>AHC</w:t>
                  </w:r>
                  <w:r w:rsidR="00176D96" w:rsidRPr="002030CF">
                    <w:t>CSW</w:t>
                  </w:r>
                  <w:r w:rsidRPr="002030CF">
                    <w:t>3</w:t>
                  </w:r>
                  <w:r w:rsidR="00653F93" w:rsidRPr="002030CF">
                    <w:t>X</w:t>
                  </w:r>
                  <w:r w:rsidRPr="002030CF">
                    <w:t>09</w:t>
                  </w:r>
                  <w:r w:rsidR="00AC7417">
                    <w:t xml:space="preserve"> </w:t>
                  </w:r>
                  <w:r w:rsidRPr="002030CF">
                    <w:t xml:space="preserve">Interpret </w:t>
                  </w:r>
                  <w:r w:rsidR="00B05813" w:rsidRPr="002030CF">
                    <w:t xml:space="preserve">Aboriginal and/or Torres Strait Islander </w:t>
                  </w:r>
                  <w:r w:rsidRPr="002030CF">
                    <w:t xml:space="preserve">cultural </w:t>
                  </w: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landscape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6983C7" w14:textId="11F86A82" w:rsidR="002B64C3" w:rsidRPr="002030CF" w:rsidRDefault="00653F93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2B18D3">
                    <w:t>AHC</w:t>
                  </w:r>
                  <w:r w:rsidR="00176D96" w:rsidRPr="002030CF">
                    <w:t>CSW</w:t>
                  </w:r>
                  <w:r w:rsidRPr="002030CF">
                    <w:t>3X02</w:t>
                  </w:r>
                  <w:r w:rsidR="002B64C3" w:rsidRPr="002030CF">
                    <w:t xml:space="preserve"> Relate </w:t>
                  </w:r>
                  <w:r w:rsidR="00B05813" w:rsidRPr="002030CF">
                    <w:t xml:space="preserve">Aboriginal and/or Torres Strait Islander </w:t>
                  </w:r>
                  <w:r w:rsidR="002B64C3" w:rsidRPr="002030CF">
                    <w:t>culture to sites work</w:t>
                  </w:r>
                  <w:r w:rsidR="00901865">
                    <w:t>*</w:t>
                  </w:r>
                </w:p>
              </w:tc>
            </w:tr>
            <w:tr w:rsidR="002B64C3" w14:paraId="3A1506D0" w14:textId="77777777" w:rsidTr="00CE13A2">
              <w:trPr>
                <w:trHeight w:val="691"/>
              </w:trPr>
              <w:tc>
                <w:tcPr>
                  <w:tcW w:w="3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6D9059" w14:textId="021AC383" w:rsidR="002B64C3" w:rsidRPr="002030CF" w:rsidRDefault="002B64C3">
                  <w:pPr>
                    <w:pStyle w:val="SIText"/>
                  </w:pPr>
                  <w:r w:rsidRPr="002030CF">
                    <w:t>AHC</w:t>
                  </w:r>
                  <w:r w:rsidR="00176D96" w:rsidRPr="002030CF">
                    <w:t>CSW</w:t>
                  </w:r>
                  <w:r w:rsidRPr="002030CF">
                    <w:t>3</w:t>
                  </w:r>
                  <w:r w:rsidR="00653F93" w:rsidRPr="002030CF">
                    <w:t>X</w:t>
                  </w:r>
                  <w:r w:rsidRPr="002030CF">
                    <w:t xml:space="preserve">10 Move and store </w:t>
                  </w:r>
                  <w:r w:rsidR="00B05813" w:rsidRPr="002030CF">
                    <w:t xml:space="preserve">Aboriginal and/or Torres Strait Islander </w:t>
                  </w:r>
                  <w:r w:rsidRPr="002030CF">
                    <w:t>cultural material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479467" w14:textId="02EA6DB1" w:rsidR="002B64C3" w:rsidRPr="002B18D3" w:rsidRDefault="00653F9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AHC</w:t>
                  </w:r>
                  <w:r w:rsidR="00176D96" w:rsidRPr="002B18D3">
                    <w:rPr>
                      <w:rStyle w:val="SITemporarytext-blue"/>
                      <w:color w:val="auto"/>
                      <w:sz w:val="20"/>
                    </w:rPr>
                    <w:t>OCM</w:t>
                  </w:r>
                  <w:r w:rsidRPr="002B18D3">
                    <w:rPr>
                      <w:rStyle w:val="SITemporarytext-blue"/>
                      <w:color w:val="auto"/>
                      <w:sz w:val="20"/>
                    </w:rPr>
                    <w:t xml:space="preserve">3X06 </w:t>
                  </w:r>
                  <w:r w:rsidR="00176D96" w:rsidRPr="002B18D3">
                    <w:rPr>
                      <w:rStyle w:val="SITemporarytext-blue"/>
                      <w:color w:val="auto"/>
                      <w:sz w:val="20"/>
                    </w:rPr>
                    <w:t>Follow Aboriginal and/or Torres Strait Islander cultural protocols</w:t>
                  </w:r>
                </w:p>
              </w:tc>
            </w:tr>
            <w:tr w:rsidR="002B64C3" w14:paraId="0B173928" w14:textId="77777777" w:rsidTr="00CE13A2">
              <w:trPr>
                <w:trHeight w:val="691"/>
              </w:trPr>
              <w:tc>
                <w:tcPr>
                  <w:tcW w:w="3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B51C73" w14:textId="2A9400C3" w:rsidR="002B64C3" w:rsidRPr="002030CF" w:rsidRDefault="002B64C3">
                  <w:pPr>
                    <w:pStyle w:val="SIText"/>
                  </w:pPr>
                  <w:r w:rsidRPr="002030CF">
                    <w:t>AHC</w:t>
                  </w:r>
                  <w:r w:rsidR="00176D96" w:rsidRPr="002030CF">
                    <w:t>CSW</w:t>
                  </w:r>
                  <w:r w:rsidRPr="002030CF">
                    <w:t>3</w:t>
                  </w:r>
                  <w:r w:rsidR="00901865">
                    <w:t>X</w:t>
                  </w:r>
                  <w:r w:rsidRPr="002030CF">
                    <w:t xml:space="preserve">12 Maintain an </w:t>
                  </w:r>
                  <w:r w:rsidR="00B05813" w:rsidRPr="002030CF">
                    <w:t xml:space="preserve">Aboriginal and/or Torres Strait Islander </w:t>
                  </w:r>
                  <w:r w:rsidRPr="002030CF">
                    <w:t>cultural site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1155D9" w14:textId="21079B39" w:rsidR="002B64C3" w:rsidRPr="002B18D3" w:rsidRDefault="00653F9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AHC</w:t>
                  </w:r>
                  <w:r w:rsidR="00176D96" w:rsidRPr="002B18D3">
                    <w:rPr>
                      <w:rStyle w:val="SITemporarytext-blue"/>
                      <w:color w:val="auto"/>
                      <w:sz w:val="20"/>
                    </w:rPr>
                    <w:t>OCM</w:t>
                  </w:r>
                  <w:r w:rsidRPr="002B18D3">
                    <w:rPr>
                      <w:rStyle w:val="SITemporarytext-blue"/>
                      <w:color w:val="auto"/>
                      <w:sz w:val="20"/>
                    </w:rPr>
                    <w:t xml:space="preserve">3X06 </w:t>
                  </w:r>
                  <w:r w:rsidR="00176D96" w:rsidRPr="002B18D3">
                    <w:rPr>
                      <w:rStyle w:val="SITemporarytext-blue"/>
                      <w:color w:val="auto"/>
                      <w:sz w:val="20"/>
                    </w:rPr>
                    <w:t>Follow Aboriginal and/or Torres Strait Islander cultural protocols</w:t>
                  </w:r>
                </w:p>
              </w:tc>
            </w:tr>
            <w:tr w:rsidR="00F47E61" w14:paraId="01FEA7BD" w14:textId="77777777" w:rsidTr="00CE13A2">
              <w:trPr>
                <w:trHeight w:val="691"/>
              </w:trPr>
              <w:tc>
                <w:tcPr>
                  <w:tcW w:w="3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8188D4" w14:textId="0AEE0904" w:rsidR="00F47E61" w:rsidRPr="002030CF" w:rsidRDefault="00F47E61" w:rsidP="002030CF">
                  <w:pPr>
                    <w:pStyle w:val="SIText"/>
                  </w:pPr>
                  <w:r w:rsidRPr="00F47E61">
                    <w:t>AHCLPW307 Perform restricted diving for scientific purposes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F32C33" w14:textId="5F688515" w:rsidR="00F47E61" w:rsidRPr="002B18D3" w:rsidRDefault="00F47E6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SISOSCB001 SCUBA dive in open water to a maximum depth of 18 metres</w:t>
                  </w:r>
                </w:p>
                <w:p w14:paraId="469F6861" w14:textId="47C665AD" w:rsidR="00F47E61" w:rsidRPr="002B18D3" w:rsidRDefault="00F47E6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SISOSCB006 Perform diver rescues</w:t>
                  </w:r>
                </w:p>
                <w:p w14:paraId="3DB14671" w14:textId="21376FAC" w:rsidR="00F47E61" w:rsidRPr="002B18D3" w:rsidRDefault="00F47E6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HLTAID011 Provide First Aid</w:t>
                  </w:r>
                </w:p>
                <w:p w14:paraId="6B6AF9D1" w14:textId="0280E742" w:rsidR="00F47E61" w:rsidRPr="002030CF" w:rsidRDefault="00F47E61" w:rsidP="0090186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HLTAID015 Provide advanced resuscitation and oxygen therap</w:t>
                  </w:r>
                  <w:r w:rsidRPr="00901865">
                    <w:rPr>
                      <w:rStyle w:val="SITemporarytext-blue"/>
                      <w:color w:val="auto"/>
                      <w:sz w:val="20"/>
                    </w:rPr>
                    <w:t>y</w:t>
                  </w:r>
                  <w:r w:rsidR="00901865" w:rsidRPr="00625B72">
                    <w:rPr>
                      <w:rStyle w:val="SITemporarytext-blue"/>
                      <w:color w:val="auto"/>
                      <w:sz w:val="20"/>
                    </w:rPr>
                    <w:t>*</w:t>
                  </w:r>
                </w:p>
              </w:tc>
            </w:tr>
            <w:tr w:rsidR="002B64C3" w14:paraId="1EA36A9D" w14:textId="77777777" w:rsidTr="00CE13A2">
              <w:trPr>
                <w:trHeight w:val="691"/>
              </w:trPr>
              <w:tc>
                <w:tcPr>
                  <w:tcW w:w="3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AA8BE7" w14:textId="68DC9F90" w:rsidR="002B64C3" w:rsidRPr="002030CF" w:rsidRDefault="002B64C3">
                  <w:pPr>
                    <w:pStyle w:val="SIText"/>
                  </w:pPr>
                  <w:r w:rsidRPr="002030CF">
                    <w:t>AHC</w:t>
                  </w:r>
                  <w:r w:rsidR="00176D96" w:rsidRPr="002030CF">
                    <w:t>OCM</w:t>
                  </w:r>
                  <w:r w:rsidRPr="002030CF">
                    <w:t>3</w:t>
                  </w:r>
                  <w:r w:rsidR="00653F93" w:rsidRPr="002030CF">
                    <w:t>X</w:t>
                  </w:r>
                  <w:r w:rsidRPr="002030CF">
                    <w:t xml:space="preserve">05 Work with an </w:t>
                  </w:r>
                  <w:r w:rsidR="00B05813" w:rsidRPr="002030CF">
                    <w:t xml:space="preserve">Aboriginal and/or Torres Strait Islander </w:t>
                  </w:r>
                  <w:r w:rsidRPr="002030CF">
                    <w:t>Community or organisation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C60465" w14:textId="14D5EFD9" w:rsidR="002B64C3" w:rsidRPr="002B18D3" w:rsidRDefault="00653F9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AHC</w:t>
                  </w:r>
                  <w:r w:rsidR="00176D96" w:rsidRPr="002B18D3">
                    <w:rPr>
                      <w:rStyle w:val="SITemporarytext-blue"/>
                      <w:color w:val="auto"/>
                      <w:sz w:val="20"/>
                    </w:rPr>
                    <w:t>OCM</w:t>
                  </w:r>
                  <w:r w:rsidRPr="002B18D3">
                    <w:rPr>
                      <w:rStyle w:val="SITemporarytext-blue"/>
                      <w:color w:val="auto"/>
                      <w:sz w:val="20"/>
                    </w:rPr>
                    <w:t xml:space="preserve">3X06 </w:t>
                  </w:r>
                  <w:r w:rsidR="00176D96" w:rsidRPr="002B18D3">
                    <w:rPr>
                      <w:rStyle w:val="SITemporarytext-blue"/>
                      <w:color w:val="auto"/>
                      <w:sz w:val="20"/>
                    </w:rPr>
                    <w:t>Follow Aboriginal and/or Torres Strait Islander cultural protocols</w:t>
                  </w:r>
                </w:p>
              </w:tc>
            </w:tr>
            <w:tr w:rsidR="002B64C3" w14:paraId="4ABD3115" w14:textId="77777777" w:rsidTr="00CE13A2">
              <w:trPr>
                <w:trHeight w:val="493"/>
              </w:trPr>
              <w:tc>
                <w:tcPr>
                  <w:tcW w:w="3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D3EE63" w14:textId="72E25198" w:rsidR="002B64C3" w:rsidRPr="002030CF" w:rsidRDefault="002B64C3">
                  <w:pPr>
                    <w:pStyle w:val="SIText"/>
                  </w:pPr>
                  <w:r w:rsidRPr="002030CF">
                    <w:t>AHC</w:t>
                  </w:r>
                  <w:r w:rsidR="00176D96" w:rsidRPr="002030CF">
                    <w:t>OCM</w:t>
                  </w:r>
                  <w:r w:rsidRPr="002030CF">
                    <w:t>3</w:t>
                  </w:r>
                  <w:r w:rsidR="00653F93" w:rsidRPr="002030CF">
                    <w:t>X</w:t>
                  </w:r>
                  <w:r w:rsidRPr="002030CF">
                    <w:t xml:space="preserve">07 Implement </w:t>
                  </w:r>
                  <w:r w:rsidR="00B05813" w:rsidRPr="002030CF">
                    <w:t xml:space="preserve">Aboriginal and/or Torres Strait Islander </w:t>
                  </w:r>
                  <w:r w:rsidRPr="002030CF">
                    <w:t>cultural burning practices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6D2F51" w14:textId="0CD40A40" w:rsidR="002B64C3" w:rsidRPr="002B18D3" w:rsidRDefault="00653F9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B18D3">
                    <w:rPr>
                      <w:rStyle w:val="SITemporarytext-blue"/>
                      <w:color w:val="auto"/>
                      <w:sz w:val="20"/>
                    </w:rPr>
                    <w:t>AHC</w:t>
                  </w:r>
                  <w:r w:rsidR="00176D96" w:rsidRPr="002B18D3">
                    <w:rPr>
                      <w:rStyle w:val="SITemporarytext-blue"/>
                      <w:color w:val="auto"/>
                      <w:sz w:val="20"/>
                    </w:rPr>
                    <w:t>OCM</w:t>
                  </w:r>
                  <w:r w:rsidRPr="002B18D3">
                    <w:rPr>
                      <w:rStyle w:val="SITemporarytext-blue"/>
                      <w:color w:val="auto"/>
                      <w:sz w:val="20"/>
                    </w:rPr>
                    <w:t xml:space="preserve">3X06 </w:t>
                  </w:r>
                  <w:r w:rsidR="00176D96" w:rsidRPr="002B18D3">
                    <w:rPr>
                      <w:rStyle w:val="SITemporarytext-blue"/>
                      <w:color w:val="auto"/>
                      <w:sz w:val="20"/>
                    </w:rPr>
                    <w:t>Follow Aboriginal and/or Torres Strait Islander cultural protocols</w:t>
                  </w:r>
                </w:p>
              </w:tc>
            </w:tr>
            <w:tr w:rsidR="00901865" w14:paraId="51460F3C" w14:textId="77777777" w:rsidTr="00CE13A2">
              <w:trPr>
                <w:trHeight w:val="493"/>
              </w:trPr>
              <w:tc>
                <w:tcPr>
                  <w:tcW w:w="3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D5BCE9" w14:textId="7928308D" w:rsidR="00901865" w:rsidRPr="00901865" w:rsidRDefault="00901865" w:rsidP="00901865">
                  <w:pPr>
                    <w:pStyle w:val="SIText"/>
                  </w:pPr>
                  <w:r w:rsidRPr="00625B72">
                    <w:rPr>
                      <w:rStyle w:val="SITemporarytext-blue"/>
                      <w:color w:val="auto"/>
                      <w:sz w:val="20"/>
                    </w:rPr>
                    <w:t>HLTAID015 Provide advanced resuscitation and oxygen therapy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D48E5A" w14:textId="77777777" w:rsidR="00901865" w:rsidRPr="00625B72" w:rsidRDefault="00901865" w:rsidP="0090186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25B72">
                    <w:rPr>
                      <w:rStyle w:val="SITemporarytext-blue"/>
                      <w:color w:val="auto"/>
                      <w:sz w:val="20"/>
                    </w:rPr>
                    <w:t>HLTAID011 Provide First Aid</w:t>
                  </w:r>
                </w:p>
                <w:p w14:paraId="1EBCEFBE" w14:textId="77777777" w:rsidR="00901865" w:rsidRPr="00901865" w:rsidRDefault="00901865" w:rsidP="0090186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</w:p>
              </w:tc>
            </w:tr>
            <w:tr w:rsidR="002B64C3" w14:paraId="74B597E4" w14:textId="77777777" w:rsidTr="00CE13A2">
              <w:trPr>
                <w:trHeight w:val="283"/>
              </w:trPr>
              <w:tc>
                <w:tcPr>
                  <w:tcW w:w="3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503790" w14:textId="6F611ED7" w:rsidR="002B64C3" w:rsidRPr="002F4C92" w:rsidRDefault="004F153E">
                  <w:pPr>
                    <w:pStyle w:val="SIText"/>
                  </w:pPr>
                  <w:r w:rsidRPr="002F4C92">
                    <w:rPr>
                      <w:rStyle w:val="SITemporarytext-blue"/>
                      <w:color w:val="auto"/>
                      <w:sz w:val="20"/>
                    </w:rPr>
                    <w:t>PUAFIR204 Respond to wildfire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7063E7" w14:textId="5D9EB4C8" w:rsidR="002B64C3" w:rsidRPr="002F4C92" w:rsidRDefault="004F153E" w:rsidP="002F4C92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2F4C92">
                    <w:rPr>
                      <w:rStyle w:val="SITemporarytext-red"/>
                      <w:color w:val="auto"/>
                      <w:sz w:val="20"/>
                    </w:rPr>
                    <w:t>PUAFIR210 Prevent injury</w:t>
                  </w:r>
                </w:p>
              </w:tc>
            </w:tr>
            <w:tr w:rsidR="002B64C3" w14:paraId="65662C55" w14:textId="77777777" w:rsidTr="00CE13A2">
              <w:trPr>
                <w:trHeight w:val="248"/>
              </w:trPr>
              <w:tc>
                <w:tcPr>
                  <w:tcW w:w="3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D0D4A7" w14:textId="7BE90A39" w:rsidR="002B64C3" w:rsidRPr="002F4C92" w:rsidRDefault="004F153E" w:rsidP="002F4C92">
                  <w:pPr>
                    <w:pStyle w:val="SIText"/>
                  </w:pPr>
                  <w:r w:rsidRPr="002F4C92">
                    <w:rPr>
                      <w:rStyle w:val="SITemporarytext-blue"/>
                      <w:color w:val="auto"/>
                      <w:sz w:val="20"/>
                    </w:rPr>
                    <w:t>PUAFIR303</w:t>
                  </w:r>
                  <w:r w:rsidR="00BB7492" w:rsidRPr="002F4C92">
                    <w:rPr>
                      <w:rStyle w:val="SITemporarytext-blue"/>
                      <w:color w:val="auto"/>
                      <w:sz w:val="20"/>
                    </w:rPr>
                    <w:t xml:space="preserve"> </w:t>
                  </w:r>
                  <w:r w:rsidRPr="002F4C92">
                    <w:rPr>
                      <w:rStyle w:val="SITemporarytext-blue"/>
                      <w:color w:val="auto"/>
                      <w:sz w:val="20"/>
                    </w:rPr>
                    <w:t>Suppress wildfire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7AF06B" w14:textId="1AB18CFD" w:rsidR="002B64C3" w:rsidRPr="002F4C92" w:rsidRDefault="004F153E" w:rsidP="002F4C92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2F4C92">
                    <w:rPr>
                      <w:rStyle w:val="SITemporarytext-red"/>
                      <w:color w:val="auto"/>
                      <w:sz w:val="20"/>
                    </w:rPr>
                    <w:t>PUAFIR204 Respond to wildfire</w:t>
                  </w:r>
                </w:p>
              </w:tc>
            </w:tr>
            <w:tr w:rsidR="00832074" w14:paraId="09ACCB8F" w14:textId="77777777" w:rsidTr="00CE13A2">
              <w:trPr>
                <w:trHeight w:val="248"/>
              </w:trPr>
              <w:tc>
                <w:tcPr>
                  <w:tcW w:w="3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F025F6" w14:textId="1D07D20F" w:rsidR="00832074" w:rsidRPr="00832074" w:rsidRDefault="00832074" w:rsidP="0083207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25B72">
                    <w:rPr>
                      <w:rStyle w:val="SITemporarytext-blue"/>
                      <w:color w:val="auto"/>
                      <w:sz w:val="20"/>
                    </w:rPr>
                    <w:t xml:space="preserve">SISOSCB006 </w:t>
                  </w:r>
                  <w:r w:rsidRPr="00832074">
                    <w:t>Perform diver rescues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ED4CEB" w14:textId="68938971" w:rsidR="00832074" w:rsidRPr="00832074" w:rsidRDefault="00832074" w:rsidP="0083207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32074">
                    <w:t>SISOSCB001 SCUBA dive in open water to a maximum depth of 18 metres</w:t>
                  </w:r>
                </w:p>
              </w:tc>
            </w:tr>
          </w:tbl>
          <w:p w14:paraId="5FED56CF" w14:textId="77777777" w:rsidR="004270D2" w:rsidRDefault="004270D2" w:rsidP="00205F8D"/>
        </w:tc>
      </w:tr>
    </w:tbl>
    <w:p w14:paraId="3458B2FE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3CF82EA7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3902CA0A" w14:textId="77777777" w:rsidR="005C7EA8" w:rsidRPr="00205F8D" w:rsidRDefault="000C13F1" w:rsidP="00205F8D">
            <w:pPr>
              <w:pStyle w:val="SITextHeading2"/>
            </w:pPr>
            <w:r w:rsidRPr="000C13F1">
              <w:t>Qualification Mapping Information</w:t>
            </w:r>
          </w:p>
          <w:p w14:paraId="3B0DA2D2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389163CE" w14:textId="77777777" w:rsidTr="00EA116F">
              <w:tc>
                <w:tcPr>
                  <w:tcW w:w="1028" w:type="pct"/>
                </w:tcPr>
                <w:p w14:paraId="152C2D2E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ACDFDD9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 version</w:t>
                  </w:r>
                </w:p>
              </w:tc>
              <w:tc>
                <w:tcPr>
                  <w:tcW w:w="1398" w:type="pct"/>
                </w:tcPr>
                <w:p w14:paraId="2B905A41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5BE34315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0DA2A787" w14:textId="77777777" w:rsidTr="00EA116F">
              <w:tc>
                <w:tcPr>
                  <w:tcW w:w="1028" w:type="pct"/>
                </w:tcPr>
                <w:p w14:paraId="3CAEB43F" w14:textId="6E203F98" w:rsidR="000C13F1" w:rsidRPr="00205F8D" w:rsidRDefault="00562F03" w:rsidP="00205F8D">
                  <w:pPr>
                    <w:pStyle w:val="SIText"/>
                  </w:pPr>
                  <w:r w:rsidRPr="004D34E1">
                    <w:t>AHC3</w:t>
                  </w:r>
                  <w:r w:rsidR="007D41BD">
                    <w:t>2</w:t>
                  </w:r>
                  <w:r w:rsidRPr="00562F03">
                    <w:t xml:space="preserve">X522 </w:t>
                  </w:r>
                  <w:r w:rsidR="004D34E1" w:rsidRPr="004D34E1">
                    <w:t xml:space="preserve">Certificate III in </w:t>
                  </w:r>
                  <w:r w:rsidR="001242DC">
                    <w:t xml:space="preserve">Aboriginal and/or Torres Strait Islander </w:t>
                  </w:r>
                  <w:r w:rsidR="00A03731">
                    <w:t>Cultural</w:t>
                  </w:r>
                  <w:r w:rsidR="004D34E1" w:rsidRPr="004D34E1">
                    <w:t xml:space="preserve"> Sites Work</w:t>
                  </w:r>
                </w:p>
              </w:tc>
              <w:tc>
                <w:tcPr>
                  <w:tcW w:w="1105" w:type="pct"/>
                </w:tcPr>
                <w:p w14:paraId="1545A9A2" w14:textId="6241B42E" w:rsidR="000C13F1" w:rsidRPr="00205F8D" w:rsidRDefault="004D34E1" w:rsidP="00205F8D">
                  <w:pPr>
                    <w:pStyle w:val="SIText"/>
                  </w:pPr>
                  <w:r w:rsidRPr="004D34E1">
                    <w:t>AHC32516 Certificate III in Aboriginal Sites Work</w:t>
                  </w:r>
                </w:p>
              </w:tc>
              <w:tc>
                <w:tcPr>
                  <w:tcW w:w="1398" w:type="pct"/>
                </w:tcPr>
                <w:p w14:paraId="506E0D0A" w14:textId="0AEADE91" w:rsidR="00D81E65" w:rsidRDefault="0039751C" w:rsidP="00CE13A2">
                  <w:pPr>
                    <w:pStyle w:val="SIText"/>
                  </w:pPr>
                  <w:r>
                    <w:t>Q</w:t>
                  </w:r>
                  <w:r w:rsidRPr="00D81E65">
                    <w:t>ualification</w:t>
                  </w:r>
                  <w:r w:rsidR="00D81E65" w:rsidRPr="00D81E65">
                    <w:t xml:space="preserve"> title and code </w:t>
                  </w:r>
                  <w:r>
                    <w:t>updated</w:t>
                  </w:r>
                </w:p>
                <w:p w14:paraId="522FF9B4" w14:textId="6F69198B" w:rsidR="003F0549" w:rsidRDefault="0039751C" w:rsidP="00CE13A2">
                  <w:pPr>
                    <w:pStyle w:val="SIText"/>
                  </w:pPr>
                  <w:r>
                    <w:t>Q</w:t>
                  </w:r>
                  <w:r w:rsidR="003F0549">
                    <w:t>ualification description</w:t>
                  </w:r>
                  <w:r>
                    <w:t xml:space="preserve"> revised</w:t>
                  </w:r>
                </w:p>
                <w:p w14:paraId="50452F0F" w14:textId="58C26FC5" w:rsidR="006F07A4" w:rsidRPr="00BC49BB" w:rsidRDefault="0039751C" w:rsidP="0039751C">
                  <w:pPr>
                    <w:pStyle w:val="SIText"/>
                  </w:pPr>
                  <w:r w:rsidRPr="0039751C">
                    <w:t xml:space="preserve">Total number of units required to achieve the qualification reduced </w:t>
                  </w:r>
                  <w:r w:rsidR="002B18D3">
                    <w:t>Packaging Rules</w:t>
                  </w:r>
                  <w:r>
                    <w:t>, Core and Elective units changed</w:t>
                  </w:r>
                </w:p>
              </w:tc>
              <w:tc>
                <w:tcPr>
                  <w:tcW w:w="1469" w:type="pct"/>
                </w:tcPr>
                <w:p w14:paraId="339F9EFA" w14:textId="2D9FAE83" w:rsidR="000C13F1" w:rsidRPr="00205F8D" w:rsidRDefault="00CE13A2" w:rsidP="00205F8D">
                  <w:pPr>
                    <w:pStyle w:val="SIText"/>
                  </w:pPr>
                  <w:r>
                    <w:t>Not equivalent</w:t>
                  </w:r>
                </w:p>
              </w:tc>
            </w:tr>
          </w:tbl>
          <w:p w14:paraId="34019D31" w14:textId="77777777" w:rsidR="000C13F1" w:rsidRPr="00205F8D" w:rsidRDefault="000C13F1" w:rsidP="00205F8D"/>
        </w:tc>
      </w:tr>
      <w:tr w:rsidR="005C7EA8" w:rsidRPr="00963A46" w14:paraId="288D8F8D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8228BF2" w14:textId="77777777" w:rsidR="005C7EA8" w:rsidRPr="00205F8D" w:rsidRDefault="000C13F1" w:rsidP="00205F8D">
            <w:pPr>
              <w:pStyle w:val="SITextHeading2"/>
            </w:pPr>
            <w:r w:rsidRPr="000C13F1">
              <w:t>Links</w:t>
            </w:r>
          </w:p>
          <w:p w14:paraId="005F7D23" w14:textId="75E4002C" w:rsidR="00140954" w:rsidRPr="00205F8D" w:rsidRDefault="00140954" w:rsidP="00205F8D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r w:rsidR="00A03731" w:rsidRPr="00A64D08">
              <w:t>https://vetnet.gov.au/Pages/TrainingDocs.aspx?q=c6399549-9c62-4a5e-bf1a-524b2322cf72</w:t>
            </w:r>
            <w:r w:rsidR="00A03731" w:rsidRPr="00A03731">
              <w:t>.</w:t>
            </w:r>
            <w:r w:rsidRPr="00140954">
              <w:t xml:space="preserve"> </w:t>
            </w:r>
          </w:p>
          <w:p w14:paraId="6A50605C" w14:textId="46E79082" w:rsidR="000C13F1" w:rsidRPr="00205F8D" w:rsidRDefault="000C13F1" w:rsidP="00205F8D">
            <w:pPr>
              <w:rPr>
                <w:rStyle w:val="SITemporarytext-red"/>
              </w:rPr>
            </w:pPr>
          </w:p>
        </w:tc>
      </w:tr>
    </w:tbl>
    <w:p w14:paraId="59C8EC30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CB823" w14:textId="77777777" w:rsidR="00281BAA" w:rsidRDefault="00281BAA" w:rsidP="00BF3F0A">
      <w:r>
        <w:separator/>
      </w:r>
    </w:p>
    <w:p w14:paraId="71B0F160" w14:textId="77777777" w:rsidR="00281BAA" w:rsidRDefault="00281BAA"/>
  </w:endnote>
  <w:endnote w:type="continuationSeparator" w:id="0">
    <w:p w14:paraId="3852CF3D" w14:textId="77777777" w:rsidR="00281BAA" w:rsidRDefault="00281BAA" w:rsidP="00BF3F0A">
      <w:r>
        <w:continuationSeparator/>
      </w:r>
    </w:p>
    <w:p w14:paraId="5BE53079" w14:textId="77777777" w:rsidR="00281BAA" w:rsidRDefault="00281BAA"/>
  </w:endnote>
  <w:endnote w:type="continuationNotice" w:id="1">
    <w:p w14:paraId="3D0820A4" w14:textId="77777777" w:rsidR="00281BAA" w:rsidRDefault="00281B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6FA53" w14:textId="77777777" w:rsidR="008E1B41" w:rsidRPr="00205F8D" w:rsidRDefault="00D810DE" w:rsidP="00205F8D">
        <w:pPr>
          <w:pStyle w:val="SIText"/>
        </w:pPr>
        <w:r w:rsidRPr="00205F8D">
          <w:t>Skills Im</w:t>
        </w:r>
        <w:r w:rsidR="00151D93" w:rsidRPr="00205F8D">
          <w:t xml:space="preserve">pact </w:t>
        </w:r>
        <w:r w:rsidR="00894FBB" w:rsidRPr="00205F8D">
          <w:t>Qualification</w:t>
        </w:r>
        <w:r w:rsidR="000D7BE6" w:rsidRPr="00205F8D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022F07" w:rsidRPr="00205F8D">
          <w:t>2</w:t>
        </w:r>
        <w:r w:rsidRPr="00205F8D">
          <w:fldChar w:fldCharType="end"/>
        </w:r>
      </w:p>
      <w:p w14:paraId="309E21E9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205F8D">
          <w:t>14 October</w:t>
        </w:r>
        <w:r w:rsidR="00AF2F35">
          <w:t xml:space="preserve"> 20</w:t>
        </w:r>
        <w:r w:rsidR="006F07A4">
          <w:t>20</w:t>
        </w:r>
      </w:p>
    </w:sdtContent>
  </w:sdt>
  <w:p w14:paraId="3D87C6B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B39E5" w14:textId="77777777" w:rsidR="00281BAA" w:rsidRDefault="00281BAA" w:rsidP="00BF3F0A">
      <w:r>
        <w:separator/>
      </w:r>
    </w:p>
    <w:p w14:paraId="53F8D158" w14:textId="77777777" w:rsidR="00281BAA" w:rsidRDefault="00281BAA"/>
  </w:footnote>
  <w:footnote w:type="continuationSeparator" w:id="0">
    <w:p w14:paraId="61B14895" w14:textId="77777777" w:rsidR="00281BAA" w:rsidRDefault="00281BAA" w:rsidP="00BF3F0A">
      <w:r>
        <w:continuationSeparator/>
      </w:r>
    </w:p>
    <w:p w14:paraId="693A7403" w14:textId="77777777" w:rsidR="00281BAA" w:rsidRDefault="00281BAA"/>
  </w:footnote>
  <w:footnote w:type="continuationNotice" w:id="1">
    <w:p w14:paraId="3E6E02C0" w14:textId="77777777" w:rsidR="00281BAA" w:rsidRDefault="00281B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62F7D" w14:textId="2532E7AF" w:rsidR="009C2650" w:rsidRDefault="00281BAA" w:rsidP="00F07C48">
    <w:pPr>
      <w:pStyle w:val="SIText"/>
    </w:pPr>
    <w:sdt>
      <w:sdtPr>
        <w:id w:val="-866065223"/>
        <w:docPartObj>
          <w:docPartGallery w:val="Watermarks"/>
          <w:docPartUnique/>
        </w:docPartObj>
      </w:sdtPr>
      <w:sdtEndPr/>
      <w:sdtContent>
        <w:r>
          <w:pict w14:anchorId="6B11993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D34E1" w:rsidRPr="004D34E1">
      <w:t xml:space="preserve"> AHC3</w:t>
    </w:r>
    <w:r w:rsidR="007D41BD">
      <w:t>2</w:t>
    </w:r>
    <w:r w:rsidR="00D546EF">
      <w:t>X</w:t>
    </w:r>
    <w:r w:rsidR="004D34E1" w:rsidRPr="004D34E1">
      <w:t>5</w:t>
    </w:r>
    <w:r w:rsidR="00D546EF">
      <w:t>2</w:t>
    </w:r>
    <w:r w:rsidR="001A239E">
      <w:t>2</w:t>
    </w:r>
    <w:r w:rsidR="004D34E1" w:rsidRPr="004D34E1">
      <w:t xml:space="preserve"> Certificate III in </w:t>
    </w:r>
    <w:r w:rsidR="001242DC">
      <w:t xml:space="preserve">Aboriginal and/or Torres Strait Islander </w:t>
    </w:r>
    <w:r w:rsidR="00A03731">
      <w:t>Cultural</w:t>
    </w:r>
    <w:r w:rsidR="000F1FAB">
      <w:t xml:space="preserve"> </w:t>
    </w:r>
    <w:r w:rsidR="004D34E1" w:rsidRPr="004D34E1">
      <w:t>Sites Work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+AQHuEeem16m5oG5lWlp7aLj6iYvuLOkZDOnYdPRyV8XpTmH/eXGJ1NCfFaiyiOqV/+DHEoRYXfcZLHvwptasg==" w:salt="UmUUb6cPo49EZ2G4MV2FGA=="/>
  <w:styleLockTheme/>
  <w:styleLockQFSet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4E1"/>
    <w:rsid w:val="000014B9"/>
    <w:rsid w:val="00005978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648DA"/>
    <w:rsid w:val="00064B2D"/>
    <w:rsid w:val="00064BFE"/>
    <w:rsid w:val="00070B3E"/>
    <w:rsid w:val="00071F95"/>
    <w:rsid w:val="000737BB"/>
    <w:rsid w:val="00074E47"/>
    <w:rsid w:val="000A5441"/>
    <w:rsid w:val="000A7A94"/>
    <w:rsid w:val="000C13F1"/>
    <w:rsid w:val="000C64EE"/>
    <w:rsid w:val="000D7BE6"/>
    <w:rsid w:val="000E2C86"/>
    <w:rsid w:val="000F1FAB"/>
    <w:rsid w:val="000F29F2"/>
    <w:rsid w:val="00101659"/>
    <w:rsid w:val="00104E2F"/>
    <w:rsid w:val="001078BF"/>
    <w:rsid w:val="00113A82"/>
    <w:rsid w:val="001242DC"/>
    <w:rsid w:val="00125729"/>
    <w:rsid w:val="00133957"/>
    <w:rsid w:val="001359DA"/>
    <w:rsid w:val="001372F6"/>
    <w:rsid w:val="00140954"/>
    <w:rsid w:val="00140C42"/>
    <w:rsid w:val="00144385"/>
    <w:rsid w:val="00151293"/>
    <w:rsid w:val="00151D93"/>
    <w:rsid w:val="00156EC7"/>
    <w:rsid w:val="00156EF3"/>
    <w:rsid w:val="00162BA8"/>
    <w:rsid w:val="00176D96"/>
    <w:rsid w:val="00176E4F"/>
    <w:rsid w:val="0018546B"/>
    <w:rsid w:val="00195DD5"/>
    <w:rsid w:val="001A239E"/>
    <w:rsid w:val="001A6A3E"/>
    <w:rsid w:val="001A7B6D"/>
    <w:rsid w:val="001B34D5"/>
    <w:rsid w:val="001B513A"/>
    <w:rsid w:val="001C0A75"/>
    <w:rsid w:val="001C5BE8"/>
    <w:rsid w:val="001E0933"/>
    <w:rsid w:val="001E16BC"/>
    <w:rsid w:val="001F28F9"/>
    <w:rsid w:val="001F2BA5"/>
    <w:rsid w:val="001F308D"/>
    <w:rsid w:val="00201A7C"/>
    <w:rsid w:val="002030CF"/>
    <w:rsid w:val="00205F8D"/>
    <w:rsid w:val="0021414D"/>
    <w:rsid w:val="00223124"/>
    <w:rsid w:val="00234444"/>
    <w:rsid w:val="00242293"/>
    <w:rsid w:val="00244EA7"/>
    <w:rsid w:val="00245699"/>
    <w:rsid w:val="00246CC4"/>
    <w:rsid w:val="00254C69"/>
    <w:rsid w:val="00262FC3"/>
    <w:rsid w:val="0027436F"/>
    <w:rsid w:val="00276DB8"/>
    <w:rsid w:val="0028003F"/>
    <w:rsid w:val="00281BAA"/>
    <w:rsid w:val="00282664"/>
    <w:rsid w:val="00285FB8"/>
    <w:rsid w:val="002931C2"/>
    <w:rsid w:val="00297133"/>
    <w:rsid w:val="002A3AC8"/>
    <w:rsid w:val="002A4CD3"/>
    <w:rsid w:val="002B18D3"/>
    <w:rsid w:val="002B64C3"/>
    <w:rsid w:val="002C55E9"/>
    <w:rsid w:val="002D0C8B"/>
    <w:rsid w:val="002E193E"/>
    <w:rsid w:val="002F15B8"/>
    <w:rsid w:val="002F1BE6"/>
    <w:rsid w:val="002F4C92"/>
    <w:rsid w:val="00321C7C"/>
    <w:rsid w:val="00331963"/>
    <w:rsid w:val="00337E82"/>
    <w:rsid w:val="00350BB1"/>
    <w:rsid w:val="00352C83"/>
    <w:rsid w:val="0037067D"/>
    <w:rsid w:val="0038735B"/>
    <w:rsid w:val="0039047F"/>
    <w:rsid w:val="003916D1"/>
    <w:rsid w:val="0039634C"/>
    <w:rsid w:val="0039751C"/>
    <w:rsid w:val="003A21F0"/>
    <w:rsid w:val="003A58BA"/>
    <w:rsid w:val="003A5AE7"/>
    <w:rsid w:val="003A5B41"/>
    <w:rsid w:val="003A7221"/>
    <w:rsid w:val="003C13AE"/>
    <w:rsid w:val="003D2E73"/>
    <w:rsid w:val="003D3E14"/>
    <w:rsid w:val="003E7BBE"/>
    <w:rsid w:val="003F0549"/>
    <w:rsid w:val="003F06A1"/>
    <w:rsid w:val="004127E3"/>
    <w:rsid w:val="004142EE"/>
    <w:rsid w:val="00423D30"/>
    <w:rsid w:val="004270D2"/>
    <w:rsid w:val="0043212E"/>
    <w:rsid w:val="00434366"/>
    <w:rsid w:val="0043560E"/>
    <w:rsid w:val="00436318"/>
    <w:rsid w:val="00440FAA"/>
    <w:rsid w:val="00442B38"/>
    <w:rsid w:val="00444423"/>
    <w:rsid w:val="00452F3E"/>
    <w:rsid w:val="004545D5"/>
    <w:rsid w:val="004640AE"/>
    <w:rsid w:val="00475172"/>
    <w:rsid w:val="004758B0"/>
    <w:rsid w:val="00477A5F"/>
    <w:rsid w:val="0048189C"/>
    <w:rsid w:val="004832D2"/>
    <w:rsid w:val="00485559"/>
    <w:rsid w:val="004926AB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34E1"/>
    <w:rsid w:val="004D44B1"/>
    <w:rsid w:val="004E0460"/>
    <w:rsid w:val="004E1579"/>
    <w:rsid w:val="004E5FAE"/>
    <w:rsid w:val="004E7094"/>
    <w:rsid w:val="004F153E"/>
    <w:rsid w:val="004F5537"/>
    <w:rsid w:val="004F5DC7"/>
    <w:rsid w:val="004F78DA"/>
    <w:rsid w:val="00502C52"/>
    <w:rsid w:val="00507581"/>
    <w:rsid w:val="005248C1"/>
    <w:rsid w:val="00526134"/>
    <w:rsid w:val="00527F90"/>
    <w:rsid w:val="00537D4C"/>
    <w:rsid w:val="005427C8"/>
    <w:rsid w:val="005446D1"/>
    <w:rsid w:val="00547704"/>
    <w:rsid w:val="00556C4C"/>
    <w:rsid w:val="00557369"/>
    <w:rsid w:val="00561F08"/>
    <w:rsid w:val="00562F03"/>
    <w:rsid w:val="00563F5B"/>
    <w:rsid w:val="005708EB"/>
    <w:rsid w:val="00575BC6"/>
    <w:rsid w:val="00583902"/>
    <w:rsid w:val="00592C4C"/>
    <w:rsid w:val="005A3AA5"/>
    <w:rsid w:val="005A48E4"/>
    <w:rsid w:val="005A6C9C"/>
    <w:rsid w:val="005A6CA9"/>
    <w:rsid w:val="005A74DC"/>
    <w:rsid w:val="005B119D"/>
    <w:rsid w:val="005B5146"/>
    <w:rsid w:val="005B5554"/>
    <w:rsid w:val="005C7EA8"/>
    <w:rsid w:val="005D0916"/>
    <w:rsid w:val="005E5CFC"/>
    <w:rsid w:val="005F33CC"/>
    <w:rsid w:val="006121D4"/>
    <w:rsid w:val="00613B49"/>
    <w:rsid w:val="00620E8E"/>
    <w:rsid w:val="00625B72"/>
    <w:rsid w:val="00633CFE"/>
    <w:rsid w:val="00634FCA"/>
    <w:rsid w:val="006404B5"/>
    <w:rsid w:val="006452B8"/>
    <w:rsid w:val="00646993"/>
    <w:rsid w:val="00652E62"/>
    <w:rsid w:val="00653F93"/>
    <w:rsid w:val="00687B62"/>
    <w:rsid w:val="00690C44"/>
    <w:rsid w:val="006969D9"/>
    <w:rsid w:val="006A2B68"/>
    <w:rsid w:val="006B19B1"/>
    <w:rsid w:val="006B4D2D"/>
    <w:rsid w:val="006C2F32"/>
    <w:rsid w:val="006C5515"/>
    <w:rsid w:val="006D4448"/>
    <w:rsid w:val="006E2C4D"/>
    <w:rsid w:val="006E572B"/>
    <w:rsid w:val="006F07A4"/>
    <w:rsid w:val="00705EEC"/>
    <w:rsid w:val="00707741"/>
    <w:rsid w:val="00714361"/>
    <w:rsid w:val="00722769"/>
    <w:rsid w:val="00726DEB"/>
    <w:rsid w:val="00727901"/>
    <w:rsid w:val="0073075B"/>
    <w:rsid w:val="007341D3"/>
    <w:rsid w:val="007341FF"/>
    <w:rsid w:val="00735829"/>
    <w:rsid w:val="00735CCA"/>
    <w:rsid w:val="007404E9"/>
    <w:rsid w:val="007444CF"/>
    <w:rsid w:val="0076523B"/>
    <w:rsid w:val="00770C15"/>
    <w:rsid w:val="00771B60"/>
    <w:rsid w:val="00781102"/>
    <w:rsid w:val="00781D77"/>
    <w:rsid w:val="007860B7"/>
    <w:rsid w:val="00786DC8"/>
    <w:rsid w:val="00795B62"/>
    <w:rsid w:val="007A1149"/>
    <w:rsid w:val="007A1616"/>
    <w:rsid w:val="007B5E4A"/>
    <w:rsid w:val="007C1416"/>
    <w:rsid w:val="007D41BD"/>
    <w:rsid w:val="007D5A78"/>
    <w:rsid w:val="007E294F"/>
    <w:rsid w:val="007E3BD1"/>
    <w:rsid w:val="007E78C0"/>
    <w:rsid w:val="007F1563"/>
    <w:rsid w:val="007F44DB"/>
    <w:rsid w:val="007F5A8B"/>
    <w:rsid w:val="00807AA7"/>
    <w:rsid w:val="00817D51"/>
    <w:rsid w:val="00823530"/>
    <w:rsid w:val="00823FF4"/>
    <w:rsid w:val="00827DAD"/>
    <w:rsid w:val="008306E7"/>
    <w:rsid w:val="00832074"/>
    <w:rsid w:val="00834BC8"/>
    <w:rsid w:val="00837FD6"/>
    <w:rsid w:val="00847421"/>
    <w:rsid w:val="00847B60"/>
    <w:rsid w:val="00850243"/>
    <w:rsid w:val="008545EB"/>
    <w:rsid w:val="00854E8A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C2DD0"/>
    <w:rsid w:val="008E1B41"/>
    <w:rsid w:val="008E39BE"/>
    <w:rsid w:val="008E62EC"/>
    <w:rsid w:val="008E7B69"/>
    <w:rsid w:val="008F32F6"/>
    <w:rsid w:val="00901865"/>
    <w:rsid w:val="00916CD7"/>
    <w:rsid w:val="00920927"/>
    <w:rsid w:val="00921B38"/>
    <w:rsid w:val="00923720"/>
    <w:rsid w:val="00924FBA"/>
    <w:rsid w:val="0092586D"/>
    <w:rsid w:val="009278C9"/>
    <w:rsid w:val="009303A7"/>
    <w:rsid w:val="009364FE"/>
    <w:rsid w:val="009527CB"/>
    <w:rsid w:val="00953835"/>
    <w:rsid w:val="00960F6C"/>
    <w:rsid w:val="00963EC2"/>
    <w:rsid w:val="00964D87"/>
    <w:rsid w:val="00970747"/>
    <w:rsid w:val="0097161E"/>
    <w:rsid w:val="00977781"/>
    <w:rsid w:val="0098725E"/>
    <w:rsid w:val="009A5900"/>
    <w:rsid w:val="009A6C9F"/>
    <w:rsid w:val="009C0262"/>
    <w:rsid w:val="009C2650"/>
    <w:rsid w:val="009D15E2"/>
    <w:rsid w:val="009D15FE"/>
    <w:rsid w:val="009D5D2C"/>
    <w:rsid w:val="009E568C"/>
    <w:rsid w:val="009F0DCC"/>
    <w:rsid w:val="009F11CA"/>
    <w:rsid w:val="009F5107"/>
    <w:rsid w:val="00A03731"/>
    <w:rsid w:val="00A0695B"/>
    <w:rsid w:val="00A13052"/>
    <w:rsid w:val="00A1629F"/>
    <w:rsid w:val="00A216A8"/>
    <w:rsid w:val="00A223A6"/>
    <w:rsid w:val="00A26898"/>
    <w:rsid w:val="00A354FC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B386E"/>
    <w:rsid w:val="00AC0696"/>
    <w:rsid w:val="00AC0E43"/>
    <w:rsid w:val="00AC49A5"/>
    <w:rsid w:val="00AC4C98"/>
    <w:rsid w:val="00AC5F6B"/>
    <w:rsid w:val="00AC60E3"/>
    <w:rsid w:val="00AC7417"/>
    <w:rsid w:val="00AD3896"/>
    <w:rsid w:val="00AD5B47"/>
    <w:rsid w:val="00AE1ED9"/>
    <w:rsid w:val="00AE32CB"/>
    <w:rsid w:val="00AF098A"/>
    <w:rsid w:val="00AF2F35"/>
    <w:rsid w:val="00AF3957"/>
    <w:rsid w:val="00B05813"/>
    <w:rsid w:val="00B12013"/>
    <w:rsid w:val="00B22C67"/>
    <w:rsid w:val="00B3508F"/>
    <w:rsid w:val="00B37E15"/>
    <w:rsid w:val="00B443EE"/>
    <w:rsid w:val="00B560C8"/>
    <w:rsid w:val="00B61150"/>
    <w:rsid w:val="00B65BC7"/>
    <w:rsid w:val="00B717CF"/>
    <w:rsid w:val="00B746B9"/>
    <w:rsid w:val="00B848D4"/>
    <w:rsid w:val="00B865B7"/>
    <w:rsid w:val="00BA1CB1"/>
    <w:rsid w:val="00BA482D"/>
    <w:rsid w:val="00BB23F4"/>
    <w:rsid w:val="00BB7492"/>
    <w:rsid w:val="00BC5075"/>
    <w:rsid w:val="00BD3B0F"/>
    <w:rsid w:val="00BF1D4C"/>
    <w:rsid w:val="00BF3F0A"/>
    <w:rsid w:val="00BF4C89"/>
    <w:rsid w:val="00C143C3"/>
    <w:rsid w:val="00C1739B"/>
    <w:rsid w:val="00C26067"/>
    <w:rsid w:val="00C30135"/>
    <w:rsid w:val="00C30A29"/>
    <w:rsid w:val="00C317DC"/>
    <w:rsid w:val="00C31E99"/>
    <w:rsid w:val="00C3763D"/>
    <w:rsid w:val="00C578E9"/>
    <w:rsid w:val="00C703E2"/>
    <w:rsid w:val="00C70626"/>
    <w:rsid w:val="00C72860"/>
    <w:rsid w:val="00C73B90"/>
    <w:rsid w:val="00C73D81"/>
    <w:rsid w:val="00C87E0C"/>
    <w:rsid w:val="00C96AF3"/>
    <w:rsid w:val="00C97CCC"/>
    <w:rsid w:val="00CA0274"/>
    <w:rsid w:val="00CA303F"/>
    <w:rsid w:val="00CA79F4"/>
    <w:rsid w:val="00CB746F"/>
    <w:rsid w:val="00CC451E"/>
    <w:rsid w:val="00CD4E9D"/>
    <w:rsid w:val="00CD4F4D"/>
    <w:rsid w:val="00CD7EBA"/>
    <w:rsid w:val="00CE13A2"/>
    <w:rsid w:val="00CE7D19"/>
    <w:rsid w:val="00CF0CF5"/>
    <w:rsid w:val="00CF2B3E"/>
    <w:rsid w:val="00D00F76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3796"/>
    <w:rsid w:val="00D527EF"/>
    <w:rsid w:val="00D546EF"/>
    <w:rsid w:val="00D54C76"/>
    <w:rsid w:val="00D65221"/>
    <w:rsid w:val="00D672A4"/>
    <w:rsid w:val="00D727F3"/>
    <w:rsid w:val="00D73695"/>
    <w:rsid w:val="00D810DE"/>
    <w:rsid w:val="00D81E65"/>
    <w:rsid w:val="00D87D32"/>
    <w:rsid w:val="00D92C83"/>
    <w:rsid w:val="00DA0A81"/>
    <w:rsid w:val="00DA3C10"/>
    <w:rsid w:val="00DA53B5"/>
    <w:rsid w:val="00DC1D69"/>
    <w:rsid w:val="00DC5A3A"/>
    <w:rsid w:val="00E048B1"/>
    <w:rsid w:val="00E12770"/>
    <w:rsid w:val="00E14272"/>
    <w:rsid w:val="00E15C1D"/>
    <w:rsid w:val="00E238E6"/>
    <w:rsid w:val="00E246B1"/>
    <w:rsid w:val="00E35064"/>
    <w:rsid w:val="00E438C3"/>
    <w:rsid w:val="00E501F0"/>
    <w:rsid w:val="00E64F14"/>
    <w:rsid w:val="00E91BFF"/>
    <w:rsid w:val="00E92933"/>
    <w:rsid w:val="00EA116F"/>
    <w:rsid w:val="00EA3B97"/>
    <w:rsid w:val="00EB0AA4"/>
    <w:rsid w:val="00EB58C7"/>
    <w:rsid w:val="00EB5C88"/>
    <w:rsid w:val="00EC0469"/>
    <w:rsid w:val="00EC2F24"/>
    <w:rsid w:val="00EE4D3D"/>
    <w:rsid w:val="00EF01F8"/>
    <w:rsid w:val="00EF40EF"/>
    <w:rsid w:val="00F07C48"/>
    <w:rsid w:val="00F105C9"/>
    <w:rsid w:val="00F1480E"/>
    <w:rsid w:val="00F1497D"/>
    <w:rsid w:val="00F16AAC"/>
    <w:rsid w:val="00F32D51"/>
    <w:rsid w:val="00F35A6A"/>
    <w:rsid w:val="00F438FC"/>
    <w:rsid w:val="00F47E61"/>
    <w:rsid w:val="00F5616F"/>
    <w:rsid w:val="00F56827"/>
    <w:rsid w:val="00F65EF0"/>
    <w:rsid w:val="00F71651"/>
    <w:rsid w:val="00F721D2"/>
    <w:rsid w:val="00F73518"/>
    <w:rsid w:val="00F76CC6"/>
    <w:rsid w:val="00FA3E72"/>
    <w:rsid w:val="00FC5647"/>
    <w:rsid w:val="00FD3277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BBD1752"/>
  <w15:docId w15:val="{2D4FF20E-EC62-4646-BE05-DBEA748A9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ListBullet">
    <w:name w:val="List Bullet"/>
    <w:basedOn w:val="Normal"/>
    <w:uiPriority w:val="99"/>
    <w:semiHidden/>
    <w:unhideWhenUsed/>
    <w:locked/>
    <w:rsid w:val="004D34E1"/>
    <w:pPr>
      <w:ind w:left="1083" w:hanging="360"/>
      <w:contextualSpacing/>
    </w:pPr>
  </w:style>
  <w:style w:type="paragraph" w:styleId="BodyText">
    <w:name w:val="Body Text"/>
    <w:basedOn w:val="Normal"/>
    <w:link w:val="BodyTextChar"/>
    <w:semiHidden/>
    <w:unhideWhenUsed/>
    <w:locked/>
    <w:rsid w:val="00442B38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442B38"/>
    <w:rPr>
      <w:rFonts w:ascii="Arial" w:eastAsia="Times New Roman" w:hAnsi="Arial" w:cs="Times New Roman"/>
      <w:lang w:eastAsia="en-AU"/>
    </w:rPr>
  </w:style>
  <w:style w:type="character" w:styleId="Emphasis">
    <w:name w:val="Emphasis"/>
    <w:basedOn w:val="DefaultParagraphFont"/>
    <w:uiPriority w:val="20"/>
    <w:qFormat/>
    <w:locked/>
    <w:rsid w:val="00442B38"/>
    <w:rPr>
      <w:i/>
      <w:iCs/>
    </w:rPr>
  </w:style>
  <w:style w:type="paragraph" w:styleId="Revision">
    <w:name w:val="Revision"/>
    <w:hidden/>
    <w:uiPriority w:val="99"/>
    <w:semiHidden/>
    <w:rsid w:val="00A1629F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therine\Downloads\TEM.SkillsImpact.Qualification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9512F7901C1F4AB48E679B3185D646" ma:contentTypeVersion="" ma:contentTypeDescription="Create a new document." ma:contentTypeScope="" ma:versionID="d3d20d2c95fa2752cd90ca9a69ed86e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c3978d1-94eb-4b10-a4a8-6a20c1a13029" targetNamespace="http://schemas.microsoft.com/office/2006/metadata/properties" ma:root="true" ma:fieldsID="a584f5facf1a9978cecfc2a2b0345310" ns1:_="" ns2:_="" ns3:_="">
    <xsd:import namespace="http://schemas.microsoft.com/sharepoint/v3"/>
    <xsd:import namespace="d50bbff7-d6dd-47d2-864a-cfdc2c3db0f4"/>
    <xsd:import namespace="5c3978d1-94eb-4b10-a4a8-6a20c1a1302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inor Updat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978d1-94eb-4b10-a4a8-6a20c1a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21DEA2-E1C1-4158-8721-FCD6A61B7B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B8830822-AFD0-4C6D-BFC0-59D72FF5FB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c3978d1-94eb-4b10-a4a8-6a20c1a130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(1).dotx</Template>
  <TotalTime>3</TotalTime>
  <Pages>1</Pages>
  <Words>1539</Words>
  <Characters>8773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10292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Cathy Beven</dc:creator>
  <cp:lastModifiedBy>Michelle Ingley-Smith</cp:lastModifiedBy>
  <cp:revision>4</cp:revision>
  <cp:lastPrinted>2016-05-27T05:21:00Z</cp:lastPrinted>
  <dcterms:created xsi:type="dcterms:W3CDTF">2022-05-30T02:36:00Z</dcterms:created>
  <dcterms:modified xsi:type="dcterms:W3CDTF">2022-05-30T04:20:00Z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0x010100E59512F7901C1F4AB48E679B3185D646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