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FF470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5CDFF473" w14:textId="77777777" w:rsidTr="00F279E6">
        <w:tc>
          <w:tcPr>
            <w:tcW w:w="1396" w:type="pct"/>
            <w:shd w:val="clear" w:color="auto" w:fill="auto"/>
          </w:tcPr>
          <w:p w14:paraId="5CDFF471" w14:textId="77777777" w:rsidR="00A301E0" w:rsidRPr="00752A41" w:rsidRDefault="00891E51" w:rsidP="00B13789">
            <w:pPr>
              <w:pStyle w:val="SISSCODE"/>
            </w:pPr>
            <w:r>
              <w:t>AHC</w:t>
            </w:r>
            <w:r w:rsidR="00A301E0" w:rsidRPr="00752A41">
              <w:t>ssxxxx</w:t>
            </w:r>
            <w:r w:rsidR="00B13789">
              <w:t>14</w:t>
            </w:r>
          </w:p>
        </w:tc>
        <w:tc>
          <w:tcPr>
            <w:tcW w:w="3604" w:type="pct"/>
            <w:shd w:val="clear" w:color="auto" w:fill="auto"/>
          </w:tcPr>
          <w:p w14:paraId="5CDFF472" w14:textId="5DB8B7ED" w:rsidR="00A301E0" w:rsidRPr="00752A41" w:rsidRDefault="00EB6B35" w:rsidP="00752A41">
            <w:pPr>
              <w:pStyle w:val="SISStitle"/>
            </w:pPr>
            <w:r w:rsidRPr="00EB6B35">
              <w:t xml:space="preserve">Permaculture </w:t>
            </w:r>
            <w:r w:rsidR="006936F1">
              <w:t>W</w:t>
            </w:r>
            <w:r w:rsidRPr="00EB6B35">
              <w:t xml:space="preserve">ater </w:t>
            </w:r>
            <w:r w:rsidR="006936F1">
              <w:t>S</w:t>
            </w:r>
            <w:r w:rsidRPr="00EB6B35">
              <w:t>ystems</w:t>
            </w:r>
            <w:r w:rsidR="006936F1">
              <w:t xml:space="preserve"> Skill Set</w:t>
            </w:r>
          </w:p>
        </w:tc>
      </w:tr>
    </w:tbl>
    <w:p w14:paraId="5CDFF474" w14:textId="77777777" w:rsidR="00A301E0" w:rsidRPr="00536741" w:rsidRDefault="00A301E0" w:rsidP="00A301E0"/>
    <w:p w14:paraId="5CDFF475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5CDFF476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5CDFF479" w14:textId="77777777" w:rsidTr="002A1BEA">
        <w:tc>
          <w:tcPr>
            <w:tcW w:w="1396" w:type="pct"/>
            <w:shd w:val="clear" w:color="auto" w:fill="auto"/>
          </w:tcPr>
          <w:p w14:paraId="5CDFF477" w14:textId="77777777" w:rsidR="00536741" w:rsidRPr="00752A41" w:rsidRDefault="00536741" w:rsidP="00752A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5CDFF478" w14:textId="77777777" w:rsidR="00536741" w:rsidRPr="00752A41" w:rsidRDefault="00536741" w:rsidP="00752A41">
            <w:pPr>
              <w:pStyle w:val="SIText-Bold"/>
            </w:pPr>
            <w:r w:rsidRPr="00A326C2">
              <w:t>Comments</w:t>
            </w:r>
          </w:p>
        </w:tc>
      </w:tr>
      <w:tr w:rsidR="00536741" w:rsidRPr="00963A46" w14:paraId="5CDFF47C" w14:textId="77777777" w:rsidTr="002A1BEA">
        <w:tc>
          <w:tcPr>
            <w:tcW w:w="1396" w:type="pct"/>
            <w:shd w:val="clear" w:color="auto" w:fill="auto"/>
          </w:tcPr>
          <w:p w14:paraId="5CDFF47A" w14:textId="77777777" w:rsidR="00536741" w:rsidRPr="00752A41" w:rsidRDefault="00536741" w:rsidP="00752A41">
            <w:pPr>
              <w:pStyle w:val="SIText"/>
            </w:pPr>
            <w:r w:rsidRPr="00CC451E">
              <w:t>Release</w:t>
            </w:r>
            <w:r w:rsidR="00891E51">
              <w:t xml:space="preserve"> </w:t>
            </w:r>
            <w:r w:rsidRPr="00752A41">
              <w:t>1</w:t>
            </w:r>
          </w:p>
        </w:tc>
        <w:tc>
          <w:tcPr>
            <w:tcW w:w="3604" w:type="pct"/>
            <w:shd w:val="clear" w:color="auto" w:fill="auto"/>
          </w:tcPr>
          <w:p w14:paraId="5CDFF47B" w14:textId="77777777" w:rsidR="00536741" w:rsidRPr="00891E51" w:rsidRDefault="00891E51" w:rsidP="00891E51">
            <w:pPr>
              <w:pStyle w:val="SIText"/>
            </w:pPr>
            <w:r w:rsidRPr="00891E51">
              <w:t>This version released with AHC Agriculture, Horticulture and Conservation and Land Management Training Package Version XX</w:t>
            </w:r>
          </w:p>
        </w:tc>
      </w:tr>
    </w:tbl>
    <w:p w14:paraId="5CDFF47D" w14:textId="77777777" w:rsidR="00536741" w:rsidRPr="00752A41" w:rsidRDefault="00536741" w:rsidP="00536741"/>
    <w:p w14:paraId="5CDFF47E" w14:textId="77777777" w:rsidR="00536741" w:rsidRPr="00752A41" w:rsidRDefault="00536741" w:rsidP="005367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5CDFF482" w14:textId="77777777" w:rsidTr="000D7BE6">
        <w:tc>
          <w:tcPr>
            <w:tcW w:w="5000" w:type="pct"/>
            <w:shd w:val="clear" w:color="auto" w:fill="auto"/>
          </w:tcPr>
          <w:p w14:paraId="5CDFF47F" w14:textId="77777777" w:rsidR="00A772D9" w:rsidRPr="00752A41" w:rsidRDefault="00A772D9" w:rsidP="00752A41">
            <w:pPr>
              <w:pStyle w:val="SITextHeading2"/>
            </w:pPr>
            <w:r>
              <w:t>Description</w:t>
            </w:r>
          </w:p>
          <w:p w14:paraId="5CDFF480" w14:textId="77777777" w:rsidR="00DB557A" w:rsidRPr="00752A41" w:rsidRDefault="00DB557A" w:rsidP="00B13789">
            <w:pPr>
              <w:pStyle w:val="SIText"/>
              <w:rPr>
                <w:rStyle w:val="SITemporarytext-red"/>
              </w:rPr>
            </w:pPr>
            <w:r w:rsidRPr="00940100">
              <w:t xml:space="preserve">This </w:t>
            </w:r>
            <w:r w:rsidRPr="00752A41">
              <w:t>skill set</w:t>
            </w:r>
            <w:r w:rsidR="0056009D" w:rsidRPr="00752A41">
              <w:t xml:space="preserve"> </w:t>
            </w:r>
            <w:r w:rsidR="00B13789">
              <w:t>provides the skills and knowledge required to develop water harvesting methods, prepare water storage and deliver water to site ready for use for domestic, farm or irrigation purposes in a permaculture system.</w:t>
            </w:r>
          </w:p>
          <w:p w14:paraId="5CDFF481" w14:textId="77777777" w:rsidR="00A772D9" w:rsidRPr="00536741" w:rsidRDefault="00A772D9" w:rsidP="00752A41">
            <w:pPr>
              <w:pStyle w:val="SIText"/>
            </w:pPr>
          </w:p>
        </w:tc>
      </w:tr>
      <w:tr w:rsidR="00A301E0" w:rsidRPr="00963A46" w14:paraId="5CDFF48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5CDFF483" w14:textId="77777777" w:rsidR="00A301E0" w:rsidRPr="00752A41" w:rsidRDefault="00A301E0" w:rsidP="00752A41">
            <w:pPr>
              <w:pStyle w:val="SITextHeading2"/>
            </w:pPr>
            <w:r>
              <w:t>Pathways Information</w:t>
            </w:r>
          </w:p>
          <w:p w14:paraId="5CDFF484" w14:textId="77777777" w:rsidR="00A301E0" w:rsidRPr="00752A41" w:rsidRDefault="00B13789" w:rsidP="00752A41">
            <w:pPr>
              <w:pStyle w:val="SIText"/>
              <w:rPr>
                <w:rStyle w:val="SITemporarytext-red"/>
              </w:rPr>
            </w:pPr>
            <w:r w:rsidRPr="00B13789">
              <w:t>These units of competency can provide credit towards a range of qualifications and/or build on the skills and knowledge of previous qualifications attained from the AHC Agriculture, Horticulture and Conservation and Land Management Training Package.</w:t>
            </w:r>
          </w:p>
        </w:tc>
      </w:tr>
      <w:tr w:rsidR="00A301E0" w:rsidRPr="00963A46" w14:paraId="5CDFF488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5CDFF486" w14:textId="77777777" w:rsidR="00890663" w:rsidRPr="00752A41" w:rsidRDefault="00A301E0" w:rsidP="00752A41">
            <w:pPr>
              <w:pStyle w:val="SITextHeading2"/>
            </w:pPr>
            <w:r w:rsidRPr="0083005E">
              <w:t>Licensing/Regulatory Information</w:t>
            </w:r>
          </w:p>
          <w:p w14:paraId="5CDFF487" w14:textId="77777777" w:rsidR="00A301E0" w:rsidRPr="00A301E0" w:rsidRDefault="004463CA" w:rsidP="00B13789">
            <w:pPr>
              <w:pStyle w:val="SIText"/>
            </w:pPr>
            <w:r w:rsidRPr="004463CA">
              <w:t xml:space="preserve">No licensing, legislative or certification requirements apply to this </w:t>
            </w:r>
            <w:r w:rsidRPr="00752A41">
              <w:t>skill set at the time of publication.</w:t>
            </w:r>
          </w:p>
        </w:tc>
      </w:tr>
      <w:tr w:rsidR="00A772D9" w:rsidRPr="00963A46" w14:paraId="5CDFF48B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5CDFF489" w14:textId="77777777" w:rsidR="00A772D9" w:rsidRPr="00752A41" w:rsidRDefault="00DB557A" w:rsidP="00752A41">
            <w:pPr>
              <w:pStyle w:val="SITextHeading2"/>
            </w:pPr>
            <w:r>
              <w:t>Skill Set</w:t>
            </w:r>
            <w:r w:rsidR="00A772D9" w:rsidRPr="00752A41">
              <w:t xml:space="preserve"> Requirements</w:t>
            </w:r>
          </w:p>
          <w:p w14:paraId="1EEBAA81" w14:textId="77777777" w:rsidR="00CD7100" w:rsidRPr="00536741" w:rsidRDefault="00CD7100" w:rsidP="00CD7100">
            <w:pPr>
              <w:pStyle w:val="SIBulletList1"/>
            </w:pPr>
            <w:r w:rsidRPr="00CD7100">
              <w:t>AHCPER314 Read and interpret property maps and plans</w:t>
            </w:r>
          </w:p>
          <w:p w14:paraId="51F8CA90" w14:textId="77777777" w:rsidR="00CD7100" w:rsidRDefault="00CD7100" w:rsidP="00CD7100">
            <w:pPr>
              <w:pStyle w:val="SIBulletList1"/>
            </w:pPr>
            <w:r w:rsidRPr="00CD7100">
              <w:t>AHCPER319 Test, improve and maintain healthy soil in a permaculture system</w:t>
            </w:r>
          </w:p>
          <w:p w14:paraId="5CDFF48A" w14:textId="6AAB3092" w:rsidR="00CD7100" w:rsidRPr="00536741" w:rsidRDefault="00CD7100" w:rsidP="00CD7100">
            <w:pPr>
              <w:pStyle w:val="SIBulletList1"/>
            </w:pPr>
            <w:r w:rsidRPr="00EB6B35">
              <w:t>AHCPER3X4</w:t>
            </w:r>
            <w:r>
              <w:t xml:space="preserve"> </w:t>
            </w:r>
            <w:r w:rsidRPr="00EB6B35">
              <w:t xml:space="preserve">Install and </w:t>
            </w:r>
            <w:proofErr w:type="gramStart"/>
            <w:r w:rsidRPr="00EB6B35">
              <w:t>maintain  permaculture</w:t>
            </w:r>
            <w:proofErr w:type="gramEnd"/>
            <w:r w:rsidRPr="00EB6B35">
              <w:t xml:space="preserve"> water management systems</w:t>
            </w:r>
          </w:p>
        </w:tc>
      </w:tr>
      <w:tr w:rsidR="005C7EA8" w:rsidRPr="00963A46" w14:paraId="5CDFF48E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CDFF48C" w14:textId="77777777" w:rsidR="00DB557A" w:rsidRPr="00752A41" w:rsidRDefault="00DB557A" w:rsidP="00752A41">
            <w:pPr>
              <w:pStyle w:val="SITextHeading2"/>
            </w:pPr>
            <w:r w:rsidRPr="0083005E">
              <w:t>Target Group</w:t>
            </w:r>
          </w:p>
          <w:p w14:paraId="5CDFF48D" w14:textId="77777777" w:rsidR="0016138C" w:rsidRPr="00536741" w:rsidRDefault="006A1D6C" w:rsidP="006947F7">
            <w:pPr>
              <w:pStyle w:val="SIText"/>
            </w:pPr>
            <w:r>
              <w:t xml:space="preserve">This skill set is for </w:t>
            </w:r>
            <w:r w:rsidR="00B13789">
              <w:t xml:space="preserve">property owners, permaculture systems developers and farmers who wish to implement sustainable water management procedures on </w:t>
            </w:r>
            <w:r w:rsidR="006947F7">
              <w:t xml:space="preserve">rural or urban </w:t>
            </w:r>
            <w:r w:rsidR="00B13789">
              <w:t>propert</w:t>
            </w:r>
            <w:r w:rsidR="006947F7">
              <w:t>ies</w:t>
            </w:r>
            <w:r w:rsidR="00B13789">
              <w:t>.</w:t>
            </w:r>
          </w:p>
        </w:tc>
      </w:tr>
      <w:tr w:rsidR="00DB557A" w:rsidRPr="00963A46" w14:paraId="5CDFF492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CDFF48F" w14:textId="77777777" w:rsidR="00DB557A" w:rsidRPr="00752A41" w:rsidRDefault="00DB557A" w:rsidP="00752A41">
            <w:pPr>
              <w:pStyle w:val="SITextHeading2"/>
            </w:pPr>
            <w:r w:rsidRPr="00586E5B">
              <w:t>Suggested wo</w:t>
            </w:r>
            <w:r w:rsidRPr="00752A41">
              <w:t>rds for Statement of Attainment</w:t>
            </w:r>
          </w:p>
          <w:p w14:paraId="5CDFF490" w14:textId="77777777" w:rsidR="006947F7" w:rsidRPr="006947F7" w:rsidRDefault="006947F7" w:rsidP="006947F7">
            <w:pPr>
              <w:pStyle w:val="SIText"/>
            </w:pPr>
            <w:r w:rsidRPr="002D6CEF">
              <w:t xml:space="preserve">These </w:t>
            </w:r>
            <w:r w:rsidRPr="006947F7">
              <w:t xml:space="preserve">competencies from the AHC Agriculture, Horticulture and Conservation and Land Management Training Package meet the industry requirements for </w:t>
            </w:r>
            <w:r>
              <w:t>installing and maintaining water management for permaculture systems.</w:t>
            </w:r>
          </w:p>
          <w:p w14:paraId="5CDFF491" w14:textId="77777777" w:rsidR="00DB557A" w:rsidRPr="00536741" w:rsidRDefault="00DB557A" w:rsidP="00752A41">
            <w:pPr>
              <w:pStyle w:val="SITextHeading2"/>
            </w:pPr>
          </w:p>
        </w:tc>
      </w:tr>
    </w:tbl>
    <w:p w14:paraId="5CDFF493" w14:textId="77777777" w:rsidR="00F1480E" w:rsidRPr="00536741" w:rsidRDefault="00F1480E" w:rsidP="00536741"/>
    <w:sectPr w:rsidR="00F1480E" w:rsidRPr="00536741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B57B1" w14:textId="77777777" w:rsidR="00BF59E1" w:rsidRDefault="00BF59E1" w:rsidP="00BF3F0A">
      <w:r>
        <w:separator/>
      </w:r>
    </w:p>
    <w:p w14:paraId="139FE244" w14:textId="77777777" w:rsidR="00BF59E1" w:rsidRDefault="00BF59E1"/>
  </w:endnote>
  <w:endnote w:type="continuationSeparator" w:id="0">
    <w:p w14:paraId="6B64FC70" w14:textId="77777777" w:rsidR="00BF59E1" w:rsidRDefault="00BF59E1" w:rsidP="00BF3F0A">
      <w:r>
        <w:continuationSeparator/>
      </w:r>
    </w:p>
    <w:p w14:paraId="1C354010" w14:textId="77777777" w:rsidR="00BF59E1" w:rsidRDefault="00BF59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CDFF49D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="00752A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CD7100">
          <w:rPr>
            <w:noProof/>
          </w:rPr>
          <w:t>1</w:t>
        </w:r>
        <w:r w:rsidRPr="00536741">
          <w:fldChar w:fldCharType="end"/>
        </w:r>
      </w:p>
      <w:p w14:paraId="5CDFF49E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 xml:space="preserve">14 </w:t>
        </w:r>
        <w:r w:rsidR="00752A41">
          <w:t>October 2020</w:t>
        </w:r>
      </w:p>
    </w:sdtContent>
  </w:sdt>
  <w:p w14:paraId="5CDFF49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AC259" w14:textId="77777777" w:rsidR="00BF59E1" w:rsidRDefault="00BF59E1" w:rsidP="00BF3F0A">
      <w:r>
        <w:separator/>
      </w:r>
    </w:p>
    <w:p w14:paraId="712E9CC2" w14:textId="77777777" w:rsidR="00BF59E1" w:rsidRDefault="00BF59E1"/>
  </w:footnote>
  <w:footnote w:type="continuationSeparator" w:id="0">
    <w:p w14:paraId="5EB29B11" w14:textId="77777777" w:rsidR="00BF59E1" w:rsidRDefault="00BF59E1" w:rsidP="00BF3F0A">
      <w:r>
        <w:continuationSeparator/>
      </w:r>
    </w:p>
    <w:p w14:paraId="04F3BA0A" w14:textId="77777777" w:rsidR="00BF59E1" w:rsidRDefault="00BF59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FF49C" w14:textId="6983B653" w:rsidR="009C2650" w:rsidRDefault="00BA2033">
    <w:sdt>
      <w:sdtPr>
        <w:id w:val="-1177961801"/>
        <w:docPartObj>
          <w:docPartGallery w:val="Watermarks"/>
          <w:docPartUnique/>
        </w:docPartObj>
      </w:sdtPr>
      <w:sdtEndPr/>
      <w:sdtContent>
        <w:r>
          <w:pict w14:anchorId="5CDFF4A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13789" w:rsidRPr="00B13789">
      <w:t>AHCSSXXXX14</w:t>
    </w:r>
    <w:r w:rsidR="00B13789">
      <w:t xml:space="preserve"> </w:t>
    </w:r>
    <w:r w:rsidR="00B13789" w:rsidRPr="00B13789">
      <w:t xml:space="preserve">Permaculture </w:t>
    </w:r>
    <w:r w:rsidR="006936F1">
      <w:t>W</w:t>
    </w:r>
    <w:r w:rsidR="00B13789" w:rsidRPr="00B13789">
      <w:t xml:space="preserve">ater </w:t>
    </w:r>
    <w:r w:rsidR="006936F1">
      <w:t>S</w:t>
    </w:r>
    <w:r w:rsidR="00B13789" w:rsidRPr="00B13789">
      <w:t>ystems</w:t>
    </w:r>
    <w:r w:rsidR="006936F1">
      <w:t xml:space="preserve">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70171901">
    <w:abstractNumId w:val="6"/>
  </w:num>
  <w:num w:numId="2" w16cid:durableId="1270090918">
    <w:abstractNumId w:val="4"/>
  </w:num>
  <w:num w:numId="3" w16cid:durableId="1420759122">
    <w:abstractNumId w:val="3"/>
  </w:num>
  <w:num w:numId="4" w16cid:durableId="1824468551">
    <w:abstractNumId w:val="11"/>
  </w:num>
  <w:num w:numId="5" w16cid:durableId="1637486934">
    <w:abstractNumId w:val="1"/>
  </w:num>
  <w:num w:numId="6" w16cid:durableId="1364162388">
    <w:abstractNumId w:val="5"/>
  </w:num>
  <w:num w:numId="7" w16cid:durableId="707529341">
    <w:abstractNumId w:val="2"/>
  </w:num>
  <w:num w:numId="8" w16cid:durableId="426467113">
    <w:abstractNumId w:val="0"/>
  </w:num>
  <w:num w:numId="9" w16cid:durableId="1157842720">
    <w:abstractNumId w:val="10"/>
  </w:num>
  <w:num w:numId="10" w16cid:durableId="974526367">
    <w:abstractNumId w:val="7"/>
  </w:num>
  <w:num w:numId="11" w16cid:durableId="1361778886">
    <w:abstractNumId w:val="9"/>
  </w:num>
  <w:num w:numId="12" w16cid:durableId="1817915621">
    <w:abstractNumId w:val="8"/>
  </w:num>
  <w:num w:numId="13" w16cid:durableId="44160717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/Tn5tOWqcdgpG8bUoGJsSarZfx35Z2jUo6O1ZoGuSbDeitfFB73NmTCx4KVL799dzihcJkXo+5+Kae7tbZ6IA==" w:salt="bFwUCh+YgGF0bdnGyiC9PQ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E51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5355B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473"/>
    <w:rsid w:val="003315E1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094D"/>
    <w:rsid w:val="003E7BBE"/>
    <w:rsid w:val="004127E3"/>
    <w:rsid w:val="0043212E"/>
    <w:rsid w:val="00434366"/>
    <w:rsid w:val="00444423"/>
    <w:rsid w:val="004463CA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36F1"/>
    <w:rsid w:val="006947F7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2A41"/>
    <w:rsid w:val="0076523B"/>
    <w:rsid w:val="00771B60"/>
    <w:rsid w:val="007748BE"/>
    <w:rsid w:val="00781D77"/>
    <w:rsid w:val="007860B7"/>
    <w:rsid w:val="00786DC8"/>
    <w:rsid w:val="007C544B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1E51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3789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2033"/>
    <w:rsid w:val="00BA482D"/>
    <w:rsid w:val="00BA7B66"/>
    <w:rsid w:val="00BB23F4"/>
    <w:rsid w:val="00BC5075"/>
    <w:rsid w:val="00BD3B0F"/>
    <w:rsid w:val="00BF1D4C"/>
    <w:rsid w:val="00BF3F0A"/>
    <w:rsid w:val="00BF59E1"/>
    <w:rsid w:val="00C01B36"/>
    <w:rsid w:val="00C143C3"/>
    <w:rsid w:val="00C1739B"/>
    <w:rsid w:val="00C26067"/>
    <w:rsid w:val="00C30A29"/>
    <w:rsid w:val="00C317DC"/>
    <w:rsid w:val="00C54EF8"/>
    <w:rsid w:val="00C578E9"/>
    <w:rsid w:val="00C65325"/>
    <w:rsid w:val="00C70626"/>
    <w:rsid w:val="00C72860"/>
    <w:rsid w:val="00C73B90"/>
    <w:rsid w:val="00C96AF3"/>
    <w:rsid w:val="00C97CCC"/>
    <w:rsid w:val="00CA0274"/>
    <w:rsid w:val="00CB746F"/>
    <w:rsid w:val="00CC1B62"/>
    <w:rsid w:val="00CC451E"/>
    <w:rsid w:val="00CD4E9D"/>
    <w:rsid w:val="00CD4F4D"/>
    <w:rsid w:val="00CD7100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1EE0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6B35"/>
    <w:rsid w:val="00EB7EB1"/>
    <w:rsid w:val="00EC0469"/>
    <w:rsid w:val="00EF01F8"/>
    <w:rsid w:val="00EF4016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DFF470"/>
  <w15:docId w15:val="{8D2F3AAC-76D9-4633-807D-99AC1C809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  <w:style w:type="paragraph" w:styleId="Revision">
    <w:name w:val="Revision"/>
    <w:hidden/>
    <w:uiPriority w:val="99"/>
    <w:semiHidden/>
    <w:rsid w:val="00BA2033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SkillS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6B4004535E454288DE853EFC981216" ma:contentTypeVersion="" ma:contentTypeDescription="Create a new document." ma:contentTypeScope="" ma:versionID="2ae59c99570b12afc995a6285ee26e5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9c7732a-3955-4112-8f5d-30c2ad1c2cbf" targetNamespace="http://schemas.microsoft.com/office/2006/metadata/properties" ma:root="true" ma:fieldsID="acd12a018e5007da8f30e072e918cca4" ns1:_="" ns2:_="" ns3:_="">
    <xsd:import namespace="http://schemas.microsoft.com/sharepoint/v3"/>
    <xsd:import namespace="d50bbff7-d6dd-47d2-864a-cfdc2c3db0f4"/>
    <xsd:import namespace="99c7732a-3955-4112-8f5d-30c2ad1c2cb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7732a-3955-4112-8f5d-30c2ad1c2c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99c7732a-3955-4112-8f5d-30c2ad1c2cbf"/>
    <ds:schemaRef ds:uri="http://purl.org/dc/elements/1.1/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E412CD-B7A8-4BB4-9DFB-610515703F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9c7732a-3955-4112-8f5d-30c2ad1c2c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06AEA6-D88D-4E45-BC52-7E39036E1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</Template>
  <TotalTime>22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Ron Barrow</dc:creator>
  <cp:lastModifiedBy>Ruth Geldard</cp:lastModifiedBy>
  <cp:revision>9</cp:revision>
  <cp:lastPrinted>2016-05-27T05:21:00Z</cp:lastPrinted>
  <dcterms:created xsi:type="dcterms:W3CDTF">2022-01-10T22:52:00Z</dcterms:created>
  <dcterms:modified xsi:type="dcterms:W3CDTF">2022-05-13T01:33:00Z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0x010100E36B4004535E454288DE853EFC981216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