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D6A11" w14:paraId="46E3DB8B" w14:textId="77777777" w:rsidTr="00C202B7">
        <w:tc>
          <w:tcPr>
            <w:tcW w:w="2689" w:type="dxa"/>
          </w:tcPr>
          <w:p w14:paraId="59587377" w14:textId="3BFF4694" w:rsidR="003D6A11" w:rsidRPr="003D6A11" w:rsidRDefault="003D6A11" w:rsidP="003D6A11">
            <w:pPr>
              <w:pStyle w:val="SIText"/>
            </w:pPr>
            <w:r w:rsidRPr="00CC451E">
              <w:t>Release</w:t>
            </w:r>
            <w:r w:rsidRPr="003D6A11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31528C79" w14:textId="6D659E2F" w:rsidR="003D6A11" w:rsidRPr="003D6A11" w:rsidRDefault="003D6A11" w:rsidP="003D6A11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7E48698A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9E5C47">
              <w:t>1</w:t>
            </w:r>
            <w:r>
              <w:t>.0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3F75598" w:rsidR="00F1480E" w:rsidRPr="005404CB" w:rsidRDefault="00A3135C" w:rsidP="005404CB">
            <w:pPr>
              <w:pStyle w:val="SIUNITCODE"/>
            </w:pPr>
            <w:r>
              <w:t>AHC</w:t>
            </w:r>
            <w:r w:rsidR="00AD6B76">
              <w:t>COM</w:t>
            </w:r>
            <w:r w:rsidR="00177BE4">
              <w:t>401</w:t>
            </w:r>
          </w:p>
        </w:tc>
        <w:tc>
          <w:tcPr>
            <w:tcW w:w="3604" w:type="pct"/>
            <w:shd w:val="clear" w:color="auto" w:fill="auto"/>
          </w:tcPr>
          <w:p w14:paraId="01D80964" w14:textId="6BE76CF7" w:rsidR="00F1480E" w:rsidRPr="005404CB" w:rsidRDefault="00177BE4" w:rsidP="005404CB">
            <w:pPr>
              <w:pStyle w:val="SIUnittitle"/>
            </w:pPr>
            <w:r w:rsidRPr="00177BE4">
              <w:t>Develop a composting recipe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050D8A" w14:textId="77777777" w:rsidR="00177BE4" w:rsidRPr="00177BE4" w:rsidRDefault="00177BE4" w:rsidP="00177BE4">
            <w:r w:rsidRPr="00177BE4">
              <w:t>This unit of competency describes the skills and knowledge required to prepare and mix raw materials of known characteristics in specified proportions for composting.</w:t>
            </w:r>
          </w:p>
          <w:p w14:paraId="37E53236" w14:textId="77777777" w:rsidR="00177BE4" w:rsidRPr="00177BE4" w:rsidRDefault="00177BE4" w:rsidP="00177BE4"/>
          <w:p w14:paraId="7463E8EA" w14:textId="3FFF9A56" w:rsidR="00177BE4" w:rsidRDefault="003D6A11" w:rsidP="00177BE4">
            <w:r w:rsidRPr="003D6A11">
              <w:t xml:space="preserve">The unit applies to individuals who take responsibility for own work and for the quality of the work of others. They use discretion and judgement in the selection, </w:t>
            </w:r>
            <w:proofErr w:type="gramStart"/>
            <w:r w:rsidRPr="003D6A11">
              <w:t>allocation</w:t>
            </w:r>
            <w:proofErr w:type="gramEnd"/>
            <w:r w:rsidRPr="003D6A11">
              <w:t xml:space="preserve"> and use of available resources.</w:t>
            </w:r>
          </w:p>
          <w:p w14:paraId="53DCB153" w14:textId="77777777" w:rsidR="003D6A11" w:rsidRPr="00177BE4" w:rsidRDefault="003D6A11" w:rsidP="00177BE4"/>
          <w:p w14:paraId="22C15BCD" w14:textId="1D10AA60" w:rsidR="00373436" w:rsidRPr="000754EC" w:rsidRDefault="00177BE4" w:rsidP="003D6A11">
            <w:pPr>
              <w:pStyle w:val="SIText"/>
            </w:pPr>
            <w:r w:rsidRPr="00177BE4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024A59CE" w:rsidR="00F1480E" w:rsidRPr="00460248" w:rsidRDefault="009E5C47" w:rsidP="00460248">
            <w:pPr>
              <w:pStyle w:val="SIText"/>
            </w:pPr>
            <w:r w:rsidRPr="009E5C47">
              <w:t>Composting (COM)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45DB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AEE2335" w:rsidR="00645DBE" w:rsidRPr="00645DBE" w:rsidRDefault="00645DBE" w:rsidP="00645DBE">
            <w:pPr>
              <w:pStyle w:val="SIText"/>
            </w:pPr>
            <w:r w:rsidRPr="00645DBE">
              <w:t>1. Identify and characterise raw materials</w:t>
            </w:r>
          </w:p>
        </w:tc>
        <w:tc>
          <w:tcPr>
            <w:tcW w:w="3604" w:type="pct"/>
            <w:shd w:val="clear" w:color="auto" w:fill="auto"/>
          </w:tcPr>
          <w:p w14:paraId="7D8FF66C" w14:textId="2364F07B" w:rsidR="00645DBE" w:rsidRPr="00645DBE" w:rsidRDefault="00645DBE" w:rsidP="00645DBE">
            <w:r w:rsidRPr="00645DBE">
              <w:t xml:space="preserve">1.1 Identify raw materials against established </w:t>
            </w:r>
            <w:r w:rsidR="003D6A11">
              <w:t>workplace</w:t>
            </w:r>
            <w:r w:rsidR="003D6A11" w:rsidRPr="00645DBE">
              <w:t xml:space="preserve"> </w:t>
            </w:r>
            <w:r w:rsidRPr="00645DBE">
              <w:t>criteria</w:t>
            </w:r>
          </w:p>
          <w:p w14:paraId="16ED8AAB" w14:textId="77777777" w:rsidR="00645DBE" w:rsidRPr="00645DBE" w:rsidRDefault="00645DBE" w:rsidP="00645DBE">
            <w:r w:rsidRPr="00645DBE">
              <w:t>1.2 Enter raw material characteristics into compost recipe calculator to achieve a balanced recipe</w:t>
            </w:r>
          </w:p>
          <w:p w14:paraId="31ED784C" w14:textId="77777777" w:rsidR="00645DBE" w:rsidRPr="00645DBE" w:rsidRDefault="00645DBE" w:rsidP="00645DBE">
            <w:r w:rsidRPr="00645DBE">
              <w:t>1.3 Take samples of material for analysis where raw material identity or characteristics are uncertain</w:t>
            </w:r>
          </w:p>
          <w:p w14:paraId="4B044429" w14:textId="7E2CBB98" w:rsidR="00645DBE" w:rsidRPr="00645DBE" w:rsidRDefault="00645DBE" w:rsidP="00645DBE">
            <w:r w:rsidRPr="00645DBE">
              <w:t>1.4 Determine receivable and handling requirements of raw materials</w:t>
            </w:r>
          </w:p>
        </w:tc>
      </w:tr>
      <w:tr w:rsidR="00645DBE" w:rsidRPr="00963A46" w14:paraId="711A21F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699A3E" w14:textId="638656F6" w:rsidR="00645DBE" w:rsidRPr="00645DBE" w:rsidRDefault="00645DBE" w:rsidP="00645DBE">
            <w:pPr>
              <w:pStyle w:val="SIText"/>
            </w:pPr>
            <w:r w:rsidRPr="00645DBE">
              <w:t>2. Establish production objectives</w:t>
            </w:r>
          </w:p>
        </w:tc>
        <w:tc>
          <w:tcPr>
            <w:tcW w:w="3604" w:type="pct"/>
            <w:shd w:val="clear" w:color="auto" w:fill="auto"/>
          </w:tcPr>
          <w:p w14:paraId="5C34022C" w14:textId="77777777" w:rsidR="00645DBE" w:rsidRPr="00645DBE" w:rsidRDefault="00645DBE" w:rsidP="00645DBE">
            <w:r w:rsidRPr="00645DBE">
              <w:t>2.1 Develop product specifications for identified markets using product performance data and enterprise records</w:t>
            </w:r>
          </w:p>
          <w:p w14:paraId="164F0907" w14:textId="524429F3" w:rsidR="00645DBE" w:rsidRPr="00645DBE" w:rsidRDefault="00645DBE" w:rsidP="00645DBE">
            <w:r w:rsidRPr="00645DBE">
              <w:t>2.2 Identify raw material combinations that meet market requirements</w:t>
            </w:r>
          </w:p>
        </w:tc>
      </w:tr>
      <w:tr w:rsidR="00645DB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E426546" w:rsidR="00645DBE" w:rsidRPr="00645DBE" w:rsidRDefault="00645DBE" w:rsidP="00645DBE">
            <w:pPr>
              <w:pStyle w:val="SIText"/>
            </w:pPr>
            <w:r w:rsidRPr="00645DBE">
              <w:t>3. Calculate compost recipe</w:t>
            </w:r>
          </w:p>
        </w:tc>
        <w:tc>
          <w:tcPr>
            <w:tcW w:w="3604" w:type="pct"/>
            <w:shd w:val="clear" w:color="auto" w:fill="auto"/>
          </w:tcPr>
          <w:p w14:paraId="3DC8F2BC" w14:textId="77777777" w:rsidR="00645DBE" w:rsidRPr="00645DBE" w:rsidRDefault="00645DBE" w:rsidP="00645DBE">
            <w:r w:rsidRPr="00645DBE">
              <w:t>3.1 Record raw material characteristics in compost recipe</w:t>
            </w:r>
          </w:p>
          <w:p w14:paraId="6114F2AF" w14:textId="77777777" w:rsidR="00645DBE" w:rsidRPr="00645DBE" w:rsidRDefault="00645DBE" w:rsidP="00645DBE">
            <w:r w:rsidRPr="00645DBE">
              <w:t>3.2 Specify raw material ratios by weight in resulting compost recipe</w:t>
            </w:r>
          </w:p>
          <w:p w14:paraId="7BAEFBFC" w14:textId="77777777" w:rsidR="00645DBE" w:rsidRPr="00645DBE" w:rsidRDefault="00645DBE" w:rsidP="00645DBE">
            <w:r w:rsidRPr="00645DBE">
              <w:t>3.3 Determine raw material pre-processing requirements, volumes of compost upon formation and compost production plan</w:t>
            </w:r>
          </w:p>
          <w:p w14:paraId="2B99F956" w14:textId="2FBB51D1" w:rsidR="003D6A11" w:rsidRDefault="00645DBE" w:rsidP="00645DBE">
            <w:r w:rsidRPr="00645DBE">
              <w:t xml:space="preserve">3.4 Review </w:t>
            </w:r>
            <w:r w:rsidR="003D6A11">
              <w:t xml:space="preserve">and document </w:t>
            </w:r>
            <w:r w:rsidRPr="00645DBE">
              <w:t>composting batch management procedures</w:t>
            </w:r>
          </w:p>
          <w:p w14:paraId="182CEB41" w14:textId="77777777" w:rsidR="00645DBE" w:rsidRPr="00645DBE" w:rsidRDefault="00645DBE" w:rsidP="00645DBE">
            <w:r w:rsidRPr="00645DBE">
              <w:t>3.5 Estimate and document compost production schedule</w:t>
            </w:r>
          </w:p>
          <w:p w14:paraId="0E49EAB2" w14:textId="716ABAC1" w:rsidR="00645DBE" w:rsidRPr="00645DBE" w:rsidRDefault="00645DBE" w:rsidP="00645DBE">
            <w:r w:rsidRPr="00645DBE">
              <w:t xml:space="preserve">3.6 </w:t>
            </w:r>
            <w:r w:rsidR="003D6A11">
              <w:t>Verify</w:t>
            </w:r>
            <w:r w:rsidR="003D6A11" w:rsidRPr="00645DBE">
              <w:t xml:space="preserve"> </w:t>
            </w:r>
            <w:r w:rsidRPr="00645DBE">
              <w:t xml:space="preserve">compost recipe and production schedule </w:t>
            </w:r>
            <w:r w:rsidR="003D6A11">
              <w:t>against compost production plan</w:t>
            </w:r>
          </w:p>
          <w:p w14:paraId="44BD5D1F" w14:textId="77777777" w:rsidR="00645DBE" w:rsidRPr="00645DBE" w:rsidRDefault="00645DBE" w:rsidP="00645DBE">
            <w:r w:rsidRPr="00645DBE">
              <w:t>3.7 Quantify density of pre-processed raw materials and translate weight-based recipe into volume-based recipe for production</w:t>
            </w:r>
          </w:p>
          <w:p w14:paraId="2B00249F" w14:textId="2FAA396B" w:rsidR="00645DBE" w:rsidRPr="00645DBE" w:rsidRDefault="00645DBE" w:rsidP="00645DBE">
            <w:pPr>
              <w:pStyle w:val="SIText"/>
            </w:pPr>
            <w:r w:rsidRPr="00645DBE">
              <w:t>3.8 Record volumetric compost recipe and production procedures as operational batch or bucket recipe and procedures</w:t>
            </w:r>
          </w:p>
        </w:tc>
      </w:tr>
      <w:tr w:rsidR="00645DBE" w:rsidRPr="00963A46" w14:paraId="7DE4311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DE4182" w14:textId="593F48B7" w:rsidR="00645DBE" w:rsidRPr="00645DBE" w:rsidRDefault="00645DBE" w:rsidP="00645DBE">
            <w:pPr>
              <w:pStyle w:val="SIText"/>
            </w:pPr>
            <w:r w:rsidRPr="00645DBE">
              <w:t>4. Validate compost recipe</w:t>
            </w:r>
          </w:p>
        </w:tc>
        <w:tc>
          <w:tcPr>
            <w:tcW w:w="3604" w:type="pct"/>
            <w:shd w:val="clear" w:color="auto" w:fill="auto"/>
          </w:tcPr>
          <w:p w14:paraId="7A76BD99" w14:textId="77777777" w:rsidR="00645DBE" w:rsidRPr="00645DBE" w:rsidRDefault="00645DBE" w:rsidP="00645DBE">
            <w:r w:rsidRPr="00645DBE">
              <w:t>4.1 Prepare and mix raw materials to form feedstock for composting</w:t>
            </w:r>
          </w:p>
          <w:p w14:paraId="3854937D" w14:textId="51FD7C5C" w:rsidR="00645DBE" w:rsidRPr="00645DBE" w:rsidRDefault="00645DBE" w:rsidP="00645DBE">
            <w:r w:rsidRPr="00645DBE">
              <w:t xml:space="preserve">4.2 </w:t>
            </w:r>
            <w:r w:rsidR="003D6A11">
              <w:t>Supervise</w:t>
            </w:r>
            <w:r w:rsidR="003D6A11" w:rsidRPr="00645DBE">
              <w:t xml:space="preserve"> </w:t>
            </w:r>
            <w:r w:rsidRPr="00645DBE">
              <w:t xml:space="preserve">composting batch according to </w:t>
            </w:r>
            <w:r w:rsidR="003D6A11">
              <w:t>workplace</w:t>
            </w:r>
            <w:r w:rsidR="003D6A11" w:rsidRPr="00645DBE">
              <w:t xml:space="preserve"> </w:t>
            </w:r>
            <w:r w:rsidRPr="00645DBE">
              <w:t>procedure</w:t>
            </w:r>
          </w:p>
          <w:p w14:paraId="1FAAF475" w14:textId="0498C7D7" w:rsidR="00645DBE" w:rsidRPr="00645DBE" w:rsidRDefault="00645DBE" w:rsidP="00645DBE">
            <w:r w:rsidRPr="00645DBE">
              <w:t xml:space="preserve">4.3 Monitor composting process for efficiency in relation to estimated production schedule and </w:t>
            </w:r>
            <w:r w:rsidR="003D6A11">
              <w:t>workplace</w:t>
            </w:r>
            <w:r w:rsidR="003D6A11" w:rsidRPr="00645DBE">
              <w:t xml:space="preserve"> </w:t>
            </w:r>
            <w:r w:rsidRPr="00645DBE">
              <w:t>requirements</w:t>
            </w:r>
          </w:p>
          <w:p w14:paraId="7C71025E" w14:textId="77777777" w:rsidR="00645DBE" w:rsidRPr="00645DBE" w:rsidRDefault="00645DBE" w:rsidP="00645DBE">
            <w:r w:rsidRPr="00645DBE">
              <w:t>4.4 Monitor environmental and health and safety aspects and impacts</w:t>
            </w:r>
          </w:p>
          <w:p w14:paraId="1674D67F" w14:textId="74374497" w:rsidR="00645DBE" w:rsidRPr="00645DBE" w:rsidRDefault="00645DBE" w:rsidP="00645DBE">
            <w:r w:rsidRPr="00645DBE">
              <w:t xml:space="preserve">4.5 Identify faults, variations or problems </w:t>
            </w:r>
            <w:r w:rsidR="00E2150D">
              <w:t xml:space="preserve">and implement </w:t>
            </w:r>
            <w:r w:rsidRPr="00645DBE">
              <w:t>remedial action</w:t>
            </w:r>
          </w:p>
          <w:p w14:paraId="1B5593D7" w14:textId="77777777" w:rsidR="00645DBE" w:rsidRPr="00645DBE" w:rsidRDefault="00645DBE" w:rsidP="00645DBE">
            <w:r w:rsidRPr="00645DBE">
              <w:t>4.6 Sample and test material to determine completion of process</w:t>
            </w:r>
          </w:p>
          <w:p w14:paraId="3D156072" w14:textId="77777777" w:rsidR="00645DBE" w:rsidRPr="00645DBE" w:rsidRDefault="00645DBE" w:rsidP="00645DBE">
            <w:r w:rsidRPr="00645DBE">
              <w:t xml:space="preserve">4.7 Evaluate </w:t>
            </w:r>
            <w:proofErr w:type="gramStart"/>
            <w:r w:rsidRPr="00645DBE">
              <w:t>end product</w:t>
            </w:r>
            <w:proofErr w:type="gramEnd"/>
            <w:r w:rsidRPr="00645DBE">
              <w:t xml:space="preserve"> quality against product specifications</w:t>
            </w:r>
          </w:p>
          <w:p w14:paraId="5783FF40" w14:textId="7821B7DF" w:rsidR="00645DBE" w:rsidRPr="00645DBE" w:rsidRDefault="00645DBE" w:rsidP="00645DBE">
            <w:r w:rsidRPr="00645DBE">
              <w:t>4.8 Revise compost recipe, production schedule and procedures</w:t>
            </w:r>
          </w:p>
        </w:tc>
      </w:tr>
    </w:tbl>
    <w:p w14:paraId="3200C001" w14:textId="77777777" w:rsidR="00F1480E" w:rsidRPr="00DD0726" w:rsidRDefault="00F1480E" w:rsidP="00CE077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F0285" w:rsidRPr="00336FCA" w14:paraId="1952BECD" w14:textId="7CC58BA7" w:rsidTr="00CA2922">
        <w:tc>
          <w:tcPr>
            <w:tcW w:w="1396" w:type="pct"/>
          </w:tcPr>
          <w:p w14:paraId="74C04FEF" w14:textId="328919CE" w:rsidR="003F0285" w:rsidRPr="003F0285" w:rsidRDefault="000B10DF" w:rsidP="003F028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75880D1" w14:textId="67C2A10C" w:rsidR="003F0285" w:rsidRPr="000B10DF" w:rsidRDefault="000B10DF" w:rsidP="00CE0778">
            <w:pPr>
              <w:pStyle w:val="SIBulletList1"/>
            </w:pPr>
            <w:r>
              <w:t>Calculations are performed to a high degree of accuracy to ensure quality and repetition of compost recipe and outcomes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F0285" w14:paraId="1E3C830D" w14:textId="77777777" w:rsidTr="00F33FF2">
        <w:tc>
          <w:tcPr>
            <w:tcW w:w="1028" w:type="pct"/>
          </w:tcPr>
          <w:p w14:paraId="114BC688" w14:textId="77777777" w:rsidR="003F0285" w:rsidRDefault="003D6A11" w:rsidP="003F0285">
            <w:pPr>
              <w:pStyle w:val="SIText"/>
            </w:pPr>
            <w:r w:rsidRPr="003D6A11">
              <w:t>AHCCOM401 Develop a composting recipe</w:t>
            </w:r>
          </w:p>
          <w:p w14:paraId="18ED5BE1" w14:textId="1F8F6180" w:rsidR="003D6A11" w:rsidRPr="003F0285" w:rsidRDefault="003D6A11" w:rsidP="003F0285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A9C2352" w14:textId="77777777" w:rsidR="003D6A11" w:rsidRDefault="003D6A11" w:rsidP="003F0285">
            <w:pPr>
              <w:pStyle w:val="SIText"/>
            </w:pPr>
            <w:r w:rsidRPr="003D6A11">
              <w:t>AHCCOM401 Develop a composting recipe</w:t>
            </w:r>
          </w:p>
          <w:p w14:paraId="64EA7AE3" w14:textId="5AC4617E" w:rsidR="003F0285" w:rsidRPr="003F0285" w:rsidRDefault="00802CAE" w:rsidP="003F0285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031D32" w14:textId="1BBE6796" w:rsidR="003F0285" w:rsidRPr="003F0285" w:rsidRDefault="00205254" w:rsidP="003F0285">
            <w:pPr>
              <w:pStyle w:val="SIText"/>
            </w:pPr>
            <w:r>
              <w:t>Minor changes to Application and Performance criteria for clarity</w:t>
            </w:r>
          </w:p>
        </w:tc>
        <w:tc>
          <w:tcPr>
            <w:tcW w:w="1616" w:type="pct"/>
          </w:tcPr>
          <w:p w14:paraId="426455CD" w14:textId="6980E6E4" w:rsidR="003F0285" w:rsidRPr="003F0285" w:rsidRDefault="003F0285" w:rsidP="003F0285">
            <w:pPr>
              <w:pStyle w:val="SIText"/>
            </w:pPr>
            <w:r w:rsidRPr="003F0285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90B9A0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77BE4" w:rsidRPr="00177BE4">
              <w:t>AHCCOM401 Develop a composting recipe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2D2A12BB" w14:textId="77777777" w:rsidR="00997E1D" w:rsidRDefault="00997E1D" w:rsidP="00997E1D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421D60DB" w14:textId="2B8CFB2B" w:rsidR="00997E1D" w:rsidRDefault="00997E1D" w:rsidP="00997E1D">
            <w:pPr>
              <w:pStyle w:val="SIText"/>
            </w:pPr>
            <w:r>
              <w:t>There must be evidence that the individual has</w:t>
            </w:r>
            <w:r w:rsidRPr="00177BE4">
              <w:t xml:space="preserve"> </w:t>
            </w:r>
            <w:r>
              <w:t xml:space="preserve">on at least one occasion </w:t>
            </w:r>
            <w:r w:rsidRPr="00177BE4">
              <w:t>prepare</w:t>
            </w:r>
            <w:r>
              <w:t>d</w:t>
            </w:r>
            <w:r w:rsidRPr="00177BE4">
              <w:t xml:space="preserve"> </w:t>
            </w:r>
            <w:r>
              <w:t>a</w:t>
            </w:r>
            <w:r w:rsidRPr="00177BE4">
              <w:t xml:space="preserve"> mix</w:t>
            </w:r>
            <w:r>
              <w:t xml:space="preserve"> of</w:t>
            </w:r>
            <w:r w:rsidRPr="00177BE4">
              <w:t xml:space="preserve"> raw materials in specified proportions for</w:t>
            </w:r>
            <w:r>
              <w:t xml:space="preserve"> a</w:t>
            </w:r>
            <w:r w:rsidRPr="00177BE4">
              <w:t xml:space="preserve"> composting</w:t>
            </w:r>
            <w:r>
              <w:t xml:space="preserve"> recipe and </w:t>
            </w:r>
            <w:proofErr w:type="gramStart"/>
            <w:r>
              <w:t>has :</w:t>
            </w:r>
            <w:proofErr w:type="gramEnd"/>
          </w:p>
          <w:p w14:paraId="4E41DF1C" w14:textId="6A0FB267" w:rsidR="00645DBE" w:rsidRPr="00645DBE" w:rsidRDefault="00645DBE" w:rsidP="00645DBE">
            <w:pPr>
              <w:pStyle w:val="SIBulletList1"/>
            </w:pPr>
            <w:r w:rsidRPr="00645DBE">
              <w:t>calculate</w:t>
            </w:r>
            <w:r w:rsidR="00997E1D">
              <w:t>d</w:t>
            </w:r>
            <w:r w:rsidRPr="00645DBE">
              <w:t xml:space="preserve"> a compost recipe consistent with technology and method available from combinations of raw materials</w:t>
            </w:r>
          </w:p>
          <w:p w14:paraId="501908F1" w14:textId="4D78488D" w:rsidR="00645DBE" w:rsidRPr="00645DBE" w:rsidRDefault="00645DBE" w:rsidP="00645DBE">
            <w:pPr>
              <w:pStyle w:val="SIBulletList1"/>
            </w:pPr>
            <w:r w:rsidRPr="00645DBE">
              <w:t>document</w:t>
            </w:r>
            <w:r w:rsidR="00997E1D">
              <w:t>ed</w:t>
            </w:r>
            <w:r w:rsidRPr="00645DBE">
              <w:t xml:space="preserve"> compost production plan consistent with plant capabilities and site constraints</w:t>
            </w:r>
          </w:p>
          <w:p w14:paraId="6BFA69AA" w14:textId="773C1BA4" w:rsidR="006130F4" w:rsidRPr="005404CB" w:rsidRDefault="00645DBE" w:rsidP="00CE0778">
            <w:pPr>
              <w:pStyle w:val="SIBulletList1"/>
            </w:pPr>
            <w:r w:rsidRPr="00645DBE">
              <w:t>produce</w:t>
            </w:r>
            <w:r w:rsidR="00997E1D">
              <w:t>d</w:t>
            </w:r>
            <w:r w:rsidRPr="00645DBE">
              <w:t xml:space="preserve"> a compost recipe that achieve</w:t>
            </w:r>
            <w:r w:rsidR="00997E1D">
              <w:t>s</w:t>
            </w:r>
            <w:r w:rsidRPr="00645DBE">
              <w:t xml:space="preserve"> defined product specifications</w:t>
            </w:r>
            <w:r w:rsidR="00997E1D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4851633A" w14:textId="77777777" w:rsidR="00997E1D" w:rsidRDefault="00997E1D" w:rsidP="00997E1D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BBD7B96" w14:textId="0DE1814E" w:rsidR="00645DBE" w:rsidRPr="00645DBE" w:rsidRDefault="00645DBE">
            <w:pPr>
              <w:pStyle w:val="SIBulletList1"/>
            </w:pPr>
            <w:r w:rsidRPr="00645DBE">
              <w:t>principles and practices of compost recipes</w:t>
            </w:r>
            <w:r w:rsidR="00997E1D">
              <w:t>, including:</w:t>
            </w:r>
          </w:p>
          <w:p w14:paraId="4D68CE8F" w14:textId="77777777" w:rsidR="00645DBE" w:rsidRPr="00645DBE" w:rsidRDefault="00645DBE" w:rsidP="00CE0778">
            <w:pPr>
              <w:pStyle w:val="SIBulletList2"/>
            </w:pPr>
            <w:r w:rsidRPr="00645DBE">
              <w:t>range of commercial compost-based products</w:t>
            </w:r>
          </w:p>
          <w:p w14:paraId="48C924D5" w14:textId="77777777" w:rsidR="00645DBE" w:rsidRPr="00645DBE" w:rsidRDefault="00645DBE" w:rsidP="00CE0778">
            <w:pPr>
              <w:pStyle w:val="SIBulletList2"/>
            </w:pPr>
            <w:r w:rsidRPr="00645DBE">
              <w:t>raw materials and their characteristics</w:t>
            </w:r>
          </w:p>
          <w:p w14:paraId="1EC4293A" w14:textId="77777777" w:rsidR="00997E1D" w:rsidRPr="00997E1D" w:rsidRDefault="00997E1D" w:rsidP="00997E1D">
            <w:pPr>
              <w:pStyle w:val="SIBulletList2"/>
            </w:pPr>
            <w:r w:rsidRPr="00645DBE">
              <w:t xml:space="preserve">processing </w:t>
            </w:r>
            <w:r w:rsidRPr="00997E1D">
              <w:t>duration required for various raw materials</w:t>
            </w:r>
          </w:p>
          <w:p w14:paraId="6796D3E5" w14:textId="77777777" w:rsidR="00645DBE" w:rsidRPr="00645DBE" w:rsidRDefault="00645DBE" w:rsidP="00CE0778">
            <w:pPr>
              <w:pStyle w:val="SIBulletList2"/>
            </w:pPr>
            <w:r w:rsidRPr="00645DBE">
              <w:t>relationship between key compost recipe variables and compost production</w:t>
            </w:r>
          </w:p>
          <w:p w14:paraId="204BF433" w14:textId="77777777" w:rsidR="00645DBE" w:rsidRDefault="00645DBE" w:rsidP="00CE0778">
            <w:pPr>
              <w:pStyle w:val="SIBulletList2"/>
            </w:pPr>
            <w:r w:rsidRPr="00645DBE">
              <w:t xml:space="preserve">systems, </w:t>
            </w:r>
            <w:proofErr w:type="gramStart"/>
            <w:r w:rsidRPr="00645DBE">
              <w:t>technologies</w:t>
            </w:r>
            <w:proofErr w:type="gramEnd"/>
            <w:r w:rsidRPr="00645DBE">
              <w:t xml:space="preserve"> and methods in compost production</w:t>
            </w:r>
          </w:p>
          <w:p w14:paraId="3E679A60" w14:textId="3A196EF6" w:rsidR="00BC0EDA" w:rsidRDefault="00BC0EDA" w:rsidP="00CE0778">
            <w:pPr>
              <w:pStyle w:val="SIBulletList2"/>
            </w:pPr>
            <w:r>
              <w:t>quality standards and organic certification requirements for compost products</w:t>
            </w:r>
          </w:p>
          <w:p w14:paraId="5C8CD985" w14:textId="2915ECC8" w:rsidR="006130F4" w:rsidRPr="005404CB" w:rsidRDefault="00997E1D" w:rsidP="00CE0778">
            <w:pPr>
              <w:pStyle w:val="SIBulletList1"/>
            </w:pPr>
            <w:r w:rsidRPr="00645DBE">
              <w:t>c</w:t>
            </w:r>
            <w:r w:rsidRPr="00997E1D">
              <w:t>ontrol of hazards in handling raw materials and composting materials</w:t>
            </w:r>
            <w:r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21A4E1F9" w14:textId="77777777" w:rsidR="00997E1D" w:rsidRPr="00997E1D" w:rsidRDefault="00997E1D" w:rsidP="00CE0778">
            <w:pPr>
              <w:pStyle w:val="SIText"/>
            </w:pPr>
            <w:r w:rsidRPr="00997E1D">
              <w:t xml:space="preserve">Assessment of the skills in this unit of competency must take place under the following conditions: </w:t>
            </w:r>
          </w:p>
          <w:p w14:paraId="4D7DD068" w14:textId="77777777" w:rsidR="00997E1D" w:rsidRPr="00997E1D" w:rsidRDefault="00997E1D" w:rsidP="00CE0778">
            <w:pPr>
              <w:pStyle w:val="SIBulletList1"/>
            </w:pPr>
            <w:r w:rsidRPr="00997E1D">
              <w:t>physical conditions:</w:t>
            </w:r>
          </w:p>
          <w:p w14:paraId="6EB0F7CA" w14:textId="51BB1BD1" w:rsidR="00997E1D" w:rsidRPr="00997E1D" w:rsidRDefault="00997E1D" w:rsidP="00997E1D">
            <w:pPr>
              <w:pStyle w:val="SIBulletList2"/>
            </w:pPr>
            <w:r w:rsidRPr="00997E1D">
              <w:t xml:space="preserve">skills must be demonstrated </w:t>
            </w:r>
            <w:r>
              <w:t xml:space="preserve">on a farm or a commercial composting site </w:t>
            </w:r>
            <w:r w:rsidRPr="00997E1D">
              <w:t>or an environment that accurately represents workplace conditions</w:t>
            </w:r>
          </w:p>
          <w:p w14:paraId="161EE5FD" w14:textId="77777777" w:rsidR="00997E1D" w:rsidRPr="00997E1D" w:rsidRDefault="00997E1D" w:rsidP="00CE0778">
            <w:pPr>
              <w:pStyle w:val="SIBulletList1"/>
            </w:pPr>
            <w:r w:rsidRPr="00997E1D">
              <w:t xml:space="preserve">resources, </w:t>
            </w:r>
            <w:proofErr w:type="gramStart"/>
            <w:r w:rsidRPr="00997E1D">
              <w:t>equipment</w:t>
            </w:r>
            <w:proofErr w:type="gramEnd"/>
            <w:r w:rsidRPr="00997E1D">
              <w:t xml:space="preserve"> and materials:</w:t>
            </w:r>
          </w:p>
          <w:p w14:paraId="3A69DA13" w14:textId="604035F6" w:rsidR="00997E1D" w:rsidRPr="00997E1D" w:rsidRDefault="00997E1D" w:rsidP="00997E1D">
            <w:pPr>
              <w:pStyle w:val="SIBulletList2"/>
            </w:pPr>
            <w:r>
              <w:t xml:space="preserve">use of tools, </w:t>
            </w:r>
            <w:proofErr w:type="gramStart"/>
            <w:r w:rsidRPr="00997E1D">
              <w:t>equipment</w:t>
            </w:r>
            <w:proofErr w:type="gramEnd"/>
            <w:r>
              <w:t xml:space="preserve"> and machinery</w:t>
            </w:r>
          </w:p>
          <w:p w14:paraId="09DFE977" w14:textId="77777777" w:rsidR="00997E1D" w:rsidRDefault="00997E1D" w:rsidP="00997E1D">
            <w:pPr>
              <w:pStyle w:val="SIBulletList2"/>
            </w:pPr>
            <w:r w:rsidRPr="00997E1D">
              <w:t>use of personal protective equipment</w:t>
            </w:r>
          </w:p>
          <w:p w14:paraId="1226FF0A" w14:textId="3561987D" w:rsidR="00997E1D" w:rsidRPr="00997E1D" w:rsidRDefault="00997E1D" w:rsidP="00997E1D">
            <w:pPr>
              <w:pStyle w:val="SIBulletList2"/>
            </w:pPr>
            <w:r>
              <w:t>raw materials for compost</w:t>
            </w:r>
          </w:p>
          <w:p w14:paraId="6E0C368C" w14:textId="77777777" w:rsidR="00997E1D" w:rsidRPr="00997E1D" w:rsidRDefault="00997E1D" w:rsidP="00CE0778">
            <w:pPr>
              <w:pStyle w:val="SIBulletList1"/>
            </w:pPr>
            <w:r w:rsidRPr="00997E1D">
              <w:t>specifications:</w:t>
            </w:r>
          </w:p>
          <w:p w14:paraId="65957B2A" w14:textId="77777777" w:rsidR="00997E1D" w:rsidRPr="00997E1D" w:rsidRDefault="00997E1D" w:rsidP="00997E1D">
            <w:pPr>
              <w:pStyle w:val="SIBulletList2"/>
            </w:pPr>
            <w:r w:rsidRPr="00997E1D">
              <w:t>use of workplace policies, procedures, processes</w:t>
            </w:r>
          </w:p>
          <w:p w14:paraId="32A2E016" w14:textId="77777777" w:rsidR="00997E1D" w:rsidRPr="00997E1D" w:rsidRDefault="00997E1D" w:rsidP="00997E1D">
            <w:pPr>
              <w:pStyle w:val="SIBulletList2"/>
            </w:pPr>
            <w:r w:rsidRPr="00997E1D">
              <w:t>use of manufacturer operating instructions for equipment and machinery</w:t>
            </w:r>
          </w:p>
          <w:p w14:paraId="75ECB802" w14:textId="6664845B" w:rsidR="00997E1D" w:rsidRPr="00997E1D" w:rsidRDefault="00997E1D" w:rsidP="00997E1D">
            <w:pPr>
              <w:pStyle w:val="SIBulletList2"/>
            </w:pPr>
            <w:r w:rsidRPr="00997E1D">
              <w:t xml:space="preserve">use of </w:t>
            </w:r>
            <w:r>
              <w:t>product</w:t>
            </w:r>
            <w:r w:rsidRPr="00997E1D">
              <w:t xml:space="preserve"> specifications</w:t>
            </w:r>
          </w:p>
          <w:p w14:paraId="06C02127" w14:textId="77777777" w:rsidR="00997E1D" w:rsidRPr="00997E1D" w:rsidRDefault="00997E1D" w:rsidP="00CE0778">
            <w:pPr>
              <w:pStyle w:val="SIBulletList1"/>
            </w:pPr>
            <w:r w:rsidRPr="00997E1D">
              <w:t>relationships:</w:t>
            </w:r>
          </w:p>
          <w:p w14:paraId="759850B7" w14:textId="760EE6C3" w:rsidR="008666D0" w:rsidRPr="005404CB" w:rsidRDefault="00997E1D" w:rsidP="0011400B">
            <w:pPr>
              <w:pStyle w:val="SIText"/>
              <w:rPr>
                <w:rFonts w:eastAsia="Calibri"/>
              </w:rPr>
            </w:pPr>
            <w:r w:rsidRPr="00997E1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22AF4810" w:rsidR="00F1480E" w:rsidRPr="005404CB" w:rsidRDefault="006130F4" w:rsidP="005404CB">
            <w:pPr>
              <w:pStyle w:val="SIText"/>
            </w:pPr>
            <w:r w:rsidRPr="006130F4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A696" w14:textId="77777777" w:rsidR="00E3205E" w:rsidRDefault="00E3205E" w:rsidP="00BF3F0A">
      <w:r>
        <w:separator/>
      </w:r>
    </w:p>
    <w:p w14:paraId="2F28A840" w14:textId="77777777" w:rsidR="00E3205E" w:rsidRDefault="00E3205E"/>
  </w:endnote>
  <w:endnote w:type="continuationSeparator" w:id="0">
    <w:p w14:paraId="2ABA6FFA" w14:textId="77777777" w:rsidR="00E3205E" w:rsidRDefault="00E3205E" w:rsidP="00BF3F0A">
      <w:r>
        <w:continuationSeparator/>
      </w:r>
    </w:p>
    <w:p w14:paraId="4D668F47" w14:textId="77777777" w:rsidR="00E3205E" w:rsidRDefault="00E32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C0EDA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740F" w14:textId="77777777" w:rsidR="00E3205E" w:rsidRDefault="00E3205E" w:rsidP="00BF3F0A">
      <w:r>
        <w:separator/>
      </w:r>
    </w:p>
    <w:p w14:paraId="1CA05CC3" w14:textId="77777777" w:rsidR="00E3205E" w:rsidRDefault="00E3205E"/>
  </w:footnote>
  <w:footnote w:type="continuationSeparator" w:id="0">
    <w:p w14:paraId="34A2E7ED" w14:textId="77777777" w:rsidR="00E3205E" w:rsidRDefault="00E3205E" w:rsidP="00BF3F0A">
      <w:r>
        <w:continuationSeparator/>
      </w:r>
    </w:p>
    <w:p w14:paraId="68A83D19" w14:textId="77777777" w:rsidR="00E3205E" w:rsidRDefault="00E32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B8C4CB0" w:rsidR="009C2650" w:rsidRPr="000754EC" w:rsidRDefault="00CE0778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77BE4" w:rsidRPr="00177BE4">
      <w:t xml:space="preserve"> AHCCOM401 Develop a composting recipe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715DD"/>
    <w:multiLevelType w:val="multilevel"/>
    <w:tmpl w:val="0994B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E5FC0"/>
    <w:multiLevelType w:val="multilevel"/>
    <w:tmpl w:val="13D2A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C784E5B"/>
    <w:multiLevelType w:val="multilevel"/>
    <w:tmpl w:val="6898F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B43612"/>
    <w:multiLevelType w:val="multilevel"/>
    <w:tmpl w:val="2946E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D529AB"/>
    <w:multiLevelType w:val="multilevel"/>
    <w:tmpl w:val="726AD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100641"/>
    <w:multiLevelType w:val="multilevel"/>
    <w:tmpl w:val="15ACE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9D59D3"/>
    <w:multiLevelType w:val="multilevel"/>
    <w:tmpl w:val="5CCC62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1721AC"/>
    <w:multiLevelType w:val="multilevel"/>
    <w:tmpl w:val="1BD068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665050"/>
    <w:multiLevelType w:val="multilevel"/>
    <w:tmpl w:val="C2B8B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8241FF"/>
    <w:multiLevelType w:val="multilevel"/>
    <w:tmpl w:val="354E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45D290B"/>
    <w:multiLevelType w:val="multilevel"/>
    <w:tmpl w:val="98CC5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2253D8"/>
    <w:multiLevelType w:val="multilevel"/>
    <w:tmpl w:val="7E749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979BA"/>
    <w:multiLevelType w:val="multilevel"/>
    <w:tmpl w:val="37A29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AF6584"/>
    <w:multiLevelType w:val="multilevel"/>
    <w:tmpl w:val="97681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1BF7EDB"/>
    <w:multiLevelType w:val="multilevel"/>
    <w:tmpl w:val="ED6CE6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3633EA"/>
    <w:multiLevelType w:val="multilevel"/>
    <w:tmpl w:val="CD887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7774522">
    <w:abstractNumId w:val="16"/>
  </w:num>
  <w:num w:numId="2" w16cid:durableId="1037586975">
    <w:abstractNumId w:val="13"/>
  </w:num>
  <w:num w:numId="3" w16cid:durableId="1165441917">
    <w:abstractNumId w:val="17"/>
  </w:num>
  <w:num w:numId="4" w16cid:durableId="1836337413">
    <w:abstractNumId w:val="9"/>
  </w:num>
  <w:num w:numId="5" w16cid:durableId="743571912">
    <w:abstractNumId w:val="0"/>
  </w:num>
  <w:num w:numId="6" w16cid:durableId="14696092">
    <w:abstractNumId w:val="12"/>
  </w:num>
  <w:num w:numId="7" w16cid:durableId="311061385">
    <w:abstractNumId w:val="20"/>
  </w:num>
  <w:num w:numId="8" w16cid:durableId="400368202">
    <w:abstractNumId w:val="14"/>
  </w:num>
  <w:num w:numId="9" w16cid:durableId="957298190">
    <w:abstractNumId w:val="8"/>
  </w:num>
  <w:num w:numId="10" w16cid:durableId="121582048">
    <w:abstractNumId w:val="18"/>
  </w:num>
  <w:num w:numId="11" w16cid:durableId="1940218612">
    <w:abstractNumId w:val="1"/>
  </w:num>
  <w:num w:numId="12" w16cid:durableId="627785477">
    <w:abstractNumId w:val="4"/>
  </w:num>
  <w:num w:numId="13" w16cid:durableId="1626614521">
    <w:abstractNumId w:val="11"/>
  </w:num>
  <w:num w:numId="14" w16cid:durableId="838884579">
    <w:abstractNumId w:val="3"/>
  </w:num>
  <w:num w:numId="15" w16cid:durableId="1824540579">
    <w:abstractNumId w:val="19"/>
  </w:num>
  <w:num w:numId="16" w16cid:durableId="684329519">
    <w:abstractNumId w:val="5"/>
  </w:num>
  <w:num w:numId="17" w16cid:durableId="1003167904">
    <w:abstractNumId w:val="15"/>
  </w:num>
  <w:num w:numId="18" w16cid:durableId="843476343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7DE9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043"/>
    <w:rsid w:val="0009093B"/>
    <w:rsid w:val="0009229A"/>
    <w:rsid w:val="000957DC"/>
    <w:rsid w:val="000A5441"/>
    <w:rsid w:val="000A6903"/>
    <w:rsid w:val="000B10DF"/>
    <w:rsid w:val="000B2022"/>
    <w:rsid w:val="000C149A"/>
    <w:rsid w:val="000C224E"/>
    <w:rsid w:val="000D685C"/>
    <w:rsid w:val="000E25E6"/>
    <w:rsid w:val="000E2C86"/>
    <w:rsid w:val="000F29F2"/>
    <w:rsid w:val="00101659"/>
    <w:rsid w:val="00105AEA"/>
    <w:rsid w:val="001078BF"/>
    <w:rsid w:val="0011400B"/>
    <w:rsid w:val="001203D3"/>
    <w:rsid w:val="00133957"/>
    <w:rsid w:val="0013525C"/>
    <w:rsid w:val="001361BF"/>
    <w:rsid w:val="001372F6"/>
    <w:rsid w:val="00144385"/>
    <w:rsid w:val="00146EEC"/>
    <w:rsid w:val="00151D55"/>
    <w:rsid w:val="00151D93"/>
    <w:rsid w:val="00156EF3"/>
    <w:rsid w:val="00176E4F"/>
    <w:rsid w:val="00177BE4"/>
    <w:rsid w:val="0018546B"/>
    <w:rsid w:val="001A37F6"/>
    <w:rsid w:val="001A6A3E"/>
    <w:rsid w:val="001A7B6D"/>
    <w:rsid w:val="001B34D5"/>
    <w:rsid w:val="001B513A"/>
    <w:rsid w:val="001C0A75"/>
    <w:rsid w:val="001C1306"/>
    <w:rsid w:val="001C155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254"/>
    <w:rsid w:val="0021210E"/>
    <w:rsid w:val="0021414D"/>
    <w:rsid w:val="00223124"/>
    <w:rsid w:val="00233143"/>
    <w:rsid w:val="00234444"/>
    <w:rsid w:val="00242293"/>
    <w:rsid w:val="0024255D"/>
    <w:rsid w:val="00244EA7"/>
    <w:rsid w:val="00262FC3"/>
    <w:rsid w:val="0026394F"/>
    <w:rsid w:val="00267AF6"/>
    <w:rsid w:val="00276DB8"/>
    <w:rsid w:val="00282664"/>
    <w:rsid w:val="00285FB8"/>
    <w:rsid w:val="002970C3"/>
    <w:rsid w:val="002A4000"/>
    <w:rsid w:val="002A4CD3"/>
    <w:rsid w:val="002A6CC4"/>
    <w:rsid w:val="002C55E9"/>
    <w:rsid w:val="002D0C8B"/>
    <w:rsid w:val="002D330A"/>
    <w:rsid w:val="002E170C"/>
    <w:rsid w:val="002E193E"/>
    <w:rsid w:val="002F2726"/>
    <w:rsid w:val="0030083A"/>
    <w:rsid w:val="00305EFF"/>
    <w:rsid w:val="00310A6A"/>
    <w:rsid w:val="003144E6"/>
    <w:rsid w:val="00334EC7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8F6"/>
    <w:rsid w:val="003A21F0"/>
    <w:rsid w:val="003A277F"/>
    <w:rsid w:val="003A58BA"/>
    <w:rsid w:val="003A5AE7"/>
    <w:rsid w:val="003A7221"/>
    <w:rsid w:val="003B3493"/>
    <w:rsid w:val="003B7999"/>
    <w:rsid w:val="003C13AE"/>
    <w:rsid w:val="003C7152"/>
    <w:rsid w:val="003D2E73"/>
    <w:rsid w:val="003D6A11"/>
    <w:rsid w:val="003E72B6"/>
    <w:rsid w:val="003E7BBE"/>
    <w:rsid w:val="003F0285"/>
    <w:rsid w:val="00405D9E"/>
    <w:rsid w:val="004127E3"/>
    <w:rsid w:val="0043212E"/>
    <w:rsid w:val="00434366"/>
    <w:rsid w:val="00434ECE"/>
    <w:rsid w:val="00444423"/>
    <w:rsid w:val="00452F3E"/>
    <w:rsid w:val="00460248"/>
    <w:rsid w:val="0046239A"/>
    <w:rsid w:val="004640AE"/>
    <w:rsid w:val="00466F18"/>
    <w:rsid w:val="004679E3"/>
    <w:rsid w:val="00471B5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C9"/>
    <w:rsid w:val="004E0460"/>
    <w:rsid w:val="004E1579"/>
    <w:rsid w:val="004E5FAE"/>
    <w:rsid w:val="004E6245"/>
    <w:rsid w:val="004E6741"/>
    <w:rsid w:val="004E7094"/>
    <w:rsid w:val="004E78D7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27CD"/>
    <w:rsid w:val="00543011"/>
    <w:rsid w:val="005446D1"/>
    <w:rsid w:val="00556C4C"/>
    <w:rsid w:val="00557369"/>
    <w:rsid w:val="00557D22"/>
    <w:rsid w:val="0056471B"/>
    <w:rsid w:val="00564ADD"/>
    <w:rsid w:val="005708EB"/>
    <w:rsid w:val="00575BC6"/>
    <w:rsid w:val="0058139E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0F4"/>
    <w:rsid w:val="00613B49"/>
    <w:rsid w:val="00616845"/>
    <w:rsid w:val="00620E8E"/>
    <w:rsid w:val="00633CFE"/>
    <w:rsid w:val="00634FCA"/>
    <w:rsid w:val="00643D1B"/>
    <w:rsid w:val="006452B8"/>
    <w:rsid w:val="00645DBE"/>
    <w:rsid w:val="00652E62"/>
    <w:rsid w:val="006679F8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5E4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665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CAE"/>
    <w:rsid w:val="008034E1"/>
    <w:rsid w:val="0080467A"/>
    <w:rsid w:val="00817D51"/>
    <w:rsid w:val="0082086C"/>
    <w:rsid w:val="00823530"/>
    <w:rsid w:val="00823FF4"/>
    <w:rsid w:val="00827B53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66C"/>
    <w:rsid w:val="00865011"/>
    <w:rsid w:val="008666D0"/>
    <w:rsid w:val="00886790"/>
    <w:rsid w:val="008908DE"/>
    <w:rsid w:val="008A12ED"/>
    <w:rsid w:val="008A39D3"/>
    <w:rsid w:val="008B2C77"/>
    <w:rsid w:val="008B4AD2"/>
    <w:rsid w:val="008B663E"/>
    <w:rsid w:val="008B7138"/>
    <w:rsid w:val="008C6E18"/>
    <w:rsid w:val="008E260C"/>
    <w:rsid w:val="008E39BE"/>
    <w:rsid w:val="008E62EC"/>
    <w:rsid w:val="008F32F6"/>
    <w:rsid w:val="00903631"/>
    <w:rsid w:val="009046C3"/>
    <w:rsid w:val="00916CD7"/>
    <w:rsid w:val="00920927"/>
    <w:rsid w:val="00921B38"/>
    <w:rsid w:val="0092283C"/>
    <w:rsid w:val="00923720"/>
    <w:rsid w:val="009278C9"/>
    <w:rsid w:val="00932CD7"/>
    <w:rsid w:val="00944C09"/>
    <w:rsid w:val="009527CB"/>
    <w:rsid w:val="00953835"/>
    <w:rsid w:val="00960F6C"/>
    <w:rsid w:val="009610AE"/>
    <w:rsid w:val="00970747"/>
    <w:rsid w:val="00997BFC"/>
    <w:rsid w:val="00997E1D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891"/>
    <w:rsid w:val="009E5C47"/>
    <w:rsid w:val="009F0DCC"/>
    <w:rsid w:val="009F11CA"/>
    <w:rsid w:val="00A0695B"/>
    <w:rsid w:val="00A13052"/>
    <w:rsid w:val="00A216A8"/>
    <w:rsid w:val="00A223A6"/>
    <w:rsid w:val="00A3135C"/>
    <w:rsid w:val="00A3639E"/>
    <w:rsid w:val="00A46AA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A789D"/>
    <w:rsid w:val="00AB1B8E"/>
    <w:rsid w:val="00AB3EC1"/>
    <w:rsid w:val="00AB46DE"/>
    <w:rsid w:val="00AB5CC7"/>
    <w:rsid w:val="00AC0696"/>
    <w:rsid w:val="00AC4C98"/>
    <w:rsid w:val="00AC5F6B"/>
    <w:rsid w:val="00AD3896"/>
    <w:rsid w:val="00AD5B47"/>
    <w:rsid w:val="00AD6B76"/>
    <w:rsid w:val="00AE15EB"/>
    <w:rsid w:val="00AE1ED9"/>
    <w:rsid w:val="00AE32CB"/>
    <w:rsid w:val="00AF087D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0EDA"/>
    <w:rsid w:val="00BC5075"/>
    <w:rsid w:val="00BC5419"/>
    <w:rsid w:val="00BD029F"/>
    <w:rsid w:val="00BD17CC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5BD6"/>
    <w:rsid w:val="00C26067"/>
    <w:rsid w:val="00C30A29"/>
    <w:rsid w:val="00C317DC"/>
    <w:rsid w:val="00C36FBC"/>
    <w:rsid w:val="00C5604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1544"/>
    <w:rsid w:val="00CB746F"/>
    <w:rsid w:val="00CC451E"/>
    <w:rsid w:val="00CD187A"/>
    <w:rsid w:val="00CD4E9D"/>
    <w:rsid w:val="00CD4F4D"/>
    <w:rsid w:val="00CE0778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6F92"/>
    <w:rsid w:val="00D71E43"/>
    <w:rsid w:val="00D727F3"/>
    <w:rsid w:val="00D73695"/>
    <w:rsid w:val="00D810DE"/>
    <w:rsid w:val="00D87D32"/>
    <w:rsid w:val="00D91188"/>
    <w:rsid w:val="00D92C83"/>
    <w:rsid w:val="00D95C07"/>
    <w:rsid w:val="00DA0A81"/>
    <w:rsid w:val="00DA3C10"/>
    <w:rsid w:val="00DA53B5"/>
    <w:rsid w:val="00DC1D69"/>
    <w:rsid w:val="00DC5A3A"/>
    <w:rsid w:val="00DD0726"/>
    <w:rsid w:val="00E2150D"/>
    <w:rsid w:val="00E238E6"/>
    <w:rsid w:val="00E3205E"/>
    <w:rsid w:val="00E34CD8"/>
    <w:rsid w:val="00E35064"/>
    <w:rsid w:val="00E3681D"/>
    <w:rsid w:val="00E37271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D70"/>
    <w:rsid w:val="00F5616F"/>
    <w:rsid w:val="00F56451"/>
    <w:rsid w:val="00F56827"/>
    <w:rsid w:val="00F62866"/>
    <w:rsid w:val="00F65EF0"/>
    <w:rsid w:val="00F71651"/>
    <w:rsid w:val="00F73622"/>
    <w:rsid w:val="00F76191"/>
    <w:rsid w:val="00F76CC6"/>
    <w:rsid w:val="00F83D7C"/>
    <w:rsid w:val="00F9764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CE077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2EC457F94194FB4F1B8DD88B25A50" ma:contentTypeVersion="" ma:contentTypeDescription="Create a new document." ma:contentTypeScope="" ma:versionID="8a93dba10e55515a5caf48161f963c0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fbd0e8e-82e5-4f83-89a2-7dbad393fe30" targetNamespace="http://schemas.microsoft.com/office/2006/metadata/properties" ma:root="true" ma:fieldsID="55771efe21926c2b7f130d67520bb439" ns1:_="" ns2:_="" ns3:_="">
    <xsd:import namespace="http://schemas.microsoft.com/sharepoint/v3"/>
    <xsd:import namespace="d50bbff7-d6dd-47d2-864a-cfdc2c3db0f4"/>
    <xsd:import namespace="3fbd0e8e-82e5-4f83-89a2-7dbad393fe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d0e8e-82e5-4f83-89a2-7dbad393f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elements/1.1/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3fbd0e8e-82e5-4f83-89a2-7dbad393fe3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69215FD-2871-4B60-BCF9-266ADA7F4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fbd0e8e-82e5-4f83-89a2-7dbad393f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72C898-849D-451F-AC3E-8A8FCF2F9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121</TotalTime>
  <Pages>3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78</cp:revision>
  <cp:lastPrinted>2016-05-27T05:21:00Z</cp:lastPrinted>
  <dcterms:created xsi:type="dcterms:W3CDTF">2021-09-14T01:14:00Z</dcterms:created>
  <dcterms:modified xsi:type="dcterms:W3CDTF">2022-05-13T04:16:00Z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0x010100EA12EC457F94194FB4F1B8DD88B25A50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