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2452FF98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456453C" w:rsidR="00F1480E" w:rsidRPr="005404CB" w:rsidRDefault="00F74692" w:rsidP="00D84BEE">
            <w:pPr>
              <w:pStyle w:val="SIText"/>
            </w:pPr>
            <w:r w:rsidRPr="00F74692">
              <w:t xml:space="preserve">This version released with AMP Australian Meat Processing Training Package Version </w:t>
            </w:r>
            <w:r w:rsidR="00546B06">
              <w:t>8</w:t>
            </w:r>
            <w:r w:rsidRPr="00F74692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FDC464C" w:rsidR="00F1480E" w:rsidRPr="000B32FA" w:rsidRDefault="00887008" w:rsidP="0014111F">
            <w:pPr>
              <w:pStyle w:val="SIUnittitle"/>
            </w:pPr>
            <w:r w:rsidRPr="001039BA">
              <w:rPr>
                <w:rStyle w:val="SITemporaryText-green"/>
                <w:color w:val="auto"/>
              </w:rPr>
              <w:t>AMP</w:t>
            </w:r>
            <w:r w:rsidR="00B45B21" w:rsidRPr="001F1DB9">
              <w:rPr>
                <w:rStyle w:val="SITemporaryText-green"/>
                <w:color w:val="auto"/>
              </w:rPr>
              <w:t>PPL3X1</w:t>
            </w:r>
          </w:p>
        </w:tc>
        <w:tc>
          <w:tcPr>
            <w:tcW w:w="3604" w:type="pct"/>
            <w:shd w:val="clear" w:color="auto" w:fill="auto"/>
          </w:tcPr>
          <w:p w14:paraId="0B6AAD6B" w14:textId="1BEDD9C0" w:rsidR="00F1480E" w:rsidRPr="005404CB" w:rsidRDefault="00887008" w:rsidP="005404CB">
            <w:pPr>
              <w:pStyle w:val="SIUnittitle"/>
            </w:pPr>
            <w:r w:rsidRPr="00887008">
              <w:t>Provide coaching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AEE94F" w14:textId="4081C141" w:rsidR="00553752" w:rsidRDefault="00553752" w:rsidP="00553752">
            <w:pPr>
              <w:pStyle w:val="SIText"/>
            </w:pPr>
            <w:r w:rsidRPr="00553752">
              <w:t xml:space="preserve">This unit describes the skills and knowledge required to act as a coach to </w:t>
            </w:r>
            <w:r w:rsidR="00546B06">
              <w:t xml:space="preserve">another worker, </w:t>
            </w:r>
            <w:r w:rsidRPr="00553752">
              <w:t>in the workplace.</w:t>
            </w:r>
            <w:r w:rsidR="00546B06">
              <w:t xml:space="preserve"> </w:t>
            </w:r>
          </w:p>
          <w:p w14:paraId="1ED95E66" w14:textId="77777777" w:rsidR="00E141B4" w:rsidRPr="00553752" w:rsidRDefault="00E141B4" w:rsidP="00553752">
            <w:pPr>
              <w:pStyle w:val="SIText"/>
            </w:pPr>
          </w:p>
          <w:p w14:paraId="08858948" w14:textId="100861C5" w:rsidR="00546B06" w:rsidRDefault="00546B06" w:rsidP="00553752">
            <w:pPr>
              <w:pStyle w:val="SIText"/>
            </w:pPr>
            <w:r>
              <w:t xml:space="preserve">In this unit, the coaching process focusses on supporting and guiding another worker to master new tasks and technical skills. </w:t>
            </w:r>
            <w:r w:rsidRPr="00553752">
              <w:t xml:space="preserve">In many </w:t>
            </w:r>
            <w:r>
              <w:t>workplaces</w:t>
            </w:r>
            <w:r w:rsidRPr="00553752">
              <w:t xml:space="preserve">, this is referred to as a 'buddy' system. Coaching or buddying is used throughout </w:t>
            </w:r>
            <w:r>
              <w:t xml:space="preserve">many different industries. It is a strategy that may </w:t>
            </w:r>
            <w:r w:rsidRPr="00B50EC1">
              <w:t xml:space="preserve">facilitate </w:t>
            </w:r>
            <w:r>
              <w:t xml:space="preserve">worker </w:t>
            </w:r>
            <w:r w:rsidRPr="00B50EC1">
              <w:t>retention.</w:t>
            </w:r>
          </w:p>
          <w:p w14:paraId="6894BCAF" w14:textId="2D176449" w:rsidR="00546B06" w:rsidRDefault="00546B06" w:rsidP="00553752">
            <w:pPr>
              <w:pStyle w:val="SIText"/>
            </w:pPr>
          </w:p>
          <w:p w14:paraId="7B665D96" w14:textId="535AAE97" w:rsidR="00546B06" w:rsidRPr="00546B06" w:rsidRDefault="00546B06" w:rsidP="00546B06">
            <w:pPr>
              <w:pStyle w:val="SIText"/>
            </w:pPr>
            <w:r w:rsidRPr="00B50EC1">
              <w:t xml:space="preserve">This unit applies to individuals who work </w:t>
            </w:r>
            <w:r w:rsidRPr="00546B06">
              <w:t>under broad direction and take responsibility for their own work, including limited responsibility for the work of others. They provide and communicate solutions to a range of predictable problems.</w:t>
            </w:r>
            <w:r>
              <w:t xml:space="preserve"> They may come from any area or level of the organisation.</w:t>
            </w:r>
          </w:p>
          <w:p w14:paraId="4A1D156F" w14:textId="58CC25DB" w:rsidR="00546B06" w:rsidRDefault="00546B06" w:rsidP="00553752">
            <w:pPr>
              <w:pStyle w:val="SIText"/>
            </w:pPr>
          </w:p>
          <w:p w14:paraId="4BDD702B" w14:textId="42B6AC63" w:rsidR="00546B06" w:rsidRPr="00546B06" w:rsidRDefault="00546B06" w:rsidP="00546B06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546B06">
              <w:t xml:space="preserve"> regulations, legislation and standards that apply to the workplace.</w:t>
            </w:r>
          </w:p>
          <w:p w14:paraId="2AD516EE" w14:textId="224153A6" w:rsidR="00546B06" w:rsidRDefault="00546B06" w:rsidP="00553752">
            <w:pPr>
              <w:pStyle w:val="SIText"/>
            </w:pPr>
          </w:p>
          <w:p w14:paraId="077C0FC6" w14:textId="666E3A18" w:rsidR="00373436" w:rsidRPr="000754EC" w:rsidRDefault="00546B06" w:rsidP="00553752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F6D0A2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15318BAC" w:rsidR="00F1480E" w:rsidRPr="0014111F" w:rsidRDefault="00B45B2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4111F">
              <w:rPr>
                <w:rStyle w:val="SITemporaryText-green"/>
                <w:color w:val="auto"/>
                <w:sz w:val="20"/>
              </w:rPr>
              <w:t>People (PPL)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1239A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0D9A6CC5" w:rsidR="00D1239A" w:rsidRPr="00D1239A" w:rsidRDefault="00D1239A" w:rsidP="00D1239A">
            <w:pPr>
              <w:pStyle w:val="SIText"/>
            </w:pPr>
            <w:r w:rsidRPr="00D1239A">
              <w:t>1. Establish coaching relationship</w:t>
            </w:r>
          </w:p>
        </w:tc>
        <w:tc>
          <w:tcPr>
            <w:tcW w:w="3604" w:type="pct"/>
            <w:shd w:val="clear" w:color="auto" w:fill="auto"/>
          </w:tcPr>
          <w:p w14:paraId="784B7843" w14:textId="77777777" w:rsidR="00D1239A" w:rsidRPr="00D1239A" w:rsidRDefault="00D1239A" w:rsidP="00D1239A">
            <w:pPr>
              <w:pStyle w:val="SIText"/>
            </w:pPr>
            <w:r w:rsidRPr="00D1239A">
              <w:t>1.1 Identify areas for development in accordance with organisational and individual requirements</w:t>
            </w:r>
          </w:p>
          <w:p w14:paraId="0251931C" w14:textId="77777777" w:rsidR="00D1239A" w:rsidRPr="00D1239A" w:rsidRDefault="00D1239A" w:rsidP="00D1239A">
            <w:pPr>
              <w:pStyle w:val="SIText"/>
            </w:pPr>
            <w:r w:rsidRPr="00D1239A">
              <w:t>1.2 Apply effective communication styles to develop trust, confidence and rapport</w:t>
            </w:r>
          </w:p>
          <w:p w14:paraId="0E855AE3" w14:textId="77777777" w:rsidR="00D1239A" w:rsidRPr="00D1239A" w:rsidRDefault="00D1239A" w:rsidP="00D1239A">
            <w:pPr>
              <w:pStyle w:val="SIText"/>
            </w:pPr>
            <w:r w:rsidRPr="00D1239A">
              <w:t>1.3 Make coaching arrangements on how the relationship will be conducted</w:t>
            </w:r>
          </w:p>
          <w:p w14:paraId="2CFC7569" w14:textId="28C80014" w:rsidR="00D1239A" w:rsidRPr="00D1239A" w:rsidRDefault="00D1239A" w:rsidP="00D1239A">
            <w:pPr>
              <w:pStyle w:val="SIText"/>
            </w:pPr>
            <w:r w:rsidRPr="00D1239A">
              <w:t>1.4 Agree on expectations and goals</w:t>
            </w:r>
          </w:p>
          <w:p w14:paraId="0ACD8386" w14:textId="1BB7DAC1" w:rsidR="00D1239A" w:rsidRPr="00D1239A" w:rsidRDefault="00D1239A" w:rsidP="00D1239A">
            <w:pPr>
              <w:pStyle w:val="SIText"/>
            </w:pPr>
            <w:r w:rsidRPr="00D1239A">
              <w:t xml:space="preserve">1.5 Seek input from relevant personnel, </w:t>
            </w:r>
            <w:r w:rsidR="00546B06">
              <w:t>when</w:t>
            </w:r>
            <w:r w:rsidR="00546B06" w:rsidRPr="00D1239A">
              <w:t xml:space="preserve"> </w:t>
            </w:r>
            <w:r w:rsidRPr="00D1239A">
              <w:t>required</w:t>
            </w:r>
          </w:p>
        </w:tc>
      </w:tr>
      <w:tr w:rsidR="00D1239A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E8F80D7" w:rsidR="00D1239A" w:rsidRPr="00D1239A" w:rsidRDefault="00D1239A" w:rsidP="00D1239A">
            <w:pPr>
              <w:pStyle w:val="SIText"/>
            </w:pPr>
            <w:r w:rsidRPr="00D1239A">
              <w:t>2. Provide coaching support</w:t>
            </w:r>
          </w:p>
        </w:tc>
        <w:tc>
          <w:tcPr>
            <w:tcW w:w="3604" w:type="pct"/>
            <w:shd w:val="clear" w:color="auto" w:fill="auto"/>
          </w:tcPr>
          <w:p w14:paraId="39EBB1FA" w14:textId="351C4D68" w:rsidR="00D1239A" w:rsidRPr="00D1239A" w:rsidRDefault="00D1239A" w:rsidP="00D1239A">
            <w:pPr>
              <w:pStyle w:val="SIText"/>
            </w:pPr>
            <w:r w:rsidRPr="00D1239A">
              <w:t xml:space="preserve">2.1 Assist individuals to clarify tasks, </w:t>
            </w:r>
            <w:r w:rsidR="00546B06">
              <w:t xml:space="preserve">skills, </w:t>
            </w:r>
            <w:r w:rsidRPr="00D1239A">
              <w:t>duties and other requirements associated with their positions</w:t>
            </w:r>
          </w:p>
          <w:p w14:paraId="221794E5" w14:textId="774FEFA2" w:rsidR="00D1239A" w:rsidRPr="00D1239A" w:rsidRDefault="00D1239A" w:rsidP="00D1239A">
            <w:pPr>
              <w:pStyle w:val="SIText"/>
            </w:pPr>
            <w:r w:rsidRPr="00D1239A">
              <w:t xml:space="preserve">2.2 Assist individuals to </w:t>
            </w:r>
            <w:r w:rsidR="00B14412">
              <w:t>build</w:t>
            </w:r>
            <w:r w:rsidR="00B14412" w:rsidRPr="00D1239A">
              <w:t xml:space="preserve"> </w:t>
            </w:r>
            <w:r w:rsidRPr="00D1239A">
              <w:t xml:space="preserve">required skills and expertise through demonstration, guidance, </w:t>
            </w:r>
            <w:r w:rsidR="00B14412">
              <w:t xml:space="preserve">practise, </w:t>
            </w:r>
            <w:r w:rsidRPr="00D1239A">
              <w:t>advice and constructive feedback</w:t>
            </w:r>
          </w:p>
          <w:p w14:paraId="7DB7DD32" w14:textId="77777777" w:rsidR="00D1239A" w:rsidRPr="00D1239A" w:rsidRDefault="00D1239A" w:rsidP="00D1239A">
            <w:pPr>
              <w:pStyle w:val="SIText"/>
            </w:pPr>
            <w:r w:rsidRPr="00D1239A">
              <w:t>2.3 Provide a supportive environment to allow individuals to work towards achieving required skill levels</w:t>
            </w:r>
          </w:p>
          <w:p w14:paraId="11ADB65C" w14:textId="77777777" w:rsidR="00D1239A" w:rsidRPr="00D1239A" w:rsidRDefault="00D1239A" w:rsidP="00D1239A">
            <w:pPr>
              <w:pStyle w:val="SIText"/>
            </w:pPr>
            <w:r w:rsidRPr="00D1239A">
              <w:t>2.4 Encourage individuals to make decisions and take responsibility for the courses of actions or solutions under consideration</w:t>
            </w:r>
          </w:p>
          <w:p w14:paraId="2F41F575" w14:textId="5039B02D" w:rsidR="00D1239A" w:rsidRPr="00D1239A" w:rsidRDefault="00D1239A" w:rsidP="00D1239A">
            <w:pPr>
              <w:pStyle w:val="SIText"/>
            </w:pPr>
            <w:r w:rsidRPr="00D1239A">
              <w:t xml:space="preserve">2.5 </w:t>
            </w:r>
            <w:proofErr w:type="gramStart"/>
            <w:r w:rsidRPr="00D1239A">
              <w:t>Provide assistance</w:t>
            </w:r>
            <w:proofErr w:type="gramEnd"/>
            <w:r w:rsidRPr="00D1239A">
              <w:t xml:space="preserve"> and guidance in a manner that allows individuals to retain responsibility for personal performance</w:t>
            </w:r>
          </w:p>
        </w:tc>
      </w:tr>
      <w:tr w:rsidR="00D1239A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0227269" w:rsidR="00D1239A" w:rsidRPr="00D1239A" w:rsidRDefault="00D1239A" w:rsidP="00D1239A">
            <w:pPr>
              <w:pStyle w:val="SIText"/>
            </w:pPr>
            <w:r w:rsidRPr="00D1239A">
              <w:t>3. Evaluate effectiveness of coaching</w:t>
            </w:r>
          </w:p>
        </w:tc>
        <w:tc>
          <w:tcPr>
            <w:tcW w:w="3604" w:type="pct"/>
            <w:shd w:val="clear" w:color="auto" w:fill="auto"/>
          </w:tcPr>
          <w:p w14:paraId="06DD3B45" w14:textId="77777777" w:rsidR="00D1239A" w:rsidRPr="00D1239A" w:rsidRDefault="00D1239A" w:rsidP="00D1239A">
            <w:pPr>
              <w:pStyle w:val="SIText"/>
            </w:pPr>
            <w:r w:rsidRPr="00D1239A">
              <w:t>3.1 Recognise and openly discuss changes in the coaching relationship</w:t>
            </w:r>
          </w:p>
          <w:p w14:paraId="70377D5C" w14:textId="77777777" w:rsidR="00D1239A" w:rsidRPr="00D1239A" w:rsidRDefault="00D1239A" w:rsidP="00D1239A">
            <w:pPr>
              <w:pStyle w:val="SIText"/>
            </w:pPr>
            <w:r w:rsidRPr="00D1239A">
              <w:t xml:space="preserve">3.2 </w:t>
            </w:r>
            <w:proofErr w:type="gramStart"/>
            <w:r w:rsidRPr="00D1239A">
              <w:t>Make adjustments to</w:t>
            </w:r>
            <w:proofErr w:type="gramEnd"/>
            <w:r w:rsidRPr="00D1239A">
              <w:t xml:space="preserve"> the relationship to take account of the needs of both the coach and the individual</w:t>
            </w:r>
          </w:p>
          <w:p w14:paraId="52188309" w14:textId="1BD13493" w:rsidR="00D1239A" w:rsidRPr="00D1239A" w:rsidRDefault="00D1239A" w:rsidP="00D1239A">
            <w:pPr>
              <w:pStyle w:val="SIText"/>
            </w:pPr>
            <w:r w:rsidRPr="00D1239A">
              <w:t>3.3 Seek feedback from colleagues and other relevant personnel to identify and implement improvements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B45B2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14412" w:rsidRPr="00336FCA" w:rsidDel="00423CB2" w14:paraId="0C9B16F4" w14:textId="77777777" w:rsidTr="00CA2922">
        <w:trPr>
          <w:tblHeader/>
        </w:trPr>
        <w:tc>
          <w:tcPr>
            <w:tcW w:w="1396" w:type="pct"/>
          </w:tcPr>
          <w:p w14:paraId="13A55AF8" w14:textId="5728EDB8" w:rsidR="00B14412" w:rsidRPr="005404CB" w:rsidRDefault="00B14412" w:rsidP="00B45B2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7322E354" w14:textId="61256293" w:rsidR="00B14412" w:rsidRDefault="00B14412" w:rsidP="00B1441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Create a safe place for learning and development</w:t>
            </w:r>
          </w:p>
          <w:p w14:paraId="724399BC" w14:textId="375D2A34" w:rsidR="00F0454A" w:rsidRDefault="00F0454A" w:rsidP="00B1441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Assist with goal setting</w:t>
            </w:r>
          </w:p>
          <w:p w14:paraId="71C8A881" w14:textId="430AFE0F" w:rsidR="00B14412" w:rsidRDefault="00B14412" w:rsidP="00B1441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Plan and organise coaching sessions</w:t>
            </w:r>
          </w:p>
          <w:p w14:paraId="499FA573" w14:textId="51DAD340" w:rsidR="00B14412" w:rsidRPr="005404CB" w:rsidRDefault="00B14412" w:rsidP="00B45B2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Assist with problem-solving related to skill development</w:t>
            </w:r>
          </w:p>
        </w:tc>
      </w:tr>
      <w:tr w:rsidR="00B14412" w:rsidRPr="00336FCA" w:rsidDel="00423CB2" w14:paraId="157B1AC7" w14:textId="77777777" w:rsidTr="00CA2922">
        <w:trPr>
          <w:tblHeader/>
        </w:trPr>
        <w:tc>
          <w:tcPr>
            <w:tcW w:w="1396" w:type="pct"/>
          </w:tcPr>
          <w:p w14:paraId="75ECEEFB" w14:textId="289A01B2" w:rsidR="00B14412" w:rsidRPr="005404CB" w:rsidRDefault="00B14412" w:rsidP="00B45B2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2FCCB39D" w14:textId="6B46853D" w:rsidR="00B14412" w:rsidRDefault="00B14412" w:rsidP="00B1441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with worker being coached, listing carefully</w:t>
            </w:r>
            <w:r w:rsidR="00F0454A">
              <w:rPr>
                <w:rFonts w:eastAsiaTheme="majorEastAsia"/>
              </w:rPr>
              <w:t xml:space="preserve">, </w:t>
            </w:r>
            <w:r>
              <w:rPr>
                <w:rFonts w:eastAsiaTheme="majorEastAsia"/>
              </w:rPr>
              <w:t>clarifying information and guiding skill development</w:t>
            </w:r>
          </w:p>
          <w:p w14:paraId="3C4A795E" w14:textId="77777777" w:rsidR="00B14412" w:rsidRDefault="00B14412" w:rsidP="00B1441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Give and receive feedback to promote individual's worthiness</w:t>
            </w:r>
          </w:p>
          <w:p w14:paraId="1D9919AF" w14:textId="5C4C7E50" w:rsidR="00F0454A" w:rsidRPr="005404CB" w:rsidRDefault="00F0454A" w:rsidP="00B45B21">
            <w:pPr>
              <w:pStyle w:val="SIBulletList1"/>
              <w:rPr>
                <w:rFonts w:eastAsiaTheme="majorEastAsia"/>
              </w:rPr>
            </w:pPr>
            <w:r>
              <w:t>Interact</w:t>
            </w:r>
            <w:r w:rsidRPr="00F0454A">
              <w:t xml:space="preserve"> effectively with individuals who have different work styles, aspirations, cultures and perspectives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1C69F0D6" w:rsidR="00041E59" w:rsidRPr="005404CB" w:rsidRDefault="00887008" w:rsidP="005404CB">
            <w:pPr>
              <w:pStyle w:val="SIText"/>
            </w:pPr>
            <w:r w:rsidRPr="00887008">
              <w:t>AMP</w:t>
            </w:r>
            <w:r w:rsidR="00B45B21">
              <w:t>PPL3X1</w:t>
            </w:r>
            <w:r w:rsidRPr="00887008">
              <w:t xml:space="preserve"> Provide coaching</w:t>
            </w:r>
          </w:p>
        </w:tc>
        <w:tc>
          <w:tcPr>
            <w:tcW w:w="1105" w:type="pct"/>
          </w:tcPr>
          <w:p w14:paraId="6623A6C9" w14:textId="38A5627D" w:rsidR="00041E59" w:rsidRPr="005404CB" w:rsidRDefault="00B14412" w:rsidP="005404CB">
            <w:pPr>
              <w:pStyle w:val="SIText"/>
            </w:pPr>
            <w:r w:rsidRPr="00887008">
              <w:t>AMPX306 Provide coaching</w:t>
            </w:r>
          </w:p>
        </w:tc>
        <w:tc>
          <w:tcPr>
            <w:tcW w:w="1251" w:type="pct"/>
          </w:tcPr>
          <w:p w14:paraId="2B5110BC" w14:textId="2B61B3B0" w:rsidR="00B14412" w:rsidRPr="00B14412" w:rsidRDefault="00B14412" w:rsidP="00B14412">
            <w:pPr>
              <w:pStyle w:val="SIText"/>
            </w:pPr>
            <w:r w:rsidRPr="00B14412">
              <w:t>Unit code updated</w:t>
            </w:r>
          </w:p>
          <w:p w14:paraId="5FFBC98C" w14:textId="081BEB36" w:rsidR="00B14412" w:rsidRPr="00B14412" w:rsidRDefault="00B14412" w:rsidP="00B14412">
            <w:pPr>
              <w:pStyle w:val="SIText"/>
            </w:pPr>
            <w:r w:rsidRPr="00B14412">
              <w:t xml:space="preserve">Performance </w:t>
            </w:r>
            <w:r w:rsidR="001F1DB9">
              <w:t>C</w:t>
            </w:r>
            <w:r w:rsidRPr="00B14412">
              <w:t>riteria clarified</w:t>
            </w:r>
          </w:p>
          <w:p w14:paraId="596FE41D" w14:textId="57306C21" w:rsidR="00B14412" w:rsidRPr="00B14412" w:rsidRDefault="00B14412" w:rsidP="00B14412">
            <w:pPr>
              <w:pStyle w:val="SIText"/>
            </w:pPr>
            <w:r w:rsidRPr="00B14412">
              <w:t xml:space="preserve">Foundation </w:t>
            </w:r>
            <w:r w:rsidR="001F1DB9">
              <w:t>S</w:t>
            </w:r>
            <w:r w:rsidRPr="00B14412">
              <w:t>kills added</w:t>
            </w:r>
          </w:p>
          <w:p w14:paraId="38EF1B27" w14:textId="61F86E79" w:rsidR="00041E59" w:rsidRPr="005404CB" w:rsidRDefault="00B14412" w:rsidP="00B14412">
            <w:pPr>
              <w:pStyle w:val="SIText"/>
            </w:pPr>
            <w:r w:rsidRPr="00B14412">
              <w:t xml:space="preserve">Performance Evidence, Knowledge </w:t>
            </w:r>
            <w:r w:rsidR="001F1DB9">
              <w:t>E</w:t>
            </w:r>
            <w:r w:rsidRPr="00B14412">
              <w:t>vidence and Assessment Conditions revised</w:t>
            </w:r>
          </w:p>
        </w:tc>
        <w:tc>
          <w:tcPr>
            <w:tcW w:w="1616" w:type="pct"/>
          </w:tcPr>
          <w:p w14:paraId="44BBFF38" w14:textId="1F3BB366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4045D855" w:rsidR="00F1480E" w:rsidRPr="003E3FCA" w:rsidRDefault="0014111F" w:rsidP="003E3FCA">
            <w:pPr>
              <w:pStyle w:val="SIText"/>
            </w:pPr>
            <w:hyperlink r:id="rId11" w:history="1">
              <w:r w:rsidR="003E3FCA" w:rsidRPr="003E3FCA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EC9E03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87008" w:rsidRPr="00887008">
              <w:t>AMPX306 Provide coaching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5438F763" w14:textId="3F5BCE2D" w:rsidR="00B14412" w:rsidRDefault="00B14412">
            <w:pPr>
              <w:pStyle w:val="SIText"/>
            </w:pPr>
            <w:r w:rsidRPr="00B14412">
              <w:t>An individual demonstrating competency must satisfy all of the elements and performance criteria in this unit.</w:t>
            </w:r>
          </w:p>
          <w:p w14:paraId="4001699E" w14:textId="77777777" w:rsidR="00B45B21" w:rsidRPr="00B14412" w:rsidRDefault="00B45B21" w:rsidP="00B45B21">
            <w:pPr>
              <w:pStyle w:val="SIText"/>
            </w:pPr>
          </w:p>
          <w:p w14:paraId="49081BB4" w14:textId="12B3032F" w:rsidR="00556C4C" w:rsidRPr="005404CB" w:rsidRDefault="00B14412" w:rsidP="00B45B21">
            <w:pPr>
              <w:pStyle w:val="SIText"/>
            </w:pPr>
            <w:r w:rsidRPr="00EF2C4B">
              <w:t>There must be evidence that the individual has</w:t>
            </w:r>
            <w:r w:rsidR="00F0454A">
              <w:t xml:space="preserve"> establish a coaching relationship, </w:t>
            </w:r>
            <w:proofErr w:type="gramStart"/>
            <w:r w:rsidR="00F0454A">
              <w:t>provided</w:t>
            </w:r>
            <w:proofErr w:type="gramEnd"/>
            <w:r w:rsidR="00F0454A">
              <w:t xml:space="preserve"> coaching support and evaluated the coaching for at least one individual, </w:t>
            </w:r>
            <w:bookmarkStart w:id="0" w:name="_Hlk102039516"/>
            <w:r w:rsidR="00F0454A">
              <w:t xml:space="preserve">over </w:t>
            </w:r>
            <w:r w:rsidR="000B32FA">
              <w:t>a period of at least four weeks</w:t>
            </w:r>
            <w:bookmarkEnd w:id="0"/>
            <w:r w:rsidR="00F0454A">
              <w:t xml:space="preserve">, in a workplace setting. 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60A486C0" w14:textId="77777777" w:rsidR="00B14412" w:rsidRPr="00B14412" w:rsidRDefault="00B14412" w:rsidP="00B14412">
            <w:pPr>
              <w:pStyle w:val="SIText"/>
            </w:pPr>
            <w:r w:rsidRPr="00E962A5">
              <w:t xml:space="preserve">An individual must be able to demonstrate the knowledge </w:t>
            </w:r>
            <w:r w:rsidRPr="00B14412">
              <w:t>required to perform the tasks outlined in the elements and performance criteria of this unit. This includes knowledge of:</w:t>
            </w:r>
          </w:p>
          <w:p w14:paraId="76DE724B" w14:textId="02E374C0" w:rsidR="00F0454A" w:rsidRPr="006A1044" w:rsidRDefault="00F0454A" w:rsidP="006A1044">
            <w:pPr>
              <w:pStyle w:val="SIBulletList1"/>
            </w:pPr>
            <w:r>
              <w:t>how to ensure a safe learning environment</w:t>
            </w:r>
          </w:p>
          <w:p w14:paraId="195C4748" w14:textId="77777777" w:rsidR="00F1480E" w:rsidRDefault="006A1044" w:rsidP="006A1044">
            <w:pPr>
              <w:pStyle w:val="SIBulletList1"/>
            </w:pPr>
            <w:r w:rsidRPr="006A1044">
              <w:t>principles of coaching for development of competence</w:t>
            </w:r>
          </w:p>
          <w:p w14:paraId="04274FE7" w14:textId="77777777" w:rsidR="00F0454A" w:rsidRPr="00F0454A" w:rsidRDefault="00F0454A" w:rsidP="00F0454A">
            <w:pPr>
              <w:pStyle w:val="SIBulletList1"/>
            </w:pPr>
            <w:r w:rsidRPr="002A24E9">
              <w:t xml:space="preserve">access, equity and human rights issues in </w:t>
            </w:r>
            <w:r w:rsidRPr="00F0454A">
              <w:t>relation to own area of work</w:t>
            </w:r>
          </w:p>
          <w:p w14:paraId="733113FA" w14:textId="69F48E10" w:rsidR="00F0454A" w:rsidRPr="00F0454A" w:rsidRDefault="00F0454A" w:rsidP="00F0454A">
            <w:pPr>
              <w:pStyle w:val="SIBulletList1"/>
            </w:pPr>
            <w:r w:rsidRPr="002A24E9">
              <w:t xml:space="preserve">workplace procedures, work instructions, relevant regulatory requirements and how they apply to </w:t>
            </w:r>
            <w:r>
              <w:t>coaching</w:t>
            </w:r>
            <w:r w:rsidRPr="002A24E9">
              <w:t xml:space="preserve"> processes</w:t>
            </w:r>
          </w:p>
          <w:p w14:paraId="3CD84D77" w14:textId="77777777" w:rsidR="00F0454A" w:rsidRPr="00F0454A" w:rsidRDefault="00F0454A" w:rsidP="00F0454A">
            <w:pPr>
              <w:pStyle w:val="SIBulletList1"/>
            </w:pPr>
            <w:r w:rsidRPr="002A24E9">
              <w:t xml:space="preserve">relevant workplace health and safety requirements </w:t>
            </w:r>
          </w:p>
          <w:p w14:paraId="51209A95" w14:textId="77777777" w:rsidR="00F0454A" w:rsidRPr="00F0454A" w:rsidRDefault="00F0454A" w:rsidP="00F0454A">
            <w:pPr>
              <w:pStyle w:val="SIBulletList1"/>
            </w:pPr>
            <w:r w:rsidRPr="00DE267F">
              <w:t xml:space="preserve">methods for identifying development </w:t>
            </w:r>
            <w:r w:rsidRPr="00F0454A">
              <w:t>opportunities</w:t>
            </w:r>
          </w:p>
          <w:p w14:paraId="6AD7237D" w14:textId="3E74DEA9" w:rsidR="00F0454A" w:rsidRPr="00F0454A" w:rsidRDefault="00F0454A" w:rsidP="00F0454A">
            <w:pPr>
              <w:pStyle w:val="SIBulletList1"/>
            </w:pPr>
            <w:r>
              <w:t>coaching</w:t>
            </w:r>
            <w:r w:rsidRPr="002A24E9">
              <w:t xml:space="preserve"> methodologies and strategies</w:t>
            </w:r>
          </w:p>
          <w:p w14:paraId="5A7958B0" w14:textId="2D9089AB" w:rsidR="00F0454A" w:rsidRPr="00F0454A" w:rsidRDefault="00F0454A" w:rsidP="00F0454A">
            <w:pPr>
              <w:pStyle w:val="SIBulletList1"/>
            </w:pPr>
            <w:r w:rsidRPr="00DE267F">
              <w:t xml:space="preserve">role and benefits of </w:t>
            </w:r>
            <w:r>
              <w:t>coaching</w:t>
            </w:r>
            <w:r w:rsidRPr="00F0454A">
              <w:t xml:space="preserve"> in a workplace</w:t>
            </w:r>
          </w:p>
          <w:p w14:paraId="66608BB7" w14:textId="7C4C2F86" w:rsidR="00F0454A" w:rsidRPr="005404CB" w:rsidRDefault="00F0454A">
            <w:pPr>
              <w:pStyle w:val="SIBulletList1"/>
            </w:pPr>
            <w:r w:rsidRPr="00F0454A">
              <w:t>effective</w:t>
            </w:r>
            <w:r w:rsidRPr="002A24E9">
              <w:t xml:space="preserve"> communication methods</w:t>
            </w:r>
            <w:r w:rsidRPr="00F0454A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343F6AF" w14:textId="77777777" w:rsidR="00B14412" w:rsidRPr="00B14412" w:rsidRDefault="00B14412" w:rsidP="00B14412">
            <w:pPr>
              <w:pStyle w:val="SIText"/>
            </w:pPr>
            <w:r w:rsidRPr="002A24E9">
              <w:t xml:space="preserve">Assessment of the skills in this unit of </w:t>
            </w:r>
            <w:r w:rsidRPr="00B14412">
              <w:t>competency must take place under the following conditions:</w:t>
            </w:r>
          </w:p>
          <w:p w14:paraId="415B789B" w14:textId="77777777" w:rsidR="00B14412" w:rsidRPr="00B14412" w:rsidRDefault="00B14412" w:rsidP="00B14412">
            <w:pPr>
              <w:pStyle w:val="SIBulletList1"/>
            </w:pPr>
            <w:r w:rsidRPr="002A24E9">
              <w:t>physical conditions:</w:t>
            </w:r>
          </w:p>
          <w:p w14:paraId="6D2EB4C3" w14:textId="77777777" w:rsidR="00B14412" w:rsidRPr="00B14412" w:rsidRDefault="00B14412" w:rsidP="00B14412">
            <w:pPr>
              <w:pStyle w:val="SIBulletList2"/>
            </w:pPr>
            <w:r w:rsidRPr="002A24E9">
              <w:t xml:space="preserve">skills must be demonstrated in a workplace </w:t>
            </w:r>
            <w:r w:rsidRPr="00B14412">
              <w:t>setting or an environment that accurately represents workplace conditions</w:t>
            </w:r>
          </w:p>
          <w:p w14:paraId="33D9909B" w14:textId="77777777" w:rsidR="00B14412" w:rsidRPr="00B14412" w:rsidRDefault="00B14412" w:rsidP="00B14412">
            <w:pPr>
              <w:pStyle w:val="SIBulletList1"/>
            </w:pPr>
            <w:r w:rsidRPr="002A24E9">
              <w:t>specifications:</w:t>
            </w:r>
          </w:p>
          <w:p w14:paraId="3C8D5636" w14:textId="77777777" w:rsidR="00B14412" w:rsidRPr="00B14412" w:rsidRDefault="00B14412" w:rsidP="00B14412">
            <w:pPr>
              <w:pStyle w:val="SIBulletList2"/>
            </w:pPr>
            <w:r>
              <w:t xml:space="preserve">workplace policies and procedures </w:t>
            </w:r>
            <w:r w:rsidRPr="00B14412">
              <w:t>relevant to mentoring relationships</w:t>
            </w:r>
          </w:p>
          <w:p w14:paraId="15312F89" w14:textId="77777777" w:rsidR="00B14412" w:rsidRPr="00B14412" w:rsidRDefault="00B14412" w:rsidP="00B14412">
            <w:pPr>
              <w:pStyle w:val="SIBulletList1"/>
            </w:pPr>
            <w:r w:rsidRPr="002A24E9">
              <w:t>relationships:</w:t>
            </w:r>
          </w:p>
          <w:p w14:paraId="1AF94D0D" w14:textId="433C0785" w:rsidR="00B14412" w:rsidRPr="00B14412" w:rsidRDefault="00B14412" w:rsidP="00B14412">
            <w:pPr>
              <w:pStyle w:val="SIBulletList2"/>
            </w:pPr>
            <w:r w:rsidRPr="002A24E9">
              <w:t xml:space="preserve">interactions with </w:t>
            </w:r>
            <w:r>
              <w:t>worker being coached</w:t>
            </w:r>
            <w:r w:rsidRPr="00B14412">
              <w:t>.</w:t>
            </w:r>
          </w:p>
          <w:p w14:paraId="690D9AA0" w14:textId="77777777" w:rsidR="00B14412" w:rsidRPr="002A24E9" w:rsidRDefault="00B14412" w:rsidP="00B14412">
            <w:pPr>
              <w:pStyle w:val="SIText"/>
            </w:pPr>
          </w:p>
          <w:p w14:paraId="53BA3B82" w14:textId="77777777" w:rsidR="001039BA" w:rsidRDefault="001039BA" w:rsidP="001039BA">
            <w:pPr>
              <w:pStyle w:val="SIText"/>
            </w:pPr>
            <w:r>
              <w:t>Assessment for this unit must include at least three forms of evidence.</w:t>
            </w:r>
          </w:p>
          <w:p w14:paraId="3A9726DA" w14:textId="77777777" w:rsidR="001039BA" w:rsidRDefault="001039BA" w:rsidP="00DE3A6F">
            <w:pPr>
              <w:pStyle w:val="SIText"/>
            </w:pPr>
          </w:p>
          <w:p w14:paraId="72FC2BF3" w14:textId="13E45B81" w:rsidR="00F1480E" w:rsidRPr="00DE3A6F" w:rsidRDefault="00B14412" w:rsidP="00DE3A6F">
            <w:pPr>
              <w:pStyle w:val="SIText"/>
            </w:pPr>
            <w:r w:rsidRPr="002A24E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4A63F7D5" w:rsidR="00F1480E" w:rsidRPr="005404CB" w:rsidRDefault="0014111F" w:rsidP="005404CB">
            <w:pPr>
              <w:pStyle w:val="SIText"/>
            </w:pPr>
            <w:hyperlink r:id="rId12" w:history="1">
              <w:r w:rsidR="00FF0DDD" w:rsidRPr="00FF0DDD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576C5" w14:textId="77777777" w:rsidR="00272A14" w:rsidRDefault="00272A14" w:rsidP="00BF3F0A">
      <w:r>
        <w:separator/>
      </w:r>
    </w:p>
    <w:p w14:paraId="61BA4E1D" w14:textId="77777777" w:rsidR="00272A14" w:rsidRDefault="00272A14"/>
  </w:endnote>
  <w:endnote w:type="continuationSeparator" w:id="0">
    <w:p w14:paraId="7852C925" w14:textId="77777777" w:rsidR="00272A14" w:rsidRDefault="00272A14" w:rsidP="00BF3F0A">
      <w:r>
        <w:continuationSeparator/>
      </w:r>
    </w:p>
    <w:p w14:paraId="1AFB8BDA" w14:textId="77777777" w:rsidR="00272A14" w:rsidRDefault="00272A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3B7F1" w14:textId="77777777" w:rsidR="00272A14" w:rsidRDefault="00272A14" w:rsidP="00BF3F0A">
      <w:r>
        <w:separator/>
      </w:r>
    </w:p>
    <w:p w14:paraId="44E47F0D" w14:textId="77777777" w:rsidR="00272A14" w:rsidRDefault="00272A14"/>
  </w:footnote>
  <w:footnote w:type="continuationSeparator" w:id="0">
    <w:p w14:paraId="2EBE18EA" w14:textId="77777777" w:rsidR="00272A14" w:rsidRDefault="00272A14" w:rsidP="00BF3F0A">
      <w:r>
        <w:continuationSeparator/>
      </w:r>
    </w:p>
    <w:p w14:paraId="4DCE89D2" w14:textId="77777777" w:rsidR="00272A14" w:rsidRDefault="00272A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2C7544D1" w:rsidR="009C2650" w:rsidRPr="00887008" w:rsidRDefault="0014111F" w:rsidP="00887008">
    <w:sdt>
      <w:sdtPr>
        <w:rPr>
          <w:lang w:eastAsia="en-US"/>
        </w:rPr>
        <w:id w:val="131006684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502122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45B21" w:rsidRPr="00887008">
      <w:rPr>
        <w:lang w:eastAsia="en-US"/>
      </w:rPr>
      <w:t>AMP</w:t>
    </w:r>
    <w:r w:rsidR="00B45B21">
      <w:t>PPL3X1</w:t>
    </w:r>
    <w:r w:rsidR="00B45B21" w:rsidRPr="00887008">
      <w:rPr>
        <w:lang w:eastAsia="en-US"/>
      </w:rPr>
      <w:t xml:space="preserve"> </w:t>
    </w:r>
    <w:r w:rsidR="00887008" w:rsidRPr="00887008">
      <w:rPr>
        <w:lang w:eastAsia="en-US"/>
      </w:rPr>
      <w:t>Provide coaching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FA9610B"/>
    <w:multiLevelType w:val="multilevel"/>
    <w:tmpl w:val="7D9A2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4393C81"/>
    <w:multiLevelType w:val="multilevel"/>
    <w:tmpl w:val="E8BE6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76055310">
    <w:abstractNumId w:val="9"/>
  </w:num>
  <w:num w:numId="2" w16cid:durableId="1455907236">
    <w:abstractNumId w:val="6"/>
  </w:num>
  <w:num w:numId="3" w16cid:durableId="1005669960">
    <w:abstractNumId w:val="3"/>
  </w:num>
  <w:num w:numId="4" w16cid:durableId="809136270">
    <w:abstractNumId w:val="15"/>
  </w:num>
  <w:num w:numId="5" w16cid:durableId="1632633847">
    <w:abstractNumId w:val="1"/>
  </w:num>
  <w:num w:numId="6" w16cid:durableId="943147840">
    <w:abstractNumId w:val="8"/>
  </w:num>
  <w:num w:numId="7" w16cid:durableId="1241449648">
    <w:abstractNumId w:val="2"/>
  </w:num>
  <w:num w:numId="8" w16cid:durableId="1658338906">
    <w:abstractNumId w:val="0"/>
  </w:num>
  <w:num w:numId="9" w16cid:durableId="1237015203">
    <w:abstractNumId w:val="14"/>
  </w:num>
  <w:num w:numId="10" w16cid:durableId="326397384">
    <w:abstractNumId w:val="10"/>
  </w:num>
  <w:num w:numId="11" w16cid:durableId="328290380">
    <w:abstractNumId w:val="13"/>
  </w:num>
  <w:num w:numId="12" w16cid:durableId="415791328">
    <w:abstractNumId w:val="11"/>
  </w:num>
  <w:num w:numId="13" w16cid:durableId="1398937824">
    <w:abstractNumId w:val="16"/>
  </w:num>
  <w:num w:numId="14" w16cid:durableId="518160171">
    <w:abstractNumId w:val="4"/>
  </w:num>
  <w:num w:numId="15" w16cid:durableId="2029943164">
    <w:abstractNumId w:val="5"/>
  </w:num>
  <w:num w:numId="16" w16cid:durableId="1435786465">
    <w:abstractNumId w:val="17"/>
  </w:num>
  <w:num w:numId="17" w16cid:durableId="665398124">
    <w:abstractNumId w:val="7"/>
  </w:num>
  <w:num w:numId="18" w16cid:durableId="19640758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32FA"/>
    <w:rsid w:val="000C149A"/>
    <w:rsid w:val="000C224E"/>
    <w:rsid w:val="000E25E6"/>
    <w:rsid w:val="000E2C86"/>
    <w:rsid w:val="000F29F2"/>
    <w:rsid w:val="00101659"/>
    <w:rsid w:val="001039BA"/>
    <w:rsid w:val="00105AEA"/>
    <w:rsid w:val="001078BF"/>
    <w:rsid w:val="00133957"/>
    <w:rsid w:val="001372F6"/>
    <w:rsid w:val="0014111F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F96"/>
    <w:rsid w:val="001D30EB"/>
    <w:rsid w:val="001D5C1B"/>
    <w:rsid w:val="001D7F5B"/>
    <w:rsid w:val="001E0849"/>
    <w:rsid w:val="001E0868"/>
    <w:rsid w:val="001E16BC"/>
    <w:rsid w:val="001E16DF"/>
    <w:rsid w:val="001F1DB9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2A14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7E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3FCA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061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46B06"/>
    <w:rsid w:val="00553752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1044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98C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434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008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45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412"/>
    <w:rsid w:val="00B22C67"/>
    <w:rsid w:val="00B3508F"/>
    <w:rsid w:val="00B443EE"/>
    <w:rsid w:val="00B45B2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1690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39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BE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3A6F"/>
    <w:rsid w:val="00E141B4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CD5"/>
    <w:rsid w:val="00EB0AA4"/>
    <w:rsid w:val="00EB5C88"/>
    <w:rsid w:val="00EC0469"/>
    <w:rsid w:val="00EC0C3E"/>
    <w:rsid w:val="00EF01F8"/>
    <w:rsid w:val="00EF3268"/>
    <w:rsid w:val="00EF40EF"/>
    <w:rsid w:val="00EF47FE"/>
    <w:rsid w:val="00F0454A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4692"/>
    <w:rsid w:val="00F76191"/>
    <w:rsid w:val="00F76CC6"/>
    <w:rsid w:val="00F83D7C"/>
    <w:rsid w:val="00FB232E"/>
    <w:rsid w:val="00FD557D"/>
    <w:rsid w:val="00FE0282"/>
    <w:rsid w:val="00FE124D"/>
    <w:rsid w:val="00FE792C"/>
    <w:rsid w:val="00FF0DD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E3F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0C2C6A7F1F34E93D458AF822DE097" ma:contentTypeVersion="" ma:contentTypeDescription="Create a new document." ma:contentTypeScope="" ma:versionID="cf6e403d68c4d5efdef7e43b92bf38d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99F8D1-3E87-486E-962F-2A996DD5F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44</TotalTime>
  <Pages>3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31</cp:revision>
  <cp:lastPrinted>2016-05-27T05:21:00Z</cp:lastPrinted>
  <dcterms:created xsi:type="dcterms:W3CDTF">2021-08-09T02:15:00Z</dcterms:created>
  <dcterms:modified xsi:type="dcterms:W3CDTF">2022-04-28T23:22:00Z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0x0101001EE0C2C6A7F1F34E93D458AF822DE097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