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689724D" w:rsidR="00F1480E" w:rsidRPr="005404CB" w:rsidRDefault="00F1480E" w:rsidP="005404CB">
            <w:pPr>
              <w:pStyle w:val="SIText"/>
            </w:pPr>
            <w:r w:rsidRPr="00CC451E">
              <w:t>Release</w:t>
            </w:r>
            <w:r w:rsidR="00337E82" w:rsidRPr="005404CB">
              <w:t xml:space="preserve"> 1</w:t>
            </w:r>
          </w:p>
        </w:tc>
        <w:tc>
          <w:tcPr>
            <w:tcW w:w="6939" w:type="dxa"/>
          </w:tcPr>
          <w:p w14:paraId="710F8562" w14:textId="1FD96D78" w:rsidR="00F1480E" w:rsidRPr="005404CB" w:rsidRDefault="00896EAD" w:rsidP="009A5869">
            <w:pPr>
              <w:pStyle w:val="SIText"/>
            </w:pPr>
            <w:r w:rsidRPr="00896EAD">
              <w:t xml:space="preserve">This version released with AMP Australian Meat Processing Training Package Version </w:t>
            </w:r>
            <w:r w:rsidR="00CF529E">
              <w:t>8</w:t>
            </w:r>
            <w:r w:rsidRPr="00896EA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9B1FBCE" w:rsidR="00F1480E" w:rsidRPr="00407346" w:rsidRDefault="003B0FDE" w:rsidP="00D479EB">
            <w:pPr>
              <w:pStyle w:val="SIUNITCODE"/>
              <w:rPr>
                <w:rStyle w:val="SITemporaryText-green"/>
                <w:color w:val="auto"/>
              </w:rPr>
            </w:pPr>
            <w:r w:rsidRPr="00407346">
              <w:rPr>
                <w:rStyle w:val="SITemporaryText-green"/>
                <w:color w:val="auto"/>
              </w:rPr>
              <w:t>AMP</w:t>
            </w:r>
            <w:r w:rsidR="00207909" w:rsidRPr="00407346">
              <w:rPr>
                <w:rStyle w:val="SITemporaryText-green"/>
                <w:color w:val="auto"/>
              </w:rPr>
              <w:t>OPR2</w:t>
            </w:r>
            <w:r w:rsidRPr="00407346">
              <w:rPr>
                <w:rStyle w:val="SITemporaryText-green"/>
                <w:color w:val="auto"/>
              </w:rPr>
              <w:t>X</w:t>
            </w:r>
            <w:r w:rsidR="00207909" w:rsidRPr="00407346">
              <w:rPr>
                <w:rStyle w:val="SITemporaryText-green"/>
                <w:color w:val="auto"/>
              </w:rPr>
              <w:t>1</w:t>
            </w:r>
          </w:p>
        </w:tc>
        <w:tc>
          <w:tcPr>
            <w:tcW w:w="3604" w:type="pct"/>
            <w:shd w:val="clear" w:color="auto" w:fill="auto"/>
          </w:tcPr>
          <w:p w14:paraId="0B6AAD6B" w14:textId="3367624F" w:rsidR="00F1480E" w:rsidRPr="005404CB" w:rsidRDefault="003B0FDE" w:rsidP="005404CB">
            <w:pPr>
              <w:pStyle w:val="SIUnittitle"/>
            </w:pPr>
            <w:r w:rsidRPr="003B0FDE">
              <w:t>Clean work area during operations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2D5D75A3" w14:textId="4DEFFA55" w:rsidR="00A95C0C" w:rsidRDefault="00A95C0C" w:rsidP="00A95C0C">
            <w:pPr>
              <w:pStyle w:val="SIText"/>
            </w:pPr>
            <w:r w:rsidRPr="00A95C0C">
              <w:t xml:space="preserve">This unit describes the skills and knowledge required to perform ongoing cleaning and housekeeping tasks for a production area </w:t>
            </w:r>
            <w:r w:rsidR="00CF529E">
              <w:t>while plant is operating.</w:t>
            </w:r>
            <w:r w:rsidR="00CF529E" w:rsidRPr="00A95C0C">
              <w:t xml:space="preserve"> </w:t>
            </w:r>
          </w:p>
          <w:p w14:paraId="66C3F3D2" w14:textId="77777777" w:rsidR="00A95C0C" w:rsidRPr="00A95C0C" w:rsidRDefault="00A95C0C" w:rsidP="00A95C0C">
            <w:pPr>
              <w:pStyle w:val="SIText"/>
            </w:pPr>
          </w:p>
          <w:p w14:paraId="7576BDC9" w14:textId="15DB4B0C" w:rsidR="00A95C0C" w:rsidRDefault="00CF529E" w:rsidP="00A95C0C">
            <w:pPr>
              <w:pStyle w:val="SIText"/>
            </w:pPr>
            <w:r w:rsidRPr="00CF529E">
              <w:t xml:space="preserve">This unit applies to individuals who </w:t>
            </w:r>
            <w:r w:rsidR="00784C76">
              <w:t xml:space="preserve">work under general supervision to </w:t>
            </w:r>
            <w:r>
              <w:t>carry out cleaning duties</w:t>
            </w:r>
            <w:r w:rsidR="00A95C0C" w:rsidRPr="00A95C0C">
              <w:t xml:space="preserve"> in meat processing </w:t>
            </w:r>
            <w:r w:rsidR="0068598D">
              <w:t>premises</w:t>
            </w:r>
            <w:r w:rsidR="00A95C0C" w:rsidRPr="00A95C0C">
              <w:t>, smallgoods factories, knackeries, food service operations and wholesale operations.</w:t>
            </w:r>
          </w:p>
          <w:p w14:paraId="36C62B15" w14:textId="77777777" w:rsidR="00A95C0C" w:rsidRPr="00A95C0C" w:rsidRDefault="00A95C0C" w:rsidP="00A95C0C">
            <w:pPr>
              <w:pStyle w:val="SIText"/>
            </w:pPr>
          </w:p>
          <w:p w14:paraId="263D4D94" w14:textId="071F3262" w:rsidR="00CF529E" w:rsidRDefault="00CF529E" w:rsidP="00CF529E">
            <w:pPr>
              <w:pStyle w:val="SIText"/>
            </w:pPr>
            <w:r w:rsidRPr="00CF529E">
              <w:t>All work must be carried out to comply with workplace procedures, in accordance with state/territory health and safety, food and meat safety regulations, legislation and standards that apply to the workplace.</w:t>
            </w:r>
          </w:p>
          <w:p w14:paraId="52DC8CED" w14:textId="72174A32" w:rsidR="00CF529E" w:rsidRDefault="00CF529E" w:rsidP="00CF529E">
            <w:pPr>
              <w:pStyle w:val="SIText"/>
            </w:pPr>
          </w:p>
          <w:p w14:paraId="077C0FC6" w14:textId="546E8254" w:rsidR="00373436" w:rsidRPr="000754EC" w:rsidRDefault="00CF529E" w:rsidP="00A95C0C">
            <w:pPr>
              <w:pStyle w:val="SIText"/>
            </w:pPr>
            <w:r w:rsidRPr="00CF529E">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59FFAC93"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53D7E68" w:rsidR="00F1480E" w:rsidRPr="00407346" w:rsidRDefault="00207909" w:rsidP="00D479EB">
            <w:pPr>
              <w:pStyle w:val="SIText"/>
              <w:rPr>
                <w:rStyle w:val="SITemporaryText-green"/>
                <w:color w:val="auto"/>
                <w:sz w:val="20"/>
              </w:rPr>
            </w:pPr>
            <w:r w:rsidRPr="00407346">
              <w:rPr>
                <w:rStyle w:val="SITemporaryText-green"/>
                <w:color w:val="auto"/>
                <w:sz w:val="20"/>
              </w:rPr>
              <w:t>Operational (OPR)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F529E" w:rsidRPr="00963A46" w14:paraId="0B54EEFC" w14:textId="77777777" w:rsidTr="00CA2922">
        <w:trPr>
          <w:cantSplit/>
        </w:trPr>
        <w:tc>
          <w:tcPr>
            <w:tcW w:w="1396" w:type="pct"/>
            <w:shd w:val="clear" w:color="auto" w:fill="auto"/>
          </w:tcPr>
          <w:p w14:paraId="1E6B4F8D" w14:textId="444F8AA8" w:rsidR="00CF529E" w:rsidRPr="00326B8F" w:rsidRDefault="00CF529E" w:rsidP="00326B8F">
            <w:pPr>
              <w:pStyle w:val="SIText"/>
            </w:pPr>
            <w:r>
              <w:t>1. Prepare for cleaning work</w:t>
            </w:r>
          </w:p>
        </w:tc>
        <w:tc>
          <w:tcPr>
            <w:tcW w:w="3604" w:type="pct"/>
            <w:shd w:val="clear" w:color="auto" w:fill="auto"/>
          </w:tcPr>
          <w:p w14:paraId="31A3DCE4" w14:textId="77777777" w:rsidR="00CF529E" w:rsidRPr="00CF529E" w:rsidRDefault="00CF529E" w:rsidP="00CF529E">
            <w:pPr>
              <w:pStyle w:val="SIText"/>
            </w:pPr>
            <w:r w:rsidRPr="00CF529E">
              <w:t>1.1 Receive instructions from supervisor and clarify where required</w:t>
            </w:r>
          </w:p>
          <w:p w14:paraId="765DDBAF" w14:textId="1DD4DAEC" w:rsidR="00CF529E" w:rsidRDefault="00CF529E" w:rsidP="00CF529E">
            <w:pPr>
              <w:pStyle w:val="SIText"/>
            </w:pPr>
            <w:r w:rsidRPr="00CF529E">
              <w:t xml:space="preserve">1.2 Identify health and safety hazards </w:t>
            </w:r>
            <w:r w:rsidR="005C31DF">
              <w:t>and food safety hazards</w:t>
            </w:r>
            <w:r w:rsidRPr="00CF529E">
              <w:t xml:space="preserve"> and inform supervisor</w:t>
            </w:r>
          </w:p>
          <w:p w14:paraId="09DF4503" w14:textId="23EF9360" w:rsidR="00832533" w:rsidRPr="00CF529E" w:rsidRDefault="00832533" w:rsidP="00CF529E">
            <w:pPr>
              <w:pStyle w:val="SIText"/>
            </w:pPr>
            <w:r>
              <w:t>1.3 Locate and follow Standard Operating Procedures (SOPs) for cleaning work</w:t>
            </w:r>
          </w:p>
          <w:p w14:paraId="09C1C602" w14:textId="18DACC7A" w:rsidR="00CF529E" w:rsidRPr="00CF529E" w:rsidRDefault="00CF529E" w:rsidP="00CF529E">
            <w:pPr>
              <w:pStyle w:val="SIText"/>
            </w:pPr>
            <w:r w:rsidRPr="00CF529E">
              <w:t>1.</w:t>
            </w:r>
            <w:r w:rsidR="00832533">
              <w:t>4</w:t>
            </w:r>
            <w:r w:rsidR="00832533" w:rsidRPr="00CF529E">
              <w:t xml:space="preserve"> </w:t>
            </w:r>
            <w:r w:rsidRPr="00CF529E">
              <w:t>Wear appropriate personal protective equipment and ensure correct fit</w:t>
            </w:r>
          </w:p>
          <w:p w14:paraId="69D5F0E6" w14:textId="1CE311E1" w:rsidR="00CF529E" w:rsidRPr="00CF529E" w:rsidRDefault="00CF529E" w:rsidP="00CF529E">
            <w:pPr>
              <w:pStyle w:val="SIText"/>
            </w:pPr>
            <w:r w:rsidRPr="00CF529E">
              <w:t>1.</w:t>
            </w:r>
            <w:r w:rsidR="00832533">
              <w:t>5</w:t>
            </w:r>
            <w:r w:rsidR="00832533" w:rsidRPr="00CF529E">
              <w:t xml:space="preserve"> </w:t>
            </w:r>
            <w:r w:rsidRPr="00CF529E">
              <w:t>Confirm that cleaning and sanitising agents and services are available and ready for use</w:t>
            </w:r>
          </w:p>
          <w:p w14:paraId="15D79AA8" w14:textId="4E31A8FF" w:rsidR="00CF529E" w:rsidRPr="00326B8F" w:rsidRDefault="00CF529E" w:rsidP="00326B8F">
            <w:pPr>
              <w:pStyle w:val="SIText"/>
            </w:pPr>
            <w:r w:rsidRPr="00CF529E">
              <w:t>1.</w:t>
            </w:r>
            <w:r w:rsidR="00832533">
              <w:t>6</w:t>
            </w:r>
            <w:r w:rsidR="00832533" w:rsidRPr="00CF529E">
              <w:t xml:space="preserve"> </w:t>
            </w:r>
            <w:r w:rsidRPr="00CF529E">
              <w:t xml:space="preserve">Prepare chemicals and products in line with </w:t>
            </w:r>
            <w:r w:rsidR="00B25EEE">
              <w:t xml:space="preserve">workplace and </w:t>
            </w:r>
            <w:r w:rsidRPr="00CF529E">
              <w:t>safety guidelines</w:t>
            </w:r>
          </w:p>
        </w:tc>
      </w:tr>
      <w:tr w:rsidR="00326B8F" w:rsidRPr="00963A46" w14:paraId="093B57AB" w14:textId="77777777" w:rsidTr="00CA2922">
        <w:trPr>
          <w:cantSplit/>
        </w:trPr>
        <w:tc>
          <w:tcPr>
            <w:tcW w:w="1396" w:type="pct"/>
            <w:shd w:val="clear" w:color="auto" w:fill="auto"/>
          </w:tcPr>
          <w:p w14:paraId="2FB446BD" w14:textId="73272881" w:rsidR="00326B8F" w:rsidRPr="00326B8F" w:rsidRDefault="00CF529E" w:rsidP="00326B8F">
            <w:pPr>
              <w:pStyle w:val="SIText"/>
            </w:pPr>
            <w:r>
              <w:t>2</w:t>
            </w:r>
            <w:r w:rsidR="00326B8F" w:rsidRPr="00326B8F">
              <w:t>. Remove waste from work areas</w:t>
            </w:r>
          </w:p>
        </w:tc>
        <w:tc>
          <w:tcPr>
            <w:tcW w:w="3604" w:type="pct"/>
            <w:shd w:val="clear" w:color="auto" w:fill="auto"/>
          </w:tcPr>
          <w:p w14:paraId="012500DA" w14:textId="33E31787" w:rsidR="00326B8F" w:rsidRPr="00326B8F" w:rsidRDefault="00CF529E" w:rsidP="00326B8F">
            <w:pPr>
              <w:pStyle w:val="SIText"/>
            </w:pPr>
            <w:r>
              <w:t>2</w:t>
            </w:r>
            <w:r w:rsidR="00326B8F" w:rsidRPr="00326B8F">
              <w:t>.1 Deposit waste into correct bins, hoppers and chutes in accordance with workplace requirements</w:t>
            </w:r>
            <w:r w:rsidR="00B25EEE">
              <w:t xml:space="preserve"> and Safety Data Sheets (SDSs)</w:t>
            </w:r>
          </w:p>
          <w:p w14:paraId="039E5755" w14:textId="5ECB5562" w:rsidR="00326B8F" w:rsidRPr="00326B8F" w:rsidRDefault="00CF529E" w:rsidP="00326B8F">
            <w:pPr>
              <w:pStyle w:val="SIText"/>
            </w:pPr>
            <w:r>
              <w:t>2</w:t>
            </w:r>
            <w:r w:rsidR="00326B8F" w:rsidRPr="00326B8F">
              <w:t>.2 Use correct shovels, brooms and bins when gathering waste material to avoid cross-contamination of product and work areas</w:t>
            </w:r>
            <w:r w:rsidR="00B25EEE">
              <w:t>, in line with workplace requirements and SDSs</w:t>
            </w:r>
          </w:p>
          <w:p w14:paraId="6C891933" w14:textId="1CBA8C18" w:rsidR="00326B8F" w:rsidRPr="00326B8F" w:rsidRDefault="00CF529E" w:rsidP="00326B8F">
            <w:pPr>
              <w:pStyle w:val="SIText"/>
            </w:pPr>
            <w:r>
              <w:t>2</w:t>
            </w:r>
            <w:r w:rsidR="00326B8F" w:rsidRPr="00326B8F">
              <w:t>.3 Keep work area free from waste or trimmings to ensure a safe working environment for fellow workers</w:t>
            </w:r>
          </w:p>
          <w:p w14:paraId="6298BD53" w14:textId="15D1C4E5" w:rsidR="00326B8F" w:rsidRPr="00326B8F" w:rsidRDefault="00CF529E" w:rsidP="00326B8F">
            <w:pPr>
              <w:pStyle w:val="SIText"/>
            </w:pPr>
            <w:r>
              <w:t>2</w:t>
            </w:r>
            <w:r w:rsidR="00326B8F" w:rsidRPr="00326B8F">
              <w:t xml:space="preserve">.4 Maintain segregation of edible and inedible product at all times </w:t>
            </w:r>
          </w:p>
          <w:p w14:paraId="18A4067A" w14:textId="350DFDB2" w:rsidR="00326B8F" w:rsidRPr="00326B8F" w:rsidRDefault="00CF529E" w:rsidP="00326B8F">
            <w:pPr>
              <w:pStyle w:val="SIText"/>
            </w:pPr>
            <w:r>
              <w:t>2</w:t>
            </w:r>
            <w:r w:rsidR="00326B8F" w:rsidRPr="00326B8F">
              <w:t xml:space="preserve">.5 Perform work without contaminating edible product </w:t>
            </w:r>
          </w:p>
          <w:p w14:paraId="0ACD8386" w14:textId="74CA56D9" w:rsidR="00326B8F" w:rsidRPr="00326B8F" w:rsidRDefault="00CF529E" w:rsidP="00326B8F">
            <w:pPr>
              <w:pStyle w:val="SIText"/>
            </w:pPr>
            <w:r>
              <w:t>2</w:t>
            </w:r>
            <w:r w:rsidR="00326B8F" w:rsidRPr="00326B8F">
              <w:t xml:space="preserve">.6 Shift waste in bins and tubs in accordance with </w:t>
            </w:r>
            <w:r w:rsidR="00784C76">
              <w:t xml:space="preserve">safe </w:t>
            </w:r>
            <w:r w:rsidR="00326B8F" w:rsidRPr="00326B8F">
              <w:t>manual handling procedures</w:t>
            </w:r>
          </w:p>
        </w:tc>
      </w:tr>
      <w:tr w:rsidR="00326B8F" w:rsidRPr="00963A46" w14:paraId="10724A78" w14:textId="77777777" w:rsidTr="00CA2922">
        <w:trPr>
          <w:cantSplit/>
        </w:trPr>
        <w:tc>
          <w:tcPr>
            <w:tcW w:w="1396" w:type="pct"/>
            <w:shd w:val="clear" w:color="auto" w:fill="auto"/>
          </w:tcPr>
          <w:p w14:paraId="449EE023" w14:textId="1172C416" w:rsidR="00326B8F" w:rsidRPr="00326B8F" w:rsidRDefault="00CF529E" w:rsidP="00326B8F">
            <w:pPr>
              <w:pStyle w:val="SIText"/>
            </w:pPr>
            <w:r>
              <w:t>3</w:t>
            </w:r>
            <w:r w:rsidR="00326B8F" w:rsidRPr="00326B8F">
              <w:t>. Clean areas during production</w:t>
            </w:r>
          </w:p>
        </w:tc>
        <w:tc>
          <w:tcPr>
            <w:tcW w:w="3604" w:type="pct"/>
            <w:shd w:val="clear" w:color="auto" w:fill="auto"/>
          </w:tcPr>
          <w:p w14:paraId="421665E7" w14:textId="29363F7E" w:rsidR="00326B8F" w:rsidRPr="00326B8F" w:rsidRDefault="00CF529E" w:rsidP="00326B8F">
            <w:pPr>
              <w:pStyle w:val="SIText"/>
            </w:pPr>
            <w:r>
              <w:t>3</w:t>
            </w:r>
            <w:r w:rsidR="00326B8F" w:rsidRPr="00326B8F">
              <w:t xml:space="preserve">.1 Clean work areas in accordance with workplace requirements including </w:t>
            </w:r>
            <w:r>
              <w:t>q</w:t>
            </w:r>
            <w:r w:rsidRPr="00326B8F">
              <w:t xml:space="preserve">uality </w:t>
            </w:r>
            <w:r>
              <w:t>a</w:t>
            </w:r>
            <w:r w:rsidRPr="00326B8F">
              <w:t>ssurance</w:t>
            </w:r>
            <w:r w:rsidR="00326B8F" w:rsidRPr="00326B8F">
              <w:t xml:space="preserve"> and workplace health and safety requirements</w:t>
            </w:r>
          </w:p>
          <w:p w14:paraId="70502B14" w14:textId="212E8045" w:rsidR="00326B8F" w:rsidRPr="00326B8F" w:rsidRDefault="00CF529E" w:rsidP="00326B8F">
            <w:pPr>
              <w:pStyle w:val="SIText"/>
            </w:pPr>
            <w:r>
              <w:t>3</w:t>
            </w:r>
            <w:r w:rsidR="00326B8F" w:rsidRPr="00326B8F">
              <w:t>.2 Clean work areas while avoiding contamination of product</w:t>
            </w:r>
          </w:p>
          <w:p w14:paraId="43C45A18" w14:textId="4146796D" w:rsidR="00326B8F" w:rsidRDefault="00CF529E" w:rsidP="00326B8F">
            <w:pPr>
              <w:pStyle w:val="SIText"/>
            </w:pPr>
            <w:r>
              <w:t>3</w:t>
            </w:r>
            <w:r w:rsidR="00326B8F" w:rsidRPr="00326B8F">
              <w:t xml:space="preserve">.3 Use cleaning chemicals as directed and in accordance with standard workplace procedures </w:t>
            </w:r>
          </w:p>
          <w:p w14:paraId="2F41F575" w14:textId="622D2AAE" w:rsidR="00902743" w:rsidRPr="00326B8F" w:rsidRDefault="00902743" w:rsidP="00326B8F">
            <w:pPr>
              <w:pStyle w:val="SIText"/>
            </w:pPr>
            <w:r>
              <w:t xml:space="preserve">3.4 </w:t>
            </w:r>
            <w:r w:rsidR="008A0C69">
              <w:t>Report cleaning activities</w:t>
            </w:r>
            <w:r>
              <w:t xml:space="preserve"> </w:t>
            </w:r>
            <w:r w:rsidR="007537DF">
              <w:t xml:space="preserve">and issues </w:t>
            </w:r>
            <w:r w:rsidRPr="00784C76">
              <w:t>according to workplace requirements</w:t>
            </w:r>
          </w:p>
        </w:tc>
      </w:tr>
      <w:tr w:rsidR="00326B8F" w:rsidRPr="00963A46" w14:paraId="1167C88A" w14:textId="77777777" w:rsidTr="00CA2922">
        <w:trPr>
          <w:cantSplit/>
        </w:trPr>
        <w:tc>
          <w:tcPr>
            <w:tcW w:w="1396" w:type="pct"/>
            <w:shd w:val="clear" w:color="auto" w:fill="auto"/>
          </w:tcPr>
          <w:p w14:paraId="0B9FA395" w14:textId="56E03F6E" w:rsidR="00326B8F" w:rsidRPr="00326B8F" w:rsidRDefault="00902743" w:rsidP="00326B8F">
            <w:pPr>
              <w:pStyle w:val="SIText"/>
            </w:pPr>
            <w:r>
              <w:lastRenderedPageBreak/>
              <w:t>4</w:t>
            </w:r>
            <w:r w:rsidR="00326B8F" w:rsidRPr="00326B8F">
              <w:t>. Wash and store cleaning equipment</w:t>
            </w:r>
            <w:r w:rsidR="00CF529E">
              <w:t xml:space="preserve"> and containers</w:t>
            </w:r>
          </w:p>
        </w:tc>
        <w:tc>
          <w:tcPr>
            <w:tcW w:w="3604" w:type="pct"/>
            <w:shd w:val="clear" w:color="auto" w:fill="auto"/>
          </w:tcPr>
          <w:p w14:paraId="730A92E8" w14:textId="73EE3F3E" w:rsidR="00326B8F" w:rsidRPr="00326B8F" w:rsidRDefault="00902743" w:rsidP="00326B8F">
            <w:pPr>
              <w:pStyle w:val="SIText"/>
            </w:pPr>
            <w:r>
              <w:t>4</w:t>
            </w:r>
            <w:r w:rsidR="00326B8F" w:rsidRPr="00326B8F">
              <w:t>.1 Roll and store hoses safely in accordance with workplace requirements</w:t>
            </w:r>
          </w:p>
          <w:p w14:paraId="77B2BF7F" w14:textId="15FD1706" w:rsidR="00326B8F" w:rsidRPr="00326B8F" w:rsidRDefault="00902743" w:rsidP="00326B8F">
            <w:pPr>
              <w:pStyle w:val="SIText"/>
            </w:pPr>
            <w:r>
              <w:t>4</w:t>
            </w:r>
            <w:r w:rsidR="00326B8F" w:rsidRPr="00326B8F">
              <w:t>.2 Clean and store brooms, shovels and scrubbing brushes appropriately when not in use</w:t>
            </w:r>
          </w:p>
          <w:p w14:paraId="1F6956A9" w14:textId="3ECE710B" w:rsidR="00326B8F" w:rsidRPr="00326B8F" w:rsidRDefault="00902743" w:rsidP="00326B8F">
            <w:pPr>
              <w:pStyle w:val="SIText"/>
            </w:pPr>
            <w:r>
              <w:t>4</w:t>
            </w:r>
            <w:r w:rsidR="00326B8F" w:rsidRPr="00326B8F">
              <w:t>.3 Store chemicals in accordance with workplace requirements in designated locations</w:t>
            </w:r>
          </w:p>
          <w:p w14:paraId="52188309" w14:textId="52C6309C" w:rsidR="00784C76" w:rsidRPr="00326B8F" w:rsidRDefault="00902743" w:rsidP="00326B8F">
            <w:pPr>
              <w:pStyle w:val="SIText"/>
            </w:pPr>
            <w:r>
              <w:t>4</w:t>
            </w:r>
            <w:r w:rsidR="00326B8F" w:rsidRPr="00326B8F">
              <w:t>.4 Sanitise all bins</w:t>
            </w:r>
            <w:r w:rsidR="00CF529E">
              <w:t xml:space="preserve"> and containers</w:t>
            </w:r>
            <w:r w:rsidR="00326B8F" w:rsidRPr="00326B8F">
              <w:t xml:space="preserve"> in accordance with workplace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4639A" w:rsidRPr="00336FCA" w:rsidDel="00423CB2" w14:paraId="39B64858" w14:textId="77777777" w:rsidTr="00CA2922">
        <w:trPr>
          <w:tblHeader/>
        </w:trPr>
        <w:tc>
          <w:tcPr>
            <w:tcW w:w="1396" w:type="pct"/>
          </w:tcPr>
          <w:p w14:paraId="28C1B8CD" w14:textId="40CE73E0" w:rsidR="00D4639A" w:rsidRPr="00CF529E" w:rsidRDefault="00D4639A" w:rsidP="00485DD0">
            <w:pPr>
              <w:pStyle w:val="SIText"/>
            </w:pPr>
            <w:r>
              <w:t>Reading</w:t>
            </w:r>
          </w:p>
        </w:tc>
        <w:tc>
          <w:tcPr>
            <w:tcW w:w="3604" w:type="pct"/>
          </w:tcPr>
          <w:p w14:paraId="2ADB4A18" w14:textId="0A438B4E" w:rsidR="00D4639A" w:rsidRPr="00CF529E" w:rsidRDefault="00D4639A" w:rsidP="00485DD0">
            <w:pPr>
              <w:pStyle w:val="SIBulletList1"/>
            </w:pPr>
            <w:r>
              <w:t>Interpret key requirements of SOPs and safety information</w:t>
            </w:r>
          </w:p>
        </w:tc>
      </w:tr>
      <w:tr w:rsidR="00CF529E" w:rsidRPr="00336FCA" w:rsidDel="00423CB2" w14:paraId="3660A315" w14:textId="77777777" w:rsidTr="00CA2922">
        <w:trPr>
          <w:tblHeader/>
        </w:trPr>
        <w:tc>
          <w:tcPr>
            <w:tcW w:w="1396" w:type="pct"/>
          </w:tcPr>
          <w:p w14:paraId="023CC30D" w14:textId="42A68818" w:rsidR="00CF529E" w:rsidRPr="00CF529E" w:rsidRDefault="00CF529E" w:rsidP="00485DD0">
            <w:pPr>
              <w:pStyle w:val="SIText"/>
              <w:rPr>
                <w:rFonts w:eastAsiaTheme="majorEastAsia"/>
              </w:rPr>
            </w:pPr>
            <w:r w:rsidRPr="00CF529E">
              <w:t>Oral communication</w:t>
            </w:r>
          </w:p>
        </w:tc>
        <w:tc>
          <w:tcPr>
            <w:tcW w:w="3604" w:type="pct"/>
          </w:tcPr>
          <w:p w14:paraId="70137AF3" w14:textId="09BFE760" w:rsidR="00CF529E" w:rsidRPr="00CF529E" w:rsidRDefault="00CF529E" w:rsidP="00485DD0">
            <w:pPr>
              <w:pStyle w:val="SIBulletList1"/>
              <w:rPr>
                <w:rFonts w:eastAsiaTheme="majorEastAsia"/>
              </w:rPr>
            </w:pPr>
            <w:r w:rsidRPr="00CF529E">
              <w:t>Ask questions to clarify understanding or seek further information</w:t>
            </w:r>
          </w:p>
        </w:tc>
      </w:tr>
      <w:tr w:rsidR="00CF529E" w:rsidRPr="00336FCA" w:rsidDel="00423CB2" w14:paraId="410D0A05" w14:textId="77777777" w:rsidTr="00CA2922">
        <w:trPr>
          <w:tblHeader/>
        </w:trPr>
        <w:tc>
          <w:tcPr>
            <w:tcW w:w="1396" w:type="pct"/>
          </w:tcPr>
          <w:p w14:paraId="5FD2B99F" w14:textId="221BFB82" w:rsidR="00CF529E" w:rsidRPr="00CF529E" w:rsidRDefault="00CF529E" w:rsidP="00485DD0">
            <w:pPr>
              <w:pStyle w:val="SIText"/>
              <w:rPr>
                <w:rFonts w:eastAsiaTheme="majorEastAsia"/>
              </w:rPr>
            </w:pPr>
            <w:r w:rsidRPr="00CF529E">
              <w:t>Numeracy</w:t>
            </w:r>
          </w:p>
        </w:tc>
        <w:tc>
          <w:tcPr>
            <w:tcW w:w="3604" w:type="pct"/>
          </w:tcPr>
          <w:p w14:paraId="3227EF1D" w14:textId="79CB5290" w:rsidR="00CF529E" w:rsidRPr="00485DD0" w:rsidRDefault="0075475A" w:rsidP="00485DD0">
            <w:pPr>
              <w:pStyle w:val="SIBulletList1"/>
            </w:pPr>
            <w:r>
              <w:t>Measure chemicals accurately</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793B1472" w:rsidR="00041E59" w:rsidRPr="005404CB" w:rsidRDefault="003B0FDE" w:rsidP="005404CB">
            <w:pPr>
              <w:pStyle w:val="SIText"/>
            </w:pPr>
            <w:r w:rsidRPr="003B0FDE">
              <w:t>AMP</w:t>
            </w:r>
            <w:r w:rsidR="00207909">
              <w:t>OPR2X1</w:t>
            </w:r>
            <w:r w:rsidRPr="003B0FDE">
              <w:t xml:space="preserve"> Clean work area during operations</w:t>
            </w:r>
          </w:p>
        </w:tc>
        <w:tc>
          <w:tcPr>
            <w:tcW w:w="1105" w:type="pct"/>
          </w:tcPr>
          <w:p w14:paraId="6623A6C9" w14:textId="6A8C4156" w:rsidR="00041E59" w:rsidRPr="005404CB" w:rsidRDefault="00CF529E" w:rsidP="005404CB">
            <w:pPr>
              <w:pStyle w:val="SIText"/>
            </w:pPr>
            <w:r w:rsidRPr="00CF529E">
              <w:t>AMPX202 Clean work area during operations</w:t>
            </w:r>
          </w:p>
        </w:tc>
        <w:tc>
          <w:tcPr>
            <w:tcW w:w="1251" w:type="pct"/>
          </w:tcPr>
          <w:p w14:paraId="6A26B8C7" w14:textId="082B5A19" w:rsidR="00902743" w:rsidRPr="00902743" w:rsidRDefault="00902743" w:rsidP="00902743">
            <w:pPr>
              <w:pStyle w:val="SIText"/>
            </w:pPr>
            <w:r w:rsidRPr="00902743">
              <w:t>Unit code updated</w:t>
            </w:r>
          </w:p>
          <w:p w14:paraId="6A8BA64C" w14:textId="72EACEF6" w:rsidR="00902743" w:rsidRPr="00902743" w:rsidRDefault="00902743" w:rsidP="00902743">
            <w:pPr>
              <w:pStyle w:val="SIText"/>
            </w:pPr>
            <w:r w:rsidRPr="00902743">
              <w:t xml:space="preserve">Performance </w:t>
            </w:r>
            <w:r w:rsidR="0045363A">
              <w:t>C</w:t>
            </w:r>
            <w:r w:rsidRPr="00902743">
              <w:t>riteria clarified</w:t>
            </w:r>
          </w:p>
          <w:p w14:paraId="4A163CBA" w14:textId="3512B838" w:rsidR="00902743" w:rsidRPr="00902743" w:rsidRDefault="00902743" w:rsidP="00902743">
            <w:pPr>
              <w:pStyle w:val="SIText"/>
            </w:pPr>
            <w:r w:rsidRPr="00902743">
              <w:t xml:space="preserve">Foundation </w:t>
            </w:r>
            <w:r w:rsidR="0045363A">
              <w:t>S</w:t>
            </w:r>
            <w:r w:rsidRPr="00902743">
              <w:t>kills added</w:t>
            </w:r>
          </w:p>
          <w:p w14:paraId="38EF1B27" w14:textId="2A3208B3" w:rsidR="00041E59" w:rsidRPr="005404CB" w:rsidRDefault="00902743" w:rsidP="00485DD0">
            <w:pPr>
              <w:pStyle w:val="SIText"/>
            </w:pPr>
            <w:r w:rsidRPr="00902743">
              <w:t>Performance Evidence, Knowledge Evidence and Assessment Conditions revised</w:t>
            </w:r>
          </w:p>
        </w:tc>
        <w:tc>
          <w:tcPr>
            <w:tcW w:w="1616" w:type="pct"/>
          </w:tcPr>
          <w:p w14:paraId="44BBFF38" w14:textId="7FB5FDD4" w:rsidR="00916CD7" w:rsidRPr="005404CB" w:rsidRDefault="00902743" w:rsidP="005404CB">
            <w:pPr>
              <w:pStyle w:val="SIText"/>
            </w:pPr>
            <w:r>
              <w:t>No</w:t>
            </w:r>
            <w:r w:rsidR="00207909">
              <w:t>t</w:t>
            </w:r>
            <w:r>
              <w:t xml:space="preserve"> e</w:t>
            </w:r>
            <w:r w:rsidRPr="005404CB">
              <w:t>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B387D05" w:rsidR="00F1480E" w:rsidRPr="00801DE3" w:rsidRDefault="00AE7989" w:rsidP="00801DE3">
            <w:pPr>
              <w:pStyle w:val="SIText"/>
            </w:pPr>
            <w:hyperlink r:id="rId11" w:history="1">
              <w:r w:rsidR="00801DE3" w:rsidRPr="00801DE3">
                <w:t>https://vetnet.gov.au/Pages/TrainingDocs.aspx?q=5e2e56b7-698f-4822-84bb-25adbb8443a7</w:t>
              </w:r>
            </w:hyperlink>
            <w:r w:rsidR="00E40225" w:rsidRPr="00801DE3">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3D7A36F" w:rsidR="00556C4C" w:rsidRPr="005404CB" w:rsidRDefault="00556C4C" w:rsidP="005404CB">
            <w:pPr>
              <w:pStyle w:val="SIUnittitle"/>
            </w:pPr>
            <w:r w:rsidRPr="00F56827">
              <w:t xml:space="preserve">Assessment requirements for </w:t>
            </w:r>
            <w:r w:rsidR="003B0FDE" w:rsidRPr="003B0FDE">
              <w:t>AMP</w:t>
            </w:r>
            <w:r w:rsidR="00207909">
              <w:t>OPR2</w:t>
            </w:r>
            <w:r w:rsidR="003B0FDE" w:rsidRPr="003B0FDE">
              <w:t>X</w:t>
            </w:r>
            <w:r w:rsidR="00207909">
              <w:t>1</w:t>
            </w:r>
            <w:r w:rsidR="003B0FDE" w:rsidRPr="003B0FDE">
              <w:t xml:space="preserve"> Clean work area during operations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3BB59C21" w14:textId="77777777" w:rsidR="0046039A" w:rsidRDefault="0046039A" w:rsidP="0046039A">
            <w:pPr>
              <w:pStyle w:val="SIText"/>
            </w:pPr>
            <w:r w:rsidRPr="0046039A">
              <w:t>An individual demonstrating competency must satisfy all of the elements and performance criteria in this unit.</w:t>
            </w:r>
          </w:p>
          <w:p w14:paraId="6EA2B085" w14:textId="77777777" w:rsidR="0046039A" w:rsidRDefault="0046039A" w:rsidP="0046039A">
            <w:pPr>
              <w:pStyle w:val="SIText"/>
            </w:pPr>
          </w:p>
          <w:p w14:paraId="1530599C" w14:textId="69ADDEDB" w:rsidR="0046039A" w:rsidRDefault="0046039A" w:rsidP="0046039A">
            <w:pPr>
              <w:pStyle w:val="SIText"/>
            </w:pPr>
            <w:r w:rsidRPr="0046039A">
              <w:t>There must be evidence that the individual has</w:t>
            </w:r>
            <w:r>
              <w:t xml:space="preserve"> safely and effectively cleaned at least one work area during operations, including:</w:t>
            </w:r>
          </w:p>
          <w:p w14:paraId="05335F53" w14:textId="21FAFE76" w:rsidR="00902743" w:rsidRDefault="00902743" w:rsidP="0046039A">
            <w:pPr>
              <w:pStyle w:val="SIBulletList1"/>
            </w:pPr>
            <w:r>
              <w:t>appli</w:t>
            </w:r>
            <w:r w:rsidR="00207909">
              <w:t>ed</w:t>
            </w:r>
            <w:r>
              <w:t xml:space="preserve"> safe work practices</w:t>
            </w:r>
          </w:p>
          <w:p w14:paraId="3CD6AB46" w14:textId="48C3A6D3" w:rsidR="0046039A" w:rsidRPr="0046039A" w:rsidRDefault="0046039A" w:rsidP="0046039A">
            <w:pPr>
              <w:pStyle w:val="SIBulletList1"/>
            </w:pPr>
            <w:r w:rsidRPr="00B3610E">
              <w:t>prepar</w:t>
            </w:r>
            <w:r w:rsidR="00207909">
              <w:t>ed</w:t>
            </w:r>
            <w:r w:rsidRPr="00B3610E">
              <w:t xml:space="preserve"> and us</w:t>
            </w:r>
            <w:r w:rsidR="00207909">
              <w:t>ed</w:t>
            </w:r>
            <w:r w:rsidRPr="00B3610E">
              <w:t xml:space="preserve"> chemicals according to safe work requirements</w:t>
            </w:r>
            <w:r w:rsidR="007537DF">
              <w:t xml:space="preserve"> and standard operating procedures (SOPs)</w:t>
            </w:r>
          </w:p>
          <w:p w14:paraId="5E9CB7D1" w14:textId="37B3B4F7" w:rsidR="0046039A" w:rsidRDefault="0046039A">
            <w:pPr>
              <w:pStyle w:val="SIBulletList1"/>
            </w:pPr>
            <w:r w:rsidRPr="00B3610E">
              <w:t>clean</w:t>
            </w:r>
            <w:r w:rsidR="00207909">
              <w:t>ed</w:t>
            </w:r>
            <w:r w:rsidRPr="00B3610E">
              <w:t xml:space="preserve"> and sanitis</w:t>
            </w:r>
            <w:r w:rsidR="00207909">
              <w:t>ed</w:t>
            </w:r>
            <w:r w:rsidRPr="00B3610E">
              <w:t xml:space="preserve"> equipment to meet work standards</w:t>
            </w:r>
            <w:r w:rsidRPr="00995B79">
              <w:t xml:space="preserve"> without contaminating surfaces, edible or inedible product</w:t>
            </w:r>
            <w:r w:rsidRPr="0046039A">
              <w:t xml:space="preserve"> </w:t>
            </w:r>
          </w:p>
          <w:p w14:paraId="49081BB4" w14:textId="510FF76E" w:rsidR="00556C4C" w:rsidRPr="005404CB" w:rsidRDefault="00902743" w:rsidP="00B25EEE">
            <w:pPr>
              <w:pStyle w:val="SIBulletList1"/>
            </w:pPr>
            <w:r>
              <w:t>deposit</w:t>
            </w:r>
            <w:r w:rsidR="00207909">
              <w:t>ed</w:t>
            </w:r>
            <w:r w:rsidR="0046039A" w:rsidRPr="00B3610E">
              <w:t xml:space="preserve"> of waste according to </w:t>
            </w:r>
            <w:r>
              <w:t>workplace</w:t>
            </w:r>
            <w:r w:rsidR="0046039A" w:rsidRPr="00B3610E">
              <w:t xml:space="preserve"> guidelines</w:t>
            </w:r>
            <w:r w:rsidR="00B25EEE">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A315846" w14:textId="77777777" w:rsidR="0046039A" w:rsidRPr="0046039A" w:rsidRDefault="0046039A" w:rsidP="0046039A">
            <w:pPr>
              <w:pStyle w:val="SIText"/>
            </w:pPr>
            <w:r w:rsidRPr="0046039A">
              <w:t>An individual must be able to demonstrate the knowledge required to perform the tasks outlined in the elements and performance criteria of this unit. This includes knowledge of:</w:t>
            </w:r>
          </w:p>
          <w:p w14:paraId="6AFD7618" w14:textId="77777777" w:rsidR="00784C76" w:rsidRPr="00784C76" w:rsidRDefault="00784C76">
            <w:pPr>
              <w:pStyle w:val="SIBulletList1"/>
            </w:pPr>
            <w:r w:rsidRPr="0046039A">
              <w:t>the</w:t>
            </w:r>
            <w:r w:rsidRPr="00784C76">
              <w:t xml:space="preserve"> purpose of cleaning and sanitation and importance in maintaining food safety</w:t>
            </w:r>
          </w:p>
          <w:p w14:paraId="3113D13C" w14:textId="6DB9584A" w:rsidR="00784C76" w:rsidRDefault="00784C76" w:rsidP="00784C76">
            <w:pPr>
              <w:pStyle w:val="SIBulletList1"/>
            </w:pPr>
            <w:r>
              <w:t>key requirements of regulat</w:t>
            </w:r>
            <w:r w:rsidR="0046039A">
              <w:t>ions</w:t>
            </w:r>
          </w:p>
          <w:p w14:paraId="7A7CEDE3" w14:textId="3089F293" w:rsidR="00B25EEE" w:rsidRDefault="00B25EEE" w:rsidP="00784C76">
            <w:pPr>
              <w:pStyle w:val="SIBulletList1"/>
            </w:pPr>
            <w:r>
              <w:t>key requirements of Safety Data Sheets (SDSs) relating to chemicals used, and their location at site</w:t>
            </w:r>
          </w:p>
          <w:p w14:paraId="18A874D3" w14:textId="0648C756" w:rsidR="00784C76" w:rsidRPr="00784C76" w:rsidRDefault="00784C76" w:rsidP="00784C76">
            <w:pPr>
              <w:pStyle w:val="SIBulletList1"/>
            </w:pPr>
            <w:r w:rsidRPr="00784C76">
              <w:t>the difference between cleaning and sanitation, when each is used and why</w:t>
            </w:r>
          </w:p>
          <w:p w14:paraId="1196911B" w14:textId="77777777" w:rsidR="00784C76" w:rsidRPr="00784C76" w:rsidRDefault="00784C76" w:rsidP="00784C76">
            <w:pPr>
              <w:pStyle w:val="SIBulletList1"/>
            </w:pPr>
            <w:r w:rsidRPr="00784C76">
              <w:t>difference between wet and dry cleaning</w:t>
            </w:r>
          </w:p>
          <w:p w14:paraId="5849731A" w14:textId="4779BBD4" w:rsidR="00784C76" w:rsidRDefault="00784C76" w:rsidP="00784C76">
            <w:pPr>
              <w:pStyle w:val="SIBulletList1"/>
            </w:pPr>
            <w:r w:rsidRPr="00784C76">
              <w:t>functions of cleaners, sanitisers and related equipment</w:t>
            </w:r>
          </w:p>
          <w:p w14:paraId="31E17414" w14:textId="77777777" w:rsidR="0046039A" w:rsidRPr="0046039A" w:rsidRDefault="0046039A" w:rsidP="0046039A">
            <w:pPr>
              <w:pStyle w:val="SIBulletList1"/>
            </w:pPr>
            <w:r w:rsidRPr="0046039A">
              <w:t>potential threat to the edible product of inadequate cleaning</w:t>
            </w:r>
          </w:p>
          <w:p w14:paraId="1C5FFD66" w14:textId="142D1530" w:rsidR="00784C76" w:rsidRDefault="00784C76" w:rsidP="00784C76">
            <w:pPr>
              <w:pStyle w:val="SIBulletList1"/>
            </w:pPr>
            <w:r w:rsidRPr="00784C76">
              <w:t>common microbiological, physical, chemical hazards related to the work area, including the types of hazards likely to occur, the conditions under which they occur, possible consequences, and control methods to prevent occurrence</w:t>
            </w:r>
          </w:p>
          <w:p w14:paraId="20928CF5" w14:textId="52C1E373" w:rsidR="00784C76" w:rsidRPr="00784C76" w:rsidRDefault="00784C76" w:rsidP="00784C76">
            <w:pPr>
              <w:pStyle w:val="SIBulletList1"/>
            </w:pPr>
            <w:r>
              <w:t>potential for contamination and cross-contamination</w:t>
            </w:r>
          </w:p>
          <w:p w14:paraId="26D6D5A4" w14:textId="34AF6969" w:rsidR="007537DF" w:rsidRDefault="007537DF" w:rsidP="00784C76">
            <w:pPr>
              <w:pStyle w:val="SIBulletList1"/>
            </w:pPr>
            <w:r>
              <w:t>SOPs for cleaning</w:t>
            </w:r>
          </w:p>
          <w:p w14:paraId="14D1926D" w14:textId="5515226F" w:rsidR="00784C76" w:rsidRPr="00784C76" w:rsidRDefault="00784C76" w:rsidP="00784C76">
            <w:pPr>
              <w:pStyle w:val="SIBulletList1"/>
            </w:pPr>
            <w:r w:rsidRPr="00784C76">
              <w:t>safe work procedures, including appropriate signage of cleaning activities, safe handling and storage of cleaners and sanitisers used, safety when using cleaning methods</w:t>
            </w:r>
          </w:p>
          <w:p w14:paraId="46EB1B3E" w14:textId="5B93B373" w:rsidR="00784C76" w:rsidRPr="00784C76" w:rsidRDefault="00784C76" w:rsidP="00784C76">
            <w:pPr>
              <w:pStyle w:val="SIBulletList1"/>
            </w:pPr>
            <w:r w:rsidRPr="00784C76">
              <w:t>health and safety requirements in the workplace, including purpose and limitations of personal protective equipment (PPE)</w:t>
            </w:r>
            <w:r>
              <w:t xml:space="preserve">, </w:t>
            </w:r>
            <w:r w:rsidRPr="00784C76">
              <w:t>using very hot water, using correct manual handling procedures, and maintaining a safe work environment for others</w:t>
            </w:r>
          </w:p>
          <w:p w14:paraId="24461083" w14:textId="77777777" w:rsidR="00784C76" w:rsidRPr="00784C76" w:rsidRDefault="00784C76" w:rsidP="00784C76">
            <w:pPr>
              <w:pStyle w:val="SIBulletList1"/>
            </w:pPr>
            <w:r w:rsidRPr="00784C76">
              <w:t>workplace health and safety issues associated with cleaning during operations</w:t>
            </w:r>
          </w:p>
          <w:p w14:paraId="4005867B" w14:textId="06E97C8C" w:rsidR="00E52B1F" w:rsidRPr="00E52B1F" w:rsidRDefault="00E52B1F" w:rsidP="00E52B1F">
            <w:pPr>
              <w:pStyle w:val="SIBulletList1"/>
            </w:pPr>
            <w:r w:rsidRPr="00E52B1F">
              <w:t xml:space="preserve">correct </w:t>
            </w:r>
            <w:r w:rsidR="00784C76">
              <w:t xml:space="preserve">and safe </w:t>
            </w:r>
            <w:r w:rsidRPr="00E52B1F">
              <w:t xml:space="preserve">usage of chemicals </w:t>
            </w:r>
          </w:p>
          <w:p w14:paraId="2F04F1F4" w14:textId="77777777" w:rsidR="00E52B1F" w:rsidRPr="00E52B1F" w:rsidRDefault="00E52B1F" w:rsidP="00E52B1F">
            <w:pPr>
              <w:pStyle w:val="SIBulletList1"/>
            </w:pPr>
            <w:r w:rsidRPr="00E52B1F">
              <w:t>importance of dealing with or reporting problems associated with waste disposal e.g. blocked chutes or drains</w:t>
            </w:r>
          </w:p>
          <w:p w14:paraId="51219FD9" w14:textId="77777777" w:rsidR="00E52B1F" w:rsidRPr="00E52B1F" w:rsidRDefault="00E52B1F" w:rsidP="00E52B1F">
            <w:pPr>
              <w:pStyle w:val="SIBulletList1"/>
            </w:pPr>
            <w:r w:rsidRPr="00E52B1F">
              <w:t>impact of incorrect disposal of waste on the environment and on by-products processing</w:t>
            </w:r>
          </w:p>
          <w:p w14:paraId="11FE2A97" w14:textId="77777777" w:rsidR="00E52B1F" w:rsidRPr="00E52B1F" w:rsidRDefault="00E52B1F" w:rsidP="00E52B1F">
            <w:pPr>
              <w:pStyle w:val="SIBulletList1"/>
            </w:pPr>
            <w:r w:rsidRPr="00E52B1F">
              <w:t>importance of following the documented cleaning procedure or schedule</w:t>
            </w:r>
          </w:p>
          <w:p w14:paraId="66608BB7" w14:textId="22028373" w:rsidR="00F1480E" w:rsidRPr="005404CB" w:rsidRDefault="00784C76" w:rsidP="00E52B1F">
            <w:pPr>
              <w:pStyle w:val="SIBulletList1"/>
            </w:pPr>
            <w:r>
              <w:t>recording requirements and responsibilities.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099D90E" w14:textId="77777777" w:rsidR="00784C76" w:rsidRPr="00784C76" w:rsidRDefault="00784C76" w:rsidP="00784C76">
            <w:pPr>
              <w:pStyle w:val="SIText"/>
            </w:pPr>
            <w:r w:rsidRPr="00784C76">
              <w:t>Assessment of skills in this unit of competency must take place under the following conditions:</w:t>
            </w:r>
          </w:p>
          <w:p w14:paraId="4928B232" w14:textId="77777777" w:rsidR="00784C76" w:rsidRPr="00784C76" w:rsidRDefault="00784C76" w:rsidP="00784C76">
            <w:pPr>
              <w:pStyle w:val="SIBulletList1"/>
            </w:pPr>
            <w:r w:rsidRPr="00784C76">
              <w:t>physical conditions:</w:t>
            </w:r>
          </w:p>
          <w:p w14:paraId="39490646" w14:textId="5767F1F0" w:rsidR="00784C76" w:rsidRPr="00784C76" w:rsidRDefault="00784C76" w:rsidP="00784C76">
            <w:pPr>
              <w:pStyle w:val="SIBulletList2"/>
            </w:pPr>
            <w:r w:rsidRPr="00784C76">
              <w:t>skills must be demonstrated in a meat processing workplace or an environment that accurately represents a real workplace</w:t>
            </w:r>
          </w:p>
          <w:p w14:paraId="41828AAA" w14:textId="77777777" w:rsidR="00784C76" w:rsidRPr="00784C76" w:rsidRDefault="00784C76" w:rsidP="00784C76">
            <w:pPr>
              <w:pStyle w:val="SIBulletList1"/>
            </w:pPr>
            <w:r w:rsidRPr="00784C76">
              <w:t>resources, equipment and materials:</w:t>
            </w:r>
          </w:p>
          <w:p w14:paraId="480E706D" w14:textId="77777777" w:rsidR="00784C76" w:rsidRPr="00784C76" w:rsidRDefault="00784C76" w:rsidP="00784C76">
            <w:pPr>
              <w:pStyle w:val="SIBulletList2"/>
            </w:pPr>
            <w:r w:rsidRPr="00784C76">
              <w:t>cleaning and sanitising equipment according to workplace requirements</w:t>
            </w:r>
          </w:p>
          <w:p w14:paraId="6CFBE92D" w14:textId="77777777" w:rsidR="00784C76" w:rsidRPr="00784C76" w:rsidRDefault="00784C76" w:rsidP="00784C76">
            <w:pPr>
              <w:pStyle w:val="SIBulletList2"/>
            </w:pPr>
            <w:r w:rsidRPr="00784C76">
              <w:t>cleaning equipment and chemicals</w:t>
            </w:r>
          </w:p>
          <w:p w14:paraId="172D4C8D" w14:textId="486BA46E" w:rsidR="00784C76" w:rsidRDefault="00784C76" w:rsidP="00784C76">
            <w:pPr>
              <w:pStyle w:val="SIBulletList2"/>
            </w:pPr>
            <w:r w:rsidRPr="00784C76">
              <w:t>PPE</w:t>
            </w:r>
          </w:p>
          <w:p w14:paraId="648FEE25" w14:textId="5E6A4AA0" w:rsidR="007537DF" w:rsidRDefault="007537DF" w:rsidP="00784C76">
            <w:pPr>
              <w:pStyle w:val="SIBulletList2"/>
            </w:pPr>
            <w:r>
              <w:t>SOPs to guide cleaning activities</w:t>
            </w:r>
          </w:p>
          <w:p w14:paraId="2EBDC434" w14:textId="56897C34" w:rsidR="007537DF" w:rsidRPr="00784C76" w:rsidRDefault="007537DF" w:rsidP="00784C76">
            <w:pPr>
              <w:pStyle w:val="SIBulletList2"/>
            </w:pPr>
            <w:r>
              <w:t>SDSs for chemicals used</w:t>
            </w:r>
          </w:p>
          <w:p w14:paraId="3FDE7199" w14:textId="77777777" w:rsidR="00784C76" w:rsidRPr="00784C76" w:rsidRDefault="00784C76" w:rsidP="00784C76">
            <w:pPr>
              <w:pStyle w:val="SIBulletList1"/>
            </w:pPr>
            <w:r w:rsidRPr="00784C76">
              <w:t>specifications:</w:t>
            </w:r>
          </w:p>
          <w:p w14:paraId="53B8D325" w14:textId="77777777" w:rsidR="00784C76" w:rsidRPr="00784C76" w:rsidRDefault="00784C76" w:rsidP="00784C76">
            <w:pPr>
              <w:pStyle w:val="SIBulletList2"/>
            </w:pPr>
            <w:r w:rsidRPr="00784C76">
              <w:t>workplace standard operating procedures and task-related documents.</w:t>
            </w:r>
          </w:p>
          <w:p w14:paraId="7D05C0EB" w14:textId="77777777" w:rsidR="00AE7989" w:rsidRPr="00AE7989" w:rsidRDefault="00AE7989" w:rsidP="00AE7989">
            <w:pPr>
              <w:pStyle w:val="SIText"/>
            </w:pPr>
          </w:p>
          <w:p w14:paraId="60C6E1EB" w14:textId="77777777" w:rsidR="00AE7989" w:rsidRPr="00AE7989" w:rsidRDefault="00AE7989" w:rsidP="00AE7989">
            <w:pPr>
              <w:pStyle w:val="SIText"/>
            </w:pPr>
            <w:r w:rsidRPr="00AE7989">
              <w:t xml:space="preserve">Assessment for this unit must include at least three forms of evidence. </w:t>
            </w:r>
          </w:p>
          <w:p w14:paraId="3793DD50" w14:textId="5D161758" w:rsidR="00F1480E" w:rsidRDefault="00F1480E" w:rsidP="008E2699">
            <w:pPr>
              <w:pStyle w:val="SIText"/>
            </w:pPr>
          </w:p>
          <w:p w14:paraId="72FC2BF3" w14:textId="521B3F86" w:rsidR="00784C76" w:rsidRPr="008E2699" w:rsidRDefault="00784C76" w:rsidP="008E2699">
            <w:pPr>
              <w:pStyle w:val="SIText"/>
            </w:pPr>
            <w:r w:rsidRPr="00784C76">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16B4DDD1" w:rsidR="00F1480E" w:rsidRPr="005404CB" w:rsidRDefault="00AE7989" w:rsidP="005404CB">
            <w:pPr>
              <w:pStyle w:val="SIText"/>
            </w:pPr>
            <w:hyperlink r:id="rId12" w:history="1">
              <w:r w:rsidR="00801DE3" w:rsidRPr="00801DE3">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FA47" w14:textId="77777777" w:rsidR="005D0E01" w:rsidRDefault="005D0E01" w:rsidP="00BF3F0A">
      <w:r>
        <w:separator/>
      </w:r>
    </w:p>
    <w:p w14:paraId="3CA13C3A" w14:textId="77777777" w:rsidR="005D0E01" w:rsidRDefault="005D0E01"/>
  </w:endnote>
  <w:endnote w:type="continuationSeparator" w:id="0">
    <w:p w14:paraId="0AE78B64" w14:textId="77777777" w:rsidR="005D0E01" w:rsidRDefault="005D0E01" w:rsidP="00BF3F0A">
      <w:r>
        <w:continuationSeparator/>
      </w:r>
    </w:p>
    <w:p w14:paraId="6FDB353F" w14:textId="77777777" w:rsidR="005D0E01" w:rsidRDefault="005D0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58395CF6"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E46E1" w14:textId="77777777" w:rsidR="005D0E01" w:rsidRDefault="005D0E01" w:rsidP="00BF3F0A">
      <w:r>
        <w:separator/>
      </w:r>
    </w:p>
    <w:p w14:paraId="22621C80" w14:textId="77777777" w:rsidR="005D0E01" w:rsidRDefault="005D0E01"/>
  </w:footnote>
  <w:footnote w:type="continuationSeparator" w:id="0">
    <w:p w14:paraId="081105BF" w14:textId="77777777" w:rsidR="005D0E01" w:rsidRDefault="005D0E01" w:rsidP="00BF3F0A">
      <w:r>
        <w:continuationSeparator/>
      </w:r>
    </w:p>
    <w:p w14:paraId="101631A7" w14:textId="77777777" w:rsidR="005D0E01" w:rsidRDefault="005D0E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1DB6012" w:rsidR="009C2650" w:rsidRPr="003B0FDE" w:rsidRDefault="00AE7989" w:rsidP="003B0FDE">
    <w:sdt>
      <w:sdtPr>
        <w:rPr>
          <w:lang w:eastAsia="en-US"/>
        </w:rPr>
        <w:id w:val="-202871177"/>
        <w:docPartObj>
          <w:docPartGallery w:val="Watermarks"/>
          <w:docPartUnique/>
        </w:docPartObj>
      </w:sdtPr>
      <w:sdtEndPr/>
      <w:sdtContent>
        <w:r>
          <w:rPr>
            <w:lang w:eastAsia="en-US"/>
          </w:rPr>
          <w:pict w14:anchorId="5E4852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B0FDE" w:rsidRPr="003B0FDE">
      <w:rPr>
        <w:lang w:eastAsia="en-US"/>
      </w:rPr>
      <w:t>AMP</w:t>
    </w:r>
    <w:r w:rsidR="00207909">
      <w:t>OPR2</w:t>
    </w:r>
    <w:r w:rsidR="003B0FDE" w:rsidRPr="003B0FDE">
      <w:rPr>
        <w:lang w:eastAsia="en-US"/>
      </w:rPr>
      <w:t>X</w:t>
    </w:r>
    <w:r w:rsidR="00207909">
      <w:t>1</w:t>
    </w:r>
    <w:r w:rsidR="003B0FDE" w:rsidRPr="003B0FDE">
      <w:rPr>
        <w:lang w:eastAsia="en-US"/>
      </w:rPr>
      <w:t xml:space="preserve"> Clean work area during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2C5E87"/>
    <w:multiLevelType w:val="multilevel"/>
    <w:tmpl w:val="4A12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5187145"/>
    <w:multiLevelType w:val="multilevel"/>
    <w:tmpl w:val="6BC29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17736E"/>
    <w:multiLevelType w:val="multilevel"/>
    <w:tmpl w:val="15303E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3671F"/>
    <w:multiLevelType w:val="multilevel"/>
    <w:tmpl w:val="A0EAB8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3F57FF"/>
    <w:multiLevelType w:val="multilevel"/>
    <w:tmpl w:val="1BC49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798837209">
    <w:abstractNumId w:val="12"/>
  </w:num>
  <w:num w:numId="2" w16cid:durableId="1333026328">
    <w:abstractNumId w:val="7"/>
  </w:num>
  <w:num w:numId="3" w16cid:durableId="1939481953">
    <w:abstractNumId w:val="3"/>
  </w:num>
  <w:num w:numId="4" w16cid:durableId="1577205260">
    <w:abstractNumId w:val="18"/>
  </w:num>
  <w:num w:numId="5" w16cid:durableId="128713537">
    <w:abstractNumId w:val="1"/>
  </w:num>
  <w:num w:numId="6" w16cid:durableId="1322923600">
    <w:abstractNumId w:val="11"/>
  </w:num>
  <w:num w:numId="7" w16cid:durableId="960304163">
    <w:abstractNumId w:val="2"/>
  </w:num>
  <w:num w:numId="8" w16cid:durableId="97409492">
    <w:abstractNumId w:val="0"/>
  </w:num>
  <w:num w:numId="9" w16cid:durableId="1634485127">
    <w:abstractNumId w:val="17"/>
  </w:num>
  <w:num w:numId="10" w16cid:durableId="1826897908">
    <w:abstractNumId w:val="13"/>
  </w:num>
  <w:num w:numId="11" w16cid:durableId="800919928">
    <w:abstractNumId w:val="16"/>
  </w:num>
  <w:num w:numId="12" w16cid:durableId="362946915">
    <w:abstractNumId w:val="15"/>
  </w:num>
  <w:num w:numId="13" w16cid:durableId="1084303646">
    <w:abstractNumId w:val="19"/>
  </w:num>
  <w:num w:numId="14" w16cid:durableId="845821708">
    <w:abstractNumId w:val="5"/>
  </w:num>
  <w:num w:numId="15" w16cid:durableId="764494152">
    <w:abstractNumId w:val="6"/>
  </w:num>
  <w:num w:numId="16" w16cid:durableId="2130197177">
    <w:abstractNumId w:val="20"/>
  </w:num>
  <w:num w:numId="17" w16cid:durableId="157507147">
    <w:abstractNumId w:val="9"/>
  </w:num>
  <w:num w:numId="18" w16cid:durableId="905577891">
    <w:abstractNumId w:val="10"/>
  </w:num>
  <w:num w:numId="19" w16cid:durableId="333413270">
    <w:abstractNumId w:val="14"/>
  </w:num>
  <w:num w:numId="20" w16cid:durableId="831139337">
    <w:abstractNumId w:val="8"/>
  </w:num>
  <w:num w:numId="21" w16cid:durableId="2125616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194"/>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909"/>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C5B4E"/>
    <w:rsid w:val="002D0C8B"/>
    <w:rsid w:val="002D330A"/>
    <w:rsid w:val="002E170C"/>
    <w:rsid w:val="002E193E"/>
    <w:rsid w:val="00305EFF"/>
    <w:rsid w:val="00310A6A"/>
    <w:rsid w:val="003144E6"/>
    <w:rsid w:val="00326B8F"/>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0FDE"/>
    <w:rsid w:val="003B3493"/>
    <w:rsid w:val="003C13AE"/>
    <w:rsid w:val="003C7152"/>
    <w:rsid w:val="003D2E73"/>
    <w:rsid w:val="003E72B6"/>
    <w:rsid w:val="003E7BBE"/>
    <w:rsid w:val="00407346"/>
    <w:rsid w:val="004127E3"/>
    <w:rsid w:val="0043212E"/>
    <w:rsid w:val="00434366"/>
    <w:rsid w:val="00434ECE"/>
    <w:rsid w:val="00444423"/>
    <w:rsid w:val="00446E58"/>
    <w:rsid w:val="00452F3E"/>
    <w:rsid w:val="0045363A"/>
    <w:rsid w:val="0046039A"/>
    <w:rsid w:val="0046239A"/>
    <w:rsid w:val="004640AE"/>
    <w:rsid w:val="00466F18"/>
    <w:rsid w:val="004679E3"/>
    <w:rsid w:val="00475172"/>
    <w:rsid w:val="004758B0"/>
    <w:rsid w:val="0048067C"/>
    <w:rsid w:val="004832D2"/>
    <w:rsid w:val="00485559"/>
    <w:rsid w:val="00485DD0"/>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3078"/>
    <w:rsid w:val="005248C1"/>
    <w:rsid w:val="00526134"/>
    <w:rsid w:val="005404CB"/>
    <w:rsid w:val="005405B2"/>
    <w:rsid w:val="005412A0"/>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31DF"/>
    <w:rsid w:val="005D0E01"/>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598D"/>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37DF"/>
    <w:rsid w:val="0075475A"/>
    <w:rsid w:val="00757005"/>
    <w:rsid w:val="00761DBE"/>
    <w:rsid w:val="0076523B"/>
    <w:rsid w:val="00771B60"/>
    <w:rsid w:val="00781D77"/>
    <w:rsid w:val="00783549"/>
    <w:rsid w:val="00784C76"/>
    <w:rsid w:val="007860B7"/>
    <w:rsid w:val="00786DC8"/>
    <w:rsid w:val="007A300D"/>
    <w:rsid w:val="007B2E89"/>
    <w:rsid w:val="007D5A78"/>
    <w:rsid w:val="007E3BD1"/>
    <w:rsid w:val="007F1563"/>
    <w:rsid w:val="007F1EB2"/>
    <w:rsid w:val="007F44DB"/>
    <w:rsid w:val="007F5A8B"/>
    <w:rsid w:val="00801DE3"/>
    <w:rsid w:val="00817D51"/>
    <w:rsid w:val="00823530"/>
    <w:rsid w:val="00823FF4"/>
    <w:rsid w:val="00830267"/>
    <w:rsid w:val="008306E7"/>
    <w:rsid w:val="008322BE"/>
    <w:rsid w:val="00832533"/>
    <w:rsid w:val="00834BC8"/>
    <w:rsid w:val="00837FD6"/>
    <w:rsid w:val="00847B60"/>
    <w:rsid w:val="00850243"/>
    <w:rsid w:val="00851BE5"/>
    <w:rsid w:val="008545EB"/>
    <w:rsid w:val="00865011"/>
    <w:rsid w:val="00886790"/>
    <w:rsid w:val="008908DE"/>
    <w:rsid w:val="00896EAD"/>
    <w:rsid w:val="008A0C69"/>
    <w:rsid w:val="008A12ED"/>
    <w:rsid w:val="008A39D3"/>
    <w:rsid w:val="008B01BF"/>
    <w:rsid w:val="008B2C77"/>
    <w:rsid w:val="008B4AD2"/>
    <w:rsid w:val="008B663E"/>
    <w:rsid w:val="008B7138"/>
    <w:rsid w:val="008E260C"/>
    <w:rsid w:val="008E2699"/>
    <w:rsid w:val="008E39BE"/>
    <w:rsid w:val="008E62EC"/>
    <w:rsid w:val="008F32F6"/>
    <w:rsid w:val="00902743"/>
    <w:rsid w:val="00916CD7"/>
    <w:rsid w:val="00920927"/>
    <w:rsid w:val="00921B38"/>
    <w:rsid w:val="00923720"/>
    <w:rsid w:val="009257D3"/>
    <w:rsid w:val="009278C9"/>
    <w:rsid w:val="00932CD7"/>
    <w:rsid w:val="009337B9"/>
    <w:rsid w:val="00944C09"/>
    <w:rsid w:val="009527CB"/>
    <w:rsid w:val="00953835"/>
    <w:rsid w:val="00960F6C"/>
    <w:rsid w:val="00970747"/>
    <w:rsid w:val="00995B79"/>
    <w:rsid w:val="00997BFC"/>
    <w:rsid w:val="009A586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C0C"/>
    <w:rsid w:val="00AA5338"/>
    <w:rsid w:val="00AA5D02"/>
    <w:rsid w:val="00AB1B8E"/>
    <w:rsid w:val="00AB3EC1"/>
    <w:rsid w:val="00AB46DE"/>
    <w:rsid w:val="00AC0696"/>
    <w:rsid w:val="00AC4C98"/>
    <w:rsid w:val="00AC5F6B"/>
    <w:rsid w:val="00AD3896"/>
    <w:rsid w:val="00AD5B47"/>
    <w:rsid w:val="00AE1ED9"/>
    <w:rsid w:val="00AE32CB"/>
    <w:rsid w:val="00AE7989"/>
    <w:rsid w:val="00AF3957"/>
    <w:rsid w:val="00AF6668"/>
    <w:rsid w:val="00B0712C"/>
    <w:rsid w:val="00B12013"/>
    <w:rsid w:val="00B22C67"/>
    <w:rsid w:val="00B25EEE"/>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707"/>
    <w:rsid w:val="00C73B90"/>
    <w:rsid w:val="00C742EC"/>
    <w:rsid w:val="00C846B7"/>
    <w:rsid w:val="00C96AF3"/>
    <w:rsid w:val="00C97CCC"/>
    <w:rsid w:val="00CA0274"/>
    <w:rsid w:val="00CA139A"/>
    <w:rsid w:val="00CB746F"/>
    <w:rsid w:val="00CC451E"/>
    <w:rsid w:val="00CD4E9D"/>
    <w:rsid w:val="00CD4F4D"/>
    <w:rsid w:val="00CE7D19"/>
    <w:rsid w:val="00CF0CF5"/>
    <w:rsid w:val="00CF2B3E"/>
    <w:rsid w:val="00CF529E"/>
    <w:rsid w:val="00D0201F"/>
    <w:rsid w:val="00D03685"/>
    <w:rsid w:val="00D07D4E"/>
    <w:rsid w:val="00D115AA"/>
    <w:rsid w:val="00D145BE"/>
    <w:rsid w:val="00D2035A"/>
    <w:rsid w:val="00D20C57"/>
    <w:rsid w:val="00D25D16"/>
    <w:rsid w:val="00D32124"/>
    <w:rsid w:val="00D4639A"/>
    <w:rsid w:val="00D479EB"/>
    <w:rsid w:val="00D50FD7"/>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2B1F"/>
    <w:rsid w:val="00E6166D"/>
    <w:rsid w:val="00E91BFF"/>
    <w:rsid w:val="00E92933"/>
    <w:rsid w:val="00E94FAD"/>
    <w:rsid w:val="00EB0AA4"/>
    <w:rsid w:val="00EB5C88"/>
    <w:rsid w:val="00EC0469"/>
    <w:rsid w:val="00EC0C3E"/>
    <w:rsid w:val="00EE0F7D"/>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01DE3"/>
    <w:rPr>
      <w:color w:val="605E5C"/>
      <w:shd w:val="clear" w:color="auto" w:fill="E1DFDD"/>
    </w:rPr>
  </w:style>
  <w:style w:type="paragraph" w:styleId="Revision">
    <w:name w:val="Revision"/>
    <w:hidden/>
    <w:uiPriority w:val="99"/>
    <w:semiHidden/>
    <w:rsid w:val="00B25EE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4906703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1196944">
      <w:bodyDiv w:val="1"/>
      <w:marLeft w:val="0"/>
      <w:marRight w:val="0"/>
      <w:marTop w:val="0"/>
      <w:marBottom w:val="0"/>
      <w:divBdr>
        <w:top w:val="none" w:sz="0" w:space="0" w:color="auto"/>
        <w:left w:val="none" w:sz="0" w:space="0" w:color="auto"/>
        <w:bottom w:val="none" w:sz="0" w:space="0" w:color="auto"/>
        <w:right w:val="none" w:sz="0" w:space="0" w:color="auto"/>
      </w:divBdr>
    </w:div>
    <w:div w:id="1248344821">
      <w:bodyDiv w:val="1"/>
      <w:marLeft w:val="0"/>
      <w:marRight w:val="0"/>
      <w:marTop w:val="0"/>
      <w:marBottom w:val="0"/>
      <w:divBdr>
        <w:top w:val="none" w:sz="0" w:space="0" w:color="auto"/>
        <w:left w:val="none" w:sz="0" w:space="0" w:color="auto"/>
        <w:bottom w:val="none" w:sz="0" w:space="0" w:color="auto"/>
        <w:right w:val="none" w:sz="0" w:space="0" w:color="auto"/>
      </w:divBdr>
    </w:div>
    <w:div w:id="1249190139">
      <w:bodyDiv w:val="1"/>
      <w:marLeft w:val="0"/>
      <w:marRight w:val="0"/>
      <w:marTop w:val="0"/>
      <w:marBottom w:val="0"/>
      <w:divBdr>
        <w:top w:val="none" w:sz="0" w:space="0" w:color="auto"/>
        <w:left w:val="none" w:sz="0" w:space="0" w:color="auto"/>
        <w:bottom w:val="none" w:sz="0" w:space="0" w:color="auto"/>
        <w:right w:val="none" w:sz="0" w:space="0" w:color="auto"/>
      </w:divBdr>
    </w:div>
    <w:div w:id="1909463031">
      <w:bodyDiv w:val="1"/>
      <w:marLeft w:val="0"/>
      <w:marRight w:val="0"/>
      <w:marTop w:val="0"/>
      <w:marBottom w:val="0"/>
      <w:divBdr>
        <w:top w:val="none" w:sz="0" w:space="0" w:color="auto"/>
        <w:left w:val="none" w:sz="0" w:space="0" w:color="auto"/>
        <w:bottom w:val="none" w:sz="0" w:space="0" w:color="auto"/>
        <w:right w:val="none" w:sz="0" w:space="0" w:color="auto"/>
      </w:divBdr>
    </w:div>
    <w:div w:id="19305077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A53D88D45694B49A7370CB1290F8941" ma:contentTypeVersion="" ma:contentTypeDescription="Create a new document." ma:contentTypeScope="" ma:versionID="e19354a7e681b2f4f3a3493ada25e28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purl.org/dc/elements/1.1/"/>
    <ds:schemaRef ds:uri="http://purl.org/dc/dcmitype/"/>
    <ds:schemaRef ds:uri="4d074fc5-4881-4904-900d-cdf408c29254"/>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33CAB608-17A4-4357-8C27-F7D3CD6BF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108</TotalTime>
  <Pages>4</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31</cp:revision>
  <cp:lastPrinted>2016-05-27T05:21:00Z</cp:lastPrinted>
  <dcterms:created xsi:type="dcterms:W3CDTF">2021-08-09T02:15:00Z</dcterms:created>
  <dcterms:modified xsi:type="dcterms:W3CDTF">2022-05-02T04:29:00Z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0x010100FA53D88D45694B49A7370CB1290F8941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5 Operator skills/abattoir</vt:lpwstr>
  </property>
</Properties>
</file>