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22FDE" w14:textId="23E2C133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E7D2B4D" w14:textId="77777777" w:rsidTr="00146EEC">
        <w:tc>
          <w:tcPr>
            <w:tcW w:w="2689" w:type="dxa"/>
          </w:tcPr>
          <w:p w14:paraId="5CC31324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C22E76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EE0F60" w14:paraId="2050427B" w14:textId="77777777" w:rsidTr="00146EEC">
        <w:tc>
          <w:tcPr>
            <w:tcW w:w="2689" w:type="dxa"/>
          </w:tcPr>
          <w:p w14:paraId="5DBECA31" w14:textId="6B738015" w:rsidR="00EE0F60" w:rsidRPr="00CC451E" w:rsidRDefault="00EE0F60" w:rsidP="00EE0F60">
            <w:pPr>
              <w:pStyle w:val="SIText"/>
            </w:pPr>
            <w:r w:rsidRPr="00CC451E">
              <w:t>Release</w:t>
            </w:r>
            <w:r w:rsidRPr="005404CB">
              <w:t xml:space="preserve"> 1</w:t>
            </w:r>
          </w:p>
        </w:tc>
        <w:tc>
          <w:tcPr>
            <w:tcW w:w="6939" w:type="dxa"/>
          </w:tcPr>
          <w:p w14:paraId="7B5FABD7" w14:textId="21ACE2A6" w:rsidR="00EE0F60" w:rsidRPr="00CC451E" w:rsidRDefault="00EE0F60" w:rsidP="00EE0F60">
            <w:pPr>
              <w:pStyle w:val="SIText"/>
            </w:pPr>
            <w:r w:rsidRPr="00EE0F60">
              <w:t xml:space="preserve">This version released with AMP Australian Meat Processing Training Package Version </w:t>
            </w:r>
            <w:r w:rsidR="00F84542">
              <w:t>8</w:t>
            </w:r>
            <w:r w:rsidRPr="00EE0F60">
              <w:t>.0.</w:t>
            </w:r>
          </w:p>
        </w:tc>
      </w:tr>
    </w:tbl>
    <w:p w14:paraId="6D356E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371A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5EC3DCE" w14:textId="11B5E8CE" w:rsidR="00F1480E" w:rsidRPr="00CF37F6" w:rsidRDefault="00EE0F60" w:rsidP="00CF37F6">
            <w:pPr>
              <w:pStyle w:val="SIUNITCODE"/>
              <w:rPr>
                <w:rStyle w:val="SITemporaryText-green"/>
                <w:color w:val="auto"/>
              </w:rPr>
            </w:pPr>
            <w:r w:rsidRPr="00CF37F6">
              <w:rPr>
                <w:rStyle w:val="SITemporaryText-green"/>
                <w:color w:val="auto"/>
              </w:rPr>
              <w:t>AMP</w:t>
            </w:r>
            <w:r w:rsidR="00EC618B" w:rsidRPr="00CF37F6">
              <w:rPr>
                <w:rStyle w:val="SITemporaryText-green"/>
                <w:color w:val="auto"/>
              </w:rPr>
              <w:t>LSK2X1</w:t>
            </w:r>
          </w:p>
        </w:tc>
        <w:tc>
          <w:tcPr>
            <w:tcW w:w="3604" w:type="pct"/>
            <w:shd w:val="clear" w:color="auto" w:fill="auto"/>
          </w:tcPr>
          <w:p w14:paraId="430BCFFE" w14:textId="17C0F2B0" w:rsidR="00F1480E" w:rsidRPr="005404CB" w:rsidRDefault="00EE0F60" w:rsidP="005404CB">
            <w:pPr>
              <w:pStyle w:val="SIUnittitle"/>
            </w:pPr>
            <w:r w:rsidRPr="00EE0F60">
              <w:t>Apply animal welfare and handling requirements</w:t>
            </w:r>
          </w:p>
        </w:tc>
      </w:tr>
      <w:tr w:rsidR="00F1480E" w:rsidRPr="00963A46" w14:paraId="572D430E" w14:textId="77777777" w:rsidTr="00CA2922">
        <w:tc>
          <w:tcPr>
            <w:tcW w:w="1396" w:type="pct"/>
            <w:shd w:val="clear" w:color="auto" w:fill="auto"/>
          </w:tcPr>
          <w:p w14:paraId="57EED882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00F4DC2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2D1A0E" w14:textId="53529E23" w:rsidR="00EE0F60" w:rsidRPr="00EE0F60" w:rsidRDefault="00EE0F60" w:rsidP="00EE0F60">
            <w:pPr>
              <w:pStyle w:val="SIText"/>
            </w:pPr>
            <w:r w:rsidRPr="00EE0F60">
              <w:t xml:space="preserve">This unit describes the skills and knowledge required to </w:t>
            </w:r>
            <w:r w:rsidR="00CE28AA">
              <w:t xml:space="preserve">handle animals safely and humanely, in line with </w:t>
            </w:r>
            <w:r w:rsidRPr="00EE0F60">
              <w:t>workplace and regulatory requirements</w:t>
            </w:r>
            <w:r w:rsidR="00CE28AA">
              <w:t>.</w:t>
            </w:r>
          </w:p>
          <w:p w14:paraId="4E4D418F" w14:textId="77777777" w:rsidR="00EE0F60" w:rsidRPr="00EE0F60" w:rsidRDefault="00EE0F60" w:rsidP="00EE0F60">
            <w:pPr>
              <w:pStyle w:val="SIText"/>
            </w:pPr>
          </w:p>
          <w:p w14:paraId="04D8E6D1" w14:textId="7410275E" w:rsidR="00EE0F60" w:rsidRDefault="00EE0F60" w:rsidP="00EE0F60">
            <w:pPr>
              <w:pStyle w:val="SIText"/>
            </w:pPr>
            <w:r w:rsidRPr="00EE0F60">
              <w:t xml:space="preserve">This unit </w:t>
            </w:r>
            <w:r w:rsidR="00581BD9">
              <w:t>applies to individuals who work under general supervision</w:t>
            </w:r>
            <w:r w:rsidR="001848B4">
              <w:t>,</w:t>
            </w:r>
            <w:r w:rsidR="00581BD9">
              <w:t xml:space="preserve"> </w:t>
            </w:r>
            <w:r w:rsidR="001848B4">
              <w:t xml:space="preserve">with </w:t>
            </w:r>
            <w:r w:rsidR="00B97296" w:rsidRPr="00B97296">
              <w:t>animals at animal handling facilities or meat processing premises</w:t>
            </w:r>
            <w:r w:rsidR="00581BD9">
              <w:t xml:space="preserve">. </w:t>
            </w:r>
            <w:r w:rsidRPr="00EE0F60">
              <w:t xml:space="preserve"> </w:t>
            </w:r>
          </w:p>
          <w:p w14:paraId="3515664A" w14:textId="1101E566" w:rsidR="00581BD9" w:rsidRDefault="00581BD9" w:rsidP="00EE0F60">
            <w:pPr>
              <w:pStyle w:val="SIText"/>
            </w:pPr>
          </w:p>
          <w:p w14:paraId="39835216" w14:textId="28F74F1A" w:rsidR="00581BD9" w:rsidRPr="00581BD9" w:rsidRDefault="00581BD9" w:rsidP="00581BD9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581BD9">
              <w:t xml:space="preserve">, </w:t>
            </w:r>
            <w:r>
              <w:t>animal</w:t>
            </w:r>
            <w:r w:rsidRPr="00581BD9">
              <w:t xml:space="preserve"> safety regulations, legislation and standards that apply to the workplace.</w:t>
            </w:r>
          </w:p>
          <w:p w14:paraId="10412A7D" w14:textId="77777777" w:rsidR="00EE0F60" w:rsidRPr="00EE0F60" w:rsidRDefault="00EE0F60" w:rsidP="00EE0F60">
            <w:pPr>
              <w:pStyle w:val="SIText"/>
            </w:pPr>
          </w:p>
          <w:p w14:paraId="36723A24" w14:textId="1E448C24" w:rsidR="00373436" w:rsidRPr="000754EC" w:rsidRDefault="00581BD9" w:rsidP="007F4098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44D272AE" w14:textId="77777777" w:rsidTr="00CA2922">
        <w:tc>
          <w:tcPr>
            <w:tcW w:w="1396" w:type="pct"/>
            <w:shd w:val="clear" w:color="auto" w:fill="auto"/>
          </w:tcPr>
          <w:p w14:paraId="7E7250F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2990E9E" w14:textId="2AC1D9A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60897AEA" w14:textId="77777777" w:rsidTr="00CA2922">
        <w:tc>
          <w:tcPr>
            <w:tcW w:w="1396" w:type="pct"/>
            <w:shd w:val="clear" w:color="auto" w:fill="auto"/>
          </w:tcPr>
          <w:p w14:paraId="5886484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902FE0" w14:textId="494B4341" w:rsidR="00F1480E" w:rsidRPr="00CF37F6" w:rsidRDefault="00CE28AA" w:rsidP="00CF37F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CF37F6">
              <w:rPr>
                <w:rStyle w:val="SITemporaryText-green"/>
                <w:color w:val="auto"/>
                <w:sz w:val="20"/>
              </w:rPr>
              <w:t>Livestock</w:t>
            </w:r>
            <w:r w:rsidR="00EC618B" w:rsidRPr="00CF37F6">
              <w:rPr>
                <w:rStyle w:val="SITemporaryText-green"/>
                <w:color w:val="auto"/>
                <w:sz w:val="20"/>
              </w:rPr>
              <w:t xml:space="preserve"> (LSK)</w:t>
            </w:r>
          </w:p>
        </w:tc>
      </w:tr>
    </w:tbl>
    <w:p w14:paraId="153D5B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17765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DE60DDE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AEE1C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6F8C84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424B20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ECF04D3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B1B56" w:rsidRPr="00963A46" w14:paraId="34CA04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6C96EB" w14:textId="3136A095" w:rsidR="000B1B56" w:rsidRPr="00EE0F60" w:rsidRDefault="0030755E" w:rsidP="00EE0F60">
            <w:pPr>
              <w:pStyle w:val="SIText"/>
            </w:pPr>
            <w:r>
              <w:t xml:space="preserve">1. </w:t>
            </w:r>
            <w:r w:rsidR="000B1B56">
              <w:t>Identify workplace and regulatory requirements for handling animals</w:t>
            </w:r>
          </w:p>
        </w:tc>
        <w:tc>
          <w:tcPr>
            <w:tcW w:w="3604" w:type="pct"/>
            <w:shd w:val="clear" w:color="auto" w:fill="auto"/>
          </w:tcPr>
          <w:p w14:paraId="49FEA014" w14:textId="6654EAD0" w:rsidR="000B1B56" w:rsidRPr="000B1B56" w:rsidRDefault="0030755E" w:rsidP="000B1B56">
            <w:r>
              <w:t>1.1</w:t>
            </w:r>
            <w:r w:rsidR="000B1B56" w:rsidRPr="00EE0F60">
              <w:t xml:space="preserve"> Identify workplace and regulatory requirements for handling animals humanely</w:t>
            </w:r>
          </w:p>
          <w:p w14:paraId="2FE66554" w14:textId="2ACB6258" w:rsidR="000B1B56" w:rsidRPr="00EE0F60" w:rsidRDefault="0030755E" w:rsidP="00EE0F60">
            <w:r>
              <w:t>1.2</w:t>
            </w:r>
            <w:r w:rsidR="000B1B56" w:rsidRPr="00EE0F60">
              <w:t xml:space="preserve"> Identify and </w:t>
            </w:r>
            <w:r>
              <w:t>follow</w:t>
            </w:r>
            <w:r w:rsidR="000B1B56" w:rsidRPr="00EE0F60">
              <w:t xml:space="preserve"> relevant sections of the applicable </w:t>
            </w:r>
            <w:r w:rsidR="008101B6">
              <w:t>a</w:t>
            </w:r>
            <w:r w:rsidR="000B1B56" w:rsidRPr="00EE0F60">
              <w:t xml:space="preserve">nimal </w:t>
            </w:r>
            <w:r w:rsidR="008101B6">
              <w:t>w</w:t>
            </w:r>
            <w:r w:rsidR="000B1B56" w:rsidRPr="00EE0F60">
              <w:t xml:space="preserve">elfare </w:t>
            </w:r>
            <w:r w:rsidR="008101B6">
              <w:t>s</w:t>
            </w:r>
            <w:r w:rsidR="000B1B56" w:rsidRPr="00EE0F60">
              <w:t>tandard and relevant legislation</w:t>
            </w:r>
          </w:p>
        </w:tc>
      </w:tr>
      <w:tr w:rsidR="00EE0F60" w:rsidRPr="00963A46" w14:paraId="0E0CA3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098C2" w14:textId="685F71E3" w:rsidR="00EE0F60" w:rsidRPr="00EE0F60" w:rsidRDefault="0030755E" w:rsidP="00EE0F60">
            <w:pPr>
              <w:pStyle w:val="SIText"/>
              <w:rPr>
                <w:rStyle w:val="SITemporaryText-red"/>
              </w:rPr>
            </w:pPr>
            <w:r>
              <w:t>2</w:t>
            </w:r>
            <w:r w:rsidR="00EE0F60" w:rsidRPr="00EE0F60">
              <w:t xml:space="preserve">. Identify </w:t>
            </w:r>
            <w:r w:rsidR="00446D29">
              <w:t xml:space="preserve">safe </w:t>
            </w:r>
            <w:r w:rsidR="00EE0F60" w:rsidRPr="00EE0F60">
              <w:t>animal handling practices</w:t>
            </w:r>
            <w:r w:rsidR="00446D2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7842C27" w14:textId="20FE10C1" w:rsidR="000B1B56" w:rsidRDefault="0030755E" w:rsidP="00EE0F60">
            <w:r>
              <w:t>2.1</w:t>
            </w:r>
            <w:r w:rsidR="000B1B56" w:rsidRPr="00EE0F60">
              <w:t xml:space="preserve"> Identify workplace health and safety requirements associated with handling animals </w:t>
            </w:r>
          </w:p>
          <w:p w14:paraId="55296EA5" w14:textId="30A0EFBA" w:rsidR="00EE0F60" w:rsidRDefault="0030755E" w:rsidP="00EE0F60">
            <w:r>
              <w:t>2.2</w:t>
            </w:r>
            <w:r w:rsidR="00EE0F60" w:rsidRPr="00EE0F60">
              <w:t xml:space="preserve"> Identify work instructions and work practices for the welfare and handling of animals</w:t>
            </w:r>
          </w:p>
          <w:p w14:paraId="4662C09A" w14:textId="4EBB4903" w:rsidR="000B1B56" w:rsidRDefault="000B1B56" w:rsidP="000B1B56">
            <w:r w:rsidRPr="00EE0F60">
              <w:t>2.</w:t>
            </w:r>
            <w:r w:rsidR="0030755E">
              <w:t>3</w:t>
            </w:r>
            <w:r w:rsidRPr="00EE0F60">
              <w:t xml:space="preserve"> </w:t>
            </w:r>
            <w:r w:rsidR="0030755E">
              <w:t>Recognise</w:t>
            </w:r>
            <w:r w:rsidRPr="00EE0F60">
              <w:t xml:space="preserve"> </w:t>
            </w:r>
            <w:r w:rsidR="002C6AC2">
              <w:t xml:space="preserve">and manage </w:t>
            </w:r>
            <w:r w:rsidRPr="00EE0F60">
              <w:t>risks to animals being handled</w:t>
            </w:r>
          </w:p>
          <w:p w14:paraId="70E9F15F" w14:textId="3527FA0D" w:rsidR="000B1B56" w:rsidRPr="000B1B56" w:rsidRDefault="0030755E" w:rsidP="000B1B56">
            <w:r>
              <w:t>2.4</w:t>
            </w:r>
            <w:r w:rsidR="000B1B56" w:rsidRPr="00EE0F60">
              <w:t xml:space="preserve"> Identify </w:t>
            </w:r>
            <w:r w:rsidR="002C6AC2">
              <w:t xml:space="preserve">and manage </w:t>
            </w:r>
            <w:r w:rsidR="000B1B56" w:rsidRPr="00EE0F60">
              <w:t xml:space="preserve">risks </w:t>
            </w:r>
            <w:r w:rsidR="000B1B56">
              <w:t>to workers that are associated</w:t>
            </w:r>
            <w:r w:rsidR="000B1B56" w:rsidRPr="00EE0F60">
              <w:t xml:space="preserve"> with handling animals</w:t>
            </w:r>
            <w:r w:rsidR="007129E4">
              <w:t>, including use of personal protective equipment (PPE)</w:t>
            </w:r>
          </w:p>
          <w:p w14:paraId="34B13A0C" w14:textId="7007AC0C" w:rsidR="000B1B56" w:rsidRPr="007F4098" w:rsidRDefault="0030755E" w:rsidP="00EE0F60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>2.5 Identify</w:t>
            </w:r>
            <w:r w:rsidRPr="0030755E">
              <w:t xml:space="preserve"> workplace and regulatory requirements for dealing with sick and injured animals</w:t>
            </w:r>
          </w:p>
        </w:tc>
      </w:tr>
      <w:tr w:rsidR="00EE0F60" w:rsidRPr="00963A46" w14:paraId="376384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ECD1C4" w14:textId="075ACC87" w:rsidR="00EE0F60" w:rsidRPr="00EE0F60" w:rsidRDefault="0030755E" w:rsidP="00EE0F60">
            <w:pPr>
              <w:pStyle w:val="SIText"/>
              <w:rPr>
                <w:rStyle w:val="SITemporaryText-red"/>
              </w:rPr>
            </w:pPr>
            <w:r>
              <w:t>3</w:t>
            </w:r>
            <w:r w:rsidR="00EE0F60" w:rsidRPr="00EE0F60">
              <w:t xml:space="preserve">. </w:t>
            </w:r>
            <w:r w:rsidR="000B1B56">
              <w:t>Identify the effect of animal welfare and handling on meat</w:t>
            </w:r>
          </w:p>
        </w:tc>
        <w:tc>
          <w:tcPr>
            <w:tcW w:w="3604" w:type="pct"/>
            <w:shd w:val="clear" w:color="auto" w:fill="auto"/>
          </w:tcPr>
          <w:p w14:paraId="6A5FED95" w14:textId="07D76D0C" w:rsidR="000B1B56" w:rsidRPr="000B1B56" w:rsidRDefault="0030755E" w:rsidP="000B1B56">
            <w:r>
              <w:t>3.1</w:t>
            </w:r>
            <w:r w:rsidR="000B1B56" w:rsidRPr="00EE0F60">
              <w:t xml:space="preserve"> </w:t>
            </w:r>
            <w:r w:rsidR="000B1B56" w:rsidRPr="000B1B56">
              <w:t xml:space="preserve">Identify the impact that animal stress and/or injury would have on the quality of meat </w:t>
            </w:r>
          </w:p>
          <w:p w14:paraId="393813FC" w14:textId="2D5F7527" w:rsidR="00EE0F60" w:rsidRPr="00EE0F60" w:rsidRDefault="0030755E" w:rsidP="00EE0F60">
            <w:pPr>
              <w:pStyle w:val="SIText"/>
              <w:rPr>
                <w:rStyle w:val="SITemporaryText-red"/>
              </w:rPr>
            </w:pPr>
            <w:r>
              <w:t>3.2</w:t>
            </w:r>
            <w:r w:rsidR="000B1B56" w:rsidRPr="00EE0F60">
              <w:t xml:space="preserve"> </w:t>
            </w:r>
            <w:r>
              <w:t>Recognise</w:t>
            </w:r>
            <w:r w:rsidR="000B1B56" w:rsidRPr="00EE0F60">
              <w:t xml:space="preserve"> defects in meat quality resulting from poor handling techniques of live animals</w:t>
            </w:r>
            <w:r w:rsidR="000B1B56" w:rsidRPr="000B1B56" w:rsidDel="000B1B56">
              <w:t xml:space="preserve"> </w:t>
            </w:r>
          </w:p>
        </w:tc>
      </w:tr>
      <w:tr w:rsidR="00EE0F60" w:rsidRPr="00963A46" w14:paraId="1FF194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58F6CA" w14:textId="421E2E10" w:rsidR="00EE0F60" w:rsidRPr="00EE0F60" w:rsidRDefault="00EE0F60" w:rsidP="00EE0F60">
            <w:pPr>
              <w:pStyle w:val="SIText"/>
              <w:rPr>
                <w:rStyle w:val="SITemporaryText-red"/>
              </w:rPr>
            </w:pPr>
            <w:r w:rsidRPr="00EE0F60">
              <w:t>4. Identify livestock identification procedures</w:t>
            </w:r>
          </w:p>
        </w:tc>
        <w:tc>
          <w:tcPr>
            <w:tcW w:w="3604" w:type="pct"/>
            <w:shd w:val="clear" w:color="auto" w:fill="auto"/>
          </w:tcPr>
          <w:p w14:paraId="1079B6BF" w14:textId="3589C6A9" w:rsidR="00EE0F60" w:rsidRPr="00EE0F60" w:rsidRDefault="00EE0F60" w:rsidP="00EE0F60">
            <w:r w:rsidRPr="00EE0F60">
              <w:t>4.1 Identify individual animal identification procedures</w:t>
            </w:r>
            <w:r w:rsidR="000B1B56">
              <w:t xml:space="preserve"> </w:t>
            </w:r>
            <w:r w:rsidRPr="00EE0F60">
              <w:t>according to</w:t>
            </w:r>
            <w:r w:rsidR="0030755E">
              <w:t xml:space="preserve"> workplace</w:t>
            </w:r>
            <w:r w:rsidRPr="00EE0F60">
              <w:t xml:space="preserve"> and regulatory requirements</w:t>
            </w:r>
          </w:p>
          <w:p w14:paraId="28648997" w14:textId="01971D43" w:rsidR="00EE0F60" w:rsidRPr="00EE0F60" w:rsidRDefault="00EE0F60" w:rsidP="00EE0F60">
            <w:r w:rsidRPr="00EE0F60">
              <w:t xml:space="preserve">4.2 </w:t>
            </w:r>
            <w:r w:rsidR="00CE28AA">
              <w:t>Identify</w:t>
            </w:r>
            <w:r w:rsidR="00CE28AA" w:rsidRPr="00EE0F60">
              <w:t xml:space="preserve"> </w:t>
            </w:r>
            <w:r w:rsidRPr="00EE0F60">
              <w:t>the purpose of individual mob and lot identification</w:t>
            </w:r>
          </w:p>
          <w:p w14:paraId="33FF3548" w14:textId="1D4A3AFB" w:rsidR="00EE0F60" w:rsidRPr="00EE0F60" w:rsidRDefault="00EE0F60" w:rsidP="00EE0F60">
            <w:r w:rsidRPr="00EE0F60">
              <w:t xml:space="preserve">4.3 </w:t>
            </w:r>
            <w:r w:rsidR="00CE28AA">
              <w:t>Recognise</w:t>
            </w:r>
            <w:r w:rsidR="00CE28AA" w:rsidRPr="00EE0F60">
              <w:t xml:space="preserve"> </w:t>
            </w:r>
            <w:r w:rsidR="000B1B56">
              <w:t xml:space="preserve">animal </w:t>
            </w:r>
            <w:r w:rsidRPr="00EE0F60">
              <w:t>lots according to workplace requirements</w:t>
            </w:r>
          </w:p>
          <w:p w14:paraId="4D004F5E" w14:textId="43C56608" w:rsidR="00EE0F60" w:rsidRPr="00EE0F60" w:rsidRDefault="00EE0F60" w:rsidP="00EE0F60">
            <w:pPr>
              <w:pStyle w:val="SIText"/>
              <w:rPr>
                <w:rStyle w:val="SITemporaryText-red"/>
              </w:rPr>
            </w:pPr>
            <w:r w:rsidRPr="00EE0F60">
              <w:t xml:space="preserve">4.4 </w:t>
            </w:r>
            <w:r w:rsidR="00CE28AA">
              <w:t>Identify</w:t>
            </w:r>
            <w:r w:rsidR="00CE28AA" w:rsidRPr="00EE0F60">
              <w:t xml:space="preserve"> </w:t>
            </w:r>
            <w:r w:rsidRPr="00EE0F60">
              <w:t>the consequences of incorrect lot identification</w:t>
            </w:r>
          </w:p>
        </w:tc>
      </w:tr>
      <w:tr w:rsidR="00EE0F60" w:rsidRPr="00963A46" w14:paraId="62C3A1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33BC00" w14:textId="06E824C1" w:rsidR="0000781F" w:rsidRDefault="0030755E" w:rsidP="00EE0F60">
            <w:pPr>
              <w:pStyle w:val="SIText"/>
            </w:pPr>
            <w:r>
              <w:t>5</w:t>
            </w:r>
            <w:r w:rsidR="00EE0F60" w:rsidRPr="00EE0F60">
              <w:t xml:space="preserve">. </w:t>
            </w:r>
            <w:r w:rsidR="0000781F">
              <w:t>Handle animals safely</w:t>
            </w:r>
          </w:p>
          <w:p w14:paraId="7CA7BB0D" w14:textId="12D6A1D6" w:rsidR="00EE0F60" w:rsidRPr="00EE0F60" w:rsidRDefault="00EE0F60" w:rsidP="00EE0F60">
            <w:pPr>
              <w:pStyle w:val="SIText"/>
              <w:rPr>
                <w:rStyle w:val="SITemporaryText-red"/>
              </w:rPr>
            </w:pPr>
          </w:p>
        </w:tc>
        <w:tc>
          <w:tcPr>
            <w:tcW w:w="3604" w:type="pct"/>
            <w:shd w:val="clear" w:color="auto" w:fill="auto"/>
          </w:tcPr>
          <w:p w14:paraId="3EB68B29" w14:textId="4F0B382D" w:rsidR="00EE0F60" w:rsidRPr="00EE0F60" w:rsidRDefault="0030755E" w:rsidP="00EE0F60">
            <w:r>
              <w:t>5</w:t>
            </w:r>
            <w:r w:rsidR="00EE0F60" w:rsidRPr="00EE0F60">
              <w:t>.1 Handle animals in a way that complies with workplace requirements and minimises stress</w:t>
            </w:r>
          </w:p>
          <w:p w14:paraId="13B6E594" w14:textId="723DE5BF" w:rsidR="0000781F" w:rsidRPr="0000781F" w:rsidRDefault="0000781F" w:rsidP="0000781F">
            <w:r>
              <w:t>5</w:t>
            </w:r>
            <w:r w:rsidRPr="0000781F">
              <w:t>.</w:t>
            </w:r>
            <w:r>
              <w:t>2</w:t>
            </w:r>
            <w:r w:rsidRPr="0000781F">
              <w:t xml:space="preserve"> Handle animals safely in accordance with workplace health and safety requirements</w:t>
            </w:r>
          </w:p>
          <w:p w14:paraId="7C0570B1" w14:textId="1F95239C" w:rsidR="00EE0F60" w:rsidRDefault="0030755E" w:rsidP="00EE0F60">
            <w:r>
              <w:t>5</w:t>
            </w:r>
            <w:r w:rsidR="00EE0F60" w:rsidRPr="00EE0F60">
              <w:t>.</w:t>
            </w:r>
            <w:r w:rsidR="00B97296">
              <w:t>3</w:t>
            </w:r>
            <w:r w:rsidR="00B97296" w:rsidRPr="00EE0F60">
              <w:t xml:space="preserve"> </w:t>
            </w:r>
            <w:r w:rsidR="0000781F">
              <w:t xml:space="preserve">Move, yard and control flow of </w:t>
            </w:r>
            <w:r w:rsidR="00B97296">
              <w:t>animals</w:t>
            </w:r>
            <w:r w:rsidR="00B97296" w:rsidRPr="00EE0F60">
              <w:t xml:space="preserve"> </w:t>
            </w:r>
            <w:r w:rsidR="00EE0F60" w:rsidRPr="00EE0F60">
              <w:t>to meet processing requirements</w:t>
            </w:r>
          </w:p>
          <w:p w14:paraId="00262DF6" w14:textId="3783EDB1" w:rsidR="0000781F" w:rsidRPr="00EE0F60" w:rsidRDefault="0000781F" w:rsidP="00EE0F60">
            <w:r>
              <w:t xml:space="preserve">5.4 Communicate effectively with fellow workers while handling </w:t>
            </w:r>
            <w:r w:rsidR="00B97296">
              <w:t>animals</w:t>
            </w:r>
          </w:p>
          <w:p w14:paraId="49BFEBBE" w14:textId="5B4266DB" w:rsidR="00EE0F60" w:rsidRPr="00EE0F60" w:rsidRDefault="0030755E" w:rsidP="00EE0F60">
            <w:pPr>
              <w:pStyle w:val="SIText"/>
              <w:rPr>
                <w:rStyle w:val="SITemporaryText-red"/>
              </w:rPr>
            </w:pPr>
            <w:r>
              <w:t>5</w:t>
            </w:r>
            <w:r w:rsidR="00EE0F60" w:rsidRPr="00EE0F60">
              <w:t>.</w:t>
            </w:r>
            <w:r w:rsidR="0000781F">
              <w:t>5</w:t>
            </w:r>
            <w:r w:rsidR="0000781F" w:rsidRPr="00EE0F60">
              <w:t xml:space="preserve"> </w:t>
            </w:r>
            <w:r w:rsidR="00EE0F60" w:rsidRPr="00EE0F60">
              <w:t xml:space="preserve">Handle sick and injured </w:t>
            </w:r>
            <w:r w:rsidR="00B97296">
              <w:t>animals</w:t>
            </w:r>
            <w:r w:rsidR="00B97296" w:rsidRPr="00EE0F60">
              <w:t xml:space="preserve"> </w:t>
            </w:r>
            <w:r w:rsidR="00EE0F60" w:rsidRPr="00EE0F60">
              <w:t>in accordance with workplace requirements</w:t>
            </w:r>
          </w:p>
        </w:tc>
      </w:tr>
    </w:tbl>
    <w:p w14:paraId="793780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9EA759" w14:textId="77777777" w:rsidTr="00CA2922">
        <w:trPr>
          <w:tblHeader/>
        </w:trPr>
        <w:tc>
          <w:tcPr>
            <w:tcW w:w="5000" w:type="pct"/>
            <w:gridSpan w:val="2"/>
          </w:tcPr>
          <w:p w14:paraId="3446F01F" w14:textId="76676158" w:rsidR="00F1480E" w:rsidRPr="005404CB" w:rsidRDefault="005F771F" w:rsidP="005404CB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5404CB">
              <w:t>oundation Skills</w:t>
            </w:r>
          </w:p>
          <w:p w14:paraId="20769E2B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7EEA2FE" w14:textId="77777777" w:rsidTr="00CA2922">
        <w:trPr>
          <w:tblHeader/>
        </w:trPr>
        <w:tc>
          <w:tcPr>
            <w:tcW w:w="1396" w:type="pct"/>
          </w:tcPr>
          <w:p w14:paraId="3E86BF0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25A29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61B28" w:rsidRPr="00336FCA" w:rsidDel="00423CB2" w14:paraId="6C8314C2" w14:textId="77777777" w:rsidTr="00CA2922">
        <w:tc>
          <w:tcPr>
            <w:tcW w:w="1396" w:type="pct"/>
          </w:tcPr>
          <w:p w14:paraId="1850E0E6" w14:textId="32EE491B" w:rsidR="00C61B28" w:rsidRPr="007F4098" w:rsidRDefault="00C61B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F4098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1D0A627" w14:textId="6F8BC832" w:rsidR="00C61B28" w:rsidRPr="00EE0F60" w:rsidRDefault="00C61B28" w:rsidP="007F4098">
            <w:pPr>
              <w:pStyle w:val="SIBulletList1"/>
            </w:pPr>
            <w:r>
              <w:t>Interpret key requirements of workplace procedures and animal welfare standards</w:t>
            </w:r>
          </w:p>
        </w:tc>
      </w:tr>
      <w:tr w:rsidR="00C61B28" w:rsidRPr="00336FCA" w:rsidDel="00423CB2" w14:paraId="3ABE6F77" w14:textId="77777777" w:rsidTr="00CA2922">
        <w:tc>
          <w:tcPr>
            <w:tcW w:w="1396" w:type="pct"/>
          </w:tcPr>
          <w:p w14:paraId="6D45907C" w14:textId="61D205B9" w:rsidR="00C61B28" w:rsidRPr="007F4098" w:rsidRDefault="00C61B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F4098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20C4D8D0" w14:textId="3203626D" w:rsidR="00C61B28" w:rsidRPr="00EE0F60" w:rsidRDefault="00C61B28" w:rsidP="007F4098">
            <w:pPr>
              <w:pStyle w:val="SIBulletList1"/>
            </w:pPr>
            <w:r>
              <w:t>Clarify instructions and interact effectively with fellow workers</w:t>
            </w:r>
          </w:p>
        </w:tc>
      </w:tr>
    </w:tbl>
    <w:p w14:paraId="21E238F5" w14:textId="77777777" w:rsidR="00916CD7" w:rsidRDefault="00916CD7" w:rsidP="005F771F">
      <w:pPr>
        <w:pStyle w:val="SIText"/>
      </w:pPr>
    </w:p>
    <w:p w14:paraId="035A36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266"/>
        <w:gridCol w:w="2126"/>
        <w:gridCol w:w="2831"/>
      </w:tblGrid>
      <w:tr w:rsidR="00F1480E" w14:paraId="735417B3" w14:textId="77777777" w:rsidTr="00F33FF2">
        <w:tc>
          <w:tcPr>
            <w:tcW w:w="5000" w:type="pct"/>
            <w:gridSpan w:val="4"/>
          </w:tcPr>
          <w:p w14:paraId="36E4671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9C0F03D" w14:textId="77777777" w:rsidTr="007F4098">
        <w:tc>
          <w:tcPr>
            <w:tcW w:w="1249" w:type="pct"/>
          </w:tcPr>
          <w:p w14:paraId="7C1E2443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77" w:type="pct"/>
          </w:tcPr>
          <w:p w14:paraId="2B62107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104" w:type="pct"/>
          </w:tcPr>
          <w:p w14:paraId="6C1E248E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470" w:type="pct"/>
          </w:tcPr>
          <w:p w14:paraId="5B6D436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E0F60" w14:paraId="1A7D3F1E" w14:textId="77777777" w:rsidTr="007F4098">
        <w:tc>
          <w:tcPr>
            <w:tcW w:w="1249" w:type="pct"/>
          </w:tcPr>
          <w:p w14:paraId="2C86F05B" w14:textId="304A4F78" w:rsidR="00EE0F60" w:rsidRPr="00EE0F60" w:rsidRDefault="00446D29" w:rsidP="005404CB">
            <w:pPr>
              <w:pStyle w:val="SIText"/>
              <w:rPr>
                <w:rStyle w:val="SITemporaryText-red"/>
              </w:rPr>
            </w:pPr>
            <w:r w:rsidRPr="00EE0F60">
              <w:t>AMP</w:t>
            </w:r>
            <w:r w:rsidR="00EC618B">
              <w:t>LSK2X1</w:t>
            </w:r>
            <w:r w:rsidRPr="00446D29">
              <w:t xml:space="preserve"> Apply animal welfare and handling requirements</w:t>
            </w:r>
          </w:p>
        </w:tc>
        <w:tc>
          <w:tcPr>
            <w:tcW w:w="1177" w:type="pct"/>
          </w:tcPr>
          <w:p w14:paraId="4FBFA81A" w14:textId="2DD77DDF" w:rsidR="00EE0F60" w:rsidRPr="00EE0F60" w:rsidRDefault="00446D29" w:rsidP="005404CB">
            <w:pPr>
              <w:pStyle w:val="SIText"/>
              <w:rPr>
                <w:rStyle w:val="SITemporaryText-red"/>
              </w:rPr>
            </w:pPr>
            <w:r w:rsidRPr="00EE0F60">
              <w:t>AMPA2006</w:t>
            </w:r>
            <w:r w:rsidRPr="00446D29">
              <w:t xml:space="preserve"> Apply animal welfare and handling requirements</w:t>
            </w:r>
          </w:p>
        </w:tc>
        <w:tc>
          <w:tcPr>
            <w:tcW w:w="1104" w:type="pct"/>
          </w:tcPr>
          <w:p w14:paraId="4B546329" w14:textId="1D70CB4F" w:rsidR="00EE0F60" w:rsidRPr="007F4098" w:rsidRDefault="00C61B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F4098">
              <w:rPr>
                <w:rStyle w:val="SITemporaryText-red"/>
                <w:color w:val="auto"/>
                <w:sz w:val="20"/>
              </w:rPr>
              <w:t>Unit code updated</w:t>
            </w:r>
          </w:p>
          <w:p w14:paraId="1A171C0D" w14:textId="710D47D3" w:rsidR="00C61B28" w:rsidRPr="000837A6" w:rsidRDefault="00C61B28" w:rsidP="000837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F4098">
              <w:rPr>
                <w:rStyle w:val="SITemporaryText-red"/>
                <w:color w:val="auto"/>
                <w:sz w:val="20"/>
              </w:rPr>
              <w:t xml:space="preserve">Performance </w:t>
            </w:r>
            <w:r w:rsidR="00630579" w:rsidRPr="00CF37F6">
              <w:rPr>
                <w:rStyle w:val="SITemporaryText-red"/>
                <w:color w:val="auto"/>
                <w:sz w:val="20"/>
              </w:rPr>
              <w:t>C</w:t>
            </w:r>
            <w:r w:rsidRPr="000837A6">
              <w:rPr>
                <w:rStyle w:val="SITemporaryText-red"/>
                <w:color w:val="auto"/>
                <w:sz w:val="20"/>
              </w:rPr>
              <w:t>riteria rearranged for clarity</w:t>
            </w:r>
          </w:p>
          <w:p w14:paraId="2B708F9C" w14:textId="23DCC63D" w:rsidR="00C61B28" w:rsidRPr="007F4098" w:rsidRDefault="00C61B28" w:rsidP="000837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837A6">
              <w:rPr>
                <w:rStyle w:val="SITemporaryText-red"/>
                <w:color w:val="auto"/>
                <w:sz w:val="20"/>
              </w:rPr>
              <w:t xml:space="preserve">Foundation </w:t>
            </w:r>
            <w:r w:rsidR="00630579" w:rsidRPr="00CF37F6">
              <w:rPr>
                <w:rStyle w:val="SITemporaryText-red"/>
                <w:color w:val="auto"/>
                <w:sz w:val="20"/>
              </w:rPr>
              <w:t>S</w:t>
            </w:r>
            <w:r w:rsidRPr="000837A6">
              <w:rPr>
                <w:rStyle w:val="SITemporaryText-red"/>
                <w:color w:val="auto"/>
                <w:sz w:val="20"/>
              </w:rPr>
              <w:t>kills</w:t>
            </w:r>
            <w:r w:rsidRPr="007F4098">
              <w:rPr>
                <w:rStyle w:val="SITemporaryText-red"/>
                <w:color w:val="auto"/>
                <w:sz w:val="20"/>
              </w:rPr>
              <w:t xml:space="preserve"> added</w:t>
            </w:r>
          </w:p>
          <w:p w14:paraId="06A0CD82" w14:textId="131BD204" w:rsidR="00C61B28" w:rsidRPr="00EE0F60" w:rsidRDefault="00C61B28">
            <w:pPr>
              <w:pStyle w:val="SIText"/>
              <w:rPr>
                <w:rStyle w:val="SITemporaryText-red"/>
              </w:rPr>
            </w:pPr>
            <w:r w:rsidRPr="00C61B28">
              <w:t xml:space="preserve">Assessment </w:t>
            </w:r>
            <w:r w:rsidR="00630579">
              <w:t>R</w:t>
            </w:r>
            <w:r w:rsidRPr="00C61B28">
              <w:t>equirements revised</w:t>
            </w:r>
          </w:p>
        </w:tc>
        <w:tc>
          <w:tcPr>
            <w:tcW w:w="1470" w:type="pct"/>
          </w:tcPr>
          <w:p w14:paraId="61F8A275" w14:textId="1C1592B1" w:rsidR="00EE0F60" w:rsidRPr="00EE0F60" w:rsidRDefault="00EE0F60" w:rsidP="00EE0F6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E0F60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344D7E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0C17034" w14:textId="77777777" w:rsidTr="00CA2922">
        <w:tc>
          <w:tcPr>
            <w:tcW w:w="1396" w:type="pct"/>
            <w:shd w:val="clear" w:color="auto" w:fill="auto"/>
          </w:tcPr>
          <w:p w14:paraId="1BE8EFE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BB8EF4F" w14:textId="21B966AD" w:rsidR="00EE0F60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EE0F60" w:rsidRPr="00EE0F60">
              <w:t>https://vetnet.gov.au/Pages/TrainingDocs.aspx?q=5e2e56b7-698f-4822-84bb-25adbb8443a7</w:t>
            </w:r>
          </w:p>
        </w:tc>
      </w:tr>
    </w:tbl>
    <w:p w14:paraId="47FA782C" w14:textId="77777777" w:rsidR="00F1480E" w:rsidRDefault="00F1480E" w:rsidP="005F771F">
      <w:pPr>
        <w:pStyle w:val="SIText"/>
      </w:pPr>
    </w:p>
    <w:p w14:paraId="6EE0FE6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DE65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88DC8FB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2642B51" w14:textId="2CD14C7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46D29">
              <w:t>AMP</w:t>
            </w:r>
            <w:r w:rsidR="00EC618B">
              <w:t>LSK2X1</w:t>
            </w:r>
            <w:r w:rsidR="00446D29">
              <w:t xml:space="preserve"> </w:t>
            </w:r>
            <w:r w:rsidR="00EE0F60" w:rsidRPr="00EE0F60">
              <w:t>Apply animal welfare and handling requirements</w:t>
            </w:r>
          </w:p>
        </w:tc>
      </w:tr>
      <w:tr w:rsidR="00556C4C" w:rsidRPr="00A55106" w14:paraId="1133FEF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9EE2CA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15BB5F0" w14:textId="77777777" w:rsidTr="00113678">
        <w:tc>
          <w:tcPr>
            <w:tcW w:w="5000" w:type="pct"/>
            <w:gridSpan w:val="2"/>
            <w:shd w:val="clear" w:color="auto" w:fill="auto"/>
          </w:tcPr>
          <w:p w14:paraId="152862A4" w14:textId="77777777" w:rsidR="00CE28AA" w:rsidRPr="00CE28AA" w:rsidRDefault="00CE28AA" w:rsidP="007F4098">
            <w:pPr>
              <w:pStyle w:val="SIText"/>
            </w:pPr>
            <w:r w:rsidRPr="00CE28AA">
              <w:t>An individual demonstrating competency must satisfy all of the elements and performance criteria in this unit.</w:t>
            </w:r>
          </w:p>
          <w:p w14:paraId="495CFCED" w14:textId="77777777" w:rsidR="00CE28AA" w:rsidRPr="00CE28AA" w:rsidRDefault="00CE28AA" w:rsidP="007F4098">
            <w:pPr>
              <w:pStyle w:val="SIText"/>
            </w:pPr>
          </w:p>
          <w:p w14:paraId="578F5925" w14:textId="222ECEA0" w:rsidR="00EE0F60" w:rsidRPr="005404CB" w:rsidRDefault="00CE28AA" w:rsidP="007F4098">
            <w:pPr>
              <w:pStyle w:val="SIText"/>
            </w:pPr>
            <w:r w:rsidRPr="00CE28AA">
              <w:t xml:space="preserve">There must be evidence that the individual has </w:t>
            </w:r>
            <w:r>
              <w:t xml:space="preserve">applied animal welfare and safe handling requirements for at least </w:t>
            </w:r>
            <w:r w:rsidR="00B97296">
              <w:t xml:space="preserve">one </w:t>
            </w:r>
            <w:r>
              <w:t>lot of animals</w:t>
            </w:r>
            <w:r w:rsidR="0000781F">
              <w:t>.</w:t>
            </w:r>
          </w:p>
        </w:tc>
      </w:tr>
    </w:tbl>
    <w:p w14:paraId="265F755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8DF34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24F9BF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5E3FF88" w14:textId="77777777" w:rsidTr="00CA2922">
        <w:tc>
          <w:tcPr>
            <w:tcW w:w="5000" w:type="pct"/>
            <w:shd w:val="clear" w:color="auto" w:fill="auto"/>
          </w:tcPr>
          <w:p w14:paraId="2E235869" w14:textId="77777777" w:rsidR="002C6AC2" w:rsidRPr="002C6AC2" w:rsidRDefault="002C6AC2" w:rsidP="002C6AC2">
            <w:pPr>
              <w:pStyle w:val="SIText"/>
            </w:pPr>
            <w:r w:rsidRPr="00E962A5">
              <w:t xml:space="preserve">An individual must be able to demonstrate the knowledge required to perform the tasks outlined in the </w:t>
            </w:r>
            <w:r w:rsidRPr="002C6AC2">
              <w:t>elements and performance criteria of this unit. This includes knowledge of:</w:t>
            </w:r>
          </w:p>
          <w:p w14:paraId="3ECD5EA4" w14:textId="43B5DE17" w:rsidR="0030755E" w:rsidRDefault="0030755E" w:rsidP="00EE0F60">
            <w:pPr>
              <w:pStyle w:val="SIBulletList1"/>
            </w:pPr>
            <w:r>
              <w:t xml:space="preserve">relevant </w:t>
            </w:r>
            <w:r w:rsidR="0000781F">
              <w:t xml:space="preserve">sections of </w:t>
            </w:r>
            <w:r>
              <w:t xml:space="preserve">Animal </w:t>
            </w:r>
            <w:r w:rsidR="00581BD9">
              <w:t xml:space="preserve">Welfare Standards and </w:t>
            </w:r>
            <w:r w:rsidR="0000781F">
              <w:t>Guidelines</w:t>
            </w:r>
          </w:p>
          <w:p w14:paraId="4F906914" w14:textId="24467A45" w:rsidR="00EE0F60" w:rsidRPr="00EE0F60" w:rsidRDefault="00EE0F60" w:rsidP="00EE0F60">
            <w:pPr>
              <w:pStyle w:val="SIBulletList1"/>
            </w:pPr>
            <w:r w:rsidRPr="00EE0F60">
              <w:t>workplace procedures for receival and/or dispatch of animals</w:t>
            </w:r>
          </w:p>
          <w:p w14:paraId="721C043F" w14:textId="77777777" w:rsidR="00EE0F60" w:rsidRPr="00EE0F60" w:rsidRDefault="00EE0F60" w:rsidP="00EE0F60">
            <w:pPr>
              <w:pStyle w:val="SIBulletList1"/>
            </w:pPr>
            <w:r w:rsidRPr="00EE0F60">
              <w:t>workplace requirements for maintaining flow and order of animals</w:t>
            </w:r>
          </w:p>
          <w:p w14:paraId="37DBD8E0" w14:textId="77777777" w:rsidR="00EE0F60" w:rsidRPr="00EE0F60" w:rsidRDefault="00EE0F60" w:rsidP="00EE0F60">
            <w:pPr>
              <w:pStyle w:val="SIBulletList1"/>
            </w:pPr>
            <w:r w:rsidRPr="00EE0F60">
              <w:t>impact of stress and injury on the animal</w:t>
            </w:r>
          </w:p>
          <w:p w14:paraId="081BEA1C" w14:textId="77777777" w:rsidR="00EE0F60" w:rsidRPr="00EE0F60" w:rsidRDefault="00EE0F60" w:rsidP="00EE0F60">
            <w:pPr>
              <w:pStyle w:val="SIBulletList1"/>
            </w:pPr>
            <w:r w:rsidRPr="00EE0F60">
              <w:t>impact of stress and injury on product quality, including carcases, hides and skins</w:t>
            </w:r>
          </w:p>
          <w:p w14:paraId="31F0FAC1" w14:textId="0270004D" w:rsidR="00EE0F60" w:rsidRPr="00EE0F60" w:rsidRDefault="00B97296" w:rsidP="00EE0F60">
            <w:pPr>
              <w:pStyle w:val="SIBulletList1"/>
            </w:pPr>
            <w:r>
              <w:t>animal</w:t>
            </w:r>
            <w:r w:rsidRPr="00EE0F60">
              <w:t xml:space="preserve"> </w:t>
            </w:r>
            <w:r w:rsidR="00EE0F60" w:rsidRPr="00EE0F60">
              <w:t>identification systems including National Livestock Identification System (NLIS)</w:t>
            </w:r>
          </w:p>
          <w:p w14:paraId="04D09C01" w14:textId="1DC828EC" w:rsidR="00EE0F60" w:rsidRPr="00EE0F60" w:rsidRDefault="00EE0F60" w:rsidP="00EE0F60">
            <w:pPr>
              <w:pStyle w:val="SIBulletList1"/>
            </w:pPr>
            <w:r w:rsidRPr="00EE0F60">
              <w:t xml:space="preserve">lot identification of </w:t>
            </w:r>
            <w:r w:rsidR="00B97296">
              <w:t>animal</w:t>
            </w:r>
            <w:r w:rsidR="00B97296" w:rsidRPr="00EE0F60">
              <w:t xml:space="preserve"> </w:t>
            </w:r>
            <w:r w:rsidRPr="00EE0F60">
              <w:t xml:space="preserve">and its importance </w:t>
            </w:r>
            <w:r w:rsidR="0000781F">
              <w:t>for</w:t>
            </w:r>
            <w:r w:rsidRPr="00EE0F60">
              <w:t xml:space="preserve"> </w:t>
            </w:r>
            <w:r w:rsidR="0000781F">
              <w:t>traceability</w:t>
            </w:r>
          </w:p>
          <w:p w14:paraId="51FD7654" w14:textId="22D699E4" w:rsidR="00EE0F60" w:rsidRPr="00EE0F60" w:rsidRDefault="00EE0F60" w:rsidP="00EE0F60">
            <w:pPr>
              <w:pStyle w:val="SIBulletList1"/>
            </w:pPr>
            <w:r w:rsidRPr="00EE0F60">
              <w:t xml:space="preserve">workplace health and safety hazards of handling </w:t>
            </w:r>
            <w:r w:rsidR="00B97296">
              <w:t>animals</w:t>
            </w:r>
          </w:p>
          <w:p w14:paraId="03B1558D" w14:textId="6C29CF0B" w:rsidR="00EE0F60" w:rsidRDefault="00EE0F60" w:rsidP="00EE0F60">
            <w:pPr>
              <w:pStyle w:val="SIBulletList1"/>
            </w:pPr>
            <w:r w:rsidRPr="00EE0F60">
              <w:t xml:space="preserve">feed and water requirements </w:t>
            </w:r>
            <w:r w:rsidR="0000781F">
              <w:t>of animals at site</w:t>
            </w:r>
          </w:p>
          <w:p w14:paraId="782BA7BC" w14:textId="1DDA7421" w:rsidR="0000781F" w:rsidRDefault="0000781F" w:rsidP="00EE0F60">
            <w:pPr>
              <w:pStyle w:val="SIBulletList1"/>
            </w:pPr>
            <w:r>
              <w:t xml:space="preserve">standard operating procedures for tasks associated with handling </w:t>
            </w:r>
            <w:r w:rsidR="00B97296">
              <w:t>animals</w:t>
            </w:r>
          </w:p>
          <w:p w14:paraId="5C458859" w14:textId="60A5E795" w:rsidR="002C6AC2" w:rsidRPr="002C6AC2" w:rsidRDefault="002C6AC2" w:rsidP="002C6AC2">
            <w:pPr>
              <w:pStyle w:val="SIBulletList1"/>
            </w:pPr>
            <w:r>
              <w:t xml:space="preserve">arrangements for the </w:t>
            </w:r>
            <w:r w:rsidR="00B97296">
              <w:t xml:space="preserve">emergency slaughter or </w:t>
            </w:r>
            <w:r w:rsidRPr="002C6AC2">
              <w:t xml:space="preserve">euthanasia of </w:t>
            </w:r>
            <w:r w:rsidR="00B97296">
              <w:t>sick and injured</w:t>
            </w:r>
            <w:r>
              <w:t xml:space="preserve"> </w:t>
            </w:r>
            <w:r w:rsidRPr="002C6AC2">
              <w:t>animals</w:t>
            </w:r>
          </w:p>
          <w:p w14:paraId="559B67A5" w14:textId="26147151" w:rsidR="0030755E" w:rsidRPr="00EE0F60" w:rsidRDefault="00EE0F60" w:rsidP="007F4098">
            <w:pPr>
              <w:pStyle w:val="SIBulletList1"/>
            </w:pPr>
            <w:r w:rsidRPr="00EE0F60">
              <w:t>customer and community expectations</w:t>
            </w:r>
            <w:r w:rsidR="002C6AC2">
              <w:t xml:space="preserve"> of animal handling.</w:t>
            </w:r>
          </w:p>
        </w:tc>
      </w:tr>
    </w:tbl>
    <w:p w14:paraId="56CECF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80978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E962D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714D036C" w14:textId="77777777" w:rsidTr="00CA2922">
        <w:tc>
          <w:tcPr>
            <w:tcW w:w="5000" w:type="pct"/>
            <w:shd w:val="clear" w:color="auto" w:fill="auto"/>
          </w:tcPr>
          <w:p w14:paraId="7B1DF7A5" w14:textId="77777777" w:rsidR="002C6AC2" w:rsidRPr="002C6AC2" w:rsidRDefault="002C6AC2" w:rsidP="002C6AC2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47B27691" w14:textId="77777777" w:rsidR="002C6AC2" w:rsidRPr="002C6AC2" w:rsidRDefault="002C6AC2" w:rsidP="007F4098">
            <w:pPr>
              <w:pStyle w:val="SIBulletList1"/>
            </w:pPr>
            <w:r w:rsidRPr="00B01D19">
              <w:t>physical conditions:</w:t>
            </w:r>
          </w:p>
          <w:p w14:paraId="247B7BCF" w14:textId="03F4AB04" w:rsidR="002C6AC2" w:rsidRPr="002C6AC2" w:rsidRDefault="002C6AC2" w:rsidP="00C61B28">
            <w:pPr>
              <w:pStyle w:val="SIBulletList2"/>
            </w:pPr>
            <w:r w:rsidRPr="00EF2C4B">
              <w:t xml:space="preserve">skills must be demonstrated </w:t>
            </w:r>
            <w:r>
              <w:t xml:space="preserve">in </w:t>
            </w:r>
            <w:r w:rsidRPr="002C6AC2">
              <w:t>a workplace</w:t>
            </w:r>
            <w:r>
              <w:t xml:space="preserve"> where livestock are handled for processing</w:t>
            </w:r>
            <w:r w:rsidRPr="002C6AC2">
              <w:t xml:space="preserve"> or an environment that accurately represents workplace conditions</w:t>
            </w:r>
          </w:p>
          <w:p w14:paraId="2B43768A" w14:textId="04C542BE" w:rsidR="00C61B28" w:rsidRDefault="00C61B28" w:rsidP="00C61B28">
            <w:pPr>
              <w:pStyle w:val="SIBulletList1"/>
            </w:pPr>
            <w:r>
              <w:t>resources:</w:t>
            </w:r>
          </w:p>
          <w:p w14:paraId="1E9E193D" w14:textId="59B0A2FB" w:rsidR="00C61B28" w:rsidRDefault="00C61B28">
            <w:pPr>
              <w:pStyle w:val="SIBulletList2"/>
            </w:pPr>
            <w:r>
              <w:t>real animals for handling</w:t>
            </w:r>
          </w:p>
          <w:p w14:paraId="6869645A" w14:textId="66155C0C" w:rsidR="007129E4" w:rsidRDefault="007129E4" w:rsidP="007F4098">
            <w:pPr>
              <w:pStyle w:val="SIBulletList2"/>
            </w:pPr>
            <w:r>
              <w:t>personal protective equipment (PPE)</w:t>
            </w:r>
          </w:p>
          <w:p w14:paraId="30497397" w14:textId="52769BCA" w:rsidR="002C6AC2" w:rsidRPr="002C6AC2" w:rsidRDefault="002C6AC2" w:rsidP="007F4098">
            <w:pPr>
              <w:pStyle w:val="SIBulletList1"/>
            </w:pPr>
            <w:r w:rsidRPr="00B01D19">
              <w:t>specifications:</w:t>
            </w:r>
          </w:p>
          <w:p w14:paraId="0CE434F6" w14:textId="595DFB03" w:rsidR="002C6AC2" w:rsidRPr="002C6AC2" w:rsidRDefault="002C6AC2" w:rsidP="00C61B28">
            <w:pPr>
              <w:pStyle w:val="SIBulletList2"/>
            </w:pPr>
            <w:r w:rsidRPr="00B01D19">
              <w:t>work</w:t>
            </w:r>
            <w:r w:rsidRPr="002C6AC2">
              <w:t>place procedures, including advice on safe work practices</w:t>
            </w:r>
            <w:r>
              <w:t xml:space="preserve"> and</w:t>
            </w:r>
            <w:r w:rsidRPr="002C6AC2">
              <w:t xml:space="preserve"> </w:t>
            </w:r>
            <w:r>
              <w:t>animal</w:t>
            </w:r>
            <w:r w:rsidRPr="002C6AC2">
              <w:t xml:space="preserve"> </w:t>
            </w:r>
            <w:r w:rsidR="00C61B28">
              <w:t xml:space="preserve">welfare and </w:t>
            </w:r>
            <w:r w:rsidRPr="002C6AC2">
              <w:t>safety</w:t>
            </w:r>
          </w:p>
          <w:p w14:paraId="6CD26F4A" w14:textId="77777777" w:rsidR="00C61B28" w:rsidRPr="00C61B28" w:rsidRDefault="00C61B28" w:rsidP="007F4098">
            <w:pPr>
              <w:pStyle w:val="SIBulletList1"/>
            </w:pPr>
            <w:r w:rsidRPr="00C61B28">
              <w:t>relationships:</w:t>
            </w:r>
          </w:p>
          <w:p w14:paraId="60045794" w14:textId="4C4371EE" w:rsidR="00C61B28" w:rsidRPr="00C61B28" w:rsidRDefault="00C61B28" w:rsidP="00C61B28">
            <w:pPr>
              <w:pStyle w:val="SIBulletList2"/>
            </w:pPr>
            <w:r w:rsidRPr="00C61B28">
              <w:t>interactions with work team.</w:t>
            </w:r>
          </w:p>
          <w:p w14:paraId="27054742" w14:textId="77777777" w:rsidR="006E6B99" w:rsidRPr="006E6B99" w:rsidRDefault="006E6B99" w:rsidP="006E6B99">
            <w:pPr>
              <w:pStyle w:val="SIText"/>
            </w:pPr>
          </w:p>
          <w:p w14:paraId="36FE519B" w14:textId="0562EA0B" w:rsidR="002C6AC2" w:rsidRDefault="006E6B99" w:rsidP="006E6B99">
            <w:r w:rsidRPr="006E6B99">
              <w:t>Assessment for this unit must include at least three forms of evidence.</w:t>
            </w:r>
          </w:p>
          <w:p w14:paraId="3EB9490A" w14:textId="77777777" w:rsidR="006E6B99" w:rsidRPr="00B01D19" w:rsidRDefault="006E6B99" w:rsidP="006E6B99"/>
          <w:p w14:paraId="3362D332" w14:textId="2BA52DB9" w:rsidR="00EE0F60" w:rsidRPr="00EE0F60" w:rsidRDefault="002C6AC2" w:rsidP="00EE0F60">
            <w:pPr>
              <w:pStyle w:val="SIText"/>
              <w:rPr>
                <w:rFonts w:eastAsia="Calibri"/>
              </w:rPr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28933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374809E" w14:textId="77777777" w:rsidTr="004679E3">
        <w:tc>
          <w:tcPr>
            <w:tcW w:w="990" w:type="pct"/>
            <w:shd w:val="clear" w:color="auto" w:fill="auto"/>
          </w:tcPr>
          <w:p w14:paraId="5485E948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0535A74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08C1F22E" w14:textId="6BC783F7" w:rsidR="00EE0F60" w:rsidRPr="005404CB" w:rsidRDefault="006E6B99" w:rsidP="005404CB">
            <w:pPr>
              <w:pStyle w:val="SIText"/>
            </w:pPr>
            <w:hyperlink r:id="rId11" w:tgtFrame="_blank" w:history="1">
              <w:r w:rsidR="00EE0F60" w:rsidRPr="00EE0F60">
                <w:rPr>
                  <w:lang w:eastAsia="en-AU"/>
                </w:rPr>
                <w:t>https://vetnet.gov.au/Pages/TrainingDocs.aspx?q=5e2e56b7-698f-4822-84bb-25adbb8443a7</w:t>
              </w:r>
            </w:hyperlink>
          </w:p>
        </w:tc>
      </w:tr>
    </w:tbl>
    <w:p w14:paraId="7776DFD2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64DB0" w14:textId="77777777" w:rsidR="00356A93" w:rsidRDefault="00356A93" w:rsidP="00BF3F0A">
      <w:r>
        <w:separator/>
      </w:r>
    </w:p>
    <w:p w14:paraId="16EF4942" w14:textId="77777777" w:rsidR="00356A93" w:rsidRDefault="00356A93"/>
  </w:endnote>
  <w:endnote w:type="continuationSeparator" w:id="0">
    <w:p w14:paraId="70204D30" w14:textId="77777777" w:rsidR="00356A93" w:rsidRDefault="00356A93" w:rsidP="00BF3F0A">
      <w:r>
        <w:continuationSeparator/>
      </w:r>
    </w:p>
    <w:p w14:paraId="223E185C" w14:textId="77777777" w:rsidR="00356A93" w:rsidRDefault="00356A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137C84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40C0A3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7CF19EF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C2BBC" w14:textId="77777777" w:rsidR="00356A93" w:rsidRDefault="00356A93" w:rsidP="00BF3F0A">
      <w:r>
        <w:separator/>
      </w:r>
    </w:p>
    <w:p w14:paraId="75E6A608" w14:textId="77777777" w:rsidR="00356A93" w:rsidRDefault="00356A93"/>
  </w:footnote>
  <w:footnote w:type="continuationSeparator" w:id="0">
    <w:p w14:paraId="3F410331" w14:textId="77777777" w:rsidR="00356A93" w:rsidRDefault="00356A93" w:rsidP="00BF3F0A">
      <w:r>
        <w:continuationSeparator/>
      </w:r>
    </w:p>
    <w:p w14:paraId="3C244F75" w14:textId="77777777" w:rsidR="00356A93" w:rsidRDefault="00356A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B1F8C" w14:textId="3AFD9332" w:rsidR="009C2650" w:rsidRPr="000754EC" w:rsidRDefault="006E6B99" w:rsidP="00146EEC">
    <w:pPr>
      <w:pStyle w:val="SIText"/>
    </w:pPr>
    <w:sdt>
      <w:sdtPr>
        <w:id w:val="-290363240"/>
        <w:docPartObj>
          <w:docPartGallery w:val="Watermarks"/>
          <w:docPartUnique/>
        </w:docPartObj>
      </w:sdtPr>
      <w:sdtEndPr/>
      <w:sdtContent>
        <w:r>
          <w:pict w14:anchorId="0C9617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E0F60" w:rsidRPr="00EE0F60">
      <w:t xml:space="preserve"> AMP</w:t>
    </w:r>
    <w:r w:rsidR="00EC618B">
      <w:t>LSK2X1</w:t>
    </w:r>
    <w:r w:rsidR="00EE0F60" w:rsidRPr="00EE0F60">
      <w:t xml:space="preserve"> Apply animal welfare and handling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4391352">
    <w:abstractNumId w:val="8"/>
  </w:num>
  <w:num w:numId="2" w16cid:durableId="1037584420">
    <w:abstractNumId w:val="6"/>
  </w:num>
  <w:num w:numId="3" w16cid:durableId="810556176">
    <w:abstractNumId w:val="3"/>
  </w:num>
  <w:num w:numId="4" w16cid:durableId="1183133586">
    <w:abstractNumId w:val="13"/>
  </w:num>
  <w:num w:numId="5" w16cid:durableId="1362510436">
    <w:abstractNumId w:val="1"/>
  </w:num>
  <w:num w:numId="6" w16cid:durableId="390426073">
    <w:abstractNumId w:val="7"/>
  </w:num>
  <w:num w:numId="7" w16cid:durableId="1752044271">
    <w:abstractNumId w:val="2"/>
  </w:num>
  <w:num w:numId="8" w16cid:durableId="1100762274">
    <w:abstractNumId w:val="0"/>
  </w:num>
  <w:num w:numId="9" w16cid:durableId="848254739">
    <w:abstractNumId w:val="12"/>
  </w:num>
  <w:num w:numId="10" w16cid:durableId="560408058">
    <w:abstractNumId w:val="9"/>
  </w:num>
  <w:num w:numId="11" w16cid:durableId="438452885">
    <w:abstractNumId w:val="11"/>
  </w:num>
  <w:num w:numId="12" w16cid:durableId="302782772">
    <w:abstractNumId w:val="10"/>
  </w:num>
  <w:num w:numId="13" w16cid:durableId="1112016313">
    <w:abstractNumId w:val="14"/>
  </w:num>
  <w:num w:numId="14" w16cid:durableId="1982733714">
    <w:abstractNumId w:val="4"/>
  </w:num>
  <w:num w:numId="15" w16cid:durableId="70390276">
    <w:abstractNumId w:val="5"/>
  </w:num>
  <w:num w:numId="16" w16cid:durableId="18521358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F60"/>
    <w:rsid w:val="000014B9"/>
    <w:rsid w:val="00005A15"/>
    <w:rsid w:val="0000781F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37A6"/>
    <w:rsid w:val="0009093B"/>
    <w:rsid w:val="000A5441"/>
    <w:rsid w:val="000B1B56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FA9"/>
    <w:rsid w:val="00176E4F"/>
    <w:rsid w:val="001848B4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C6AC2"/>
    <w:rsid w:val="002D0C8B"/>
    <w:rsid w:val="002D330A"/>
    <w:rsid w:val="002E170C"/>
    <w:rsid w:val="002E193E"/>
    <w:rsid w:val="002F10F9"/>
    <w:rsid w:val="002F6390"/>
    <w:rsid w:val="00305EFF"/>
    <w:rsid w:val="0030755E"/>
    <w:rsid w:val="00310A6A"/>
    <w:rsid w:val="003144E6"/>
    <w:rsid w:val="00337E82"/>
    <w:rsid w:val="00346FDC"/>
    <w:rsid w:val="00350BB1"/>
    <w:rsid w:val="00352C83"/>
    <w:rsid w:val="00356A9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5E78"/>
    <w:rsid w:val="003E72B6"/>
    <w:rsid w:val="003E7BBE"/>
    <w:rsid w:val="004127E3"/>
    <w:rsid w:val="0043212E"/>
    <w:rsid w:val="00434366"/>
    <w:rsid w:val="00434ECE"/>
    <w:rsid w:val="00444423"/>
    <w:rsid w:val="00446D29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5409"/>
    <w:rsid w:val="005404CB"/>
    <w:rsid w:val="005405B2"/>
    <w:rsid w:val="005427C8"/>
    <w:rsid w:val="005446D1"/>
    <w:rsid w:val="00556C4C"/>
    <w:rsid w:val="00557369"/>
    <w:rsid w:val="00557D22"/>
    <w:rsid w:val="00564ADD"/>
    <w:rsid w:val="0056516C"/>
    <w:rsid w:val="005708EB"/>
    <w:rsid w:val="00575BC6"/>
    <w:rsid w:val="00581BD9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579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1A5F"/>
    <w:rsid w:val="006C2F32"/>
    <w:rsid w:val="006D1AF9"/>
    <w:rsid w:val="006D38C3"/>
    <w:rsid w:val="006D4448"/>
    <w:rsid w:val="006D6DFD"/>
    <w:rsid w:val="006E2C4D"/>
    <w:rsid w:val="006E329F"/>
    <w:rsid w:val="006E42FE"/>
    <w:rsid w:val="006E6B99"/>
    <w:rsid w:val="006F0D02"/>
    <w:rsid w:val="006F10FE"/>
    <w:rsid w:val="006F3622"/>
    <w:rsid w:val="00705EEC"/>
    <w:rsid w:val="00707741"/>
    <w:rsid w:val="007129E4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098"/>
    <w:rsid w:val="007F44DB"/>
    <w:rsid w:val="007F5A8B"/>
    <w:rsid w:val="008101B6"/>
    <w:rsid w:val="00817D51"/>
    <w:rsid w:val="00823530"/>
    <w:rsid w:val="00823FF4"/>
    <w:rsid w:val="00830267"/>
    <w:rsid w:val="008306E7"/>
    <w:rsid w:val="008322BE"/>
    <w:rsid w:val="00834BC8"/>
    <w:rsid w:val="00837FD6"/>
    <w:rsid w:val="00845E3A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2260"/>
    <w:rsid w:val="00974566"/>
    <w:rsid w:val="00997BFC"/>
    <w:rsid w:val="009A113B"/>
    <w:rsid w:val="009A5900"/>
    <w:rsid w:val="009A6E6C"/>
    <w:rsid w:val="009A6F3F"/>
    <w:rsid w:val="009B331A"/>
    <w:rsid w:val="009C2650"/>
    <w:rsid w:val="009C3FB3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7296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61B28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8AA"/>
    <w:rsid w:val="00CE7D19"/>
    <w:rsid w:val="00CF0CF5"/>
    <w:rsid w:val="00CF2B3E"/>
    <w:rsid w:val="00CF37F6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07AE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42D2"/>
    <w:rsid w:val="00E34CD8"/>
    <w:rsid w:val="00E35064"/>
    <w:rsid w:val="00E3681D"/>
    <w:rsid w:val="00E40225"/>
    <w:rsid w:val="00E501F0"/>
    <w:rsid w:val="00E6166D"/>
    <w:rsid w:val="00E75EEB"/>
    <w:rsid w:val="00E91BFF"/>
    <w:rsid w:val="00E92933"/>
    <w:rsid w:val="00E94FAD"/>
    <w:rsid w:val="00EB0AA4"/>
    <w:rsid w:val="00EB5C88"/>
    <w:rsid w:val="00EC0469"/>
    <w:rsid w:val="00EC0C3E"/>
    <w:rsid w:val="00EC618B"/>
    <w:rsid w:val="00EE0F60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454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144606"/>
  <w15:docId w15:val="{D90A1C14-D366-4D7E-AC7D-8691C975B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B9729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D335575AE62047920F8A53C4D5A36B" ma:contentTypeVersion="" ma:contentTypeDescription="Create a new document." ma:contentTypeScope="" ma:versionID="bd54e0312314c8a3a1c4b83f60eaf12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terms/"/>
    <ds:schemaRef ds:uri="4d074fc5-4881-4904-900d-cdf408c29254"/>
    <ds:schemaRef ds:uri="http://purl.org/dc/elements/1.1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C0DBF3-84E8-4A2D-843A-297114BC6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157</TotalTime>
  <Pages>3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17</cp:revision>
  <cp:lastPrinted>2016-05-27T05:21:00Z</cp:lastPrinted>
  <dcterms:created xsi:type="dcterms:W3CDTF">2021-08-04T00:40:00Z</dcterms:created>
  <dcterms:modified xsi:type="dcterms:W3CDTF">2022-05-02T04:03:00Z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0x0101009CD335575AE62047920F8A53C4D5A36B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