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6D792A96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10403545" w:rsidR="00F1480E" w:rsidRPr="005404CB" w:rsidRDefault="004176DC" w:rsidP="0002591D">
            <w:pPr>
              <w:pStyle w:val="SIText"/>
            </w:pPr>
            <w:r w:rsidRPr="004176DC">
              <w:t xml:space="preserve">This version released with AMP Australian Meat Processing Training Package Version </w:t>
            </w:r>
            <w:r w:rsidR="000F2ADD">
              <w:t>8</w:t>
            </w:r>
            <w:r w:rsidRPr="004176DC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5A2989B9" w:rsidR="00F1480E" w:rsidRPr="005404CB" w:rsidRDefault="007B22E3" w:rsidP="005404CB">
            <w:pPr>
              <w:pStyle w:val="SIUNITCODE"/>
            </w:pPr>
            <w:r w:rsidRPr="007B22E3">
              <w:t>AMP</w:t>
            </w:r>
            <w:r w:rsidR="008B266B">
              <w:t>COM3</w:t>
            </w:r>
            <w:r w:rsidR="002522EA">
              <w:t>X1</w:t>
            </w:r>
          </w:p>
        </w:tc>
        <w:tc>
          <w:tcPr>
            <w:tcW w:w="3604" w:type="pct"/>
            <w:shd w:val="clear" w:color="auto" w:fill="auto"/>
          </w:tcPr>
          <w:p w14:paraId="0B6AAD6B" w14:textId="67CB0321" w:rsidR="00F1480E" w:rsidRPr="00AE1C53" w:rsidRDefault="007C464A" w:rsidP="00AE1C53">
            <w:pPr>
              <w:pStyle w:val="SIUnittitle"/>
              <w:rPr>
                <w:rStyle w:val="SITemporaryText-green"/>
                <w:color w:val="auto"/>
              </w:rPr>
            </w:pPr>
            <w:r w:rsidRPr="00AE1C53">
              <w:rPr>
                <w:rStyle w:val="SITemporaryText-green"/>
                <w:color w:val="auto"/>
              </w:rPr>
              <w:t>Communicate effectively at work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FDA16F9" w14:textId="2B186EDA" w:rsidR="008B266B" w:rsidRPr="008B266B" w:rsidRDefault="008B266B" w:rsidP="008B266B">
            <w:r w:rsidRPr="008B266B">
              <w:t>This unit describes the skills and knowledge required to</w:t>
            </w:r>
            <w:r w:rsidR="00240445">
              <w:t xml:space="preserve"> communicate effectively with others at work, including </w:t>
            </w:r>
            <w:r w:rsidR="00B94F1E">
              <w:t xml:space="preserve">identifying one's own role within </w:t>
            </w:r>
            <w:r w:rsidR="00240445">
              <w:t xml:space="preserve">a workplace, using effective oral communication skills, </w:t>
            </w:r>
            <w:r w:rsidR="00425D84">
              <w:t xml:space="preserve">and effectively engaging in workplace reading and writing tasks. </w:t>
            </w:r>
          </w:p>
          <w:p w14:paraId="59E38A57" w14:textId="77777777" w:rsidR="000C781C" w:rsidRPr="00591F50" w:rsidRDefault="000C781C" w:rsidP="00591F50">
            <w:pPr>
              <w:pStyle w:val="SIText"/>
            </w:pPr>
          </w:p>
          <w:p w14:paraId="00F7D8B4" w14:textId="43112388" w:rsidR="00591F50" w:rsidRDefault="00591F50" w:rsidP="00591F50">
            <w:pPr>
              <w:pStyle w:val="SIText"/>
            </w:pPr>
            <w:r w:rsidRPr="00591F50">
              <w:t xml:space="preserve">This unit </w:t>
            </w:r>
            <w:r w:rsidR="00B94F1E">
              <w:t xml:space="preserve">applies to individuals who work in </w:t>
            </w:r>
            <w:r w:rsidR="00214798" w:rsidRPr="00214798">
              <w:t xml:space="preserve">operational </w:t>
            </w:r>
            <w:r w:rsidR="00CF6926">
              <w:t xml:space="preserve">food or </w:t>
            </w:r>
            <w:r w:rsidR="00214798">
              <w:t xml:space="preserve">meat processing </w:t>
            </w:r>
            <w:r w:rsidR="00B94F1E">
              <w:t xml:space="preserve">roles, </w:t>
            </w:r>
            <w:r w:rsidR="000F2ADD">
              <w:t xml:space="preserve">with others, and who may have some responsibility for the output of others. </w:t>
            </w:r>
          </w:p>
          <w:p w14:paraId="5161DC5A" w14:textId="77777777" w:rsidR="000C781C" w:rsidRPr="00591F50" w:rsidRDefault="000C781C" w:rsidP="00591F50">
            <w:pPr>
              <w:pStyle w:val="SIText"/>
            </w:pPr>
          </w:p>
          <w:p w14:paraId="6ED68F93" w14:textId="77777777" w:rsidR="000F2ADD" w:rsidRPr="000F2ADD" w:rsidRDefault="000F2ADD" w:rsidP="000F2ADD">
            <w:pPr>
              <w:pStyle w:val="SIText"/>
            </w:pPr>
            <w:r w:rsidRPr="000F2ADD">
              <w:t>All work must be carried out to comply with workplace procedures, in accordance with state/territory health and safety, food and meat safety regulations, legislation and standards that apply to the workplace.</w:t>
            </w:r>
          </w:p>
          <w:p w14:paraId="384EF06A" w14:textId="77777777" w:rsidR="000F2ADD" w:rsidRPr="000F2ADD" w:rsidRDefault="000F2ADD" w:rsidP="000F2ADD">
            <w:pPr>
              <w:pStyle w:val="SIText"/>
            </w:pPr>
          </w:p>
          <w:p w14:paraId="077C0FC6" w14:textId="664E3AE0" w:rsidR="00373436" w:rsidRPr="000754EC" w:rsidRDefault="000F2ADD" w:rsidP="00591F50">
            <w:pPr>
              <w:pStyle w:val="SIText"/>
            </w:pPr>
            <w:r w:rsidRPr="000F2ADD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08DAE79C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111B6356" w:rsidR="00F1480E" w:rsidRPr="002522EA" w:rsidRDefault="002522EA" w:rsidP="002522EA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2522EA">
              <w:rPr>
                <w:rStyle w:val="SITemporaryText-green"/>
                <w:color w:val="auto"/>
                <w:sz w:val="20"/>
              </w:rPr>
              <w:t>Communication (COM)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B266B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27E3B049" w:rsidR="008B266B" w:rsidRPr="008B266B" w:rsidRDefault="008B266B" w:rsidP="008B266B">
            <w:pPr>
              <w:pStyle w:val="SIText"/>
            </w:pPr>
            <w:r w:rsidRPr="008B266B">
              <w:t xml:space="preserve">1. Identify </w:t>
            </w:r>
            <w:r w:rsidR="00B96D11">
              <w:t xml:space="preserve">and plan </w:t>
            </w:r>
            <w:r w:rsidRPr="008B266B">
              <w:t xml:space="preserve">individual work </w:t>
            </w:r>
          </w:p>
        </w:tc>
        <w:tc>
          <w:tcPr>
            <w:tcW w:w="3604" w:type="pct"/>
            <w:shd w:val="clear" w:color="auto" w:fill="auto"/>
          </w:tcPr>
          <w:p w14:paraId="3EAA0FA4" w14:textId="77777777" w:rsidR="008B266B" w:rsidRPr="008B266B" w:rsidRDefault="008B266B" w:rsidP="008B266B">
            <w:r w:rsidRPr="008B266B">
              <w:t>1.1 Identify own responsibilities according to organisational policies and procedures</w:t>
            </w:r>
          </w:p>
          <w:p w14:paraId="1D26E12B" w14:textId="75876468" w:rsidR="008B266B" w:rsidRPr="008B266B" w:rsidRDefault="008B266B" w:rsidP="008B266B">
            <w:r w:rsidRPr="008B266B">
              <w:t>1.2 Identify own role and task requirements within team</w:t>
            </w:r>
            <w:r w:rsidR="007C464A">
              <w:t xml:space="preserve"> or work area</w:t>
            </w:r>
          </w:p>
          <w:p w14:paraId="7798F93F" w14:textId="5E0518E0" w:rsidR="008B266B" w:rsidRPr="008B266B" w:rsidRDefault="008B266B" w:rsidP="008B266B">
            <w:r w:rsidRPr="008B266B">
              <w:t xml:space="preserve">1.3 Identify </w:t>
            </w:r>
            <w:r w:rsidR="007C464A">
              <w:t>roles of others</w:t>
            </w:r>
            <w:r w:rsidR="00E02BDE">
              <w:t xml:space="preserve"> in work area and lines of supervision for self and work team</w:t>
            </w:r>
          </w:p>
          <w:p w14:paraId="0ACD8386" w14:textId="58591BE6" w:rsidR="008B266B" w:rsidRPr="008B266B" w:rsidRDefault="008B266B" w:rsidP="008B266B">
            <w:pPr>
              <w:pStyle w:val="SIText"/>
            </w:pPr>
            <w:r w:rsidRPr="008B266B">
              <w:t xml:space="preserve">1.4 Plan and prioritise own tasks according to given time frames and </w:t>
            </w:r>
            <w:r w:rsidR="00E02BDE">
              <w:t xml:space="preserve">work </w:t>
            </w:r>
            <w:r w:rsidRPr="008B266B">
              <w:t>team requirements</w:t>
            </w:r>
          </w:p>
        </w:tc>
      </w:tr>
      <w:tr w:rsidR="008B266B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7B0B7CC7" w:rsidR="008B266B" w:rsidRPr="008B266B" w:rsidRDefault="00FD6443" w:rsidP="008B266B">
            <w:pPr>
              <w:pStyle w:val="SIText"/>
            </w:pPr>
            <w:r>
              <w:t>2</w:t>
            </w:r>
            <w:r w:rsidR="008B266B" w:rsidRPr="008B266B">
              <w:t xml:space="preserve">. </w:t>
            </w:r>
            <w:r w:rsidR="00B96D11">
              <w:t>Use effective oral communication skills</w:t>
            </w:r>
          </w:p>
        </w:tc>
        <w:tc>
          <w:tcPr>
            <w:tcW w:w="3604" w:type="pct"/>
            <w:shd w:val="clear" w:color="auto" w:fill="auto"/>
          </w:tcPr>
          <w:p w14:paraId="0F63ADFE" w14:textId="6A133B5A" w:rsidR="009E265D" w:rsidRDefault="00FD6443" w:rsidP="008B266B">
            <w:r>
              <w:t>2</w:t>
            </w:r>
            <w:r w:rsidR="008B266B" w:rsidRPr="008B266B">
              <w:t xml:space="preserve">.1 Communicate clearly and respectfully with </w:t>
            </w:r>
            <w:r w:rsidR="009E265D">
              <w:t>team members and supervisors</w:t>
            </w:r>
          </w:p>
          <w:p w14:paraId="5440B8B8" w14:textId="44CAE904" w:rsidR="008B266B" w:rsidRDefault="009E265D" w:rsidP="008B266B">
            <w:r>
              <w:t xml:space="preserve">2.2 Show respect to </w:t>
            </w:r>
            <w:r w:rsidR="008B266B" w:rsidRPr="008B266B">
              <w:t xml:space="preserve">those from backgrounds </w:t>
            </w:r>
            <w:r>
              <w:t>different to one's own</w:t>
            </w:r>
          </w:p>
          <w:p w14:paraId="70B11B0E" w14:textId="6D7BFFE0" w:rsidR="00FD6443" w:rsidRPr="00FD6443" w:rsidRDefault="00FD6443" w:rsidP="00FD6443">
            <w:r>
              <w:t xml:space="preserve">2.3 Actively participate in </w:t>
            </w:r>
            <w:r w:rsidRPr="00FD6443">
              <w:t>meetings and discussions</w:t>
            </w:r>
          </w:p>
          <w:p w14:paraId="66C39FC6" w14:textId="22F35466" w:rsidR="00E02BDE" w:rsidRPr="008B266B" w:rsidRDefault="00FD6443" w:rsidP="008B266B">
            <w:r>
              <w:t>2</w:t>
            </w:r>
            <w:r w:rsidR="00E02BDE">
              <w:t>.</w:t>
            </w:r>
            <w:r>
              <w:t>4</w:t>
            </w:r>
            <w:r w:rsidR="00E02BDE">
              <w:t xml:space="preserve"> Ask questions and clarify information as required</w:t>
            </w:r>
          </w:p>
          <w:p w14:paraId="2388718B" w14:textId="6239DFBC" w:rsidR="009E265D" w:rsidRDefault="00FD6443" w:rsidP="008B266B">
            <w:pPr>
              <w:pStyle w:val="SIText"/>
            </w:pPr>
            <w:r>
              <w:t>2</w:t>
            </w:r>
            <w:r w:rsidR="009E265D" w:rsidRPr="009E265D">
              <w:t>.</w:t>
            </w:r>
            <w:r>
              <w:t>5</w:t>
            </w:r>
            <w:r w:rsidR="009E265D" w:rsidRPr="009E265D">
              <w:t xml:space="preserve"> Communicate with others to explore and </w:t>
            </w:r>
            <w:r w:rsidR="009E265D">
              <w:t>re</w:t>
            </w:r>
            <w:r w:rsidR="009E265D" w:rsidRPr="009E265D">
              <w:t xml:space="preserve">solve workplace problems </w:t>
            </w:r>
          </w:p>
          <w:p w14:paraId="114EF7AA" w14:textId="77777777" w:rsidR="00B96D11" w:rsidRDefault="00FD6443" w:rsidP="008B266B">
            <w:pPr>
              <w:pStyle w:val="SIText"/>
            </w:pPr>
            <w:r>
              <w:t>2</w:t>
            </w:r>
            <w:r w:rsidR="008B266B" w:rsidRPr="008B266B">
              <w:t>.</w:t>
            </w:r>
            <w:r>
              <w:t>6</w:t>
            </w:r>
            <w:r w:rsidR="008B266B" w:rsidRPr="008B266B">
              <w:t xml:space="preserve"> </w:t>
            </w:r>
            <w:r w:rsidR="00D94612" w:rsidRPr="00D94612">
              <w:t>Provide assistance to other</w:t>
            </w:r>
            <w:r w:rsidR="007C464A">
              <w:t xml:space="preserve">s </w:t>
            </w:r>
            <w:r w:rsidR="00D94612" w:rsidRPr="00D94612">
              <w:t>to achieve team goals and performance standards</w:t>
            </w:r>
          </w:p>
          <w:p w14:paraId="52188309" w14:textId="5506251F" w:rsidR="00240445" w:rsidRPr="008B266B" w:rsidRDefault="00240445" w:rsidP="008B266B">
            <w:pPr>
              <w:pStyle w:val="SIText"/>
            </w:pPr>
            <w:r>
              <w:t>2.7 Contribute positively to workplace relations</w:t>
            </w:r>
          </w:p>
        </w:tc>
      </w:tr>
      <w:tr w:rsidR="00E02BDE" w:rsidRPr="00963A46" w14:paraId="0342B8F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FE5CA5" w14:textId="170B0058" w:rsidR="00E02BDE" w:rsidRPr="008B266B" w:rsidRDefault="00E02BDE" w:rsidP="008B266B">
            <w:pPr>
              <w:pStyle w:val="SIText"/>
            </w:pPr>
            <w:r>
              <w:t xml:space="preserve">3. </w:t>
            </w:r>
            <w:r w:rsidR="00B96D11">
              <w:t>Use effective reading and writing skills for work</w:t>
            </w:r>
          </w:p>
        </w:tc>
        <w:tc>
          <w:tcPr>
            <w:tcW w:w="3604" w:type="pct"/>
            <w:shd w:val="clear" w:color="auto" w:fill="auto"/>
          </w:tcPr>
          <w:p w14:paraId="05A2AF9B" w14:textId="77777777" w:rsidR="00E02BDE" w:rsidRDefault="00E02BDE" w:rsidP="008B266B">
            <w:r>
              <w:t xml:space="preserve">3.1 Locate work instructions, </w:t>
            </w:r>
            <w:r w:rsidR="0027179E">
              <w:t>s</w:t>
            </w:r>
            <w:r>
              <w:t xml:space="preserve">tandard </w:t>
            </w:r>
            <w:r w:rsidR="0027179E">
              <w:t>o</w:t>
            </w:r>
            <w:r>
              <w:t xml:space="preserve">perating </w:t>
            </w:r>
            <w:r w:rsidR="0027179E">
              <w:t>p</w:t>
            </w:r>
            <w:r>
              <w:t>rocedures (SOPs)</w:t>
            </w:r>
            <w:r w:rsidR="0027179E">
              <w:t xml:space="preserve"> and other documentation that guides routine work activities</w:t>
            </w:r>
          </w:p>
          <w:p w14:paraId="2EC035E5" w14:textId="77777777" w:rsidR="0027179E" w:rsidRDefault="0027179E" w:rsidP="008B266B">
            <w:r>
              <w:t>3.2 Read and follow detail included in workplace documents</w:t>
            </w:r>
          </w:p>
          <w:p w14:paraId="530C9362" w14:textId="77777777" w:rsidR="00B96D11" w:rsidRDefault="0027179E" w:rsidP="008B266B">
            <w:r>
              <w:t>3.3 Complete workplace forms and records accurately</w:t>
            </w:r>
            <w:r w:rsidR="00FD6443">
              <w:t>, using appropriate industry terms, using digital tools as required</w:t>
            </w:r>
          </w:p>
          <w:p w14:paraId="5834F909" w14:textId="51CF4ECA" w:rsidR="00415B20" w:rsidRPr="008B266B" w:rsidRDefault="00415B20" w:rsidP="008B266B">
            <w:r>
              <w:rPr>
                <w:rFonts w:eastAsiaTheme="minorHAnsi"/>
              </w:rPr>
              <w:t xml:space="preserve">3.4 </w:t>
            </w:r>
            <w:r w:rsidRPr="00415B20">
              <w:rPr>
                <w:rFonts w:eastAsiaTheme="minorHAnsi"/>
              </w:rPr>
              <w:t>Communicate with others about work issues using workplace systems</w:t>
            </w:r>
            <w:r w:rsidR="00B60686">
              <w:rPr>
                <w:rFonts w:eastAsiaTheme="minorHAnsi"/>
              </w:rPr>
              <w:t xml:space="preserve"> 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017E35B1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55962" w:rsidRPr="00336FCA" w:rsidDel="00423CB2" w14:paraId="2A6A93C5" w14:textId="77777777" w:rsidTr="00CA2922">
        <w:trPr>
          <w:tblHeader/>
        </w:trPr>
        <w:tc>
          <w:tcPr>
            <w:tcW w:w="1396" w:type="pct"/>
          </w:tcPr>
          <w:p w14:paraId="74402AAA" w14:textId="7F36E309" w:rsidR="00C55962" w:rsidRPr="005404CB" w:rsidRDefault="00C55962" w:rsidP="00C55962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1ED83EE1" w14:textId="77777777" w:rsidR="00C55962" w:rsidRPr="00E27027" w:rsidRDefault="00C55962" w:rsidP="00C55962">
            <w:pPr>
              <w:pStyle w:val="SIBulletList1"/>
              <w:rPr>
                <w:rFonts w:eastAsiaTheme="majorEastAsia"/>
              </w:rPr>
            </w:pPr>
            <w:r w:rsidRPr="00C55962">
              <w:t>Consider possible cultural and social differences when difficulties or misunderstandings occur</w:t>
            </w:r>
          </w:p>
          <w:p w14:paraId="68F1073E" w14:textId="46344A92" w:rsidR="00E27027" w:rsidRPr="00E27027" w:rsidRDefault="00E27027" w:rsidP="00E27027">
            <w:pPr>
              <w:pStyle w:val="SIBulletList1"/>
            </w:pPr>
            <w:r>
              <w:t>E</w:t>
            </w:r>
            <w:r w:rsidRPr="00E27027">
              <w:t>xchange information with others</w:t>
            </w:r>
            <w:r>
              <w:t>, taking turns</w:t>
            </w:r>
          </w:p>
          <w:p w14:paraId="5CB1C1F4" w14:textId="3BCC2F2C" w:rsidR="00E27027" w:rsidRPr="00E27027" w:rsidRDefault="00E27027" w:rsidP="00E27027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Asks and responds to questions</w:t>
            </w:r>
          </w:p>
        </w:tc>
      </w:tr>
      <w:tr w:rsidR="008B266B" w:rsidRPr="00336FCA" w:rsidDel="00423CB2" w14:paraId="7F8BABCF" w14:textId="77777777" w:rsidTr="00CA2922">
        <w:trPr>
          <w:tblHeader/>
        </w:trPr>
        <w:tc>
          <w:tcPr>
            <w:tcW w:w="1396" w:type="pct"/>
          </w:tcPr>
          <w:p w14:paraId="04734CEF" w14:textId="7B036289" w:rsidR="008B266B" w:rsidRPr="005404CB" w:rsidRDefault="008B266B" w:rsidP="00C55962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565B16EF" w14:textId="2994A2F2" w:rsidR="00C55962" w:rsidRPr="008B266B" w:rsidRDefault="008B266B" w:rsidP="00FD6443">
            <w:pPr>
              <w:pStyle w:val="SIBulletList1"/>
            </w:pPr>
            <w:r w:rsidRPr="008B266B">
              <w:t>Re</w:t>
            </w:r>
            <w:r w:rsidR="00C55962">
              <w:t>cord operational</w:t>
            </w:r>
            <w:r w:rsidRPr="008B266B">
              <w:t xml:space="preserve"> information using digital and/or paper-based format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17FFE6AC" w:rsidR="00041E59" w:rsidRPr="005404CB" w:rsidRDefault="00C55962" w:rsidP="005404CB">
            <w:pPr>
              <w:pStyle w:val="SIText"/>
            </w:pPr>
            <w:r w:rsidRPr="00C55962">
              <w:t>AMPCOM3</w:t>
            </w:r>
            <w:r w:rsidR="002522EA">
              <w:t>X1</w:t>
            </w:r>
            <w:r w:rsidRPr="00C55962">
              <w:t xml:space="preserve"> </w:t>
            </w:r>
            <w:r w:rsidR="00425D84">
              <w:t>Communicate effectively at work</w:t>
            </w:r>
          </w:p>
        </w:tc>
        <w:tc>
          <w:tcPr>
            <w:tcW w:w="1105" w:type="pct"/>
          </w:tcPr>
          <w:p w14:paraId="6623A6C9" w14:textId="7421FD70" w:rsidR="00041E59" w:rsidRPr="005404CB" w:rsidRDefault="002522EA" w:rsidP="005404CB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38EF1B27" w14:textId="4064639C" w:rsidR="00041E59" w:rsidRPr="005404CB" w:rsidRDefault="002522EA" w:rsidP="005404CB">
            <w:pPr>
              <w:pStyle w:val="SIText"/>
            </w:pPr>
            <w:r w:rsidRPr="002522EA">
              <w:t xml:space="preserve">The unit has been created to address a skill or task required by industry that is not covered by an existing unit </w:t>
            </w:r>
          </w:p>
        </w:tc>
        <w:tc>
          <w:tcPr>
            <w:tcW w:w="1616" w:type="pct"/>
          </w:tcPr>
          <w:p w14:paraId="44BBFF38" w14:textId="0B7468E4" w:rsidR="00916CD7" w:rsidRPr="005404CB" w:rsidRDefault="002522EA" w:rsidP="005404CB">
            <w:pPr>
              <w:pStyle w:val="SIText"/>
            </w:pPr>
            <w:r w:rsidRPr="002522EA">
              <w:t>Newly created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0677E9D2" w:rsidR="00F1480E" w:rsidRPr="00E532F9" w:rsidRDefault="00537665" w:rsidP="00E532F9">
            <w:pPr>
              <w:pStyle w:val="SIText"/>
            </w:pPr>
            <w:hyperlink r:id="rId11" w:history="1">
              <w:r w:rsidR="00E532F9" w:rsidRPr="00E532F9">
                <w:t>https://vetnet.gov.au/Pages/TrainingDocs.aspx?q=5e2e56b7-698f-4822-84bb-25adbb8443a7</w:t>
              </w:r>
            </w:hyperlink>
            <w:r w:rsidR="00E40225" w:rsidRPr="00E532F9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09EB9E2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C55962" w:rsidRPr="00C55962">
              <w:t>AMPCOM3</w:t>
            </w:r>
            <w:r w:rsidR="002522EA">
              <w:t>X1</w:t>
            </w:r>
            <w:r w:rsidR="00C55962" w:rsidRPr="00C55962">
              <w:t xml:space="preserve"> </w:t>
            </w:r>
            <w:r w:rsidR="00425D84" w:rsidRPr="00425D84">
              <w:t>Communicate effectively at work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425D84">
        <w:trPr>
          <w:trHeight w:val="1875"/>
        </w:trPr>
        <w:tc>
          <w:tcPr>
            <w:tcW w:w="5000" w:type="pct"/>
            <w:gridSpan w:val="2"/>
            <w:shd w:val="clear" w:color="auto" w:fill="auto"/>
          </w:tcPr>
          <w:p w14:paraId="4ADB0818" w14:textId="3FEF1C91" w:rsidR="00C55962" w:rsidRDefault="00C55962" w:rsidP="00C55962">
            <w:pPr>
              <w:pStyle w:val="SIText"/>
            </w:pPr>
            <w:r w:rsidRPr="00C55962">
              <w:t>An individual demonstrating competency must satisfy all of the elements and performance criteria in this unit.</w:t>
            </w:r>
          </w:p>
          <w:p w14:paraId="5327CCCD" w14:textId="77777777" w:rsidR="002522EA" w:rsidRPr="00C55962" w:rsidRDefault="002522EA" w:rsidP="00C55962">
            <w:pPr>
              <w:pStyle w:val="SIText"/>
            </w:pPr>
          </w:p>
          <w:p w14:paraId="518F48E2" w14:textId="1F9E9DAF" w:rsidR="00B94F1E" w:rsidRDefault="00C55962" w:rsidP="00C55962">
            <w:pPr>
              <w:pStyle w:val="SIText"/>
            </w:pPr>
            <w:r w:rsidRPr="00C55962">
              <w:t>There must be evidence that the individual has</w:t>
            </w:r>
            <w:r w:rsidR="00425D84">
              <w:t xml:space="preserve"> c</w:t>
            </w:r>
            <w:r w:rsidR="00425D84" w:rsidRPr="00425D84">
              <w:t>ommunicate</w:t>
            </w:r>
            <w:r w:rsidR="00425D84">
              <w:t>d</w:t>
            </w:r>
            <w:r w:rsidR="00425D84" w:rsidRPr="00425D84">
              <w:t xml:space="preserve"> effectively at work</w:t>
            </w:r>
            <w:r w:rsidRPr="00C55962">
              <w:t xml:space="preserve"> </w:t>
            </w:r>
            <w:r w:rsidR="00425D84">
              <w:t xml:space="preserve">on at least one occasion, </w:t>
            </w:r>
            <w:r w:rsidR="00B94F1E">
              <w:t>including:</w:t>
            </w:r>
          </w:p>
          <w:p w14:paraId="02D83C11" w14:textId="7592BA58" w:rsidR="00B94F1E" w:rsidRPr="00B94F1E" w:rsidRDefault="00425D84" w:rsidP="00B94F1E">
            <w:pPr>
              <w:pStyle w:val="SIBulletList1"/>
            </w:pPr>
            <w:r>
              <w:t>identified own role and responsibilities within the workplace</w:t>
            </w:r>
          </w:p>
          <w:p w14:paraId="3C8502BC" w14:textId="5DAA1206" w:rsidR="00B94F1E" w:rsidRPr="00B94F1E" w:rsidRDefault="00425D84" w:rsidP="00B94F1E">
            <w:pPr>
              <w:pStyle w:val="SIBulletList1"/>
            </w:pPr>
            <w:r>
              <w:t xml:space="preserve">engaged in effective oral communication with </w:t>
            </w:r>
            <w:r w:rsidR="0009759B">
              <w:t>supervisor and at least one colleague</w:t>
            </w:r>
          </w:p>
          <w:p w14:paraId="2FFBC249" w14:textId="031D29FA" w:rsidR="00556C4C" w:rsidRDefault="00E62785" w:rsidP="002522EA">
            <w:pPr>
              <w:pStyle w:val="SIBulletList1"/>
            </w:pPr>
            <w:r>
              <w:t>accurately followed work instructions and/or standard operating procedures (SOPs)</w:t>
            </w:r>
          </w:p>
          <w:p w14:paraId="49081BB4" w14:textId="451B05EA" w:rsidR="00E62785" w:rsidRPr="005404CB" w:rsidRDefault="00E62785" w:rsidP="00A062A9">
            <w:pPr>
              <w:pStyle w:val="SIBulletList1"/>
            </w:pPr>
            <w:r>
              <w:t>completed workplace forms or documents to a standard accepted in the workplace.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3E5BC8A5" w14:textId="77777777" w:rsidR="00B94F1E" w:rsidRPr="00B94F1E" w:rsidRDefault="00B94F1E" w:rsidP="00B94F1E">
            <w:pPr>
              <w:pStyle w:val="SIText"/>
            </w:pPr>
            <w:r w:rsidRPr="00B94F1E">
              <w:t>An individual must be able to demonstrate the knowledge required to perform the tasks outlined in the elements and performance criteria of this unit. This includes knowledge of:</w:t>
            </w:r>
          </w:p>
          <w:p w14:paraId="2BB34574" w14:textId="233A826E" w:rsidR="0009759B" w:rsidRDefault="0009759B" w:rsidP="0009759B">
            <w:pPr>
              <w:pStyle w:val="SIBulletList1"/>
            </w:pPr>
            <w:r w:rsidRPr="0009759B">
              <w:t>sources of information relevant to own work, including workplace health and safety, regulatory, work instructions</w:t>
            </w:r>
            <w:r>
              <w:t>, SOPs</w:t>
            </w:r>
            <w:r w:rsidRPr="0009759B">
              <w:t xml:space="preserve"> and workplace requirements</w:t>
            </w:r>
          </w:p>
          <w:p w14:paraId="16AA6877" w14:textId="0AA46957" w:rsidR="00E27027" w:rsidRPr="0009759B" w:rsidRDefault="00E27027" w:rsidP="0009759B">
            <w:pPr>
              <w:pStyle w:val="SIBulletList1"/>
            </w:pPr>
            <w:r>
              <w:t>structure of the organisation</w:t>
            </w:r>
          </w:p>
          <w:p w14:paraId="195794F4" w14:textId="6BF9E310" w:rsidR="000F2ADD" w:rsidRDefault="000F2ADD" w:rsidP="0009759B">
            <w:pPr>
              <w:pStyle w:val="SIBulletList1"/>
            </w:pPr>
            <w:r>
              <w:t xml:space="preserve">characteristics of an effective </w:t>
            </w:r>
            <w:r w:rsidR="00E62785">
              <w:t>worker/team member</w:t>
            </w:r>
            <w:r>
              <w:t xml:space="preserve"> in the</w:t>
            </w:r>
            <w:r w:rsidR="00CF6926">
              <w:t xml:space="preserve"> food or</w:t>
            </w:r>
            <w:r>
              <w:t xml:space="preserve"> meat</w:t>
            </w:r>
            <w:r w:rsidR="00214798">
              <w:t xml:space="preserve"> processing</w:t>
            </w:r>
            <w:r>
              <w:t xml:space="preserve"> industry</w:t>
            </w:r>
          </w:p>
          <w:p w14:paraId="0670F61D" w14:textId="6C68A4C4" w:rsidR="0009759B" w:rsidRDefault="0009759B" w:rsidP="0009759B">
            <w:pPr>
              <w:pStyle w:val="SIBulletList1"/>
            </w:pPr>
            <w:r>
              <w:t>effective communication for workplace meetings or toolbox meetings</w:t>
            </w:r>
          </w:p>
          <w:p w14:paraId="63675E5F" w14:textId="0585E194" w:rsidR="0009759B" w:rsidRDefault="0009759B" w:rsidP="0009759B">
            <w:pPr>
              <w:pStyle w:val="SIBulletList1"/>
            </w:pPr>
            <w:r>
              <w:t>effective communication methods to interact with people from diverse backgrounds</w:t>
            </w:r>
          </w:p>
          <w:p w14:paraId="7C2B8D4E" w14:textId="4FB47272" w:rsidR="0009759B" w:rsidRDefault="0009759B" w:rsidP="0009759B">
            <w:pPr>
              <w:pStyle w:val="SIBulletList1"/>
            </w:pPr>
            <w:r>
              <w:t>workplace policies that guide acceptable behaviour in the workplace, codes of conduct</w:t>
            </w:r>
          </w:p>
          <w:p w14:paraId="66608BB7" w14:textId="57361053" w:rsidR="00F1480E" w:rsidRPr="005404CB" w:rsidRDefault="00E27027" w:rsidP="00A062A9">
            <w:pPr>
              <w:pStyle w:val="SIBulletList1"/>
            </w:pPr>
            <w:r w:rsidRPr="00E27027">
              <w:t>key principles of cross-cultural communication and communication with individuals from backgrounds different to one's own.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2329E87A" w14:textId="77777777" w:rsidR="00B94F1E" w:rsidRPr="00B94F1E" w:rsidRDefault="00B94F1E" w:rsidP="00B94F1E">
            <w:pPr>
              <w:pStyle w:val="SIText"/>
            </w:pPr>
            <w:r w:rsidRPr="00B94F1E">
              <w:t>Assessment of skills in this unit of competency must take place under the following conditions:</w:t>
            </w:r>
          </w:p>
          <w:p w14:paraId="19C85AE1" w14:textId="77777777" w:rsidR="00B94F1E" w:rsidRPr="00B94F1E" w:rsidRDefault="00B94F1E" w:rsidP="000F2ADD">
            <w:pPr>
              <w:pStyle w:val="SIBulletList1"/>
            </w:pPr>
            <w:r w:rsidRPr="00B94F1E">
              <w:t>physical conditions:</w:t>
            </w:r>
          </w:p>
          <w:p w14:paraId="3AD1BCFF" w14:textId="5093903E" w:rsidR="000F2ADD" w:rsidRPr="000F2ADD" w:rsidRDefault="000F2ADD" w:rsidP="000F2ADD">
            <w:pPr>
              <w:pStyle w:val="SIBulletList2"/>
            </w:pPr>
            <w:r w:rsidRPr="000F2ADD">
              <w:t xml:space="preserve">skills must be demonstrated in a </w:t>
            </w:r>
            <w:r w:rsidR="00B60686">
              <w:t xml:space="preserve">food or </w:t>
            </w:r>
            <w:r w:rsidRPr="000F2ADD">
              <w:t xml:space="preserve">meat </w:t>
            </w:r>
            <w:r w:rsidR="00214798">
              <w:t xml:space="preserve">processing premises </w:t>
            </w:r>
            <w:r w:rsidRPr="000F2ADD">
              <w:t>or an environment that accurately represents workplace conditions</w:t>
            </w:r>
          </w:p>
          <w:p w14:paraId="2F7D42AB" w14:textId="77777777" w:rsidR="00B94F1E" w:rsidRPr="00B94F1E" w:rsidRDefault="00B94F1E" w:rsidP="000F2ADD">
            <w:pPr>
              <w:pStyle w:val="SIBulletList1"/>
            </w:pPr>
            <w:r w:rsidRPr="00B94F1E">
              <w:t>specifications:</w:t>
            </w:r>
          </w:p>
          <w:p w14:paraId="6ED9A9E1" w14:textId="7FD61C52" w:rsidR="000F2ADD" w:rsidRDefault="00CF6926" w:rsidP="000F2ADD">
            <w:pPr>
              <w:pStyle w:val="SIBulletList2"/>
            </w:pPr>
            <w:r>
              <w:t xml:space="preserve">food or </w:t>
            </w:r>
            <w:r w:rsidR="000F2ADD" w:rsidRPr="000F2ADD">
              <w:t xml:space="preserve">meat industry codes and standards </w:t>
            </w:r>
          </w:p>
          <w:p w14:paraId="2DA20825" w14:textId="2F0A6ABB" w:rsidR="00B94F1E" w:rsidRPr="00B94F1E" w:rsidRDefault="00B94F1E" w:rsidP="000F2ADD">
            <w:pPr>
              <w:pStyle w:val="SIBulletList2"/>
            </w:pPr>
            <w:r w:rsidRPr="00B94F1E">
              <w:t xml:space="preserve">relevant </w:t>
            </w:r>
            <w:r w:rsidR="000F2ADD">
              <w:t>workplace</w:t>
            </w:r>
            <w:r w:rsidRPr="00B94F1E">
              <w:t xml:space="preserve"> policies and procedures</w:t>
            </w:r>
            <w:r w:rsidR="005F3303">
              <w:t>, work instructions, SOPs</w:t>
            </w:r>
          </w:p>
          <w:p w14:paraId="3C1F4E7B" w14:textId="77777777" w:rsidR="00B94F1E" w:rsidRPr="00B94F1E" w:rsidRDefault="00B94F1E" w:rsidP="000F2ADD">
            <w:pPr>
              <w:pStyle w:val="SIBulletList1"/>
            </w:pPr>
            <w:r w:rsidRPr="00B94F1E">
              <w:t>relationships:</w:t>
            </w:r>
          </w:p>
          <w:p w14:paraId="1B9500A9" w14:textId="5C9BB5FE" w:rsidR="00B94F1E" w:rsidRPr="00B94F1E" w:rsidRDefault="00B94F1E" w:rsidP="000F2ADD">
            <w:pPr>
              <w:pStyle w:val="SIBulletList2"/>
            </w:pPr>
            <w:r w:rsidRPr="00B94F1E">
              <w:t xml:space="preserve">interactions with </w:t>
            </w:r>
            <w:r w:rsidR="005F3303">
              <w:t>supervisor and colleagues</w:t>
            </w:r>
            <w:r w:rsidR="000F2ADD">
              <w:t>.</w:t>
            </w:r>
          </w:p>
          <w:p w14:paraId="0075A144" w14:textId="77777777" w:rsidR="00537665" w:rsidRPr="00537665" w:rsidRDefault="00537665" w:rsidP="00537665">
            <w:pPr>
              <w:pStyle w:val="SIText"/>
            </w:pPr>
          </w:p>
          <w:p w14:paraId="3E470140" w14:textId="4547E386" w:rsidR="00B94F1E" w:rsidRDefault="00537665" w:rsidP="00537665">
            <w:pPr>
              <w:pStyle w:val="SIText"/>
            </w:pPr>
            <w:r w:rsidRPr="00537665">
              <w:t>Assessment for this unit must include at least three forms of evidence.</w:t>
            </w:r>
          </w:p>
          <w:p w14:paraId="71F05901" w14:textId="77777777" w:rsidR="00537665" w:rsidRPr="00B94F1E" w:rsidRDefault="00537665" w:rsidP="00537665">
            <w:pPr>
              <w:pStyle w:val="SIText"/>
            </w:pPr>
          </w:p>
          <w:p w14:paraId="72FC2BF3" w14:textId="4507D462" w:rsidR="00F1480E" w:rsidRPr="00F0168E" w:rsidRDefault="00B94F1E" w:rsidP="00B94F1E">
            <w:pPr>
              <w:pStyle w:val="SIText"/>
            </w:pPr>
            <w:r w:rsidRPr="00B94F1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2AB9B657" w:rsidR="00F1480E" w:rsidRPr="00E532F9" w:rsidRDefault="00537665" w:rsidP="00E532F9">
            <w:pPr>
              <w:pStyle w:val="SIText"/>
            </w:pPr>
            <w:hyperlink r:id="rId12" w:history="1">
              <w:r w:rsidR="00E532F9" w:rsidRPr="00E532F9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444B6" w14:textId="77777777" w:rsidR="00014D1D" w:rsidRDefault="00014D1D" w:rsidP="00BF3F0A">
      <w:r>
        <w:separator/>
      </w:r>
    </w:p>
    <w:p w14:paraId="20ACAA00" w14:textId="77777777" w:rsidR="00014D1D" w:rsidRDefault="00014D1D"/>
  </w:endnote>
  <w:endnote w:type="continuationSeparator" w:id="0">
    <w:p w14:paraId="48C63677" w14:textId="77777777" w:rsidR="00014D1D" w:rsidRDefault="00014D1D" w:rsidP="00BF3F0A">
      <w:r>
        <w:continuationSeparator/>
      </w:r>
    </w:p>
    <w:p w14:paraId="772455D5" w14:textId="77777777" w:rsidR="00014D1D" w:rsidRDefault="00014D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4D6A6" w14:textId="77777777" w:rsidR="00014D1D" w:rsidRDefault="00014D1D" w:rsidP="00BF3F0A">
      <w:r>
        <w:separator/>
      </w:r>
    </w:p>
    <w:p w14:paraId="667B63C3" w14:textId="77777777" w:rsidR="00014D1D" w:rsidRDefault="00014D1D"/>
  </w:footnote>
  <w:footnote w:type="continuationSeparator" w:id="0">
    <w:p w14:paraId="2643B0AB" w14:textId="77777777" w:rsidR="00014D1D" w:rsidRDefault="00014D1D" w:rsidP="00BF3F0A">
      <w:r>
        <w:continuationSeparator/>
      </w:r>
    </w:p>
    <w:p w14:paraId="0DDD452C" w14:textId="77777777" w:rsidR="00014D1D" w:rsidRDefault="00014D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11FC191F" w:rsidR="009C2650" w:rsidRPr="00C55962" w:rsidRDefault="00537665" w:rsidP="00C55962">
    <w:sdt>
      <w:sdtPr>
        <w:id w:val="79649917"/>
        <w:docPartObj>
          <w:docPartGallery w:val="Watermarks"/>
          <w:docPartUnique/>
        </w:docPartObj>
      </w:sdtPr>
      <w:sdtEndPr/>
      <w:sdtContent>
        <w:r>
          <w:pict w14:anchorId="20066DA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55962" w:rsidRPr="00C55962">
      <w:t>AMPCOM3</w:t>
    </w:r>
    <w:r w:rsidR="00B44981">
      <w:t>X1</w:t>
    </w:r>
    <w:r w:rsidR="00C55962" w:rsidRPr="00C55962">
      <w:t xml:space="preserve"> </w:t>
    </w:r>
    <w:r w:rsidR="00425D84">
      <w:t>Communicate effectively at work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9C4140"/>
    <w:multiLevelType w:val="multilevel"/>
    <w:tmpl w:val="EE7E03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994153"/>
    <w:multiLevelType w:val="multilevel"/>
    <w:tmpl w:val="AF781E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2FAE7020"/>
    <w:multiLevelType w:val="multilevel"/>
    <w:tmpl w:val="729084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5083E7E"/>
    <w:multiLevelType w:val="multilevel"/>
    <w:tmpl w:val="32A094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7D6D17"/>
    <w:multiLevelType w:val="multilevel"/>
    <w:tmpl w:val="9E9EA3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5A441F4"/>
    <w:multiLevelType w:val="multilevel"/>
    <w:tmpl w:val="FCB421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8835532"/>
    <w:multiLevelType w:val="multilevel"/>
    <w:tmpl w:val="69E847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CE1D11"/>
    <w:multiLevelType w:val="multilevel"/>
    <w:tmpl w:val="B728FD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EBD28DA"/>
    <w:multiLevelType w:val="multilevel"/>
    <w:tmpl w:val="B87AAC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FC1049"/>
    <w:multiLevelType w:val="multilevel"/>
    <w:tmpl w:val="E5F0AB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4605176">
    <w:abstractNumId w:val="11"/>
  </w:num>
  <w:num w:numId="2" w16cid:durableId="724568253">
    <w:abstractNumId w:val="8"/>
  </w:num>
  <w:num w:numId="3" w16cid:durableId="266624665">
    <w:abstractNumId w:val="5"/>
  </w:num>
  <w:num w:numId="4" w16cid:durableId="789856154">
    <w:abstractNumId w:val="22"/>
  </w:num>
  <w:num w:numId="5" w16cid:durableId="269821416">
    <w:abstractNumId w:val="2"/>
  </w:num>
  <w:num w:numId="6" w16cid:durableId="1178540071">
    <w:abstractNumId w:val="10"/>
  </w:num>
  <w:num w:numId="7" w16cid:durableId="1919710860">
    <w:abstractNumId w:val="4"/>
  </w:num>
  <w:num w:numId="8" w16cid:durableId="907228328">
    <w:abstractNumId w:val="0"/>
  </w:num>
  <w:num w:numId="9" w16cid:durableId="841550877">
    <w:abstractNumId w:val="20"/>
  </w:num>
  <w:num w:numId="10" w16cid:durableId="590698838">
    <w:abstractNumId w:val="14"/>
  </w:num>
  <w:num w:numId="11" w16cid:durableId="871917207">
    <w:abstractNumId w:val="18"/>
  </w:num>
  <w:num w:numId="12" w16cid:durableId="1382943208">
    <w:abstractNumId w:val="15"/>
  </w:num>
  <w:num w:numId="13" w16cid:durableId="483863530">
    <w:abstractNumId w:val="24"/>
  </w:num>
  <w:num w:numId="14" w16cid:durableId="689647177">
    <w:abstractNumId w:val="6"/>
  </w:num>
  <w:num w:numId="15" w16cid:durableId="1298491867">
    <w:abstractNumId w:val="7"/>
  </w:num>
  <w:num w:numId="16" w16cid:durableId="815296703">
    <w:abstractNumId w:val="25"/>
  </w:num>
  <w:num w:numId="17" w16cid:durableId="237373018">
    <w:abstractNumId w:val="9"/>
  </w:num>
  <w:num w:numId="18" w16cid:durableId="1338968119">
    <w:abstractNumId w:val="12"/>
  </w:num>
  <w:num w:numId="19" w16cid:durableId="81336745">
    <w:abstractNumId w:val="19"/>
  </w:num>
  <w:num w:numId="20" w16cid:durableId="647637101">
    <w:abstractNumId w:val="17"/>
  </w:num>
  <w:num w:numId="21" w16cid:durableId="256182341">
    <w:abstractNumId w:val="3"/>
  </w:num>
  <w:num w:numId="22" w16cid:durableId="783498313">
    <w:abstractNumId w:val="21"/>
  </w:num>
  <w:num w:numId="23" w16cid:durableId="821846665">
    <w:abstractNumId w:val="16"/>
  </w:num>
  <w:num w:numId="24" w16cid:durableId="1537040090">
    <w:abstractNumId w:val="13"/>
  </w:num>
  <w:num w:numId="25" w16cid:durableId="176434645">
    <w:abstractNumId w:val="23"/>
  </w:num>
  <w:num w:numId="26" w16cid:durableId="16849382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4D1D"/>
    <w:rsid w:val="00016803"/>
    <w:rsid w:val="00023992"/>
    <w:rsid w:val="0002591D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759B"/>
    <w:rsid w:val="000A5441"/>
    <w:rsid w:val="000B2022"/>
    <w:rsid w:val="000C149A"/>
    <w:rsid w:val="000C224E"/>
    <w:rsid w:val="000C781C"/>
    <w:rsid w:val="000E25E6"/>
    <w:rsid w:val="000E2C86"/>
    <w:rsid w:val="000F29F2"/>
    <w:rsid w:val="000F2ADD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798"/>
    <w:rsid w:val="00223124"/>
    <w:rsid w:val="00233143"/>
    <w:rsid w:val="00234444"/>
    <w:rsid w:val="00240445"/>
    <w:rsid w:val="00242293"/>
    <w:rsid w:val="00244EA7"/>
    <w:rsid w:val="002522EA"/>
    <w:rsid w:val="00262FC3"/>
    <w:rsid w:val="0026394F"/>
    <w:rsid w:val="00267AF6"/>
    <w:rsid w:val="0027179E"/>
    <w:rsid w:val="00276DB8"/>
    <w:rsid w:val="00282664"/>
    <w:rsid w:val="00285FB8"/>
    <w:rsid w:val="00294C9D"/>
    <w:rsid w:val="002970C3"/>
    <w:rsid w:val="002A4CD3"/>
    <w:rsid w:val="002A6CC4"/>
    <w:rsid w:val="002C55E9"/>
    <w:rsid w:val="002D0C8B"/>
    <w:rsid w:val="002D330A"/>
    <w:rsid w:val="002E170C"/>
    <w:rsid w:val="002E193E"/>
    <w:rsid w:val="002E19E8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15B20"/>
    <w:rsid w:val="004176DC"/>
    <w:rsid w:val="00425D84"/>
    <w:rsid w:val="0043212E"/>
    <w:rsid w:val="00434366"/>
    <w:rsid w:val="00434ECE"/>
    <w:rsid w:val="00437232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0591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15D0E"/>
    <w:rsid w:val="00520E9A"/>
    <w:rsid w:val="005248C1"/>
    <w:rsid w:val="00526134"/>
    <w:rsid w:val="00537665"/>
    <w:rsid w:val="005404CB"/>
    <w:rsid w:val="005405B2"/>
    <w:rsid w:val="005427C8"/>
    <w:rsid w:val="005446D1"/>
    <w:rsid w:val="005461D3"/>
    <w:rsid w:val="00556C4C"/>
    <w:rsid w:val="00557369"/>
    <w:rsid w:val="00557D22"/>
    <w:rsid w:val="00564ADD"/>
    <w:rsid w:val="005708EB"/>
    <w:rsid w:val="00575BC6"/>
    <w:rsid w:val="00583902"/>
    <w:rsid w:val="00591F50"/>
    <w:rsid w:val="005A1D70"/>
    <w:rsid w:val="005A3AA5"/>
    <w:rsid w:val="005A6C9C"/>
    <w:rsid w:val="005A74DC"/>
    <w:rsid w:val="005B5146"/>
    <w:rsid w:val="005B578F"/>
    <w:rsid w:val="005D1AFD"/>
    <w:rsid w:val="005E51E6"/>
    <w:rsid w:val="005F027A"/>
    <w:rsid w:val="005F3303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22E3"/>
    <w:rsid w:val="007C464A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B51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66B"/>
    <w:rsid w:val="008B2C77"/>
    <w:rsid w:val="008B4AD2"/>
    <w:rsid w:val="008B663E"/>
    <w:rsid w:val="008B7138"/>
    <w:rsid w:val="008B759F"/>
    <w:rsid w:val="008E260C"/>
    <w:rsid w:val="008E39BE"/>
    <w:rsid w:val="008E62EC"/>
    <w:rsid w:val="008F32F6"/>
    <w:rsid w:val="00900637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265D"/>
    <w:rsid w:val="009F0DCC"/>
    <w:rsid w:val="009F11CA"/>
    <w:rsid w:val="00A062A9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C53"/>
    <w:rsid w:val="00AE1ED9"/>
    <w:rsid w:val="00AE32CB"/>
    <w:rsid w:val="00AF3957"/>
    <w:rsid w:val="00B0712C"/>
    <w:rsid w:val="00B12013"/>
    <w:rsid w:val="00B22C67"/>
    <w:rsid w:val="00B3508F"/>
    <w:rsid w:val="00B443EE"/>
    <w:rsid w:val="00B44981"/>
    <w:rsid w:val="00B560C8"/>
    <w:rsid w:val="00B60686"/>
    <w:rsid w:val="00B61150"/>
    <w:rsid w:val="00B65BC7"/>
    <w:rsid w:val="00B746B9"/>
    <w:rsid w:val="00B848D4"/>
    <w:rsid w:val="00B865B7"/>
    <w:rsid w:val="00B94F1E"/>
    <w:rsid w:val="00B96D11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03B4"/>
    <w:rsid w:val="00C203D4"/>
    <w:rsid w:val="00C21ADE"/>
    <w:rsid w:val="00C23D97"/>
    <w:rsid w:val="00C26067"/>
    <w:rsid w:val="00C30A29"/>
    <w:rsid w:val="00C317DC"/>
    <w:rsid w:val="00C55962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B7B04"/>
    <w:rsid w:val="00CC451E"/>
    <w:rsid w:val="00CD4E9D"/>
    <w:rsid w:val="00CD4F4D"/>
    <w:rsid w:val="00CE7D19"/>
    <w:rsid w:val="00CF0CF5"/>
    <w:rsid w:val="00CF2B3E"/>
    <w:rsid w:val="00CF6926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94612"/>
    <w:rsid w:val="00DA0A81"/>
    <w:rsid w:val="00DA3C10"/>
    <w:rsid w:val="00DA53B5"/>
    <w:rsid w:val="00DB2D94"/>
    <w:rsid w:val="00DC1D69"/>
    <w:rsid w:val="00DC5A3A"/>
    <w:rsid w:val="00DD0726"/>
    <w:rsid w:val="00DF7DAA"/>
    <w:rsid w:val="00E02BDE"/>
    <w:rsid w:val="00E238E6"/>
    <w:rsid w:val="00E27027"/>
    <w:rsid w:val="00E34CD8"/>
    <w:rsid w:val="00E35064"/>
    <w:rsid w:val="00E3681D"/>
    <w:rsid w:val="00E40225"/>
    <w:rsid w:val="00E501F0"/>
    <w:rsid w:val="00E532F9"/>
    <w:rsid w:val="00E6166D"/>
    <w:rsid w:val="00E62785"/>
    <w:rsid w:val="00E91BFF"/>
    <w:rsid w:val="00E92933"/>
    <w:rsid w:val="00E94FAD"/>
    <w:rsid w:val="00EB0AA4"/>
    <w:rsid w:val="00EB4B2E"/>
    <w:rsid w:val="00EB5C88"/>
    <w:rsid w:val="00EC0469"/>
    <w:rsid w:val="00EC0C3E"/>
    <w:rsid w:val="00EF01F8"/>
    <w:rsid w:val="00EF3268"/>
    <w:rsid w:val="00EF40EF"/>
    <w:rsid w:val="00EF47FE"/>
    <w:rsid w:val="00F0168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D6443"/>
    <w:rsid w:val="00FE0282"/>
    <w:rsid w:val="00FE124D"/>
    <w:rsid w:val="00FE792C"/>
    <w:rsid w:val="00FE7B6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E532F9"/>
    <w:rPr>
      <w:color w:val="605E5C"/>
      <w:shd w:val="clear" w:color="auto" w:fill="E1DFDD"/>
    </w:rPr>
  </w:style>
  <w:style w:type="paragraph" w:styleId="List">
    <w:name w:val="List"/>
    <w:basedOn w:val="Normal"/>
    <w:uiPriority w:val="99"/>
    <w:semiHidden/>
    <w:unhideWhenUsed/>
    <w:locked/>
    <w:rsid w:val="008B266B"/>
    <w:pPr>
      <w:ind w:left="283" w:hanging="283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8B266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B266B"/>
    <w:rPr>
      <w:rFonts w:ascii="Arial" w:eastAsia="Times New Roman" w:hAnsi="Arial" w:cs="Times New Roman"/>
      <w:sz w:val="20"/>
      <w:lang w:eastAsia="en-AU"/>
    </w:rPr>
  </w:style>
  <w:style w:type="paragraph" w:styleId="Revision">
    <w:name w:val="Revision"/>
    <w:hidden/>
    <w:uiPriority w:val="99"/>
    <w:semiHidden/>
    <w:rsid w:val="0053766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48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%2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59A0A621A69D4F962864A8BB5B8807" ma:contentTypeVersion="" ma:contentTypeDescription="Create a new document." ma:contentTypeScope="" ma:versionID="85f9cd8d30435138c5287c65dee7c1e7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3F168E-3B50-4165-B383-2581B58C05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  <ds:schemaRef ds:uri="http://schemas.openxmlformats.org/package/2006/metadata/core-propertie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139</TotalTime>
  <Pages>3</Pages>
  <Words>893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16</cp:revision>
  <cp:lastPrinted>2016-05-27T05:21:00Z</cp:lastPrinted>
  <dcterms:created xsi:type="dcterms:W3CDTF">2021-10-23T03:05:00Z</dcterms:created>
  <dcterms:modified xsi:type="dcterms:W3CDTF">2022-05-02T03:40:00Z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0x0101003059A0A621A69D4F962864A8BB5B8807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5 Operator skills/abattoir</vt:lpwstr>
  </property>
  <property fmtid="{D5CDD505-2E9C-101B-9397-08002B2CF9AE}" pid="29" name="Assigned to0">
    <vt:lpwstr/>
  </property>
</Properties>
</file>