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6125EB6E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713C728D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A73B87" w:rsidRPr="00A73B87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E92504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E67191E" w:rsidR="00F1480E" w:rsidRPr="004C6713" w:rsidRDefault="000F28AA" w:rsidP="009A5AAD">
            <w:pPr>
              <w:pStyle w:val="SIUNITCODE"/>
              <w:rPr>
                <w:rStyle w:val="SITemporaryText-green"/>
                <w:color w:val="auto"/>
              </w:rPr>
            </w:pPr>
            <w:r w:rsidRPr="004C6713">
              <w:rPr>
                <w:rStyle w:val="SITemporaryText-green"/>
                <w:color w:val="auto"/>
              </w:rPr>
              <w:t>AMPA</w:t>
            </w:r>
            <w:r w:rsidR="00843480" w:rsidRPr="004C6713">
              <w:rPr>
                <w:rStyle w:val="SITemporaryText-green"/>
                <w:color w:val="auto"/>
              </w:rPr>
              <w:t>B</w:t>
            </w:r>
            <w:r w:rsidR="00AC0581" w:rsidRPr="004C6713">
              <w:rPr>
                <w:rStyle w:val="SITemporaryText-green"/>
                <w:color w:val="auto"/>
              </w:rPr>
              <w:t>A</w:t>
            </w:r>
            <w:r w:rsidR="00843480" w:rsidRPr="004C6713">
              <w:rPr>
                <w:rStyle w:val="SITemporaryText-green"/>
                <w:color w:val="auto"/>
              </w:rPr>
              <w:t>3X1</w:t>
            </w:r>
            <w:r w:rsidR="00AD4A9F" w:rsidRPr="004C6713">
              <w:rPr>
                <w:rStyle w:val="SITemporaryText-green"/>
                <w:color w:val="auto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DE30F85" w14:textId="0B543E0B" w:rsidR="00F1480E" w:rsidRPr="005404CB" w:rsidRDefault="000F28AA" w:rsidP="005404CB">
            <w:pPr>
              <w:pStyle w:val="SIUnittitle"/>
            </w:pPr>
            <w:r w:rsidRPr="000F28AA">
              <w:t>Prepare head for inspection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05D95F" w14:textId="3BB39201" w:rsidR="001679AD" w:rsidRDefault="001679AD" w:rsidP="001679AD">
            <w:pPr>
              <w:pStyle w:val="SIText"/>
            </w:pPr>
            <w:r w:rsidRPr="001679AD">
              <w:t>This unit describes the skills and knowledge required to prepare a</w:t>
            </w:r>
            <w:r w:rsidR="00E92504">
              <w:t>n animal</w:t>
            </w:r>
            <w:r w:rsidRPr="001679AD">
              <w:t xml:space="preserve"> head for inspection by exposing the required glands and lymph nodes.</w:t>
            </w:r>
          </w:p>
          <w:p w14:paraId="65101513" w14:textId="77777777" w:rsidR="00D33AC3" w:rsidRPr="001679AD" w:rsidRDefault="00D33AC3" w:rsidP="001679AD">
            <w:pPr>
              <w:pStyle w:val="SIText"/>
            </w:pPr>
          </w:p>
          <w:p w14:paraId="1D70D8B2" w14:textId="143B6293" w:rsidR="001679AD" w:rsidRDefault="001679AD" w:rsidP="001679AD">
            <w:pPr>
              <w:pStyle w:val="SIText"/>
            </w:pPr>
            <w:r w:rsidRPr="001679AD">
              <w:t xml:space="preserve">This </w:t>
            </w:r>
            <w:r w:rsidR="00E92504">
              <w:t>applies</w:t>
            </w:r>
            <w:r w:rsidRPr="001679AD">
              <w:t xml:space="preserve"> to </w:t>
            </w:r>
            <w:r w:rsidR="00E92504">
              <w:t>individuals who</w:t>
            </w:r>
            <w:r w:rsidR="00E92504" w:rsidRPr="001679AD">
              <w:t xml:space="preserve"> prepar</w:t>
            </w:r>
            <w:r w:rsidR="00E92504">
              <w:t>e</w:t>
            </w:r>
            <w:r w:rsidR="00E92504" w:rsidRPr="001679AD">
              <w:t xml:space="preserve"> </w:t>
            </w:r>
            <w:r w:rsidR="00E92504">
              <w:t xml:space="preserve">animal </w:t>
            </w:r>
            <w:r w:rsidRPr="001679AD">
              <w:t xml:space="preserve">heads </w:t>
            </w:r>
            <w:r w:rsidR="00257A12">
              <w:t xml:space="preserve">in </w:t>
            </w:r>
            <w:r w:rsidR="0009523F" w:rsidRPr="003078F9">
              <w:t xml:space="preserve">abattoirs and game processing </w:t>
            </w:r>
            <w:r w:rsidR="002B55A2">
              <w:t>premises</w:t>
            </w:r>
            <w:r w:rsidR="00257A12">
              <w:t xml:space="preserve">, ready </w:t>
            </w:r>
            <w:r w:rsidRPr="001679AD">
              <w:t xml:space="preserve">for inspection by </w:t>
            </w:r>
            <w:r w:rsidR="0009523F" w:rsidRPr="003078F9">
              <w:t>a government authorised meat safety officer</w:t>
            </w:r>
            <w:r w:rsidR="0009523F">
              <w:t>.</w:t>
            </w:r>
          </w:p>
          <w:p w14:paraId="286A71B2" w14:textId="77777777" w:rsidR="00D33AC3" w:rsidRPr="001679AD" w:rsidRDefault="00D33AC3" w:rsidP="001679AD">
            <w:pPr>
              <w:pStyle w:val="SIText"/>
            </w:pPr>
          </w:p>
          <w:p w14:paraId="79E30E35" w14:textId="77777777" w:rsidR="00257A12" w:rsidRPr="00257A12" w:rsidRDefault="00257A12" w:rsidP="00257A12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257A12">
              <w:t>, food and meat safety regulations, legislation and standards that apply to the workplace.</w:t>
            </w:r>
          </w:p>
          <w:p w14:paraId="16A509C8" w14:textId="77777777" w:rsidR="00257A12" w:rsidRDefault="00257A12" w:rsidP="00257A12">
            <w:pPr>
              <w:pStyle w:val="SIText"/>
            </w:pPr>
          </w:p>
          <w:p w14:paraId="7ADB3185" w14:textId="37318187" w:rsidR="00373436" w:rsidRPr="000754EC" w:rsidRDefault="00257A12" w:rsidP="001679AD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0142ED9D" w:rsidR="00F1480E" w:rsidRPr="005404CB" w:rsidRDefault="00E92504" w:rsidP="00B13680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4541709A" w:rsidR="00F1480E" w:rsidRPr="00FD1D15" w:rsidRDefault="00843480" w:rsidP="00FD1D15">
            <w:pPr>
              <w:rPr>
                <w:rStyle w:val="SITemporaryText-green"/>
                <w:color w:val="auto"/>
                <w:sz w:val="20"/>
              </w:rPr>
            </w:pPr>
            <w:r>
              <w:t>Abattoir (AB</w:t>
            </w:r>
            <w:r w:rsidR="00AC0581">
              <w:t>A</w:t>
            </w:r>
            <w:r>
              <w:t>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95283" w:rsidRPr="00963A46" w14:paraId="4701AD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FEA082" w14:textId="3F0C8884" w:rsidR="00E95283" w:rsidRPr="005E4636" w:rsidRDefault="00E95283" w:rsidP="005E4636">
            <w:pPr>
              <w:pStyle w:val="SIText"/>
            </w:pPr>
            <w:bookmarkStart w:id="0" w:name="_Hlk85112628"/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62C2A397" w14:textId="0C6E5A15" w:rsidR="00E92504" w:rsidRPr="00D6607A" w:rsidRDefault="00E92504" w:rsidP="00E92504">
            <w:pPr>
              <w:pStyle w:val="SIText"/>
            </w:pPr>
            <w:r w:rsidRPr="00D6607A">
              <w:t xml:space="preserve">1.1 </w:t>
            </w:r>
            <w:r w:rsidR="00154220">
              <w:t>Read</w:t>
            </w:r>
            <w:r w:rsidR="00154220" w:rsidRPr="00D6607A">
              <w:t xml:space="preserve"> </w:t>
            </w:r>
            <w:r w:rsidRPr="00D6607A">
              <w:t>work instructions and clarify where required</w:t>
            </w:r>
          </w:p>
          <w:p w14:paraId="600AC7A6" w14:textId="02B688C7" w:rsidR="00E92504" w:rsidRDefault="00E92504" w:rsidP="00E92504">
            <w:pPr>
              <w:pStyle w:val="SIText"/>
            </w:pPr>
            <w:r w:rsidRPr="00D6607A">
              <w:t xml:space="preserve">1.2 </w:t>
            </w:r>
            <w:r w:rsidR="003A1375" w:rsidRPr="003A1375">
              <w:rPr>
                <w:rFonts w:eastAsiaTheme="minorHAnsi"/>
              </w:rPr>
              <w:t xml:space="preserve">Identify </w:t>
            </w:r>
            <w:r w:rsidR="003A1375">
              <w:rPr>
                <w:rFonts w:eastAsiaTheme="minorHAnsi"/>
              </w:rPr>
              <w:t>work</w:t>
            </w:r>
            <w:r w:rsidR="003A1375" w:rsidRPr="003A1375">
              <w:rPr>
                <w:rFonts w:eastAsiaTheme="minorHAnsi"/>
              </w:rPr>
              <w:t xml:space="preserve"> health </w:t>
            </w:r>
            <w:r w:rsidR="003A1375">
              <w:rPr>
                <w:rFonts w:eastAsiaTheme="minorHAnsi"/>
              </w:rPr>
              <w:t>and</w:t>
            </w:r>
            <w:r w:rsidR="003A1375" w:rsidRPr="003A1375">
              <w:rPr>
                <w:rFonts w:eastAsiaTheme="minorHAnsi"/>
              </w:rPr>
              <w:t xml:space="preserve"> safety</w:t>
            </w:r>
            <w:r w:rsidR="003A1375">
              <w:rPr>
                <w:rFonts w:eastAsiaTheme="minorHAnsi"/>
              </w:rPr>
              <w:t>,</w:t>
            </w:r>
            <w:r w:rsidR="003A1375" w:rsidRPr="003A1375">
              <w:rPr>
                <w:rFonts w:eastAsiaTheme="minorHAnsi"/>
              </w:rPr>
              <w:t xml:space="preserve"> and food safety hazards</w:t>
            </w:r>
            <w:r w:rsidR="003A1375">
              <w:rPr>
                <w:rFonts w:eastAsiaTheme="minorHAnsi"/>
              </w:rPr>
              <w:t xml:space="preserve"> and address associated risks</w:t>
            </w:r>
          </w:p>
          <w:p w14:paraId="3ECD251B" w14:textId="77777777" w:rsidR="00E92504" w:rsidRDefault="00E92504" w:rsidP="00E92504">
            <w:pPr>
              <w:pStyle w:val="SIText"/>
            </w:pPr>
            <w:r w:rsidRPr="00D6607A">
              <w:t xml:space="preserve">1.3 Wear appropriate personal protective equipment </w:t>
            </w:r>
            <w:r>
              <w:t xml:space="preserve">and clothing </w:t>
            </w:r>
            <w:r w:rsidRPr="00D6607A">
              <w:t xml:space="preserve">and ensure correct fit </w:t>
            </w:r>
          </w:p>
          <w:p w14:paraId="2E607F55" w14:textId="75613003" w:rsidR="00E95283" w:rsidRPr="005E4636" w:rsidRDefault="00E92504" w:rsidP="005E4636">
            <w:pPr>
              <w:pStyle w:val="SIText"/>
            </w:pPr>
            <w:r>
              <w:t>1.4 Ensure knife is sharp and ready for use</w:t>
            </w:r>
          </w:p>
        </w:tc>
      </w:tr>
      <w:bookmarkEnd w:id="0"/>
      <w:tr w:rsidR="005E4636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4340B66A" w:rsidR="005E4636" w:rsidRPr="005E4636" w:rsidRDefault="00E95283" w:rsidP="005E4636">
            <w:pPr>
              <w:pStyle w:val="SIText"/>
            </w:pPr>
            <w:r>
              <w:t>2</w:t>
            </w:r>
            <w:r w:rsidR="005E4636" w:rsidRPr="005E4636">
              <w:t>. Prepare head</w:t>
            </w:r>
          </w:p>
        </w:tc>
        <w:tc>
          <w:tcPr>
            <w:tcW w:w="3604" w:type="pct"/>
            <w:shd w:val="clear" w:color="auto" w:fill="auto"/>
          </w:tcPr>
          <w:p w14:paraId="04C12450" w14:textId="24A2EC08" w:rsidR="005E4636" w:rsidRPr="005E4636" w:rsidRDefault="00E92504" w:rsidP="005E4636">
            <w:pPr>
              <w:pStyle w:val="SIText"/>
            </w:pPr>
            <w:r>
              <w:t>2</w:t>
            </w:r>
            <w:r w:rsidR="005E4636" w:rsidRPr="005E4636">
              <w:t>.1 Identify glands and lymph nodes to be exposed</w:t>
            </w:r>
          </w:p>
          <w:p w14:paraId="3A0FC55B" w14:textId="1945BB7C" w:rsidR="00E92504" w:rsidRPr="005E4636" w:rsidRDefault="00E92504" w:rsidP="005E4636">
            <w:pPr>
              <w:pStyle w:val="SIText"/>
            </w:pPr>
            <w:r>
              <w:t>2</w:t>
            </w:r>
            <w:r w:rsidR="005E4636" w:rsidRPr="005E4636">
              <w:t>.2 Cut away tissue to expose glands and lymph nodes in accordance with work instructions and regulatory requirements</w:t>
            </w:r>
          </w:p>
          <w:p w14:paraId="76F89D5C" w14:textId="203D2365" w:rsidR="005E4636" w:rsidRPr="005E4636" w:rsidRDefault="00E92504">
            <w:pPr>
              <w:pStyle w:val="SIText"/>
            </w:pPr>
            <w:r>
              <w:t>2</w:t>
            </w:r>
            <w:r w:rsidR="005E4636" w:rsidRPr="005E4636">
              <w:t>.3 Identify and minimise sources of potential contamination and cross-contamination</w:t>
            </w:r>
          </w:p>
        </w:tc>
      </w:tr>
      <w:tr w:rsidR="0009523F" w:rsidRPr="00963A46" w14:paraId="73B672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CC4A42" w14:textId="68FD79DD" w:rsidR="0009523F" w:rsidRDefault="0009523F" w:rsidP="005E4636">
            <w:pPr>
              <w:pStyle w:val="SIText"/>
            </w:pPr>
            <w:r>
              <w:t>3. Present head</w:t>
            </w:r>
          </w:p>
        </w:tc>
        <w:tc>
          <w:tcPr>
            <w:tcW w:w="3604" w:type="pct"/>
            <w:shd w:val="clear" w:color="auto" w:fill="auto"/>
          </w:tcPr>
          <w:p w14:paraId="48A2A095" w14:textId="26DE9B9F" w:rsidR="007512EA" w:rsidRDefault="007512EA" w:rsidP="0009523F">
            <w:pPr>
              <w:pStyle w:val="SIText"/>
            </w:pPr>
            <w:r>
              <w:t>3</w:t>
            </w:r>
            <w:r w:rsidRPr="007512EA">
              <w:t>.</w:t>
            </w:r>
            <w:r>
              <w:t>1</w:t>
            </w:r>
            <w:r w:rsidRPr="007512EA">
              <w:t xml:space="preserve"> Identify and follow safe manual handling techniques when moving head</w:t>
            </w:r>
          </w:p>
          <w:p w14:paraId="6449866A" w14:textId="2074B0B7" w:rsidR="0009523F" w:rsidRPr="005E4636" w:rsidDel="00E92504" w:rsidRDefault="0009523F" w:rsidP="0009523F">
            <w:pPr>
              <w:pStyle w:val="SIText"/>
            </w:pPr>
            <w:r>
              <w:t>3</w:t>
            </w:r>
            <w:r w:rsidRPr="0009523F">
              <w:t>.</w:t>
            </w:r>
            <w:r w:rsidR="007512EA">
              <w:t>2</w:t>
            </w:r>
            <w:r w:rsidR="007512EA" w:rsidRPr="0009523F">
              <w:t xml:space="preserve"> </w:t>
            </w:r>
            <w:r w:rsidRPr="0009523F">
              <w:t xml:space="preserve">Present </w:t>
            </w:r>
            <w:r>
              <w:t>head</w:t>
            </w:r>
            <w:r w:rsidRPr="0009523F">
              <w:t xml:space="preserve"> for inspection according to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8431A" w:rsidRPr="00336FCA" w:rsidDel="00423CB2" w14:paraId="3816C6F4" w14:textId="77777777" w:rsidTr="00CA2922">
        <w:trPr>
          <w:tblHeader/>
        </w:trPr>
        <w:tc>
          <w:tcPr>
            <w:tcW w:w="1396" w:type="pct"/>
          </w:tcPr>
          <w:p w14:paraId="32D21441" w14:textId="112A9CE7" w:rsidR="0088431A" w:rsidRPr="005404CB" w:rsidRDefault="0088431A" w:rsidP="0088431A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05FD90E" w14:textId="5BA58846" w:rsidR="0088431A" w:rsidRPr="005404CB" w:rsidRDefault="0088431A" w:rsidP="00E92504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standard operating procedures</w:t>
            </w:r>
            <w:r w:rsidR="00154220">
              <w:rPr>
                <w:rFonts w:eastAsiaTheme="majorEastAsia"/>
              </w:rPr>
              <w:t xml:space="preserve"> and work instructions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37AC30ED" w:rsidR="00041E59" w:rsidRPr="006C6D5B" w:rsidRDefault="000F28AA" w:rsidP="006C6D5B">
            <w:pPr>
              <w:pStyle w:val="SIText"/>
            </w:pPr>
            <w:r w:rsidRPr="006C6D5B">
              <w:t>AMPA</w:t>
            </w:r>
            <w:r w:rsidR="00843480">
              <w:t>B</w:t>
            </w:r>
            <w:r w:rsidR="00F804D7">
              <w:t>A</w:t>
            </w:r>
            <w:r w:rsidRPr="006C6D5B">
              <w:t>3</w:t>
            </w:r>
            <w:r w:rsidR="00843480">
              <w:t>X1</w:t>
            </w:r>
            <w:r w:rsidRPr="006C6D5B">
              <w:t xml:space="preserve"> Prepare head for inspection</w:t>
            </w:r>
          </w:p>
        </w:tc>
        <w:tc>
          <w:tcPr>
            <w:tcW w:w="1105" w:type="pct"/>
          </w:tcPr>
          <w:p w14:paraId="66BFB0C6" w14:textId="2E628D8C" w:rsidR="00041E59" w:rsidRPr="006C6D5B" w:rsidRDefault="0088431A" w:rsidP="006C6D5B">
            <w:pPr>
              <w:pStyle w:val="SIText"/>
            </w:pPr>
            <w:r w:rsidRPr="006C6D5B">
              <w:t>AMPA3043 Prepare head for inspection</w:t>
            </w:r>
          </w:p>
        </w:tc>
        <w:tc>
          <w:tcPr>
            <w:tcW w:w="1251" w:type="pct"/>
          </w:tcPr>
          <w:p w14:paraId="37FF3826" w14:textId="63DDC2C5" w:rsidR="0088431A" w:rsidRPr="0088431A" w:rsidRDefault="0088431A" w:rsidP="0088431A">
            <w:pPr>
              <w:pStyle w:val="SIText"/>
            </w:pPr>
            <w:r w:rsidRPr="000A358A">
              <w:t>Unit code updated</w:t>
            </w:r>
          </w:p>
          <w:p w14:paraId="5519DF86" w14:textId="4D85F521" w:rsidR="0088431A" w:rsidRPr="0088431A" w:rsidRDefault="0088431A" w:rsidP="0088431A">
            <w:pPr>
              <w:pStyle w:val="SIText"/>
            </w:pPr>
            <w:r>
              <w:t>Prerequisite removed</w:t>
            </w:r>
          </w:p>
          <w:p w14:paraId="5CA0E9BA" w14:textId="2719CC9B" w:rsidR="0088431A" w:rsidRPr="0088431A" w:rsidRDefault="0088431A" w:rsidP="0088431A">
            <w:pPr>
              <w:pStyle w:val="SIText"/>
            </w:pPr>
            <w:r w:rsidRPr="000A358A">
              <w:t xml:space="preserve">Performance </w:t>
            </w:r>
            <w:r w:rsidRPr="0088431A">
              <w:t>Criteria clarified</w:t>
            </w:r>
          </w:p>
          <w:p w14:paraId="24335A71" w14:textId="25D0F404" w:rsidR="0088431A" w:rsidRPr="0088431A" w:rsidRDefault="0088431A" w:rsidP="0088431A">
            <w:pPr>
              <w:pStyle w:val="SIText"/>
            </w:pPr>
            <w:r w:rsidRPr="000A358A">
              <w:t xml:space="preserve">Foundation </w:t>
            </w:r>
            <w:r w:rsidR="00ED2B4F">
              <w:t>S</w:t>
            </w:r>
            <w:r w:rsidRPr="000A358A">
              <w:t>kills added</w:t>
            </w:r>
          </w:p>
          <w:p w14:paraId="631E6255" w14:textId="5C2E0B9A" w:rsidR="00041E59" w:rsidRPr="006C6D5B" w:rsidRDefault="0088431A" w:rsidP="0088431A">
            <w:pPr>
              <w:pStyle w:val="SIText"/>
            </w:pPr>
            <w:r w:rsidRPr="000A358A">
              <w:t xml:space="preserve">Performance Evidence, </w:t>
            </w:r>
            <w:r w:rsidRPr="0088431A">
              <w:t xml:space="preserve">Knowledge </w:t>
            </w:r>
            <w:r w:rsidR="00ED2B4F">
              <w:t>E</w:t>
            </w:r>
            <w:r w:rsidRPr="0088431A">
              <w:t>vidence and Assessment Conditions revised</w:t>
            </w:r>
          </w:p>
        </w:tc>
        <w:tc>
          <w:tcPr>
            <w:tcW w:w="1616" w:type="pct"/>
          </w:tcPr>
          <w:p w14:paraId="5B8F00A8" w14:textId="516871E7" w:rsidR="00916CD7" w:rsidRPr="006C6D5B" w:rsidRDefault="00E92504" w:rsidP="006C6D5B">
            <w:pPr>
              <w:pStyle w:val="SIText"/>
            </w:pPr>
            <w:r>
              <w:t>No</w:t>
            </w:r>
            <w:r w:rsidR="00843480">
              <w:t>t</w:t>
            </w:r>
            <w:r>
              <w:t xml:space="preserve"> e</w:t>
            </w:r>
            <w:r w:rsidR="00916CD7" w:rsidRPr="006C6D5B"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5BAF17EC" w:rsidR="00F1480E" w:rsidRPr="005404CB" w:rsidRDefault="00AD3AE5" w:rsidP="005404CB">
            <w:pPr>
              <w:pStyle w:val="SIText"/>
            </w:pPr>
            <w:hyperlink r:id="rId11" w:history="1">
              <w:r w:rsidR="00327E72" w:rsidRPr="00327E72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7A8AEB2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F28AA" w:rsidRPr="000F28AA">
              <w:t>AMPA</w:t>
            </w:r>
            <w:r w:rsidR="00843480">
              <w:t>B</w:t>
            </w:r>
            <w:r w:rsidR="00F804D7">
              <w:t>A</w:t>
            </w:r>
            <w:r w:rsidR="000F28AA" w:rsidRPr="000F28AA">
              <w:t>3</w:t>
            </w:r>
            <w:r w:rsidR="00843480">
              <w:t>X1</w:t>
            </w:r>
            <w:r w:rsidR="000F28AA" w:rsidRPr="000F28AA">
              <w:t xml:space="preserve"> Prepare head for inspection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39758C9" w14:textId="0E8A2C32" w:rsidR="0088431A" w:rsidRDefault="0088431A" w:rsidP="0088431A">
            <w:pPr>
              <w:pStyle w:val="SIText"/>
            </w:pPr>
            <w:r w:rsidRPr="0088431A">
              <w:t>An individual demonstrating competency must satisfy all of the elements and performance criteria in this unit.</w:t>
            </w:r>
          </w:p>
          <w:p w14:paraId="65CE2F23" w14:textId="77777777" w:rsidR="00E4270B" w:rsidRPr="0088431A" w:rsidRDefault="00E4270B" w:rsidP="0088431A">
            <w:pPr>
              <w:pStyle w:val="SIText"/>
            </w:pPr>
          </w:p>
          <w:p w14:paraId="2587FD1E" w14:textId="358F7C8D" w:rsidR="00F4769B" w:rsidRDefault="0088431A" w:rsidP="00F4769B">
            <w:pPr>
              <w:pStyle w:val="SIText"/>
            </w:pPr>
            <w:r w:rsidRPr="00EF2C4B">
              <w:t>There must be evidence that the individual has</w:t>
            </w:r>
            <w:r w:rsidR="00F4769B" w:rsidRPr="00F4769B">
              <w:t xml:space="preserve"> prepare</w:t>
            </w:r>
            <w:r>
              <w:t xml:space="preserve">d </w:t>
            </w:r>
            <w:r w:rsidR="007512EA">
              <w:t xml:space="preserve">and presented </w:t>
            </w:r>
            <w:r>
              <w:t xml:space="preserve">at least </w:t>
            </w:r>
            <w:r w:rsidR="003A1375">
              <w:t>t</w:t>
            </w:r>
            <w:r w:rsidR="002A27D6">
              <w:t>hree</w:t>
            </w:r>
            <w:r w:rsidR="003A1375" w:rsidRPr="00F4769B">
              <w:t xml:space="preserve"> </w:t>
            </w:r>
            <w:r w:rsidR="00F4769B" w:rsidRPr="00F4769B">
              <w:t>head</w:t>
            </w:r>
            <w:r w:rsidR="003A1375">
              <w:t>s</w:t>
            </w:r>
            <w:r w:rsidR="00F4769B" w:rsidRPr="00F4769B">
              <w:t xml:space="preserve"> for inspection </w:t>
            </w:r>
            <w:r w:rsidR="00154220">
              <w:t xml:space="preserve">at chain speed </w:t>
            </w:r>
            <w:r w:rsidR="00F4769B" w:rsidRPr="00F4769B">
              <w:t>by exposing the required glands and lymph nodes</w:t>
            </w:r>
            <w:r>
              <w:t>, including:</w:t>
            </w:r>
          </w:p>
          <w:p w14:paraId="76360D43" w14:textId="37AC07E1" w:rsidR="0088431A" w:rsidRDefault="00843480" w:rsidP="0088431A">
            <w:pPr>
              <w:pStyle w:val="SIBulletList1"/>
            </w:pPr>
            <w:r>
              <w:t xml:space="preserve">followed </w:t>
            </w:r>
            <w:r w:rsidR="0088431A">
              <w:t>safe work requirements</w:t>
            </w:r>
          </w:p>
          <w:p w14:paraId="73B12A28" w14:textId="524F2847" w:rsidR="00556C4C" w:rsidRPr="005404CB" w:rsidRDefault="00843480" w:rsidP="00FD1D15">
            <w:pPr>
              <w:pStyle w:val="SIBulletList1"/>
            </w:pPr>
            <w:r>
              <w:t xml:space="preserve">minimised </w:t>
            </w:r>
            <w:r w:rsidR="00E92504">
              <w:t xml:space="preserve">the risk of </w:t>
            </w:r>
            <w:r w:rsidR="0088431A">
              <w:t>contamination.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BC0E974" w14:textId="77777777" w:rsidR="0088431A" w:rsidRPr="0088431A" w:rsidRDefault="0088431A" w:rsidP="0088431A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88431A">
              <w:t>perform the tasks outlined in the elements and performance criteria of this unit. This includes knowledge of:</w:t>
            </w:r>
          </w:p>
          <w:p w14:paraId="5D4CD696" w14:textId="41C90376" w:rsidR="0088431A" w:rsidRDefault="0088431A" w:rsidP="0088431A">
            <w:pPr>
              <w:pStyle w:val="SIBulletList1"/>
            </w:pPr>
            <w:r w:rsidRPr="00265E5C">
              <w:t>purpose of head inspection</w:t>
            </w:r>
          </w:p>
          <w:p w14:paraId="7A505B9A" w14:textId="77777777" w:rsidR="00265E5C" w:rsidRPr="00265E5C" w:rsidRDefault="00265E5C" w:rsidP="00265E5C">
            <w:pPr>
              <w:pStyle w:val="SIBulletList1"/>
            </w:pPr>
            <w:r w:rsidRPr="00265E5C">
              <w:t>basic anatomy associated with the location of glands and lymph nodes</w:t>
            </w:r>
          </w:p>
          <w:p w14:paraId="77D71BE0" w14:textId="2319D996" w:rsidR="00265E5C" w:rsidRPr="00265E5C" w:rsidRDefault="00265E5C" w:rsidP="00265E5C">
            <w:pPr>
              <w:pStyle w:val="SIBulletList1"/>
            </w:pPr>
            <w:r w:rsidRPr="00265E5C">
              <w:t xml:space="preserve">procedures for minimising contamination of product </w:t>
            </w:r>
          </w:p>
          <w:p w14:paraId="084F1958" w14:textId="52782552" w:rsidR="0088431A" w:rsidRDefault="0088431A" w:rsidP="0088431A">
            <w:pPr>
              <w:pStyle w:val="SIBulletList1"/>
            </w:pPr>
            <w:r>
              <w:t xml:space="preserve">safe work </w:t>
            </w:r>
            <w:r w:rsidRPr="0088431A">
              <w:t>procedures for working with, sharpening and storing knives</w:t>
            </w:r>
          </w:p>
          <w:p w14:paraId="663CA868" w14:textId="712D63C7" w:rsidR="0088431A" w:rsidRPr="0088431A" w:rsidRDefault="0088431A" w:rsidP="0088431A">
            <w:pPr>
              <w:pStyle w:val="SIBulletList1"/>
            </w:pPr>
            <w:r>
              <w:t>correct use of personal protective equipment (PPE) and clothing for using knives</w:t>
            </w:r>
          </w:p>
          <w:p w14:paraId="3331F7D9" w14:textId="5CAA087C" w:rsidR="0088431A" w:rsidRPr="0088431A" w:rsidRDefault="0088431A" w:rsidP="0088431A">
            <w:pPr>
              <w:pStyle w:val="SIBulletList1"/>
            </w:pPr>
            <w:r w:rsidRPr="00BC4CE4">
              <w:t xml:space="preserve">workplace health and safety hazards and </w:t>
            </w:r>
            <w:r>
              <w:t>associated controls</w:t>
            </w:r>
          </w:p>
          <w:p w14:paraId="13583DF1" w14:textId="02146008" w:rsidR="0088431A" w:rsidRPr="005404CB" w:rsidRDefault="004666E0" w:rsidP="00FD1D15">
            <w:pPr>
              <w:pStyle w:val="SIBulletList1"/>
            </w:pPr>
            <w:r w:rsidRPr="00372635">
              <w:t xml:space="preserve">regulatory requirements for the presentation of </w:t>
            </w:r>
            <w:r w:rsidR="00467CD3">
              <w:t>heads</w:t>
            </w:r>
            <w:r w:rsidR="00467CD3" w:rsidRPr="00372635">
              <w:t xml:space="preserve"> </w:t>
            </w:r>
            <w:r w:rsidRPr="00372635">
              <w:t>for inspection</w:t>
            </w:r>
            <w:r w:rsidRPr="004666E0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E43E06E" w14:textId="77777777" w:rsidR="0088431A" w:rsidRPr="0088431A" w:rsidRDefault="0088431A" w:rsidP="0088431A">
            <w:pPr>
              <w:pStyle w:val="SIText"/>
            </w:pPr>
            <w:r>
              <w:t xml:space="preserve">Assessment of skills in this unit of competency must take place under the </w:t>
            </w:r>
            <w:r w:rsidRPr="0088431A">
              <w:t>following conditions:</w:t>
            </w:r>
          </w:p>
          <w:p w14:paraId="0D05DE7D" w14:textId="77777777" w:rsidR="0088431A" w:rsidRPr="0088431A" w:rsidRDefault="0088431A" w:rsidP="0088431A">
            <w:pPr>
              <w:pStyle w:val="SIBulletList1"/>
            </w:pPr>
            <w:r>
              <w:t>physical conditions:</w:t>
            </w:r>
          </w:p>
          <w:p w14:paraId="35352512" w14:textId="62B4C45B" w:rsidR="0088431A" w:rsidRPr="0088431A" w:rsidRDefault="0088431A" w:rsidP="0088431A">
            <w:pPr>
              <w:pStyle w:val="SIBulletList2"/>
            </w:pPr>
            <w:r>
              <w:t xml:space="preserve">skills must be demonstrated in a </w:t>
            </w:r>
            <w:r w:rsidRPr="00BC72C4">
              <w:t xml:space="preserve">registered meat processing </w:t>
            </w:r>
            <w:r w:rsidR="002B55A2">
              <w:t>premises</w:t>
            </w:r>
            <w:r w:rsidR="004666E0">
              <w:t>, on the slaughter floor</w:t>
            </w:r>
          </w:p>
          <w:p w14:paraId="52DBFE34" w14:textId="77777777" w:rsidR="0088431A" w:rsidRPr="0088431A" w:rsidRDefault="0088431A" w:rsidP="0088431A">
            <w:pPr>
              <w:pStyle w:val="SIBulletList1"/>
            </w:pPr>
            <w:r>
              <w:t>resources, equipment and materials:</w:t>
            </w:r>
          </w:p>
          <w:p w14:paraId="0FA8297E" w14:textId="0AFDC22B" w:rsidR="0088431A" w:rsidRDefault="0088431A" w:rsidP="0088431A">
            <w:pPr>
              <w:pStyle w:val="SIBulletList2"/>
            </w:pPr>
            <w:r>
              <w:t>real animal head/s</w:t>
            </w:r>
          </w:p>
          <w:p w14:paraId="5CB3E27C" w14:textId="7559C359" w:rsidR="0088431A" w:rsidRPr="0088431A" w:rsidRDefault="0088431A" w:rsidP="0088431A">
            <w:pPr>
              <w:pStyle w:val="SIBulletList2"/>
            </w:pPr>
            <w:r>
              <w:t xml:space="preserve">cleaning and sanitising </w:t>
            </w:r>
            <w:r w:rsidRPr="0088431A">
              <w:t>equipment according to workplace requirements</w:t>
            </w:r>
          </w:p>
          <w:p w14:paraId="59A768B9" w14:textId="57453D7A" w:rsidR="0088431A" w:rsidRPr="0088431A" w:rsidRDefault="0088431A" w:rsidP="0088431A">
            <w:pPr>
              <w:pStyle w:val="SIBulletList2"/>
            </w:pPr>
            <w:r>
              <w:t>PPE</w:t>
            </w:r>
            <w:r w:rsidR="00EB391E">
              <w:t xml:space="preserve"> </w:t>
            </w:r>
            <w:bookmarkStart w:id="1" w:name="_Hlk97559062"/>
            <w:r w:rsidR="00EB391E">
              <w:t>worn in line with workplace requirements</w:t>
            </w:r>
            <w:bookmarkEnd w:id="1"/>
          </w:p>
          <w:p w14:paraId="06697307" w14:textId="77777777" w:rsidR="0088431A" w:rsidRPr="0088431A" w:rsidRDefault="0088431A" w:rsidP="0088431A">
            <w:pPr>
              <w:pStyle w:val="SIBulletList1"/>
            </w:pPr>
            <w:r>
              <w:t>specifications:</w:t>
            </w:r>
          </w:p>
          <w:p w14:paraId="7EBE21FA" w14:textId="77777777" w:rsidR="0088431A" w:rsidRDefault="0088431A" w:rsidP="0088431A">
            <w:pPr>
              <w:pStyle w:val="SIBulletList2"/>
            </w:pPr>
            <w:r>
              <w:t>workplace standard operating procedures and task-related documents</w:t>
            </w:r>
          </w:p>
          <w:p w14:paraId="6E358561" w14:textId="3938D1BE" w:rsidR="0088431A" w:rsidRPr="0088431A" w:rsidRDefault="0088431A" w:rsidP="0088431A">
            <w:pPr>
              <w:pStyle w:val="SIBulletList1"/>
            </w:pPr>
            <w:r w:rsidRPr="0088431A">
              <w:t>timeframes</w:t>
            </w:r>
            <w:r w:rsidR="00843480">
              <w:t>:</w:t>
            </w:r>
          </w:p>
          <w:p w14:paraId="166E83A6" w14:textId="3D4BB391" w:rsidR="0088431A" w:rsidRPr="0088431A" w:rsidRDefault="0088431A" w:rsidP="0088431A">
            <w:pPr>
              <w:pStyle w:val="SIBulletList2"/>
            </w:pPr>
            <w:r w:rsidRPr="0088431A">
              <w:t>within typical operating and production conditions for the workplace.</w:t>
            </w:r>
          </w:p>
          <w:p w14:paraId="2D07ECA7" w14:textId="77777777" w:rsidR="00AD3AE5" w:rsidRPr="00AD3AE5" w:rsidRDefault="00AD3AE5" w:rsidP="00AD3AE5">
            <w:pPr>
              <w:pStyle w:val="SIText"/>
            </w:pPr>
          </w:p>
          <w:p w14:paraId="240E8582" w14:textId="77777777" w:rsidR="00AD3AE5" w:rsidRPr="00AD3AE5" w:rsidRDefault="00AD3AE5" w:rsidP="00AD3AE5">
            <w:pPr>
              <w:pStyle w:val="SIText"/>
            </w:pPr>
            <w:r w:rsidRPr="00AD3AE5">
              <w:t xml:space="preserve">Assessment for this unit must include at least three forms of evidence. </w:t>
            </w:r>
          </w:p>
          <w:p w14:paraId="28BD424F" w14:textId="77777777" w:rsidR="0088431A" w:rsidRDefault="0088431A" w:rsidP="0088431A">
            <w:pPr>
              <w:pStyle w:val="SIText"/>
            </w:pPr>
          </w:p>
          <w:p w14:paraId="6600173A" w14:textId="0861D1E3" w:rsidR="00F1480E" w:rsidRPr="00BC72C4" w:rsidRDefault="0088431A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271B81F5" w:rsidR="00F1480E" w:rsidRPr="005404CB" w:rsidRDefault="00AD3AE5" w:rsidP="005404CB">
            <w:pPr>
              <w:pStyle w:val="SIText"/>
            </w:pPr>
            <w:hyperlink r:id="rId12" w:history="1">
              <w:r w:rsidR="00327E72" w:rsidRPr="00327E72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B5CBB" w14:textId="77777777" w:rsidR="00144281" w:rsidRDefault="00144281" w:rsidP="00BF3F0A">
      <w:r>
        <w:separator/>
      </w:r>
    </w:p>
    <w:p w14:paraId="2681397E" w14:textId="77777777" w:rsidR="00144281" w:rsidRDefault="00144281"/>
  </w:endnote>
  <w:endnote w:type="continuationSeparator" w:id="0">
    <w:p w14:paraId="51E74C03" w14:textId="77777777" w:rsidR="00144281" w:rsidRDefault="00144281" w:rsidP="00BF3F0A">
      <w:r>
        <w:continuationSeparator/>
      </w:r>
    </w:p>
    <w:p w14:paraId="315BF4FE" w14:textId="77777777" w:rsidR="00144281" w:rsidRDefault="001442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DDE81" w14:textId="77777777" w:rsidR="00144281" w:rsidRDefault="00144281" w:rsidP="00BF3F0A">
      <w:r>
        <w:separator/>
      </w:r>
    </w:p>
    <w:p w14:paraId="5F4DABCA" w14:textId="77777777" w:rsidR="00144281" w:rsidRDefault="00144281"/>
  </w:footnote>
  <w:footnote w:type="continuationSeparator" w:id="0">
    <w:p w14:paraId="241799E7" w14:textId="77777777" w:rsidR="00144281" w:rsidRDefault="00144281" w:rsidP="00BF3F0A">
      <w:r>
        <w:continuationSeparator/>
      </w:r>
    </w:p>
    <w:p w14:paraId="3877F468" w14:textId="77777777" w:rsidR="00144281" w:rsidRDefault="001442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0ABEB583" w:rsidR="009C2650" w:rsidRPr="000F28AA" w:rsidRDefault="00AD3AE5" w:rsidP="000F28AA">
    <w:sdt>
      <w:sdtPr>
        <w:rPr>
          <w:lang w:eastAsia="en-US"/>
        </w:rPr>
        <w:id w:val="48328716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CCCF44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F28AA" w:rsidRPr="000F28AA">
      <w:rPr>
        <w:lang w:eastAsia="en-US"/>
      </w:rPr>
      <w:t>AMPA</w:t>
    </w:r>
    <w:r w:rsidR="00843480">
      <w:t>B</w:t>
    </w:r>
    <w:r w:rsidR="00F804D7">
      <w:t>A</w:t>
    </w:r>
    <w:r w:rsidR="000F28AA" w:rsidRPr="000F28AA">
      <w:rPr>
        <w:lang w:eastAsia="en-US"/>
      </w:rPr>
      <w:t>3</w:t>
    </w:r>
    <w:r w:rsidR="00843480">
      <w:t>X1</w:t>
    </w:r>
    <w:r w:rsidR="000F28AA" w:rsidRPr="000F28AA">
      <w:rPr>
        <w:lang w:eastAsia="en-US"/>
      </w:rPr>
      <w:t xml:space="preserve"> Prepare head for inspection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C6D1E3F"/>
    <w:multiLevelType w:val="multilevel"/>
    <w:tmpl w:val="2FD2F2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3620AE"/>
    <w:multiLevelType w:val="multilevel"/>
    <w:tmpl w:val="E4BC7C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3C0DE1"/>
    <w:multiLevelType w:val="multilevel"/>
    <w:tmpl w:val="4F304A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2566089">
    <w:abstractNumId w:val="8"/>
  </w:num>
  <w:num w:numId="2" w16cid:durableId="1595701244">
    <w:abstractNumId w:val="6"/>
  </w:num>
  <w:num w:numId="3" w16cid:durableId="2040619908">
    <w:abstractNumId w:val="3"/>
  </w:num>
  <w:num w:numId="4" w16cid:durableId="118227307">
    <w:abstractNumId w:val="15"/>
  </w:num>
  <w:num w:numId="5" w16cid:durableId="1691372337">
    <w:abstractNumId w:val="1"/>
  </w:num>
  <w:num w:numId="6" w16cid:durableId="1056976783">
    <w:abstractNumId w:val="7"/>
  </w:num>
  <w:num w:numId="7" w16cid:durableId="2135977353">
    <w:abstractNumId w:val="2"/>
  </w:num>
  <w:num w:numId="8" w16cid:durableId="234975453">
    <w:abstractNumId w:val="0"/>
  </w:num>
  <w:num w:numId="9" w16cid:durableId="2074958977">
    <w:abstractNumId w:val="14"/>
  </w:num>
  <w:num w:numId="10" w16cid:durableId="1659918074">
    <w:abstractNumId w:val="9"/>
  </w:num>
  <w:num w:numId="11" w16cid:durableId="2124373073">
    <w:abstractNumId w:val="13"/>
  </w:num>
  <w:num w:numId="12" w16cid:durableId="1066883037">
    <w:abstractNumId w:val="10"/>
  </w:num>
  <w:num w:numId="13" w16cid:durableId="411120826">
    <w:abstractNumId w:val="16"/>
  </w:num>
  <w:num w:numId="14" w16cid:durableId="191654033">
    <w:abstractNumId w:val="4"/>
  </w:num>
  <w:num w:numId="15" w16cid:durableId="584532343">
    <w:abstractNumId w:val="5"/>
  </w:num>
  <w:num w:numId="16" w16cid:durableId="949238809">
    <w:abstractNumId w:val="17"/>
  </w:num>
  <w:num w:numId="17" w16cid:durableId="1898710526">
    <w:abstractNumId w:val="18"/>
  </w:num>
  <w:num w:numId="18" w16cid:durableId="405028986">
    <w:abstractNumId w:val="11"/>
  </w:num>
  <w:num w:numId="19" w16cid:durableId="17201998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1AE1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523F"/>
    <w:rsid w:val="000A5441"/>
    <w:rsid w:val="000B2022"/>
    <w:rsid w:val="000C149A"/>
    <w:rsid w:val="000C224E"/>
    <w:rsid w:val="000D46EC"/>
    <w:rsid w:val="000E25E6"/>
    <w:rsid w:val="000E2C86"/>
    <w:rsid w:val="000F28AA"/>
    <w:rsid w:val="000F29F2"/>
    <w:rsid w:val="00101659"/>
    <w:rsid w:val="00105AEA"/>
    <w:rsid w:val="001078BF"/>
    <w:rsid w:val="00133957"/>
    <w:rsid w:val="001372F6"/>
    <w:rsid w:val="00144281"/>
    <w:rsid w:val="00144385"/>
    <w:rsid w:val="00146EEC"/>
    <w:rsid w:val="00151D55"/>
    <w:rsid w:val="00151D93"/>
    <w:rsid w:val="00154220"/>
    <w:rsid w:val="00156EF3"/>
    <w:rsid w:val="001679AD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9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7A12"/>
    <w:rsid w:val="00262FC3"/>
    <w:rsid w:val="0026394F"/>
    <w:rsid w:val="00265E5C"/>
    <w:rsid w:val="00267AF6"/>
    <w:rsid w:val="00274D29"/>
    <w:rsid w:val="00276DB8"/>
    <w:rsid w:val="00282664"/>
    <w:rsid w:val="00285FB8"/>
    <w:rsid w:val="002970C3"/>
    <w:rsid w:val="002A27D6"/>
    <w:rsid w:val="002A4CD3"/>
    <w:rsid w:val="002A6CC4"/>
    <w:rsid w:val="002B55A2"/>
    <w:rsid w:val="002C55E9"/>
    <w:rsid w:val="002D0C8B"/>
    <w:rsid w:val="002D330A"/>
    <w:rsid w:val="002E170C"/>
    <w:rsid w:val="002E193E"/>
    <w:rsid w:val="00305EFF"/>
    <w:rsid w:val="00310A6A"/>
    <w:rsid w:val="003144E6"/>
    <w:rsid w:val="00327E72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375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526A"/>
    <w:rsid w:val="003E72B6"/>
    <w:rsid w:val="003E7BBE"/>
    <w:rsid w:val="004127E3"/>
    <w:rsid w:val="0043212E"/>
    <w:rsid w:val="00434366"/>
    <w:rsid w:val="00434ECE"/>
    <w:rsid w:val="00442F63"/>
    <w:rsid w:val="00444423"/>
    <w:rsid w:val="00452F3E"/>
    <w:rsid w:val="0046239A"/>
    <w:rsid w:val="004640AE"/>
    <w:rsid w:val="004666E0"/>
    <w:rsid w:val="00466F18"/>
    <w:rsid w:val="004679E3"/>
    <w:rsid w:val="00467CD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713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0C32"/>
    <w:rsid w:val="005A1D70"/>
    <w:rsid w:val="005A3AA5"/>
    <w:rsid w:val="005A6C9C"/>
    <w:rsid w:val="005A74DC"/>
    <w:rsid w:val="005B5146"/>
    <w:rsid w:val="005D1AFD"/>
    <w:rsid w:val="005E4636"/>
    <w:rsid w:val="005E51E6"/>
    <w:rsid w:val="005F027A"/>
    <w:rsid w:val="005F33CC"/>
    <w:rsid w:val="005F39A2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6D5B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FFC"/>
    <w:rsid w:val="007404E9"/>
    <w:rsid w:val="007444CF"/>
    <w:rsid w:val="007512E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5C1E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480"/>
    <w:rsid w:val="00847B60"/>
    <w:rsid w:val="00850243"/>
    <w:rsid w:val="00851BE5"/>
    <w:rsid w:val="008545EB"/>
    <w:rsid w:val="00865011"/>
    <w:rsid w:val="0088431A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783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5AAD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2D29"/>
    <w:rsid w:val="00A554D6"/>
    <w:rsid w:val="00A56E14"/>
    <w:rsid w:val="00A6476B"/>
    <w:rsid w:val="00A73B87"/>
    <w:rsid w:val="00A76C6C"/>
    <w:rsid w:val="00A87356"/>
    <w:rsid w:val="00A92DD1"/>
    <w:rsid w:val="00AA5338"/>
    <w:rsid w:val="00AA5D02"/>
    <w:rsid w:val="00AB1B8E"/>
    <w:rsid w:val="00AB3EC1"/>
    <w:rsid w:val="00AB46DE"/>
    <w:rsid w:val="00AC0581"/>
    <w:rsid w:val="00AC0696"/>
    <w:rsid w:val="00AC4C98"/>
    <w:rsid w:val="00AC5F6B"/>
    <w:rsid w:val="00AD3896"/>
    <w:rsid w:val="00AD3AE5"/>
    <w:rsid w:val="00AD4A9F"/>
    <w:rsid w:val="00AD5B47"/>
    <w:rsid w:val="00AE1ED9"/>
    <w:rsid w:val="00AE32CB"/>
    <w:rsid w:val="00AF3957"/>
    <w:rsid w:val="00B0712C"/>
    <w:rsid w:val="00B12013"/>
    <w:rsid w:val="00B13680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2C4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1B7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AC3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369AA"/>
    <w:rsid w:val="00E40225"/>
    <w:rsid w:val="00E4270B"/>
    <w:rsid w:val="00E501F0"/>
    <w:rsid w:val="00E53232"/>
    <w:rsid w:val="00E6166D"/>
    <w:rsid w:val="00E91BFF"/>
    <w:rsid w:val="00E92504"/>
    <w:rsid w:val="00E92933"/>
    <w:rsid w:val="00E94FAD"/>
    <w:rsid w:val="00E95283"/>
    <w:rsid w:val="00EB0AA4"/>
    <w:rsid w:val="00EB391E"/>
    <w:rsid w:val="00EB5C88"/>
    <w:rsid w:val="00EC0469"/>
    <w:rsid w:val="00EC0C3E"/>
    <w:rsid w:val="00ED2B4F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929"/>
    <w:rsid w:val="00F33FF2"/>
    <w:rsid w:val="00F438FC"/>
    <w:rsid w:val="00F4769B"/>
    <w:rsid w:val="00F5616F"/>
    <w:rsid w:val="00F56451"/>
    <w:rsid w:val="00F56827"/>
    <w:rsid w:val="00F62866"/>
    <w:rsid w:val="00F65EF0"/>
    <w:rsid w:val="00F71651"/>
    <w:rsid w:val="00F76191"/>
    <w:rsid w:val="00F76CC6"/>
    <w:rsid w:val="00F804D7"/>
    <w:rsid w:val="00F83D7C"/>
    <w:rsid w:val="00FB232E"/>
    <w:rsid w:val="00FD1D1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27E7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137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4286AF1DCBA4E858D41B8CEF2E869" ma:contentTypeVersion="" ma:contentTypeDescription="Create a new document." ma:contentTypeScope="" ma:versionID="ac0179e1583fd7af34967d8a87148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EDCFD-0BDA-40C2-8757-83607AA14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88</TotalTime>
  <Pages>3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39</cp:revision>
  <cp:lastPrinted>2016-05-27T05:21:00Z</cp:lastPrinted>
  <dcterms:created xsi:type="dcterms:W3CDTF">2021-09-02T01:24:00Z</dcterms:created>
  <dcterms:modified xsi:type="dcterms:W3CDTF">2022-05-02T03:15:00Z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0x01010057C4286AF1DCBA4E858D41B8CEF2E869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