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DDA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B9B91B" w14:textId="77777777" w:rsidTr="00146EEC">
        <w:tc>
          <w:tcPr>
            <w:tcW w:w="2689" w:type="dxa"/>
          </w:tcPr>
          <w:p w14:paraId="2022D29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F67A2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C1B4F" w14:paraId="3215F999" w14:textId="77777777" w:rsidTr="00146EEC">
        <w:tc>
          <w:tcPr>
            <w:tcW w:w="2689" w:type="dxa"/>
          </w:tcPr>
          <w:p w14:paraId="13FF39D2" w14:textId="5B16F44B" w:rsidR="007C1B4F" w:rsidRPr="007C1B4F" w:rsidRDefault="007C1B4F" w:rsidP="007C1B4F">
            <w:pPr>
              <w:pStyle w:val="SIText"/>
            </w:pPr>
            <w:r w:rsidRPr="007C1B4F">
              <w:t xml:space="preserve">Release </w:t>
            </w:r>
            <w:r w:rsidR="00746B9E">
              <w:t>1</w:t>
            </w:r>
          </w:p>
        </w:tc>
        <w:tc>
          <w:tcPr>
            <w:tcW w:w="6939" w:type="dxa"/>
          </w:tcPr>
          <w:p w14:paraId="4159EE41" w14:textId="72F82263" w:rsidR="007C1B4F" w:rsidRPr="00575F52" w:rsidRDefault="007C1B4F" w:rsidP="007F2699">
            <w:pPr>
              <w:pStyle w:val="SIText"/>
            </w:pPr>
            <w:r w:rsidRPr="007F2699">
              <w:t>This version released with Agriculture, Horticulture and Conservation and Land Management Training Package Version</w:t>
            </w:r>
            <w:r w:rsidRPr="007F2699">
              <w:rPr>
                <w:rStyle w:val="SITemporaryText-blue"/>
                <w:color w:val="auto"/>
                <w:sz w:val="20"/>
              </w:rPr>
              <w:t xml:space="preserve"> </w:t>
            </w:r>
            <w:r w:rsidR="00A95F94" w:rsidRPr="00575F52">
              <w:rPr>
                <w:rStyle w:val="SITemporaryText-blue"/>
                <w:color w:val="auto"/>
                <w:sz w:val="20"/>
              </w:rPr>
              <w:t>9</w:t>
            </w:r>
            <w:r w:rsidRPr="00575F52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10152F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C0059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BC23EE" w14:textId="344C1BA3" w:rsidR="00F1480E" w:rsidRPr="005404CB" w:rsidRDefault="00C52EBA" w:rsidP="005404CB">
            <w:pPr>
              <w:pStyle w:val="SIUNITCODE"/>
            </w:pPr>
            <w:r w:rsidRPr="001302DE">
              <w:t>AHC</w:t>
            </w:r>
            <w:r w:rsidR="00FE1D41">
              <w:t>OCM</w:t>
            </w:r>
            <w:r w:rsidRPr="001302DE">
              <w:t>2</w:t>
            </w:r>
            <w:r w:rsidR="00746B9E">
              <w:t>X</w:t>
            </w:r>
            <w:r w:rsidRPr="001302DE">
              <w:t>01</w:t>
            </w:r>
          </w:p>
        </w:tc>
        <w:tc>
          <w:tcPr>
            <w:tcW w:w="3604" w:type="pct"/>
            <w:shd w:val="clear" w:color="auto" w:fill="auto"/>
          </w:tcPr>
          <w:p w14:paraId="27BB1922" w14:textId="66CD16CD" w:rsidR="00F1480E" w:rsidRPr="005404CB" w:rsidRDefault="001302DE" w:rsidP="005404CB">
            <w:pPr>
              <w:pStyle w:val="SIUnittitle"/>
            </w:pPr>
            <w:r w:rsidRPr="001302DE">
              <w:t xml:space="preserve">Maintain cultural </w:t>
            </w:r>
            <w:r w:rsidR="007D291C">
              <w:t>sites</w:t>
            </w:r>
          </w:p>
        </w:tc>
      </w:tr>
      <w:tr w:rsidR="00F1480E" w:rsidRPr="00963A46" w14:paraId="56490B77" w14:textId="77777777" w:rsidTr="00CA2922">
        <w:tc>
          <w:tcPr>
            <w:tcW w:w="1396" w:type="pct"/>
            <w:shd w:val="clear" w:color="auto" w:fill="auto"/>
          </w:tcPr>
          <w:p w14:paraId="14A45731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FB1AFA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44EE3" w14:textId="64F0A776" w:rsidR="00C52EBA" w:rsidRPr="00F67DFA" w:rsidRDefault="00C52EBA" w:rsidP="00C52EBA">
            <w:r w:rsidRPr="00F67DFA">
              <w:t xml:space="preserve">This unit of competency describes the skills and knowledge required to maintain </w:t>
            </w:r>
            <w:r w:rsidR="00A33E99">
              <w:t>Aboriginal and/or Torres Strait Islander</w:t>
            </w:r>
            <w:r w:rsidRPr="00F67DFA">
              <w:t xml:space="preserve"> cultural </w:t>
            </w:r>
            <w:r w:rsidR="007D291C">
              <w:t>sites</w:t>
            </w:r>
            <w:r w:rsidR="007D291C" w:rsidRPr="00F67DFA">
              <w:t xml:space="preserve"> </w:t>
            </w:r>
            <w:r w:rsidRPr="00F67DFA">
              <w:t xml:space="preserve">according to </w:t>
            </w:r>
            <w:r w:rsidR="00B071BC">
              <w:t xml:space="preserve">local </w:t>
            </w:r>
            <w:r w:rsidRPr="00F67DFA">
              <w:t>Community guidelines and cultural protocols.</w:t>
            </w:r>
          </w:p>
          <w:p w14:paraId="1DA9F2B7" w14:textId="77777777" w:rsidR="00564341" w:rsidRDefault="00564341" w:rsidP="00C52EBA"/>
          <w:p w14:paraId="4D2338A6" w14:textId="75BAE32C" w:rsidR="00C52EBA" w:rsidRPr="00F67DFA" w:rsidRDefault="00C52EBA" w:rsidP="00C52EBA">
            <w:r w:rsidRPr="00F67DFA">
              <w:t xml:space="preserve">This unit applies to individuals who work under general supervision and exercise limited autonomy with some accountability for own work. This includes undertaking defined activities and work in a structured context. </w:t>
            </w:r>
          </w:p>
          <w:p w14:paraId="36F308FF" w14:textId="77777777" w:rsidR="00564341" w:rsidRDefault="00564341" w:rsidP="00C52EBA">
            <w:pPr>
              <w:pStyle w:val="SIText"/>
            </w:pPr>
          </w:p>
          <w:p w14:paraId="32E6AB5E" w14:textId="6CAB5BF7" w:rsidR="00373436" w:rsidRPr="000754EC" w:rsidRDefault="00C52EBA" w:rsidP="00C52EBA">
            <w:pPr>
              <w:pStyle w:val="SIText"/>
            </w:pPr>
            <w:r w:rsidRPr="00F67DFA">
              <w:t>No licensing, legislative or certification requirements apply to this unit at the time of publication.</w:t>
            </w:r>
          </w:p>
        </w:tc>
      </w:tr>
      <w:tr w:rsidR="00F1480E" w:rsidRPr="00963A46" w14:paraId="34D47503" w14:textId="77777777" w:rsidTr="00CA2922">
        <w:tc>
          <w:tcPr>
            <w:tcW w:w="1396" w:type="pct"/>
            <w:shd w:val="clear" w:color="auto" w:fill="auto"/>
          </w:tcPr>
          <w:p w14:paraId="4B49B7A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617A9A8" w14:textId="381D57C0" w:rsidR="00F1480E" w:rsidRPr="005404CB" w:rsidRDefault="00C52EBA" w:rsidP="005404CB">
            <w:pPr>
              <w:pStyle w:val="SIText"/>
            </w:pPr>
            <w:r>
              <w:t>Nil</w:t>
            </w:r>
          </w:p>
        </w:tc>
      </w:tr>
      <w:tr w:rsidR="00F1480E" w:rsidRPr="00963A46" w14:paraId="41C4C7B1" w14:textId="77777777" w:rsidTr="00CA2922">
        <w:tc>
          <w:tcPr>
            <w:tcW w:w="1396" w:type="pct"/>
            <w:shd w:val="clear" w:color="auto" w:fill="auto"/>
          </w:tcPr>
          <w:p w14:paraId="5599CBE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83058A1" w14:textId="2067E517" w:rsidR="00F1480E" w:rsidRPr="005404CB" w:rsidRDefault="00A95F94" w:rsidP="00107D6E">
            <w:r>
              <w:t>On Country</w:t>
            </w:r>
            <w:r w:rsidR="00C52EBA" w:rsidRPr="00C52EBA">
              <w:t xml:space="preserve"> Management (</w:t>
            </w:r>
            <w:r>
              <w:t>OCM</w:t>
            </w:r>
            <w:r w:rsidR="00C52EBA" w:rsidRPr="00C52EBA">
              <w:t>)</w:t>
            </w:r>
          </w:p>
        </w:tc>
      </w:tr>
    </w:tbl>
    <w:p w14:paraId="352DBB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F405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89790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F553D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08A10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0734702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77DA90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2EBA" w:rsidRPr="00963A46" w14:paraId="50B44C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753C1" w14:textId="7428822D" w:rsidR="00C52EBA" w:rsidRPr="00C52EBA" w:rsidRDefault="00C52EBA" w:rsidP="00C52EBA">
            <w:pPr>
              <w:pStyle w:val="SIText"/>
            </w:pPr>
            <w:r w:rsidRPr="00F67DFA">
              <w:t>1.Assess maintenance work required</w:t>
            </w:r>
          </w:p>
        </w:tc>
        <w:tc>
          <w:tcPr>
            <w:tcW w:w="3604" w:type="pct"/>
            <w:shd w:val="clear" w:color="auto" w:fill="auto"/>
          </w:tcPr>
          <w:p w14:paraId="26460647" w14:textId="4CCC6FEF" w:rsidR="00C52EBA" w:rsidRPr="00C52EBA" w:rsidRDefault="00C52EBA" w:rsidP="00C52EBA">
            <w:r w:rsidRPr="00F67DFA">
              <w:t>1.1</w:t>
            </w:r>
            <w:r w:rsidR="005E4D3C">
              <w:t xml:space="preserve"> </w:t>
            </w:r>
            <w:r w:rsidRPr="00F67DFA">
              <w:t xml:space="preserve">Identify works required under the management plan and </w:t>
            </w:r>
            <w:r w:rsidR="00575F52">
              <w:t>organisational</w:t>
            </w:r>
            <w:r w:rsidRPr="00F67DFA">
              <w:t xml:space="preserve"> procedures</w:t>
            </w:r>
          </w:p>
          <w:p w14:paraId="676B8C76" w14:textId="73B0BA34" w:rsidR="00C52EBA" w:rsidRPr="00C52EBA" w:rsidRDefault="00C52EBA" w:rsidP="00C52EBA">
            <w:r w:rsidRPr="00F67DFA">
              <w:t>1.2</w:t>
            </w:r>
            <w:r w:rsidR="005E4D3C">
              <w:t xml:space="preserve"> </w:t>
            </w:r>
            <w:r w:rsidRPr="00F67DFA">
              <w:t>Identify</w:t>
            </w:r>
            <w:r w:rsidR="000E4307">
              <w:t xml:space="preserve"> required</w:t>
            </w:r>
            <w:r w:rsidRPr="00F67DFA">
              <w:t xml:space="preserve"> </w:t>
            </w:r>
            <w:r w:rsidR="000E4307">
              <w:t>machinery and tools</w:t>
            </w:r>
            <w:r w:rsidRPr="00C52EBA">
              <w:t xml:space="preserve"> to carry out maintenance works</w:t>
            </w:r>
          </w:p>
          <w:p w14:paraId="1F245A98" w14:textId="0E424C53" w:rsidR="00C52EBA" w:rsidRPr="00C52EBA" w:rsidRDefault="00C52EBA" w:rsidP="00C52EBA">
            <w:r w:rsidRPr="00F67DFA">
              <w:t>1.3</w:t>
            </w:r>
            <w:r w:rsidR="005E4D3C">
              <w:t xml:space="preserve"> </w:t>
            </w:r>
            <w:r w:rsidRPr="00F67DFA">
              <w:t>Estimate materials required for maintenance work</w:t>
            </w:r>
          </w:p>
        </w:tc>
      </w:tr>
      <w:tr w:rsidR="00C52EBA" w:rsidRPr="00963A46" w14:paraId="508A58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083C3" w14:textId="76D48737" w:rsidR="00C52EBA" w:rsidRPr="00C52EBA" w:rsidRDefault="00C52EBA" w:rsidP="00C52EBA">
            <w:pPr>
              <w:pStyle w:val="SIText"/>
            </w:pPr>
            <w:r w:rsidRPr="00F67DFA">
              <w:t>2.</w:t>
            </w:r>
            <w:r w:rsidR="005E4D3C">
              <w:t xml:space="preserve"> </w:t>
            </w:r>
            <w:r w:rsidRPr="00F67DFA">
              <w:t>Prepare for maintenance</w:t>
            </w:r>
          </w:p>
        </w:tc>
        <w:tc>
          <w:tcPr>
            <w:tcW w:w="3604" w:type="pct"/>
            <w:shd w:val="clear" w:color="auto" w:fill="auto"/>
          </w:tcPr>
          <w:p w14:paraId="520418E7" w14:textId="5DE451DA" w:rsidR="00C52EBA" w:rsidRDefault="00C52EBA" w:rsidP="00C52EBA">
            <w:r w:rsidRPr="00F67DFA">
              <w:t>2.1</w:t>
            </w:r>
            <w:r w:rsidR="005E4D3C">
              <w:t xml:space="preserve"> </w:t>
            </w:r>
            <w:r w:rsidRPr="00F67DFA">
              <w:t>Organise machine</w:t>
            </w:r>
            <w:r w:rsidR="000E4307">
              <w:t>ry</w:t>
            </w:r>
            <w:r w:rsidRPr="00F67DFA">
              <w:t xml:space="preserve">, </w:t>
            </w:r>
            <w:r w:rsidR="000E4307">
              <w:t>tools</w:t>
            </w:r>
            <w:r w:rsidRPr="00F67DFA">
              <w:t xml:space="preserve"> and materials to carry out maintenance works</w:t>
            </w:r>
          </w:p>
          <w:p w14:paraId="68878F30" w14:textId="638E150C" w:rsidR="000E4307" w:rsidRPr="00C52EBA" w:rsidRDefault="000E4307" w:rsidP="00C52EBA">
            <w:r>
              <w:t>2.2 Inspect area for hazards associated with maintenance work and report to supervisor</w:t>
            </w:r>
          </w:p>
          <w:p w14:paraId="0DCB6FBD" w14:textId="768530FC" w:rsidR="00C52EBA" w:rsidRPr="00C52EBA" w:rsidRDefault="00C52EBA" w:rsidP="00C52EBA">
            <w:pPr>
              <w:pStyle w:val="SIText"/>
            </w:pPr>
            <w:r w:rsidRPr="00F67DFA">
              <w:t>2.</w:t>
            </w:r>
            <w:r w:rsidR="000E4307">
              <w:t xml:space="preserve">3 </w:t>
            </w:r>
            <w:r w:rsidRPr="00F67DFA">
              <w:t>Prepare and assemble safety equipment and materials</w:t>
            </w:r>
          </w:p>
        </w:tc>
      </w:tr>
      <w:tr w:rsidR="00C52EBA" w:rsidRPr="00963A46" w14:paraId="634B4E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6AC6CF" w14:textId="6EB5388B" w:rsidR="00C52EBA" w:rsidRPr="00C52EBA" w:rsidRDefault="00C52EBA" w:rsidP="00C52EBA">
            <w:pPr>
              <w:pStyle w:val="SIText"/>
            </w:pPr>
            <w:r w:rsidRPr="00F67DFA">
              <w:t>3.</w:t>
            </w:r>
            <w:r w:rsidR="005E4D3C">
              <w:t xml:space="preserve"> </w:t>
            </w:r>
            <w:r w:rsidRPr="00F67DFA">
              <w:t xml:space="preserve">Maintain condition of </w:t>
            </w:r>
            <w:r w:rsidR="007D291C">
              <w:t>cultural site</w:t>
            </w:r>
          </w:p>
        </w:tc>
        <w:tc>
          <w:tcPr>
            <w:tcW w:w="3604" w:type="pct"/>
            <w:shd w:val="clear" w:color="auto" w:fill="auto"/>
          </w:tcPr>
          <w:p w14:paraId="01E94C07" w14:textId="178E1E68" w:rsidR="00C52EBA" w:rsidRPr="00C52EBA" w:rsidRDefault="00C52EBA" w:rsidP="00C52EBA">
            <w:r w:rsidRPr="00F67DFA">
              <w:t>3.1</w:t>
            </w:r>
            <w:r w:rsidR="005E4D3C">
              <w:t xml:space="preserve"> </w:t>
            </w:r>
            <w:r w:rsidRPr="00F67DFA">
              <w:t>Undertake maintenance work according to work programs and work health and safety policies and procedures</w:t>
            </w:r>
          </w:p>
          <w:p w14:paraId="6E166037" w14:textId="39471638" w:rsidR="00C52EBA" w:rsidRPr="00C52EBA" w:rsidRDefault="00C52EBA" w:rsidP="00C52EBA">
            <w:r w:rsidRPr="00F67DFA">
              <w:t>3.2</w:t>
            </w:r>
            <w:r w:rsidR="005E4D3C">
              <w:t xml:space="preserve"> </w:t>
            </w:r>
            <w:r w:rsidR="007D291C">
              <w:t>Recognise flora and/or fauna which may pose a threat to the cultural site and report to supervisor</w:t>
            </w:r>
          </w:p>
          <w:p w14:paraId="6B760D3E" w14:textId="4660AAFD" w:rsidR="00C52EBA" w:rsidRPr="00C52EBA" w:rsidRDefault="00C52EBA" w:rsidP="00C52EBA">
            <w:r w:rsidRPr="00F67DFA">
              <w:t>3.3</w:t>
            </w:r>
            <w:r w:rsidR="005E4D3C">
              <w:t xml:space="preserve"> </w:t>
            </w:r>
            <w:r w:rsidRPr="00F67DFA">
              <w:t>Report evidence of deterioration and wear</w:t>
            </w:r>
          </w:p>
          <w:p w14:paraId="401AE837" w14:textId="772C4792" w:rsidR="00C52EBA" w:rsidRPr="00C52EBA" w:rsidRDefault="00C52EBA" w:rsidP="00C52EBA">
            <w:pPr>
              <w:pStyle w:val="SIText"/>
            </w:pPr>
            <w:r w:rsidRPr="00F67DFA">
              <w:t>3.4</w:t>
            </w:r>
            <w:r w:rsidR="005E4D3C">
              <w:t xml:space="preserve"> </w:t>
            </w:r>
            <w:r w:rsidRPr="00F67DFA">
              <w:t xml:space="preserve">Clean up </w:t>
            </w:r>
            <w:r w:rsidR="007D291C">
              <w:t>cultural site</w:t>
            </w:r>
            <w:r w:rsidRPr="00C52EBA">
              <w:t xml:space="preserve"> on completion of maintenance works</w:t>
            </w:r>
          </w:p>
        </w:tc>
      </w:tr>
      <w:tr w:rsidR="00C52EBA" w:rsidRPr="00963A46" w14:paraId="117155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0A8FE" w14:textId="78C29516" w:rsidR="00C52EBA" w:rsidRPr="00C52EBA" w:rsidRDefault="00C52EBA" w:rsidP="00C52EBA">
            <w:pPr>
              <w:pStyle w:val="SIText"/>
            </w:pPr>
            <w:r w:rsidRPr="00F67DFA">
              <w:t>4.</w:t>
            </w:r>
            <w:r w:rsidR="005E4D3C">
              <w:t xml:space="preserve"> </w:t>
            </w:r>
            <w:r w:rsidRPr="00F67DFA">
              <w:t xml:space="preserve">Protect cultural </w:t>
            </w:r>
            <w:r w:rsidR="007D291C">
              <w:t>site</w:t>
            </w:r>
          </w:p>
        </w:tc>
        <w:tc>
          <w:tcPr>
            <w:tcW w:w="3604" w:type="pct"/>
            <w:shd w:val="clear" w:color="auto" w:fill="auto"/>
          </w:tcPr>
          <w:p w14:paraId="44B9B469" w14:textId="5BDE604E" w:rsidR="00C52EBA" w:rsidRPr="00C52EBA" w:rsidRDefault="00C52EBA" w:rsidP="00C52EBA">
            <w:r w:rsidRPr="00F67DFA">
              <w:t>4.1</w:t>
            </w:r>
            <w:r w:rsidR="005E4D3C">
              <w:t xml:space="preserve"> </w:t>
            </w:r>
            <w:r w:rsidRPr="00F67DFA">
              <w:t xml:space="preserve">Report any evidence of damage to </w:t>
            </w:r>
            <w:r w:rsidR="007D291C">
              <w:t>cultural site</w:t>
            </w:r>
            <w:r w:rsidR="007D291C" w:rsidRPr="00F67DFA">
              <w:t xml:space="preserve"> </w:t>
            </w:r>
            <w:r w:rsidRPr="00F67DFA">
              <w:t>to supervisor</w:t>
            </w:r>
          </w:p>
          <w:p w14:paraId="234AFD6F" w14:textId="0917EDD0" w:rsidR="00C52EBA" w:rsidRPr="00C52EBA" w:rsidRDefault="00C52EBA" w:rsidP="00C52EBA">
            <w:r w:rsidRPr="00F67DFA">
              <w:t>4.2</w:t>
            </w:r>
            <w:r w:rsidR="005E4D3C">
              <w:t xml:space="preserve"> </w:t>
            </w:r>
            <w:r w:rsidRPr="00F67DFA">
              <w:t xml:space="preserve">Report any breach of </w:t>
            </w:r>
            <w:r w:rsidR="00CC2771">
              <w:t xml:space="preserve">organisation's procedures </w:t>
            </w:r>
            <w:r w:rsidRPr="00F67DFA">
              <w:t>to supervisor</w:t>
            </w:r>
          </w:p>
          <w:p w14:paraId="501003DF" w14:textId="2BD56837" w:rsidR="00C52EBA" w:rsidRPr="00C52EBA" w:rsidRDefault="00C52EBA" w:rsidP="00C52EBA">
            <w:pPr>
              <w:pStyle w:val="SIText"/>
            </w:pPr>
            <w:r w:rsidRPr="00F67DFA">
              <w:t>4.3</w:t>
            </w:r>
            <w:r w:rsidR="005E4D3C">
              <w:t xml:space="preserve"> </w:t>
            </w:r>
            <w:r w:rsidRPr="00F67DFA">
              <w:t>Maintain protective barriers and signs</w:t>
            </w:r>
          </w:p>
        </w:tc>
      </w:tr>
    </w:tbl>
    <w:p w14:paraId="5B0CEAF7" w14:textId="77777777" w:rsidR="005F771F" w:rsidRDefault="005F771F" w:rsidP="005F771F">
      <w:pPr>
        <w:pStyle w:val="SIText"/>
      </w:pPr>
    </w:p>
    <w:p w14:paraId="199EDC20" w14:textId="77777777" w:rsidR="005F771F" w:rsidRPr="000754EC" w:rsidRDefault="005F771F" w:rsidP="000754EC">
      <w:r>
        <w:br w:type="page"/>
      </w:r>
    </w:p>
    <w:p w14:paraId="7E6F7BA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58BFCB" w14:textId="77777777" w:rsidTr="00CA2922">
        <w:trPr>
          <w:tblHeader/>
        </w:trPr>
        <w:tc>
          <w:tcPr>
            <w:tcW w:w="5000" w:type="pct"/>
            <w:gridSpan w:val="2"/>
          </w:tcPr>
          <w:p w14:paraId="15E7D98A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A914032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532B13" w14:textId="77777777" w:rsidTr="00CA2922">
        <w:trPr>
          <w:tblHeader/>
        </w:trPr>
        <w:tc>
          <w:tcPr>
            <w:tcW w:w="1396" w:type="pct"/>
          </w:tcPr>
          <w:p w14:paraId="34C28B8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6F065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2B48" w:rsidRPr="00336FCA" w:rsidDel="00423CB2" w14:paraId="3B729F70" w14:textId="77777777" w:rsidTr="00CA2922">
        <w:tc>
          <w:tcPr>
            <w:tcW w:w="1396" w:type="pct"/>
          </w:tcPr>
          <w:p w14:paraId="6DA827DB" w14:textId="1575B702" w:rsidR="00922B48" w:rsidRPr="00575F52" w:rsidRDefault="00922B48" w:rsidP="00575F52">
            <w:pPr>
              <w:pStyle w:val="SIText"/>
            </w:pPr>
            <w:r w:rsidRPr="00575F52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0E4D02D7" w14:textId="760AF4BD" w:rsidR="00922B48" w:rsidRPr="00575F52" w:rsidRDefault="00575F52" w:rsidP="00575F52">
            <w:pPr>
              <w:pStyle w:val="SIBulletList1"/>
            </w:pPr>
            <w:r w:rsidRPr="00575F52">
              <w:rPr>
                <w:rStyle w:val="SITemporaryText-blue"/>
                <w:color w:val="auto"/>
                <w:sz w:val="20"/>
              </w:rPr>
              <w:t>Interpret o</w:t>
            </w:r>
            <w:r w:rsidR="002E1E0D" w:rsidRPr="00575F52">
              <w:rPr>
                <w:rStyle w:val="SITemporaryText-blue"/>
                <w:color w:val="auto"/>
                <w:sz w:val="20"/>
              </w:rPr>
              <w:t>perating/instruction manuals for machinery and tools</w:t>
            </w:r>
          </w:p>
        </w:tc>
      </w:tr>
      <w:tr w:rsidR="00922B48" w:rsidRPr="00336FCA" w:rsidDel="00423CB2" w14:paraId="626FBC39" w14:textId="77777777" w:rsidTr="00CA2922">
        <w:tc>
          <w:tcPr>
            <w:tcW w:w="1396" w:type="pct"/>
          </w:tcPr>
          <w:p w14:paraId="6995C3E2" w14:textId="184F23F8" w:rsidR="00922B48" w:rsidRPr="00575F52" w:rsidRDefault="00922B48" w:rsidP="00575F52">
            <w:pPr>
              <w:pStyle w:val="SIText"/>
            </w:pPr>
            <w:r w:rsidRPr="00575F52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188A6B2" w14:textId="2F2394DF" w:rsidR="00922B48" w:rsidRPr="00575F52" w:rsidRDefault="00922B48" w:rsidP="00575F52">
            <w:pPr>
              <w:pStyle w:val="SIBulletList1"/>
              <w:rPr>
                <w:rFonts w:eastAsia="Calibri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Use culturally appropriate verbal and non-verbal communication </w:t>
            </w:r>
          </w:p>
        </w:tc>
      </w:tr>
      <w:tr w:rsidR="002E1E0D" w:rsidRPr="00336FCA" w:rsidDel="00423CB2" w14:paraId="08BF699E" w14:textId="77777777" w:rsidTr="00CA2922">
        <w:tc>
          <w:tcPr>
            <w:tcW w:w="1396" w:type="pct"/>
          </w:tcPr>
          <w:p w14:paraId="726C1954" w14:textId="63037FB2" w:rsidR="002E1E0D" w:rsidRPr="00575F52" w:rsidRDefault="002E1E0D" w:rsidP="00575F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06AB093" w14:textId="77777777" w:rsidR="002E1E0D" w:rsidRPr="00575F52" w:rsidRDefault="002E1E0D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Measure area of cultural site to be maintained</w:t>
            </w:r>
          </w:p>
          <w:p w14:paraId="381495B1" w14:textId="1C2F0308" w:rsidR="002E1E0D" w:rsidRPr="00575F52" w:rsidRDefault="002E1E0D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Calculate required amounts for materials</w:t>
            </w:r>
          </w:p>
        </w:tc>
      </w:tr>
    </w:tbl>
    <w:p w14:paraId="4BCCDEAF" w14:textId="77777777" w:rsidR="00916CD7" w:rsidRDefault="00916CD7" w:rsidP="005F771F">
      <w:pPr>
        <w:pStyle w:val="SIText"/>
      </w:pPr>
    </w:p>
    <w:p w14:paraId="370BE0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E14716" w14:textId="77777777" w:rsidTr="00F33FF2">
        <w:tc>
          <w:tcPr>
            <w:tcW w:w="5000" w:type="pct"/>
            <w:gridSpan w:val="4"/>
          </w:tcPr>
          <w:p w14:paraId="5DB4745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01CD8080" w14:textId="77777777" w:rsidTr="00F33FF2">
        <w:tc>
          <w:tcPr>
            <w:tcW w:w="1028" w:type="pct"/>
          </w:tcPr>
          <w:p w14:paraId="53710A6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A820F4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7704F1D3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BE2CE8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A82C4B7" w14:textId="77777777" w:rsidTr="00F33FF2">
        <w:tc>
          <w:tcPr>
            <w:tcW w:w="1028" w:type="pct"/>
          </w:tcPr>
          <w:p w14:paraId="43C7552A" w14:textId="6AEC7BAF" w:rsidR="009F10D9" w:rsidRPr="005404CB" w:rsidRDefault="00746B9E" w:rsidP="005404CB">
            <w:pPr>
              <w:pStyle w:val="SIText"/>
            </w:pPr>
            <w:r w:rsidRPr="00746B9E">
              <w:t>AHC</w:t>
            </w:r>
            <w:r w:rsidR="00FE1D41">
              <w:t>OCM</w:t>
            </w:r>
            <w:r w:rsidRPr="00746B9E">
              <w:t>2X01</w:t>
            </w:r>
            <w:r>
              <w:t xml:space="preserve"> </w:t>
            </w:r>
            <w:r w:rsidR="00922B48" w:rsidRPr="00922B48">
              <w:t xml:space="preserve">Maintain cultural </w:t>
            </w:r>
            <w:r w:rsidR="007D291C">
              <w:t>sites</w:t>
            </w:r>
          </w:p>
        </w:tc>
        <w:tc>
          <w:tcPr>
            <w:tcW w:w="1105" w:type="pct"/>
          </w:tcPr>
          <w:p w14:paraId="6988A4FC" w14:textId="1A48E7B5" w:rsidR="00041E59" w:rsidRDefault="00922B48" w:rsidP="005404CB">
            <w:pPr>
              <w:pStyle w:val="SIText"/>
            </w:pPr>
            <w:r w:rsidRPr="00922B48">
              <w:t>AHCILM201 Maintain cultural places</w:t>
            </w:r>
          </w:p>
          <w:p w14:paraId="511AFB9C" w14:textId="3A9B0E84" w:rsidR="009F10D9" w:rsidRPr="005404CB" w:rsidRDefault="009F10D9" w:rsidP="000C639D">
            <w:pPr>
              <w:pStyle w:val="SIText"/>
            </w:pPr>
          </w:p>
        </w:tc>
        <w:tc>
          <w:tcPr>
            <w:tcW w:w="1251" w:type="pct"/>
          </w:tcPr>
          <w:p w14:paraId="63FB4794" w14:textId="77777777" w:rsidR="009F10D9" w:rsidRDefault="009F10D9" w:rsidP="005404CB">
            <w:pPr>
              <w:pStyle w:val="SIText"/>
            </w:pPr>
            <w:r w:rsidRPr="009F10D9">
              <w:t xml:space="preserve">Minor changes to Application </w:t>
            </w:r>
          </w:p>
          <w:p w14:paraId="2BE17954" w14:textId="77777777" w:rsidR="009F10D9" w:rsidRDefault="009F10D9" w:rsidP="005404CB">
            <w:pPr>
              <w:pStyle w:val="SIText"/>
            </w:pPr>
            <w:r w:rsidRPr="009F10D9">
              <w:t xml:space="preserve">Minor changes to Elements and Performance Criteria Added Foundation Skills Revised Performance Evidence to express assessment in terms of frequency </w:t>
            </w:r>
          </w:p>
          <w:p w14:paraId="69135FB9" w14:textId="77777777" w:rsidR="009F10D9" w:rsidRDefault="009F10D9" w:rsidP="005404CB">
            <w:pPr>
              <w:pStyle w:val="SIText"/>
            </w:pPr>
            <w:r w:rsidRPr="009F10D9">
              <w:t xml:space="preserve">Revised Knowledge Evidence </w:t>
            </w:r>
          </w:p>
          <w:p w14:paraId="13DE65D9" w14:textId="03F8564C" w:rsidR="00922B48" w:rsidRPr="005404CB" w:rsidRDefault="009F10D9" w:rsidP="005404CB">
            <w:pPr>
              <w:pStyle w:val="SIText"/>
            </w:pPr>
            <w:r w:rsidRPr="009F10D9">
              <w:t>Revised Assessment Conditions to include Assessor requirements</w:t>
            </w:r>
          </w:p>
        </w:tc>
        <w:tc>
          <w:tcPr>
            <w:tcW w:w="1616" w:type="pct"/>
          </w:tcPr>
          <w:p w14:paraId="61B2FC37" w14:textId="7537D6AF" w:rsidR="00916CD7" w:rsidRPr="005404CB" w:rsidRDefault="00916CD7" w:rsidP="005404CB">
            <w:pPr>
              <w:pStyle w:val="SIText"/>
            </w:pPr>
            <w:r w:rsidRPr="005404CB">
              <w:t xml:space="preserve">Equivalent </w:t>
            </w:r>
          </w:p>
        </w:tc>
      </w:tr>
    </w:tbl>
    <w:p w14:paraId="75C168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B49258" w14:textId="77777777" w:rsidTr="00CA2922">
        <w:tc>
          <w:tcPr>
            <w:tcW w:w="1396" w:type="pct"/>
            <w:shd w:val="clear" w:color="auto" w:fill="auto"/>
          </w:tcPr>
          <w:p w14:paraId="17C6CCC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AA07B7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55F6DE22" w14:textId="06115D1D" w:rsidR="00F1480E" w:rsidRPr="005404CB" w:rsidRDefault="007B1F0D" w:rsidP="005404CB">
            <w:pPr>
              <w:pStyle w:val="SIText"/>
            </w:pPr>
            <w:r w:rsidRPr="007B1F0D">
              <w:t>https://vetnet.gov.au/Pages/TrainingDocs.aspx?q=c6399549-9c62-4a5e-bf1a-524b2322cf72.</w:t>
            </w:r>
          </w:p>
        </w:tc>
      </w:tr>
    </w:tbl>
    <w:p w14:paraId="7C5F2B8F" w14:textId="77777777" w:rsidR="00F1480E" w:rsidRDefault="00F1480E" w:rsidP="005F771F">
      <w:pPr>
        <w:pStyle w:val="SIText"/>
      </w:pPr>
    </w:p>
    <w:p w14:paraId="6A16F4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7BCDD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BD0CD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8A186CB" w14:textId="183CA48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C639D" w:rsidRPr="001302DE">
              <w:t>AHC</w:t>
            </w:r>
            <w:r w:rsidR="00FE1D41">
              <w:t>OCM</w:t>
            </w:r>
            <w:r w:rsidR="000C639D" w:rsidRPr="001302DE">
              <w:t>2</w:t>
            </w:r>
            <w:r w:rsidR="000C639D" w:rsidRPr="000C639D">
              <w:t>X01</w:t>
            </w:r>
            <w:r w:rsidR="000C639D">
              <w:t xml:space="preserve"> </w:t>
            </w:r>
            <w:r w:rsidR="00922B48" w:rsidRPr="00922B48">
              <w:t xml:space="preserve">Maintain cultural </w:t>
            </w:r>
            <w:r w:rsidR="007D291C">
              <w:t>sites</w:t>
            </w:r>
          </w:p>
        </w:tc>
      </w:tr>
      <w:tr w:rsidR="00556C4C" w:rsidRPr="00A55106" w14:paraId="3F11E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38C7931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8896101" w14:textId="77777777" w:rsidTr="00113678">
        <w:tc>
          <w:tcPr>
            <w:tcW w:w="5000" w:type="pct"/>
            <w:gridSpan w:val="2"/>
            <w:shd w:val="clear" w:color="auto" w:fill="auto"/>
          </w:tcPr>
          <w:p w14:paraId="2E2911EB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7E4A047B" w14:textId="77777777" w:rsidR="007A300D" w:rsidRPr="00E40225" w:rsidRDefault="007A300D" w:rsidP="005404CB">
            <w:pPr>
              <w:pStyle w:val="SIText"/>
            </w:pPr>
          </w:p>
          <w:p w14:paraId="789ADB51" w14:textId="4A7C00AD" w:rsidR="007A300D" w:rsidRPr="00575F52" w:rsidRDefault="007A300D" w:rsidP="00575F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There must be evidence that the individual has </w:t>
            </w:r>
            <w:r w:rsidR="00FE1D41" w:rsidRPr="00575F52">
              <w:rPr>
                <w:rStyle w:val="SITemporaryText-blue"/>
                <w:color w:val="auto"/>
                <w:sz w:val="20"/>
              </w:rPr>
              <w:t xml:space="preserve">maintained cultural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sites</w:t>
            </w:r>
            <w:r w:rsidR="00FE1D41" w:rsidRPr="00575F52">
              <w:rPr>
                <w:rStyle w:val="SITemporaryText-blue"/>
                <w:color w:val="auto"/>
                <w:sz w:val="20"/>
              </w:rPr>
              <w:t xml:space="preserve"> </w:t>
            </w:r>
            <w:r w:rsidR="00922B48" w:rsidRPr="00575F52">
              <w:rPr>
                <w:rStyle w:val="SITemporaryText-blue"/>
                <w:color w:val="auto"/>
                <w:sz w:val="20"/>
              </w:rPr>
              <w:t>at least once</w:t>
            </w:r>
            <w:r w:rsidR="00FE1D41" w:rsidRPr="00575F52">
              <w:rPr>
                <w:rStyle w:val="SITemporaryText-blue"/>
                <w:color w:val="auto"/>
                <w:sz w:val="20"/>
              </w:rPr>
              <w:t xml:space="preserve"> and</w:t>
            </w:r>
            <w:r w:rsidR="00CC2771" w:rsidRPr="00575F52">
              <w:rPr>
                <w:rStyle w:val="SITemporaryText-blue"/>
                <w:color w:val="auto"/>
                <w:sz w:val="20"/>
              </w:rPr>
              <w:t xml:space="preserve"> has</w:t>
            </w:r>
            <w:r w:rsidRPr="00575F52">
              <w:rPr>
                <w:rStyle w:val="SITemporaryText-blue"/>
                <w:color w:val="auto"/>
                <w:sz w:val="20"/>
              </w:rPr>
              <w:t>:</w:t>
            </w:r>
          </w:p>
          <w:p w14:paraId="7D697734" w14:textId="6981CE86" w:rsidR="00C52EBA" w:rsidRPr="00575F52" w:rsidRDefault="00A33E99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identified</w:t>
            </w:r>
            <w:r w:rsidR="00C52EBA" w:rsidRPr="00575F52">
              <w:rPr>
                <w:rStyle w:val="SITemporaryText-blue"/>
                <w:color w:val="auto"/>
                <w:sz w:val="20"/>
              </w:rPr>
              <w:t xml:space="preserve"> the level of work required to maintain the cultural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site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 and confirmed with supervisor</w:t>
            </w:r>
          </w:p>
          <w:p w14:paraId="520EFAB4" w14:textId="415A37F1" w:rsidR="00C52EBA" w:rsidRPr="00575F52" w:rsidRDefault="00C52EBA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prepare</w:t>
            </w:r>
            <w:r w:rsidR="00A33E99" w:rsidRPr="00575F52">
              <w:rPr>
                <w:rStyle w:val="SITemporaryText-blue"/>
                <w:color w:val="auto"/>
                <w:sz w:val="20"/>
              </w:rPr>
              <w:t>d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for and </w:t>
            </w:r>
            <w:r w:rsidR="00A33E99" w:rsidRPr="00575F52">
              <w:rPr>
                <w:rStyle w:val="SITemporaryText-blue"/>
                <w:color w:val="auto"/>
                <w:sz w:val="20"/>
              </w:rPr>
              <w:t>carried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out maintenance activities in accordance with organisational, cultural and environmental requirements</w:t>
            </w:r>
          </w:p>
          <w:p w14:paraId="3D20F649" w14:textId="598D6C11" w:rsidR="00CA4D93" w:rsidRPr="00575F52" w:rsidRDefault="00CA4D93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erected signage and/or barriers to protect cultural site</w:t>
            </w:r>
          </w:p>
          <w:p w14:paraId="23B4AC20" w14:textId="33DCDCF2" w:rsidR="00C52EBA" w:rsidRPr="00575F52" w:rsidRDefault="00C52EBA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report</w:t>
            </w:r>
            <w:r w:rsidR="00A33E99" w:rsidRPr="00575F52">
              <w:rPr>
                <w:rStyle w:val="SITemporaryText-blue"/>
                <w:color w:val="auto"/>
                <w:sz w:val="20"/>
              </w:rPr>
              <w:t>ed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deterioration or damage to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cultural site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to supervisor</w:t>
            </w:r>
          </w:p>
          <w:p w14:paraId="1AD1BB9D" w14:textId="2C0A2B14" w:rsidR="002E1E0D" w:rsidRPr="00575F52" w:rsidRDefault="002E1E0D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recognised and reported potential threats to culture site which may include:</w:t>
            </w:r>
          </w:p>
          <w:p w14:paraId="1D235617" w14:textId="21C7BD4E" w:rsidR="002E1E0D" w:rsidRPr="00575F52" w:rsidRDefault="002E1E0D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vandalism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 and damage</w:t>
            </w:r>
          </w:p>
          <w:p w14:paraId="13886E71" w14:textId="687F9605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evidence of deterioration</w:t>
            </w:r>
          </w:p>
          <w:p w14:paraId="058CC6D4" w14:textId="747C31E3" w:rsidR="002E1E0D" w:rsidRPr="00575F52" w:rsidRDefault="002E1E0D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feral animals and other pests</w:t>
            </w:r>
          </w:p>
          <w:p w14:paraId="5B92CE12" w14:textId="77E8E7CC" w:rsidR="002E1E0D" w:rsidRPr="00575F52" w:rsidRDefault="002E1E0D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flora which is not </w:t>
            </w:r>
            <w:bookmarkStart w:id="0" w:name="_Hlk103420465"/>
            <w:r w:rsidR="00CA4D93" w:rsidRPr="00575F52">
              <w:rPr>
                <w:rStyle w:val="SITemporaryText-blue"/>
                <w:color w:val="auto"/>
                <w:sz w:val="20"/>
              </w:rPr>
              <w:t>endemic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 </w:t>
            </w:r>
            <w:bookmarkEnd w:id="0"/>
            <w:r w:rsidRPr="00575F52">
              <w:rPr>
                <w:rStyle w:val="SITemporaryText-blue"/>
                <w:color w:val="auto"/>
                <w:sz w:val="20"/>
              </w:rPr>
              <w:t>to the cultural site</w:t>
            </w:r>
          </w:p>
          <w:p w14:paraId="17782DFF" w14:textId="210F7CC1" w:rsidR="00556C4C" w:rsidRPr="005404CB" w:rsidRDefault="00C52EBA" w:rsidP="007B1F0D">
            <w:pPr>
              <w:pStyle w:val="SIBulletList1"/>
            </w:pPr>
            <w:r w:rsidRPr="007B1F0D">
              <w:rPr>
                <w:rStyle w:val="SITemporaryText-blue"/>
                <w:color w:val="auto"/>
                <w:sz w:val="20"/>
              </w:rPr>
              <w:t>appl</w:t>
            </w:r>
            <w:r w:rsidR="00A33E99" w:rsidRPr="007B1F0D">
              <w:rPr>
                <w:rStyle w:val="SITemporaryText-blue"/>
                <w:color w:val="auto"/>
                <w:sz w:val="20"/>
              </w:rPr>
              <w:t>ied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work health and safety practices in the context of own work.</w:t>
            </w:r>
          </w:p>
        </w:tc>
      </w:tr>
    </w:tbl>
    <w:p w14:paraId="495B6D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2513F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88B21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49FB072" w14:textId="77777777" w:rsidTr="00CA2922">
        <w:tc>
          <w:tcPr>
            <w:tcW w:w="5000" w:type="pct"/>
            <w:shd w:val="clear" w:color="auto" w:fill="auto"/>
          </w:tcPr>
          <w:p w14:paraId="2F7ADA7F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2C94EB25" w14:textId="31FC6458" w:rsidR="00C52EBA" w:rsidRPr="00575F52" w:rsidRDefault="00C52EBA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 xml:space="preserve">potential threats to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>cultural site including:</w:t>
            </w:r>
          </w:p>
          <w:p w14:paraId="76379275" w14:textId="64F63F04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vandalism and damage</w:t>
            </w:r>
          </w:p>
          <w:p w14:paraId="74F77672" w14:textId="11A2C0F0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deterioration of the cultural site</w:t>
            </w:r>
          </w:p>
          <w:p w14:paraId="2BD063C5" w14:textId="38E6A642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infestations of feral animals and pests</w:t>
            </w:r>
          </w:p>
          <w:p w14:paraId="038516AF" w14:textId="265BE1F9" w:rsidR="00CA4D93" w:rsidRPr="00575F52" w:rsidRDefault="00CA4D93" w:rsidP="00575F5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invasive species of flora</w:t>
            </w:r>
          </w:p>
          <w:p w14:paraId="680DC7CD" w14:textId="7FEA7768" w:rsidR="00C52EBA" w:rsidRPr="007B1F0D" w:rsidRDefault="00C52EBA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techniques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>for</w:t>
            </w:r>
            <w:r w:rsidR="00CA4D93">
              <w:rPr>
                <w:rStyle w:val="SITemporaryText-blue"/>
              </w:rPr>
              <w:t xml:space="preserve"> </w:t>
            </w:r>
            <w:r w:rsidR="00CA4D93" w:rsidRPr="00575F52">
              <w:rPr>
                <w:rStyle w:val="SITemporaryText-blue"/>
                <w:color w:val="auto"/>
                <w:sz w:val="20"/>
              </w:rPr>
              <w:t xml:space="preserve">maintenance and protection </w:t>
            </w:r>
            <w:r w:rsidRPr="00575F52">
              <w:rPr>
                <w:rStyle w:val="SITemporaryText-blue"/>
                <w:color w:val="auto"/>
                <w:sz w:val="20"/>
              </w:rPr>
              <w:t xml:space="preserve">of </w:t>
            </w:r>
            <w:r w:rsidR="007D291C" w:rsidRPr="00575F52">
              <w:rPr>
                <w:rStyle w:val="SITemporaryText-blue"/>
                <w:color w:val="auto"/>
                <w:sz w:val="20"/>
              </w:rPr>
              <w:t>cultural site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73B6E9BF" w14:textId="2DF8D46A" w:rsidR="00C52EBA" w:rsidRDefault="00C52EBA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range of maintenance works undertaken on cultural sites</w:t>
            </w:r>
          </w:p>
          <w:p w14:paraId="3DF9C0DF" w14:textId="54343949" w:rsidR="00CA4D93" w:rsidRPr="00575F52" w:rsidRDefault="00CA4D93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operation of machinery and tools</w:t>
            </w:r>
          </w:p>
          <w:p w14:paraId="72869AC8" w14:textId="6C2E254F" w:rsidR="00CA4D93" w:rsidRPr="00575F52" w:rsidRDefault="00CA4D93" w:rsidP="00575F5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75F52">
              <w:rPr>
                <w:rStyle w:val="SITemporaryText-blue"/>
                <w:color w:val="auto"/>
                <w:sz w:val="20"/>
              </w:rPr>
              <w:t>signs and barriers required to protect a cultural site</w:t>
            </w:r>
          </w:p>
          <w:p w14:paraId="58F25B26" w14:textId="01FEC3D2" w:rsidR="00F1480E" w:rsidRPr="005404CB" w:rsidRDefault="00575F52" w:rsidP="007B1F0D">
            <w:pPr>
              <w:pStyle w:val="SIBulletList1"/>
            </w:pPr>
            <w:r>
              <w:rPr>
                <w:rStyle w:val="SITemporaryText-blue"/>
                <w:color w:val="auto"/>
                <w:sz w:val="20"/>
              </w:rPr>
              <w:t>organisational</w:t>
            </w:r>
            <w:r w:rsidR="00C52EBA" w:rsidRPr="007B1F0D">
              <w:rPr>
                <w:rStyle w:val="SITemporaryText-blue"/>
                <w:color w:val="auto"/>
                <w:sz w:val="20"/>
              </w:rPr>
              <w:t xml:space="preserve"> procedures relating to the reporting of deterioration or damage to </w:t>
            </w:r>
            <w:r w:rsidR="007D291C">
              <w:rPr>
                <w:rStyle w:val="SITemporaryText-blue"/>
                <w:color w:val="auto"/>
                <w:sz w:val="20"/>
              </w:rPr>
              <w:t>cultural site</w:t>
            </w:r>
            <w:r w:rsidR="00C52EBA" w:rsidRPr="007B1F0D">
              <w:rPr>
                <w:rStyle w:val="SITemporaryText-blue"/>
                <w:color w:val="auto"/>
                <w:sz w:val="20"/>
              </w:rPr>
              <w:t xml:space="preserve"> or reporting of incidents</w:t>
            </w:r>
            <w:r w:rsidR="00BC6986" w:rsidRPr="007B1F0D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D40F7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DA53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76279C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922B48" w:rsidRPr="00A55106" w14:paraId="020BD5D3" w14:textId="77777777" w:rsidTr="00CA2922">
        <w:tc>
          <w:tcPr>
            <w:tcW w:w="5000" w:type="pct"/>
            <w:shd w:val="clear" w:color="auto" w:fill="auto"/>
          </w:tcPr>
          <w:p w14:paraId="6CA504BB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11B35AAB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physical conditions:</w:t>
            </w:r>
          </w:p>
          <w:p w14:paraId="28AA18C8" w14:textId="546F8115" w:rsidR="00922B48" w:rsidRPr="007B1F0D" w:rsidRDefault="00791188" w:rsidP="00D46F9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91188">
              <w:t>skills must be demonstrated</w:t>
            </w:r>
            <w:r>
              <w:t xml:space="preserve"> </w:t>
            </w:r>
            <w:r w:rsidR="007C5EBB" w:rsidRPr="00D46F9B">
              <w:rPr>
                <w:rStyle w:val="SITemporaryText-blue"/>
                <w:color w:val="auto"/>
                <w:sz w:val="20"/>
              </w:rPr>
              <w:t>o</w:t>
            </w:r>
            <w:r w:rsidR="00FE1D41" w:rsidRPr="00D46F9B">
              <w:rPr>
                <w:rStyle w:val="SITemporaryText-blue"/>
                <w:color w:val="auto"/>
                <w:sz w:val="20"/>
              </w:rPr>
              <w:t>n</w:t>
            </w:r>
            <w:r w:rsidR="00FE1D41">
              <w:rPr>
                <w:rStyle w:val="SITemporaryText-blue"/>
                <w:color w:val="auto"/>
                <w:sz w:val="20"/>
              </w:rPr>
              <w:t xml:space="preserve"> Country</w:t>
            </w:r>
            <w:r w:rsidR="00922B48" w:rsidRPr="007B1F0D">
              <w:rPr>
                <w:rStyle w:val="SITemporaryText-blue"/>
                <w:color w:val="auto"/>
                <w:sz w:val="20"/>
              </w:rPr>
              <w:t xml:space="preserve"> and/or within an Aboriginal and/or Torres Strait Islander Community or an environment that accurately represents workplace conditions</w:t>
            </w:r>
          </w:p>
          <w:p w14:paraId="20856F26" w14:textId="77777777" w:rsidR="00922B48" w:rsidRPr="007B1F0D" w:rsidRDefault="00922B48" w:rsidP="007B1F0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>specifications:</w:t>
            </w:r>
          </w:p>
          <w:p w14:paraId="3A05CB03" w14:textId="7FA3200B" w:rsidR="00922B48" w:rsidRPr="00575F52" w:rsidRDefault="00922B48" w:rsidP="00575F52">
            <w:pPr>
              <w:pStyle w:val="SIBulletList2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75F52">
              <w:rPr>
                <w:rStyle w:val="SITemporaryText-blue"/>
                <w:rFonts w:eastAsia="Calibri"/>
                <w:color w:val="auto"/>
                <w:sz w:val="20"/>
              </w:rPr>
              <w:t xml:space="preserve">access to </w:t>
            </w:r>
            <w:r w:rsidR="002E1E0D" w:rsidRPr="00575F52">
              <w:rPr>
                <w:rStyle w:val="SITemporaryText-blue"/>
                <w:rFonts w:eastAsia="Calibri"/>
                <w:color w:val="auto"/>
                <w:sz w:val="20"/>
              </w:rPr>
              <w:t>organisation's policies and procedures</w:t>
            </w:r>
          </w:p>
          <w:p w14:paraId="0B4A1380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relationships: </w:t>
            </w:r>
          </w:p>
          <w:p w14:paraId="33DACE12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local Community Elders and/or Custodians. </w:t>
            </w:r>
          </w:p>
          <w:p w14:paraId="1C98EB44" w14:textId="77777777" w:rsidR="00922B48" w:rsidRDefault="00922B48" w:rsidP="00922B48">
            <w:pPr>
              <w:pStyle w:val="SIText"/>
              <w:rPr>
                <w:rStyle w:val="SITemporaryText-blue"/>
              </w:rPr>
            </w:pPr>
          </w:p>
          <w:p w14:paraId="32370BBB" w14:textId="61A546C5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Assessors of this unit must satisfy the requirements for assessors in applicable vocational education and training legislation, frameworks and/or standards. In addition, the following specific assessor requirements apply to this unit:</w:t>
            </w:r>
          </w:p>
          <w:p w14:paraId="04C9C65A" w14:textId="77777777" w:rsidR="00922B48" w:rsidRPr="007B1F0D" w:rsidRDefault="00922B48" w:rsidP="007B1F0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Assessment must be undertaken by a workplace assessor who has expertise in this unit of competency and who is:</w:t>
            </w:r>
          </w:p>
          <w:p w14:paraId="4BCB0DC3" w14:textId="77777777" w:rsidR="00922B48" w:rsidRPr="007B1F0D" w:rsidRDefault="00922B48" w:rsidP="007B1F0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an Aboriginal and/or Torres Strait Islander Elder and/or Custodian</w:t>
            </w:r>
          </w:p>
          <w:p w14:paraId="47DBCBFA" w14:textId="77777777" w:rsidR="00922B48" w:rsidRPr="007B1F0D" w:rsidRDefault="00922B48" w:rsidP="007B1F0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>or:</w:t>
            </w:r>
          </w:p>
          <w:p w14:paraId="01AA6C5D" w14:textId="059F069C" w:rsidR="00922B48" w:rsidRPr="007B1F0D" w:rsidRDefault="00922B48" w:rsidP="00575F52">
            <w:pPr>
              <w:pStyle w:val="SIBulletList2"/>
              <w:rPr>
                <w:rFonts w:eastAsia="Calibri"/>
              </w:rPr>
            </w:pPr>
            <w:r w:rsidRPr="007B1F0D">
              <w:rPr>
                <w:rStyle w:val="SITemporaryText-blue"/>
                <w:color w:val="auto"/>
                <w:sz w:val="20"/>
              </w:rPr>
              <w:t xml:space="preserve">accompanied by, </w:t>
            </w:r>
            <w:r w:rsidR="002E1E0D" w:rsidRPr="00575F52">
              <w:rPr>
                <w:rStyle w:val="SITemporaryText-blue"/>
                <w:color w:val="auto"/>
                <w:sz w:val="20"/>
              </w:rPr>
              <w:t>and/</w:t>
            </w:r>
            <w:r w:rsidRPr="00575F52">
              <w:rPr>
                <w:rStyle w:val="SITemporaryText-blue"/>
                <w:color w:val="auto"/>
                <w:sz w:val="20"/>
              </w:rPr>
              <w:t>or in</w:t>
            </w:r>
            <w:r w:rsidRPr="007B1F0D">
              <w:rPr>
                <w:rStyle w:val="SITemporaryText-blue"/>
                <w:color w:val="auto"/>
                <w:sz w:val="20"/>
              </w:rPr>
              <w:t xml:space="preserve"> communication with, an Aboriginal and/or Torres Strait Islander person who is a recognised member of the community with experience and knowledge of local cultural protocols.</w:t>
            </w:r>
            <w:r w:rsidRPr="007B1F0D">
              <w:rPr>
                <w:rStyle w:val="SITemporaryText-blue"/>
                <w:rFonts w:eastAsia="Calibri"/>
                <w:color w:val="auto"/>
                <w:sz w:val="20"/>
              </w:rPr>
              <w:t xml:space="preserve"> </w:t>
            </w:r>
          </w:p>
        </w:tc>
      </w:tr>
    </w:tbl>
    <w:p w14:paraId="1B16AF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2262135" w14:textId="77777777" w:rsidTr="004679E3">
        <w:tc>
          <w:tcPr>
            <w:tcW w:w="990" w:type="pct"/>
            <w:shd w:val="clear" w:color="auto" w:fill="auto"/>
          </w:tcPr>
          <w:p w14:paraId="50504841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2F0C0A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91B94BE" w14:textId="0E861E0F" w:rsidR="00F1480E" w:rsidRPr="005404CB" w:rsidRDefault="007B1F0D" w:rsidP="005404CB">
            <w:pPr>
              <w:pStyle w:val="SIText"/>
            </w:pPr>
            <w:r w:rsidRPr="007B1F0D">
              <w:t>https://vetnet.gov.au/Pages/TrainingDocs.aspx?q=c6399549-9c62-4a5e-bf1a-524b2322cf72.</w:t>
            </w:r>
          </w:p>
        </w:tc>
      </w:tr>
    </w:tbl>
    <w:p w14:paraId="5BD49C1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9F10" w14:textId="77777777" w:rsidR="00FF0C64" w:rsidRDefault="00FF0C64" w:rsidP="00BF3F0A">
      <w:r>
        <w:separator/>
      </w:r>
    </w:p>
    <w:p w14:paraId="1E3DF53E" w14:textId="77777777" w:rsidR="00FF0C64" w:rsidRDefault="00FF0C64"/>
  </w:endnote>
  <w:endnote w:type="continuationSeparator" w:id="0">
    <w:p w14:paraId="7ED6E290" w14:textId="77777777" w:rsidR="00FF0C64" w:rsidRDefault="00FF0C64" w:rsidP="00BF3F0A">
      <w:r>
        <w:continuationSeparator/>
      </w:r>
    </w:p>
    <w:p w14:paraId="14BEAC92" w14:textId="77777777" w:rsidR="00FF0C64" w:rsidRDefault="00FF0C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67C6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77464AB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EACE3D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C575A" w14:textId="77777777" w:rsidR="00FF0C64" w:rsidRDefault="00FF0C64" w:rsidP="00BF3F0A">
      <w:r>
        <w:separator/>
      </w:r>
    </w:p>
    <w:p w14:paraId="0E6FC2EF" w14:textId="77777777" w:rsidR="00FF0C64" w:rsidRDefault="00FF0C64"/>
  </w:footnote>
  <w:footnote w:type="continuationSeparator" w:id="0">
    <w:p w14:paraId="442D2573" w14:textId="77777777" w:rsidR="00FF0C64" w:rsidRDefault="00FF0C64" w:rsidP="00BF3F0A">
      <w:r>
        <w:continuationSeparator/>
      </w:r>
    </w:p>
    <w:p w14:paraId="1302959B" w14:textId="77777777" w:rsidR="00FF0C64" w:rsidRDefault="00FF0C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520B" w14:textId="2AC194AB" w:rsidR="009C2650" w:rsidRPr="00A51CB1" w:rsidRDefault="00FF0C64" w:rsidP="00A51CB1">
    <w:sdt>
      <w:sdtPr>
        <w:id w:val="-1285960374"/>
        <w:docPartObj>
          <w:docPartGallery w:val="Watermarks"/>
          <w:docPartUnique/>
        </w:docPartObj>
      </w:sdtPr>
      <w:sdtEndPr/>
      <w:sdtContent>
        <w:r>
          <w:pict w14:anchorId="731F77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C639D" w:rsidRPr="000C639D">
      <w:t xml:space="preserve"> </w:t>
    </w:r>
    <w:r w:rsidR="000C639D" w:rsidRPr="001302DE">
      <w:t>AHC</w:t>
    </w:r>
    <w:r w:rsidR="00FE1D41">
      <w:t>OCM</w:t>
    </w:r>
    <w:r w:rsidR="000C639D" w:rsidRPr="001302DE">
      <w:t>2</w:t>
    </w:r>
    <w:r w:rsidR="000C639D">
      <w:t>X</w:t>
    </w:r>
    <w:r w:rsidR="000C639D" w:rsidRPr="001302DE">
      <w:t>01</w:t>
    </w:r>
    <w:r w:rsidR="000C639D">
      <w:t xml:space="preserve"> </w:t>
    </w:r>
    <w:r w:rsidR="001302DE" w:rsidRPr="001302DE">
      <w:t xml:space="preserve">Maintain cultural </w:t>
    </w:r>
    <w:r w:rsidR="007D291C">
      <w:t>sites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6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C639D"/>
    <w:rsid w:val="000D1387"/>
    <w:rsid w:val="000D7B6A"/>
    <w:rsid w:val="000E25E6"/>
    <w:rsid w:val="000E2C86"/>
    <w:rsid w:val="000E4307"/>
    <w:rsid w:val="000F29F2"/>
    <w:rsid w:val="00101659"/>
    <w:rsid w:val="00105AEA"/>
    <w:rsid w:val="001078BF"/>
    <w:rsid w:val="00107D6E"/>
    <w:rsid w:val="001202D1"/>
    <w:rsid w:val="001302D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DD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016"/>
    <w:rsid w:val="002C55E9"/>
    <w:rsid w:val="002D0C8B"/>
    <w:rsid w:val="002D330A"/>
    <w:rsid w:val="002E170C"/>
    <w:rsid w:val="002E193E"/>
    <w:rsid w:val="002E1E0D"/>
    <w:rsid w:val="002E269F"/>
    <w:rsid w:val="00305EFF"/>
    <w:rsid w:val="00310A6A"/>
    <w:rsid w:val="003144E6"/>
    <w:rsid w:val="003335B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46EC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728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6AC"/>
    <w:rsid w:val="004E6741"/>
    <w:rsid w:val="004E7094"/>
    <w:rsid w:val="004F5DC7"/>
    <w:rsid w:val="004F78DA"/>
    <w:rsid w:val="00505157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341"/>
    <w:rsid w:val="00564ADD"/>
    <w:rsid w:val="005708EB"/>
    <w:rsid w:val="00575BC6"/>
    <w:rsid w:val="00575F52"/>
    <w:rsid w:val="00583902"/>
    <w:rsid w:val="005A1D70"/>
    <w:rsid w:val="005A3AA5"/>
    <w:rsid w:val="005A6C9C"/>
    <w:rsid w:val="005A74DC"/>
    <w:rsid w:val="005B5146"/>
    <w:rsid w:val="005D1AFD"/>
    <w:rsid w:val="005E4D3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90"/>
    <w:rsid w:val="00656868"/>
    <w:rsid w:val="00686A49"/>
    <w:rsid w:val="00687B62"/>
    <w:rsid w:val="00690C44"/>
    <w:rsid w:val="00695C89"/>
    <w:rsid w:val="006969D9"/>
    <w:rsid w:val="006A2B68"/>
    <w:rsid w:val="006A3F81"/>
    <w:rsid w:val="006C2F32"/>
    <w:rsid w:val="006C7C5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E"/>
    <w:rsid w:val="00752C75"/>
    <w:rsid w:val="00757005"/>
    <w:rsid w:val="00761DBE"/>
    <w:rsid w:val="0076523B"/>
    <w:rsid w:val="00771B60"/>
    <w:rsid w:val="00781D77"/>
    <w:rsid w:val="00783549"/>
    <w:rsid w:val="0078531F"/>
    <w:rsid w:val="007860B7"/>
    <w:rsid w:val="00786DC8"/>
    <w:rsid w:val="00791188"/>
    <w:rsid w:val="007A300D"/>
    <w:rsid w:val="007B1F0D"/>
    <w:rsid w:val="007C1B4F"/>
    <w:rsid w:val="007C5EBB"/>
    <w:rsid w:val="007D291C"/>
    <w:rsid w:val="007D5A78"/>
    <w:rsid w:val="007E3BD1"/>
    <w:rsid w:val="007F1563"/>
    <w:rsid w:val="007F1EB2"/>
    <w:rsid w:val="007F2699"/>
    <w:rsid w:val="007F44DB"/>
    <w:rsid w:val="007F5A8B"/>
    <w:rsid w:val="00817D51"/>
    <w:rsid w:val="00823530"/>
    <w:rsid w:val="00823EF2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2B48"/>
    <w:rsid w:val="00923720"/>
    <w:rsid w:val="009278C9"/>
    <w:rsid w:val="00932CD7"/>
    <w:rsid w:val="00944C09"/>
    <w:rsid w:val="009527CB"/>
    <w:rsid w:val="00953835"/>
    <w:rsid w:val="00960F6C"/>
    <w:rsid w:val="00970747"/>
    <w:rsid w:val="0099486D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0D9"/>
    <w:rsid w:val="009F11CA"/>
    <w:rsid w:val="00A02664"/>
    <w:rsid w:val="00A0695B"/>
    <w:rsid w:val="00A11F7F"/>
    <w:rsid w:val="00A13052"/>
    <w:rsid w:val="00A216A8"/>
    <w:rsid w:val="00A223A6"/>
    <w:rsid w:val="00A33E99"/>
    <w:rsid w:val="00A3639E"/>
    <w:rsid w:val="00A46274"/>
    <w:rsid w:val="00A5092E"/>
    <w:rsid w:val="00A51CB1"/>
    <w:rsid w:val="00A554D6"/>
    <w:rsid w:val="00A56E14"/>
    <w:rsid w:val="00A6476B"/>
    <w:rsid w:val="00A76C6C"/>
    <w:rsid w:val="00A87356"/>
    <w:rsid w:val="00A92DD1"/>
    <w:rsid w:val="00A95F94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1B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5F2F"/>
    <w:rsid w:val="00BB1755"/>
    <w:rsid w:val="00BB23F4"/>
    <w:rsid w:val="00BC0B5F"/>
    <w:rsid w:val="00BC5075"/>
    <w:rsid w:val="00BC5419"/>
    <w:rsid w:val="00BC6986"/>
    <w:rsid w:val="00BD3B0F"/>
    <w:rsid w:val="00BE5889"/>
    <w:rsid w:val="00BE7296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2EBA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4D93"/>
    <w:rsid w:val="00CB746F"/>
    <w:rsid w:val="00CC2771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F9B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77E66"/>
    <w:rsid w:val="00E91BFF"/>
    <w:rsid w:val="00E92933"/>
    <w:rsid w:val="00E94FAD"/>
    <w:rsid w:val="00EA4EB9"/>
    <w:rsid w:val="00EB0AA4"/>
    <w:rsid w:val="00EB5C88"/>
    <w:rsid w:val="00EC0469"/>
    <w:rsid w:val="00EC0C3E"/>
    <w:rsid w:val="00EE6824"/>
    <w:rsid w:val="00EE6B7B"/>
    <w:rsid w:val="00EF01F8"/>
    <w:rsid w:val="00EF3268"/>
    <w:rsid w:val="00EF40EF"/>
    <w:rsid w:val="00EF47FE"/>
    <w:rsid w:val="00F069BD"/>
    <w:rsid w:val="00F1480E"/>
    <w:rsid w:val="00F1497D"/>
    <w:rsid w:val="00F16AAC"/>
    <w:rsid w:val="00F24198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E6B"/>
    <w:rsid w:val="00FB232E"/>
    <w:rsid w:val="00FC7476"/>
    <w:rsid w:val="00FD557D"/>
    <w:rsid w:val="00FE0282"/>
    <w:rsid w:val="00FE124D"/>
    <w:rsid w:val="00FE1D41"/>
    <w:rsid w:val="00FE792C"/>
    <w:rsid w:val="00FE7BD7"/>
    <w:rsid w:val="00FF0C64"/>
    <w:rsid w:val="00FF3C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BEB3CC9"/>
  <w15:docId w15:val="{FB4FC8E5-9F2F-4D24-A1D6-1208BD05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7D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D6E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07D6E"/>
    <w:pPr>
      <w:ind w:left="283" w:hanging="283"/>
      <w:contextualSpacing/>
    </w:pPr>
  </w:style>
  <w:style w:type="paragraph" w:styleId="Revision">
    <w:name w:val="Revision"/>
    <w:hidden/>
    <w:uiPriority w:val="99"/>
    <w:semiHidden/>
    <w:rsid w:val="007C5EB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22-07%20Indigenous%20Land%20Manage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973370CDCB6A44B1EB7469F03A3C7F" ma:contentTypeVersion="3" ma:contentTypeDescription="Create a new document." ma:contentTypeScope="" ma:versionID="5797e82abcd6aef27851ae0806222e51">
  <xsd:schema xmlns:xsd="http://www.w3.org/2001/XMLSchema" xmlns:xs="http://www.w3.org/2001/XMLSchema" xmlns:p="http://schemas.microsoft.com/office/2006/metadata/properties" xmlns:ns2="3d44116e-70db-4910-8b47-972289d17e01" targetNamespace="http://schemas.microsoft.com/office/2006/metadata/properties" ma:root="true" ma:fieldsID="477b5f53f757f4b582ace8fda43a334a" ns2:_="">
    <xsd:import namespace="3d44116e-70db-4910-8b47-972289d17e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116e-70db-4910-8b47-972289d17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Phase" ma:index="10" nillable="true" ma:displayName="Project Phase" ma:format="Dropdown" ma:internalName="ProjectPhase">
      <xsd:simpleType>
        <xsd:restriction base="dms:Choice">
          <xsd:enumeration value="Development"/>
          <xsd:enumeration value="Consultation"/>
          <xsd:enumeration value="Validation"/>
          <xsd:enumeration value="Proofreading"/>
          <xsd:enumeration value="Edit and Equity"/>
          <xsd:enumeration value="Quality Assurance"/>
          <xsd:enumeration value="STA"/>
          <xsd:enumeration value="TGA Upload"/>
          <xsd:enumeration value="TGA Check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3d44116e-70db-4910-8b47-972289d17e01">Validation</Project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3CAC8-34BD-4217-9F53-B475897A1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116e-70db-4910-8b47-972289d17e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3d44116e-70db-4910-8b47-972289d17e01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</TotalTime>
  <Pages>4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Catherine Beven</dc:creator>
  <cp:lastModifiedBy>Michelle Ingley-Smith</cp:lastModifiedBy>
  <cp:revision>2</cp:revision>
  <cp:lastPrinted>2016-05-27T05:21:00Z</cp:lastPrinted>
  <dcterms:created xsi:type="dcterms:W3CDTF">2022-05-30T02:55:00Z</dcterms:created>
  <dcterms:modified xsi:type="dcterms:W3CDTF">2022-05-30T02:55:00Z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0x01010018973370CDCB6A44B1EB7469F03A3C7F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