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1A72E21" w:rsidR="00333245" w:rsidRPr="00333245" w:rsidRDefault="00333245" w:rsidP="00D56ADE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D56ADE">
              <w:t xml:space="preserve">Version </w:t>
            </w:r>
            <w:r w:rsidR="00D56ADE" w:rsidRPr="00D56ADE">
              <w:t>9</w:t>
            </w:r>
            <w:r w:rsidRPr="00D56ADE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DBF7084" w:rsidR="00F1480E" w:rsidRPr="005404CB" w:rsidRDefault="00E17A92" w:rsidP="005404CB">
            <w:pPr>
              <w:pStyle w:val="SIUNITCODE"/>
            </w:pPr>
            <w:r>
              <w:t>AHC</w:t>
            </w:r>
            <w:r w:rsidR="00440C4F">
              <w:t>WRK</w:t>
            </w:r>
            <w:r w:rsidR="00E85429">
              <w:t>1</w:t>
            </w:r>
            <w:r w:rsidR="00440C4F">
              <w:t>X</w:t>
            </w:r>
            <w:r w:rsidR="00E85429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744C5370" w:rsidR="00F1480E" w:rsidRPr="005404CB" w:rsidRDefault="00D3442D" w:rsidP="005404CB">
            <w:pPr>
              <w:pStyle w:val="SIUnittitle"/>
            </w:pPr>
            <w:r w:rsidRPr="00D3442D">
              <w:t>Contribute to animal care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CA86F1" w14:textId="72715106" w:rsidR="00561AF5" w:rsidRPr="00561AF5" w:rsidRDefault="00561AF5" w:rsidP="00561AF5">
            <w:r w:rsidRPr="00561AF5">
              <w:t xml:space="preserve">This unit of competency describes the skills and knowledge required to identify what animal care means in a workplace and how </w:t>
            </w:r>
            <w:r w:rsidR="00C16635">
              <w:t>the</w:t>
            </w:r>
            <w:r w:rsidRPr="00561AF5">
              <w:t xml:space="preserve"> individual</w:t>
            </w:r>
            <w:r w:rsidR="00C16635">
              <w:t>s</w:t>
            </w:r>
            <w:r w:rsidRPr="00561AF5">
              <w:t xml:space="preserve"> responsibilities contribute to animal care as a whole within a specific workplace or industry.</w:t>
            </w:r>
          </w:p>
          <w:p w14:paraId="75AFFB85" w14:textId="58E1C573" w:rsidR="00561AF5" w:rsidRDefault="006D3ED9" w:rsidP="00561AF5">
            <w:r>
              <w:t>The unit applies to individuals who contribute to animal care while working alongside a supervisor, exercising limited autonomy within establised and well known parameters</w:t>
            </w:r>
            <w:r w:rsidR="007D0385">
              <w:t>. They identify and seek help with simple problems.</w:t>
            </w:r>
          </w:p>
          <w:p w14:paraId="6860A724" w14:textId="77777777" w:rsidR="007D0385" w:rsidRPr="00561AF5" w:rsidRDefault="007D0385" w:rsidP="00561AF5"/>
          <w:p w14:paraId="7B510DDB" w14:textId="265222C2" w:rsidR="00561AF5" w:rsidRPr="00561AF5" w:rsidRDefault="00561AF5" w:rsidP="00F87C8E">
            <w:r w:rsidRPr="00561AF5">
              <w:t>Th</w:t>
            </w:r>
            <w:r w:rsidR="00C16635">
              <w:t xml:space="preserve">e </w:t>
            </w:r>
            <w:r w:rsidRPr="00561AF5">
              <w:t>unit is designed for use in a Pathway qualification or skills set. It should not be used in a qualification that has a direct job outcome.</w:t>
            </w:r>
          </w:p>
          <w:p w14:paraId="6F8D842A" w14:textId="77777777" w:rsidR="00561AF5" w:rsidRPr="00561AF5" w:rsidRDefault="00561AF5" w:rsidP="00561AF5"/>
          <w:p w14:paraId="3202A0B8" w14:textId="45521861" w:rsidR="00CC1B21" w:rsidRPr="000754EC" w:rsidRDefault="00561AF5" w:rsidP="00561AF5">
            <w:r w:rsidRPr="00561AF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6861E1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3C2678E" w:rsidR="00F1480E" w:rsidRPr="005404CB" w:rsidRDefault="00561AF5" w:rsidP="005404CB">
            <w:pPr>
              <w:pStyle w:val="SIText"/>
            </w:pPr>
            <w:r w:rsidRPr="00561AF5">
              <w:t>Common (CMN)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61AF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97E2484" w:rsidR="00561AF5" w:rsidRPr="00561AF5" w:rsidRDefault="00561AF5" w:rsidP="00561AF5">
            <w:pPr>
              <w:pStyle w:val="SIText"/>
            </w:pPr>
            <w:r w:rsidRPr="00561AF5">
              <w:t xml:space="preserve">1. Identify and </w:t>
            </w:r>
            <w:r w:rsidR="007D0385">
              <w:t>confirm</w:t>
            </w:r>
            <w:r w:rsidRPr="00561AF5">
              <w:t xml:space="preserve"> appropriate animal care approach</w:t>
            </w:r>
          </w:p>
        </w:tc>
        <w:tc>
          <w:tcPr>
            <w:tcW w:w="3604" w:type="pct"/>
            <w:shd w:val="clear" w:color="auto" w:fill="auto"/>
          </w:tcPr>
          <w:p w14:paraId="725662F9" w14:textId="45A16F2C" w:rsidR="00561AF5" w:rsidRPr="00561AF5" w:rsidRDefault="00561AF5" w:rsidP="00561AF5">
            <w:r w:rsidRPr="00561AF5">
              <w:t>1.1 Identify workplace approach to working with animals</w:t>
            </w:r>
          </w:p>
          <w:p w14:paraId="771FD7ED" w14:textId="15FFB5EB" w:rsidR="00561AF5" w:rsidRPr="00561AF5" w:rsidRDefault="00561AF5" w:rsidP="00561AF5">
            <w:r w:rsidRPr="00561AF5">
              <w:t>1.2 Identify individual responsibilities in contributing to animal care</w:t>
            </w:r>
          </w:p>
          <w:p w14:paraId="1BAB877A" w14:textId="77777777" w:rsidR="00561AF5" w:rsidRPr="00561AF5" w:rsidRDefault="00561AF5" w:rsidP="00561AF5">
            <w:r w:rsidRPr="00561AF5">
              <w:t>1.3 Identify workplace products, services, operations and customers</w:t>
            </w:r>
          </w:p>
          <w:p w14:paraId="1E7907D9" w14:textId="77777777" w:rsidR="00561AF5" w:rsidRPr="00561AF5" w:rsidRDefault="00561AF5" w:rsidP="00561AF5">
            <w:r w:rsidRPr="00561AF5">
              <w:t>1.4 Identify safe work practices relevant to work activity</w:t>
            </w:r>
          </w:p>
          <w:p w14:paraId="242ECFF9" w14:textId="77777777" w:rsidR="00561AF5" w:rsidRPr="00561AF5" w:rsidRDefault="00561AF5" w:rsidP="00561AF5">
            <w:r w:rsidRPr="00561AF5">
              <w:t>1.5 Identify appropriate capture and restraint requirements and equipment, where required</w:t>
            </w:r>
          </w:p>
          <w:p w14:paraId="36FFA5C5" w14:textId="774BCFA4" w:rsidR="00561AF5" w:rsidRPr="00561AF5" w:rsidRDefault="00561AF5" w:rsidP="00561AF5">
            <w:pPr>
              <w:pStyle w:val="SIText"/>
            </w:pPr>
            <w:r w:rsidRPr="00561AF5">
              <w:t xml:space="preserve">1.6 </w:t>
            </w:r>
            <w:r w:rsidR="007D0385">
              <w:t>Confirm with supervisor</w:t>
            </w:r>
            <w:r w:rsidRPr="00561AF5">
              <w:t xml:space="preserve"> animal care strategy based on workplace requirements and individual responsibility, and apply to work activity</w:t>
            </w:r>
          </w:p>
        </w:tc>
      </w:tr>
      <w:tr w:rsidR="00561AF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D32B3E3" w:rsidR="00561AF5" w:rsidRPr="00561AF5" w:rsidRDefault="00561AF5" w:rsidP="00561AF5">
            <w:pPr>
              <w:pStyle w:val="SIText"/>
            </w:pPr>
            <w:r w:rsidRPr="00561AF5">
              <w:t>2. Contribute to animal care</w:t>
            </w:r>
          </w:p>
        </w:tc>
        <w:tc>
          <w:tcPr>
            <w:tcW w:w="3604" w:type="pct"/>
            <w:shd w:val="clear" w:color="auto" w:fill="auto"/>
          </w:tcPr>
          <w:p w14:paraId="4E48F454" w14:textId="2584D1BA" w:rsidR="00561AF5" w:rsidRPr="00561AF5" w:rsidRDefault="00561AF5" w:rsidP="00561AF5">
            <w:r w:rsidRPr="00561AF5">
              <w:t>2.1 Organise food preparation equipment according to task needs</w:t>
            </w:r>
            <w:r w:rsidR="007D0385">
              <w:t xml:space="preserve"> and supervisor instructions</w:t>
            </w:r>
          </w:p>
          <w:p w14:paraId="5FD22510" w14:textId="2A5D1592" w:rsidR="00561AF5" w:rsidRPr="00561AF5" w:rsidRDefault="00561AF5" w:rsidP="00561AF5">
            <w:r w:rsidRPr="00561AF5">
              <w:t>2.2 Recognise common animal behaviours for the species and take appropriate action</w:t>
            </w:r>
            <w:r w:rsidR="007D0385">
              <w:t xml:space="preserve"> as directed</w:t>
            </w:r>
          </w:p>
          <w:p w14:paraId="1BE4BBE5" w14:textId="1BD6DC9E" w:rsidR="00561AF5" w:rsidRPr="00561AF5" w:rsidRDefault="00561AF5" w:rsidP="00561AF5">
            <w:r w:rsidRPr="00561AF5">
              <w:t>2.3 Care for animals and feed and water according to animal welfare standards</w:t>
            </w:r>
            <w:r w:rsidR="007D0385">
              <w:t>,</w:t>
            </w:r>
            <w:r w:rsidRPr="00561AF5">
              <w:t xml:space="preserve"> </w:t>
            </w:r>
            <w:r w:rsidR="000B337B">
              <w:t xml:space="preserve">workplace </w:t>
            </w:r>
            <w:r w:rsidRPr="00561AF5">
              <w:t xml:space="preserve">health and safety </w:t>
            </w:r>
            <w:r w:rsidR="000B337B">
              <w:t>requirements</w:t>
            </w:r>
            <w:r w:rsidR="007D0385">
              <w:t xml:space="preserve"> and supervisor instructions</w:t>
            </w:r>
          </w:p>
          <w:p w14:paraId="3108F4F1" w14:textId="5946096F" w:rsidR="00561AF5" w:rsidRPr="00561AF5" w:rsidRDefault="00561AF5" w:rsidP="00561AF5">
            <w:r w:rsidRPr="00561AF5">
              <w:t xml:space="preserve">2.4 </w:t>
            </w:r>
            <w:r w:rsidR="000B337B">
              <w:t>Select and use</w:t>
            </w:r>
            <w:r w:rsidRPr="00561AF5">
              <w:t xml:space="preserve"> tools and equipment according to </w:t>
            </w:r>
            <w:r w:rsidR="007D0385">
              <w:t>supervisor instructions</w:t>
            </w:r>
          </w:p>
          <w:p w14:paraId="3FA99698" w14:textId="5B4B9D7A" w:rsidR="00561AF5" w:rsidRPr="00561AF5" w:rsidRDefault="00561AF5" w:rsidP="00561AF5">
            <w:r w:rsidRPr="00561AF5">
              <w:t xml:space="preserve">2.5 </w:t>
            </w:r>
            <w:r w:rsidR="000B337B">
              <w:t>C</w:t>
            </w:r>
            <w:r w:rsidRPr="00561AF5">
              <w:t xml:space="preserve">ount stock levels </w:t>
            </w:r>
            <w:r w:rsidR="007D0385">
              <w:t>as directed</w:t>
            </w:r>
          </w:p>
          <w:p w14:paraId="215A6E64" w14:textId="38098074" w:rsidR="00561AF5" w:rsidRPr="00561AF5" w:rsidRDefault="00561AF5" w:rsidP="00561AF5">
            <w:pPr>
              <w:pStyle w:val="SIText"/>
            </w:pPr>
            <w:r w:rsidRPr="00561AF5">
              <w:t xml:space="preserve">2.6 Groom animals according to </w:t>
            </w:r>
            <w:r w:rsidR="007D0385">
              <w:t>supervisor instructions</w:t>
            </w:r>
          </w:p>
        </w:tc>
      </w:tr>
      <w:tr w:rsidR="00561AF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D2C018C" w:rsidR="00561AF5" w:rsidRPr="00561AF5" w:rsidRDefault="00561AF5" w:rsidP="00561AF5">
            <w:pPr>
              <w:pStyle w:val="SIText"/>
            </w:pPr>
            <w:r w:rsidRPr="00561AF5">
              <w:t xml:space="preserve">3. </w:t>
            </w:r>
            <w:r w:rsidR="00914AC3">
              <w:t>Communicate progress of animal care activities</w:t>
            </w:r>
          </w:p>
        </w:tc>
        <w:tc>
          <w:tcPr>
            <w:tcW w:w="3604" w:type="pct"/>
            <w:shd w:val="clear" w:color="auto" w:fill="auto"/>
          </w:tcPr>
          <w:p w14:paraId="43E58692" w14:textId="5F91A9FF" w:rsidR="00561AF5" w:rsidRPr="00561AF5" w:rsidRDefault="00561AF5" w:rsidP="00561AF5">
            <w:r w:rsidRPr="00561AF5">
              <w:t>3.1 Respond to requests that effect work activity and animal care</w:t>
            </w:r>
          </w:p>
          <w:p w14:paraId="57686B20" w14:textId="067A1DFA" w:rsidR="00561AF5" w:rsidRPr="00561AF5" w:rsidRDefault="00561AF5" w:rsidP="00561AF5">
            <w:r w:rsidRPr="00561AF5">
              <w:t xml:space="preserve">3.2 Seek </w:t>
            </w:r>
            <w:r w:rsidR="00914AC3">
              <w:t xml:space="preserve">supervisor </w:t>
            </w:r>
            <w:r w:rsidRPr="00561AF5">
              <w:t>assistance with issues relating to animal care when required</w:t>
            </w:r>
          </w:p>
          <w:p w14:paraId="069D5DEA" w14:textId="3620F46A" w:rsidR="00561AF5" w:rsidRPr="00561AF5" w:rsidRDefault="00561AF5" w:rsidP="00561AF5">
            <w:r w:rsidRPr="00561AF5">
              <w:t xml:space="preserve">3.3 </w:t>
            </w:r>
            <w:r w:rsidR="000B337B">
              <w:t>I</w:t>
            </w:r>
            <w:r w:rsidRPr="00561AF5">
              <w:t>nform</w:t>
            </w:r>
            <w:r w:rsidR="000B337B">
              <w:t xml:space="preserve"> supervisor </w:t>
            </w:r>
            <w:r w:rsidRPr="00561AF5">
              <w:t>o</w:t>
            </w:r>
            <w:r w:rsidR="002B07E9">
              <w:t>n</w:t>
            </w:r>
            <w:r w:rsidRPr="00561AF5">
              <w:t xml:space="preserve"> progress of animal care activity</w:t>
            </w:r>
          </w:p>
        </w:tc>
      </w:tr>
      <w:tr w:rsidR="00561AF5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6A3DB275" w:rsidR="00561AF5" w:rsidRPr="00561AF5" w:rsidRDefault="00561AF5" w:rsidP="00561AF5">
            <w:pPr>
              <w:pStyle w:val="SIText"/>
            </w:pPr>
            <w:r w:rsidRPr="00561AF5">
              <w:t>4. Reflect on animal care procedures</w:t>
            </w:r>
          </w:p>
        </w:tc>
        <w:tc>
          <w:tcPr>
            <w:tcW w:w="3604" w:type="pct"/>
            <w:shd w:val="clear" w:color="auto" w:fill="auto"/>
          </w:tcPr>
          <w:p w14:paraId="3F927AB9" w14:textId="77777777" w:rsidR="00561AF5" w:rsidRPr="00561AF5" w:rsidRDefault="00561AF5" w:rsidP="00561AF5">
            <w:r w:rsidRPr="00561AF5">
              <w:t>4.1 Reflect on personal performance in relation to working with animals and discuss possible improvements with supervisor</w:t>
            </w:r>
          </w:p>
          <w:p w14:paraId="717AE472" w14:textId="07EF8E17" w:rsidR="00561AF5" w:rsidRPr="00561AF5" w:rsidRDefault="00561AF5" w:rsidP="00561AF5">
            <w:r w:rsidRPr="00561AF5">
              <w:t>4.2 Apply improvements to work practice</w:t>
            </w:r>
            <w:r w:rsidR="00036C78">
              <w:t xml:space="preserve"> as directed</w:t>
            </w:r>
          </w:p>
          <w:p w14:paraId="702EA98A" w14:textId="006598A6" w:rsidR="00561AF5" w:rsidRPr="00561AF5" w:rsidRDefault="00561AF5" w:rsidP="00561AF5">
            <w:r w:rsidRPr="00561AF5">
              <w:t xml:space="preserve">4.3 Identify possible improvements to animal care procedures and discuss with </w:t>
            </w:r>
            <w:r w:rsidR="002B07E9">
              <w:t>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07E9" w:rsidRPr="00336FCA" w:rsidDel="00423CB2" w14:paraId="6AD2F76B" w14:textId="77777777" w:rsidTr="00CA2922">
        <w:tc>
          <w:tcPr>
            <w:tcW w:w="1396" w:type="pct"/>
          </w:tcPr>
          <w:p w14:paraId="7D795EC9" w14:textId="7297F3A4" w:rsidR="002B07E9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t>Oral Communication</w:t>
            </w:r>
          </w:p>
        </w:tc>
        <w:tc>
          <w:tcPr>
            <w:tcW w:w="3604" w:type="pct"/>
          </w:tcPr>
          <w:p w14:paraId="4A6AD9F5" w14:textId="37797DB6" w:rsidR="002B07E9" w:rsidRPr="002B07E9" w:rsidRDefault="002B07E9" w:rsidP="002B07E9">
            <w:pPr>
              <w:pStyle w:val="SIBulletList1"/>
              <w:rPr>
                <w:rFonts w:eastAsia="Calibri"/>
              </w:rPr>
            </w:pPr>
            <w:r w:rsidRPr="002B07E9">
              <w:t>Uses clear language and standard industry terminology to clarify instructions and communicate with supervisor</w:t>
            </w:r>
          </w:p>
          <w:p w14:paraId="418A1EF8" w14:textId="60E3FF02" w:rsidR="002B07E9" w:rsidRPr="002B07E9" w:rsidRDefault="002B07E9" w:rsidP="00036C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and discuss possible </w:t>
            </w:r>
            <w:r w:rsidRPr="00036C78">
              <w:rPr>
                <w:rStyle w:val="SITemporaryText-blue"/>
                <w:color w:val="auto"/>
                <w:sz w:val="20"/>
              </w:rPr>
              <w:t xml:space="preserve">improvements </w:t>
            </w:r>
            <w:r w:rsidR="00036C78" w:rsidRPr="00036C78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036C78">
              <w:rPr>
                <w:rStyle w:val="SITemporaryText-blue"/>
                <w:color w:val="auto"/>
                <w:sz w:val="20"/>
              </w:rPr>
              <w:t>supervisor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742B319" w:rsidR="00F1480E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6F6E4C6A" w:rsidR="00F1480E" w:rsidRPr="002B07E9" w:rsidRDefault="002B07E9" w:rsidP="002B07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B07E9">
              <w:rPr>
                <w:rStyle w:val="SITemporaryText-blue"/>
                <w:rFonts w:eastAsia="Calibri"/>
                <w:color w:val="auto"/>
                <w:sz w:val="20"/>
              </w:rPr>
              <w:t>Count and record stock levels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56538A" w14:paraId="026EDCB1" w14:textId="77777777" w:rsidTr="00F33FF2">
        <w:tc>
          <w:tcPr>
            <w:tcW w:w="1028" w:type="pct"/>
          </w:tcPr>
          <w:p w14:paraId="21DAFA88" w14:textId="33F71644" w:rsidR="00F46BB2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AHC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WRK</w:t>
            </w:r>
            <w:r w:rsidR="00E85429" w:rsidRPr="0056538A">
              <w:rPr>
                <w:rStyle w:val="SITemporaryText-blue"/>
                <w:color w:val="auto"/>
                <w:sz w:val="20"/>
              </w:rPr>
              <w:t>1</w:t>
            </w:r>
            <w:r w:rsidRPr="0056538A">
              <w:rPr>
                <w:rStyle w:val="SITemporaryText-blue"/>
                <w:color w:val="auto"/>
                <w:sz w:val="20"/>
              </w:rPr>
              <w:t>X</w:t>
            </w:r>
            <w:r w:rsidR="00E85429" w:rsidRPr="0056538A">
              <w:rPr>
                <w:rStyle w:val="SITemporaryText-blue"/>
                <w:color w:val="auto"/>
                <w:sz w:val="20"/>
              </w:rPr>
              <w:t>2</w:t>
            </w:r>
            <w:r w:rsidRPr="0056538A">
              <w:rPr>
                <w:rStyle w:val="SITemporaryText-blue"/>
                <w:color w:val="auto"/>
                <w:sz w:val="20"/>
              </w:rPr>
              <w:t xml:space="preserve"> Contribute to animal care</w:t>
            </w:r>
          </w:p>
        </w:tc>
        <w:tc>
          <w:tcPr>
            <w:tcW w:w="1105" w:type="pct"/>
          </w:tcPr>
          <w:p w14:paraId="68CA03F4" w14:textId="549DC051" w:rsidR="00F46BB2" w:rsidRPr="0056538A" w:rsidRDefault="0049494C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t>A</w:t>
            </w:r>
            <w:r w:rsidR="002B07E9" w:rsidRPr="0056538A">
              <w:t>HCCMN201</w:t>
            </w:r>
            <w:r w:rsidRPr="0056538A">
              <w:t xml:space="preserve"> Contribute to animal care through work activities</w:t>
            </w:r>
          </w:p>
        </w:tc>
        <w:tc>
          <w:tcPr>
            <w:tcW w:w="1251" w:type="pct"/>
          </w:tcPr>
          <w:p w14:paraId="13644631" w14:textId="5A800C6B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Minor changes to unit title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,</w:t>
            </w:r>
            <w:r w:rsidRPr="0056538A">
              <w:rPr>
                <w:rStyle w:val="SITemporaryText-blue"/>
                <w:color w:val="auto"/>
                <w:sz w:val="20"/>
              </w:rPr>
              <w:t xml:space="preserve"> application</w:t>
            </w:r>
            <w:r w:rsidR="00440C4F" w:rsidRPr="0056538A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08E58AF7" w14:textId="47C530E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</w:t>
            </w:r>
            <w:r w:rsidR="0056538A" w:rsidRPr="0056538A">
              <w:rPr>
                <w:rStyle w:val="SITemporaryText-blue"/>
                <w:color w:val="auto"/>
                <w:sz w:val="20"/>
              </w:rPr>
              <w:t>ajor and m</w:t>
            </w:r>
            <w:r w:rsidRPr="0056538A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6910CBF1" w14:textId="7777777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446CCED1" w:rsidR="00F46BB2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E7BD1E" w:rsidR="00F46BB2" w:rsidRPr="0056538A" w:rsidRDefault="002B07E9" w:rsidP="0056538A">
            <w:pPr>
              <w:pStyle w:val="SIText"/>
            </w:pPr>
            <w:r w:rsidRPr="0056538A">
              <w:t>Not e</w:t>
            </w:r>
            <w:r w:rsidR="0003463A" w:rsidRPr="005652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5DD6BAE" w:rsidR="00E17A92" w:rsidRPr="005404CB" w:rsidRDefault="00520E9A" w:rsidP="00C1663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C1663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326A7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3442D" w:rsidRPr="00D3442D">
              <w:t>AHC</w:t>
            </w:r>
            <w:r w:rsidR="00440C4F">
              <w:t>WRK</w:t>
            </w:r>
            <w:r w:rsidR="0056538A">
              <w:t>1</w:t>
            </w:r>
            <w:r w:rsidR="00440C4F">
              <w:t>X</w:t>
            </w:r>
            <w:r w:rsidR="0056538A">
              <w:t>2</w:t>
            </w:r>
            <w:r w:rsidR="00D3442D" w:rsidRPr="00D3442D">
              <w:t xml:space="preserve"> Contribute to animal care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028FF5" w14:textId="77777777" w:rsidR="002B07E9" w:rsidRPr="002B07E9" w:rsidRDefault="002B07E9" w:rsidP="002B07E9">
            <w:r w:rsidRPr="005D2C82">
              <w:t xml:space="preserve">An individual demonstrating competency must satisfy all of the elements and performance </w:t>
            </w:r>
            <w:r w:rsidRPr="002B07E9">
              <w:t>criteria in this unit.</w:t>
            </w:r>
          </w:p>
          <w:p w14:paraId="7BB46979" w14:textId="592A20FE" w:rsidR="0049494C" w:rsidRPr="0049494C" w:rsidRDefault="002B07E9" w:rsidP="0049494C">
            <w:r w:rsidRPr="004B781E">
              <w:t>The</w:t>
            </w:r>
            <w:r w:rsidRPr="002B07E9">
              <w:t>re must be</w:t>
            </w:r>
            <w:r w:rsidRPr="002B07E9" w:rsidDel="002B07E9">
              <w:t xml:space="preserve"> </w:t>
            </w:r>
            <w:r w:rsidR="0049494C" w:rsidRPr="0049494C">
              <w:t>evidence that the</w:t>
            </w:r>
            <w:r w:rsidR="00180373">
              <w:t xml:space="preserve"> individual has contributed to animal care on at least one occasion and has</w:t>
            </w:r>
            <w:r w:rsidR="0049494C" w:rsidRPr="0049494C">
              <w:t>:</w:t>
            </w:r>
          </w:p>
          <w:p w14:paraId="533F376C" w14:textId="404098B9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basic principles of animal ethics and welfare</w:t>
            </w:r>
          </w:p>
          <w:p w14:paraId="58E3B3E5" w14:textId="2124149C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animal</w:t>
            </w:r>
            <w:r w:rsidR="00036C78">
              <w:t xml:space="preserve"> </w:t>
            </w:r>
            <w:r w:rsidRPr="0049494C">
              <w:t>observation skills</w:t>
            </w:r>
          </w:p>
          <w:p w14:paraId="719A8AE2" w14:textId="2A0ECBEE" w:rsidR="0049494C" w:rsidRPr="0049494C" w:rsidRDefault="0049494C" w:rsidP="0049494C">
            <w:pPr>
              <w:pStyle w:val="SIBulletList1"/>
            </w:pPr>
            <w:r w:rsidRPr="0049494C">
              <w:t>identif</w:t>
            </w:r>
            <w:r w:rsidR="00180373">
              <w:t>ied</w:t>
            </w:r>
            <w:r w:rsidRPr="0049494C">
              <w:t xml:space="preserve"> and use</w:t>
            </w:r>
            <w:r w:rsidR="00180373">
              <w:t>d</w:t>
            </w:r>
            <w:r w:rsidRPr="0049494C">
              <w:t xml:space="preserve"> equipment, tools and other technology required to complete workplace tasks</w:t>
            </w:r>
          </w:p>
          <w:p w14:paraId="50CEE6FA" w14:textId="14B22B1A" w:rsidR="0049494C" w:rsidRPr="0049494C" w:rsidRDefault="00180373" w:rsidP="0049494C">
            <w:pPr>
              <w:pStyle w:val="SIBulletList1"/>
            </w:pPr>
            <w:r>
              <w:t>applied</w:t>
            </w:r>
            <w:r w:rsidR="0049494C" w:rsidRPr="0049494C">
              <w:t xml:space="preserve"> work</w:t>
            </w:r>
            <w:r>
              <w:t>place</w:t>
            </w:r>
            <w:r w:rsidR="0049494C" w:rsidRPr="0049494C">
              <w:t xml:space="preserve"> health and safety </w:t>
            </w:r>
            <w:r>
              <w:t xml:space="preserve">requirements, </w:t>
            </w:r>
            <w:r w:rsidRPr="00561AF5">
              <w:t>animal welfare standards</w:t>
            </w:r>
            <w:r w:rsidRPr="00180373">
              <w:t xml:space="preserve"> </w:t>
            </w:r>
            <w:r w:rsidR="0049494C" w:rsidRPr="0049494C">
              <w:t>and environmental protection procedures and requirements</w:t>
            </w:r>
            <w:r w:rsidR="00036C78">
              <w:t xml:space="preserve"> applicable to contributing to animal care</w:t>
            </w:r>
          </w:p>
          <w:p w14:paraId="42D270F1" w14:textId="28B3C4F1" w:rsidR="0049494C" w:rsidRPr="0049494C" w:rsidRDefault="0049494C" w:rsidP="0049494C">
            <w:pPr>
              <w:pStyle w:val="SIBulletList1"/>
            </w:pPr>
            <w:r w:rsidRPr="0049494C">
              <w:t>follow</w:t>
            </w:r>
            <w:r w:rsidR="00180373">
              <w:t>ed</w:t>
            </w:r>
            <w:r w:rsidRPr="0049494C">
              <w:t xml:space="preserve"> instructions for a job</w:t>
            </w:r>
          </w:p>
          <w:p w14:paraId="23D90636" w14:textId="62206482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technical skills in animal care including:</w:t>
            </w:r>
          </w:p>
          <w:p w14:paraId="57CFFE90" w14:textId="77777777" w:rsidR="0049494C" w:rsidRPr="0049494C" w:rsidRDefault="0049494C" w:rsidP="00180373">
            <w:pPr>
              <w:pStyle w:val="SIBulletList2"/>
            </w:pPr>
            <w:r w:rsidRPr="0049494C">
              <w:t>preparing and providing food and water</w:t>
            </w:r>
          </w:p>
          <w:p w14:paraId="6165B5F3" w14:textId="77777777" w:rsidR="0049494C" w:rsidRPr="0049494C" w:rsidRDefault="0049494C" w:rsidP="00180373">
            <w:pPr>
              <w:pStyle w:val="SIBulletList2"/>
            </w:pPr>
            <w:r w:rsidRPr="0049494C">
              <w:t>grooming</w:t>
            </w:r>
          </w:p>
          <w:p w14:paraId="16020ABD" w14:textId="77777777" w:rsidR="0049494C" w:rsidRPr="0049494C" w:rsidRDefault="0049494C" w:rsidP="00180373">
            <w:pPr>
              <w:pStyle w:val="SIBulletList2"/>
            </w:pPr>
            <w:r w:rsidRPr="0049494C">
              <w:t>counting stock</w:t>
            </w:r>
          </w:p>
          <w:p w14:paraId="6762B7DE" w14:textId="77777777" w:rsidR="0049494C" w:rsidRPr="0049494C" w:rsidRDefault="0049494C" w:rsidP="00180373">
            <w:pPr>
              <w:pStyle w:val="SIBulletList2"/>
            </w:pPr>
            <w:r w:rsidRPr="0049494C">
              <w:t>recognising common animal behaviours and determining required response</w:t>
            </w:r>
          </w:p>
          <w:p w14:paraId="6F4C4464" w14:textId="567F1F26" w:rsidR="0049494C" w:rsidRPr="0049494C" w:rsidRDefault="0049494C" w:rsidP="0049494C">
            <w:pPr>
              <w:pStyle w:val="SIBulletList1"/>
            </w:pPr>
            <w:r w:rsidRPr="0049494C">
              <w:t>recognise</w:t>
            </w:r>
            <w:r w:rsidR="00180373">
              <w:t>d</w:t>
            </w:r>
            <w:r w:rsidRPr="0049494C">
              <w:t xml:space="preserve"> limitations, ask</w:t>
            </w:r>
            <w:r w:rsidR="00180373">
              <w:t>ed</w:t>
            </w:r>
            <w:r w:rsidRPr="0049494C">
              <w:t xml:space="preserve"> for help and s</w:t>
            </w:r>
            <w:r w:rsidR="00180373">
              <w:t>ought</w:t>
            </w:r>
            <w:r w:rsidRPr="0049494C">
              <w:t xml:space="preserve"> clarification or information about work requirements and procedures</w:t>
            </w:r>
          </w:p>
          <w:p w14:paraId="6E81AE9B" w14:textId="7A337921" w:rsidR="00E17A92" w:rsidRPr="005404CB" w:rsidRDefault="0049494C" w:rsidP="00036C78">
            <w:pPr>
              <w:pStyle w:val="SIBulletList1"/>
            </w:pPr>
            <w:r w:rsidRPr="0049494C">
              <w:t>work</w:t>
            </w:r>
            <w:r w:rsidR="00180373">
              <w:t>ed</w:t>
            </w:r>
            <w:r w:rsidRPr="0049494C">
              <w:t xml:space="preserve"> with others to complete tasks</w:t>
            </w:r>
            <w:r w:rsidR="0018037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95F2FB" w14:textId="3C7F2600" w:rsidR="0049494C" w:rsidRPr="0049494C" w:rsidRDefault="00180373" w:rsidP="0049494C">
            <w:r w:rsidRPr="00363EAD">
              <w:t xml:space="preserve">An individual must be able to demonstrate the knowledge required to perform the </w:t>
            </w:r>
            <w:r w:rsidRPr="00180373">
              <w:t>tasks outlined in the elements and performance criteria of this unit. This includes</w:t>
            </w:r>
            <w:r w:rsidRPr="00180373" w:rsidDel="00180373">
              <w:t xml:space="preserve"> </w:t>
            </w:r>
            <w:r w:rsidR="0049494C" w:rsidRPr="0049494C">
              <w:t>knowledge of:</w:t>
            </w:r>
          </w:p>
          <w:p w14:paraId="2B9786CA" w14:textId="77777777" w:rsidR="0049494C" w:rsidRPr="0049494C" w:rsidRDefault="0049494C" w:rsidP="0049494C">
            <w:pPr>
              <w:pStyle w:val="SIBulletList1"/>
            </w:pPr>
            <w:r w:rsidRPr="0049494C">
              <w:t>basic principles of animal ethics and welfare</w:t>
            </w:r>
          </w:p>
          <w:p w14:paraId="6F1AB3BE" w14:textId="77777777" w:rsidR="0049494C" w:rsidRPr="0049494C" w:rsidRDefault="0049494C" w:rsidP="0049494C">
            <w:pPr>
              <w:pStyle w:val="SIBulletList1"/>
            </w:pPr>
            <w:r w:rsidRPr="0049494C">
              <w:t>codes of practice relating to work requirements</w:t>
            </w:r>
          </w:p>
          <w:p w14:paraId="206520F4" w14:textId="77777777" w:rsidR="0049494C" w:rsidRPr="0049494C" w:rsidRDefault="0049494C" w:rsidP="0049494C">
            <w:pPr>
              <w:pStyle w:val="SIBulletList1"/>
            </w:pPr>
            <w:r w:rsidRPr="0049494C">
              <w:t>feeding and watering procedures</w:t>
            </w:r>
          </w:p>
          <w:p w14:paraId="4859736D" w14:textId="74E190D5" w:rsidR="0049494C" w:rsidRPr="0049494C" w:rsidRDefault="00180373" w:rsidP="0049494C">
            <w:pPr>
              <w:pStyle w:val="SIBulletList1"/>
            </w:pPr>
            <w:r>
              <w:t xml:space="preserve">workplace requirements applicable to </w:t>
            </w:r>
            <w:r w:rsidR="0049494C" w:rsidRPr="0049494C">
              <w:t xml:space="preserve">health and safety </w:t>
            </w:r>
            <w:r>
              <w:t>in the workplace for contributing to animal care</w:t>
            </w:r>
          </w:p>
          <w:p w14:paraId="2AADFCE2" w14:textId="3C5265E1" w:rsidR="0049494C" w:rsidRPr="0049494C" w:rsidRDefault="00180373" w:rsidP="0049494C">
            <w:pPr>
              <w:pStyle w:val="SIBulletList1"/>
            </w:pPr>
            <w:r>
              <w:t xml:space="preserve">workplace animal </w:t>
            </w:r>
            <w:r w:rsidR="0049494C" w:rsidRPr="0049494C">
              <w:t>capture and restraint procedures</w:t>
            </w:r>
          </w:p>
          <w:p w14:paraId="6FCB2D3C" w14:textId="77777777" w:rsidR="0049494C" w:rsidRPr="0049494C" w:rsidRDefault="0049494C" w:rsidP="0049494C">
            <w:pPr>
              <w:pStyle w:val="SIBulletList1"/>
            </w:pPr>
            <w:r w:rsidRPr="0049494C">
              <w:t>techniques for grooming animals</w:t>
            </w:r>
          </w:p>
          <w:p w14:paraId="60934D68" w14:textId="77777777" w:rsidR="0049494C" w:rsidRPr="0049494C" w:rsidRDefault="0049494C" w:rsidP="0049494C">
            <w:pPr>
              <w:pStyle w:val="SIBulletList1"/>
            </w:pPr>
            <w:r w:rsidRPr="0049494C">
              <w:t>common animal behaviours and appropriate responses</w:t>
            </w:r>
          </w:p>
          <w:p w14:paraId="411BDF05" w14:textId="0C7E3C7C" w:rsidR="00E17A92" w:rsidRPr="005404CB" w:rsidRDefault="0049494C" w:rsidP="00036C78">
            <w:pPr>
              <w:pStyle w:val="SIBulletList1"/>
            </w:pPr>
            <w:r w:rsidRPr="0049494C">
              <w:t>terminology relevant to animal care</w:t>
            </w:r>
            <w:r w:rsidR="0018037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B25DE92" w14:textId="77777777" w:rsidR="00180373" w:rsidRPr="00180373" w:rsidRDefault="00180373" w:rsidP="00180373">
            <w:r w:rsidRPr="002A2453">
              <w:t>Assessment of skills must take place under the following conditions:</w:t>
            </w:r>
          </w:p>
          <w:p w14:paraId="46D82CBA" w14:textId="77777777" w:rsidR="00180373" w:rsidRPr="00180373" w:rsidRDefault="00180373" w:rsidP="00180373">
            <w:pPr>
              <w:pStyle w:val="SIBulletList1"/>
            </w:pPr>
            <w:r w:rsidRPr="002A2453">
              <w:t>physical conditions:</w:t>
            </w:r>
          </w:p>
          <w:p w14:paraId="6E38C36B" w14:textId="77777777" w:rsidR="00180373" w:rsidRPr="00180373" w:rsidRDefault="00180373" w:rsidP="0018037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12ADD6A3" w14:textId="77777777" w:rsidR="00180373" w:rsidRPr="00180373" w:rsidRDefault="00180373" w:rsidP="00180373">
            <w:pPr>
              <w:pStyle w:val="SIBulletList1"/>
            </w:pPr>
            <w:r w:rsidRPr="002A2453">
              <w:t>resources, equipment and materials:</w:t>
            </w:r>
          </w:p>
          <w:p w14:paraId="320FDAF2" w14:textId="361C8E24" w:rsidR="00180373" w:rsidRPr="00180373" w:rsidRDefault="00180373" w:rsidP="00180373">
            <w:pPr>
              <w:pStyle w:val="SIBulletList2"/>
            </w:pPr>
            <w:r>
              <w:t>tools, materials and equipment applicable to animal care activities</w:t>
            </w:r>
          </w:p>
          <w:p w14:paraId="254F4471" w14:textId="0595B87A" w:rsidR="00180373" w:rsidRPr="00180373" w:rsidRDefault="00180373" w:rsidP="00180373">
            <w:pPr>
              <w:pStyle w:val="SIBulletList2"/>
            </w:pPr>
            <w:r w:rsidRPr="002A2453">
              <w:t>w</w:t>
            </w:r>
            <w:r w:rsidRPr="00180373">
              <w:t>ork</w:t>
            </w:r>
            <w:r>
              <w:t>place animal capture and restraint procedures</w:t>
            </w:r>
          </w:p>
          <w:p w14:paraId="6D016450" w14:textId="77777777" w:rsidR="00180373" w:rsidRPr="00180373" w:rsidRDefault="00180373" w:rsidP="00180373">
            <w:pPr>
              <w:pStyle w:val="SIBulletList1"/>
            </w:pPr>
            <w:r w:rsidRPr="002A2453">
              <w:t>specifications:</w:t>
            </w:r>
          </w:p>
          <w:p w14:paraId="697232EB" w14:textId="213548FD" w:rsidR="00180373" w:rsidRPr="00180373" w:rsidRDefault="00180373" w:rsidP="00180373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contributing to animal care</w:t>
            </w:r>
          </w:p>
          <w:p w14:paraId="5D1843E6" w14:textId="3EF2EE31" w:rsidR="00180373" w:rsidRPr="00180373" w:rsidRDefault="00180373" w:rsidP="00180373">
            <w:pPr>
              <w:pStyle w:val="SIBulletList2"/>
            </w:pPr>
            <w:r w:rsidRPr="002A2453">
              <w:t>workplace documents</w:t>
            </w:r>
            <w:r w:rsidRPr="00180373">
              <w:t xml:space="preserve"> and procedures relevant to </w:t>
            </w:r>
            <w:r>
              <w:t>contributing to animal care</w:t>
            </w:r>
          </w:p>
          <w:p w14:paraId="06F1C94B" w14:textId="77777777" w:rsidR="00180373" w:rsidRPr="00180373" w:rsidRDefault="00180373" w:rsidP="00180373">
            <w:pPr>
              <w:pStyle w:val="SIBulletList1"/>
            </w:pPr>
            <w:r w:rsidRPr="002A2453">
              <w:t>relationships:</w:t>
            </w:r>
          </w:p>
          <w:p w14:paraId="04C3E398" w14:textId="3C963192" w:rsidR="00180373" w:rsidRPr="00180373" w:rsidRDefault="00180373" w:rsidP="00180373">
            <w:pPr>
              <w:pStyle w:val="SIBulletList2"/>
            </w:pPr>
            <w:r w:rsidRPr="00180373">
              <w:t>supervisor.</w:t>
            </w:r>
          </w:p>
          <w:p w14:paraId="69FEEB2C" w14:textId="77777777" w:rsidR="00180373" w:rsidRPr="002A2453" w:rsidRDefault="00180373" w:rsidP="00180373"/>
          <w:p w14:paraId="29F679B7" w14:textId="60D9F9D5" w:rsidR="00BC7B51" w:rsidRPr="005404CB" w:rsidRDefault="0018037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2B2663AA" w:rsidR="00E17A92" w:rsidRPr="005404CB" w:rsidRDefault="00D56ADE" w:rsidP="005404CB">
            <w:pPr>
              <w:pStyle w:val="SIText"/>
            </w:pPr>
            <w:hyperlink r:id="rId12" w:history="1">
              <w:r w:rsidR="00E17A92" w:rsidRPr="00C1663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BFEE6DB" w:rsidR="009C2650" w:rsidRPr="00D3442D" w:rsidRDefault="00D3442D" w:rsidP="00D3442D">
    <w:r w:rsidRPr="00D3442D">
      <w:rPr>
        <w:lang w:eastAsia="en-US"/>
      </w:rPr>
      <w:t>AHC</w:t>
    </w:r>
    <w:r w:rsidR="00440C4F">
      <w:t>WRK</w:t>
    </w:r>
    <w:r w:rsidR="00E85429">
      <w:t>1</w:t>
    </w:r>
    <w:r w:rsidR="00440C4F">
      <w:t>X</w:t>
    </w:r>
    <w:r w:rsidR="00E85429">
      <w:t>2</w:t>
    </w:r>
    <w:r w:rsidRPr="00D3442D">
      <w:rPr>
        <w:lang w:eastAsia="en-US"/>
      </w:rPr>
      <w:t xml:space="preserve"> Contribute to animal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411"/>
    <w:multiLevelType w:val="multilevel"/>
    <w:tmpl w:val="5A9A2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E537B5"/>
    <w:multiLevelType w:val="multilevel"/>
    <w:tmpl w:val="BBEA7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6C78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08E7"/>
    <w:rsid w:val="000A5441"/>
    <w:rsid w:val="000B2022"/>
    <w:rsid w:val="000B337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37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07E9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15E9F"/>
    <w:rsid w:val="004272A1"/>
    <w:rsid w:val="0043212E"/>
    <w:rsid w:val="00434366"/>
    <w:rsid w:val="00434ECE"/>
    <w:rsid w:val="0043637D"/>
    <w:rsid w:val="00440C4F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9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156"/>
    <w:rsid w:val="005446D1"/>
    <w:rsid w:val="00556C4C"/>
    <w:rsid w:val="00557369"/>
    <w:rsid w:val="00557D22"/>
    <w:rsid w:val="00561AF5"/>
    <w:rsid w:val="005638A6"/>
    <w:rsid w:val="00564ADD"/>
    <w:rsid w:val="005652BF"/>
    <w:rsid w:val="0056538A"/>
    <w:rsid w:val="005708EB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3ED9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5786F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C70E7"/>
    <w:rsid w:val="007D038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03F8"/>
    <w:rsid w:val="008E260C"/>
    <w:rsid w:val="008E39BE"/>
    <w:rsid w:val="008E62EC"/>
    <w:rsid w:val="008F32F6"/>
    <w:rsid w:val="009148D7"/>
    <w:rsid w:val="00914AC3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26D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635"/>
    <w:rsid w:val="00C1739B"/>
    <w:rsid w:val="00C21ADE"/>
    <w:rsid w:val="00C224A3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42D"/>
    <w:rsid w:val="00D54C76"/>
    <w:rsid w:val="00D56ADE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5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542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C8E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1663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54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30ce510-73c0-40a7-aee4-da2492112f9c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650C0-1880-461F-A49A-6549B5D8C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293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70</cp:revision>
  <cp:lastPrinted>2016-05-27T05:21:00Z</cp:lastPrinted>
  <dcterms:created xsi:type="dcterms:W3CDTF">2021-08-11T23:10:00Z</dcterms:created>
  <dcterms:modified xsi:type="dcterms:W3CDTF">2022-03-30T05:07:00Z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