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3665F97B" w:rsidR="00F1480E" w:rsidRPr="005404CB" w:rsidRDefault="00DD32A0" w:rsidP="00AA7050">
            <w:pPr>
              <w:pStyle w:val="SIText"/>
            </w:pPr>
            <w:r w:rsidRPr="00DD32A0">
              <w:t>This version released with AHC Agriculture, Horticulture</w:t>
            </w:r>
            <w:r w:rsidR="00DF6882">
              <w:t xml:space="preserve"> and</w:t>
            </w:r>
            <w:r w:rsidRPr="00DD32A0">
              <w:t xml:space="preserve"> Conservation and Land Management Training Package </w:t>
            </w:r>
            <w:r w:rsidRPr="00AA7050">
              <w:t xml:space="preserve">Version </w:t>
            </w:r>
            <w:r w:rsidR="00AA7050" w:rsidRPr="00AA7050">
              <w:t>9</w:t>
            </w:r>
            <w:r w:rsidRPr="00AA705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0696ACB" w:rsidR="00F1480E" w:rsidRPr="005404CB" w:rsidRDefault="00E17A92" w:rsidP="005404CB">
            <w:pPr>
              <w:pStyle w:val="SIUNITCODE"/>
            </w:pPr>
            <w:r>
              <w:t>AHCWHS1</w:t>
            </w:r>
            <w:r w:rsidR="00F77591">
              <w:t>X</w:t>
            </w:r>
            <w:r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423C8ADA" w:rsidR="00F1480E" w:rsidRPr="005404CB" w:rsidRDefault="00E17A92" w:rsidP="005404CB">
            <w:pPr>
              <w:pStyle w:val="SIUnittitle"/>
            </w:pPr>
            <w:r w:rsidRPr="00E17A92">
              <w:t>Work safely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1AE12D" w14:textId="77777777" w:rsidR="00F77591" w:rsidRDefault="008A0AF4" w:rsidP="008A0AF4">
            <w:pPr>
              <w:pStyle w:val="SIText"/>
            </w:pPr>
            <w:r w:rsidRPr="008A0AF4">
              <w:t>This unit of competency describes the skills and knowledge required to work safely</w:t>
            </w:r>
            <w:r w:rsidR="00F77591">
              <w:t>, including identifying work safety issues, observing safe work practices, participating in workplace safety meetings and following incident emergency response procedures</w:t>
            </w:r>
            <w:r w:rsidRPr="008A0AF4">
              <w:t>.</w:t>
            </w:r>
          </w:p>
          <w:p w14:paraId="2AFF4CE8" w14:textId="77777777" w:rsidR="00F77591" w:rsidRDefault="00F77591" w:rsidP="008A0AF4">
            <w:pPr>
              <w:pStyle w:val="SIText"/>
            </w:pPr>
          </w:p>
          <w:p w14:paraId="067177AD" w14:textId="30E5D825" w:rsidR="008A0AF4" w:rsidRPr="008A0AF4" w:rsidRDefault="00F77591" w:rsidP="008A0AF4">
            <w:pPr>
              <w:pStyle w:val="SIText"/>
            </w:pPr>
            <w:r>
              <w:t>The unit</w:t>
            </w:r>
            <w:r w:rsidR="008A0AF4" w:rsidRPr="008A0AF4">
              <w:t xml:space="preserve"> applies to </w:t>
            </w:r>
            <w:r>
              <w:t>individuals who work safely while working alongside a supervisor, exercising limited autonomy</w:t>
            </w:r>
            <w:r w:rsidR="008A0AF4" w:rsidRPr="008A0AF4">
              <w:t xml:space="preserve"> within established and well</w:t>
            </w:r>
            <w:r>
              <w:t xml:space="preserve"> </w:t>
            </w:r>
            <w:r w:rsidR="008A0AF4" w:rsidRPr="008A0AF4">
              <w:t>known parameters</w:t>
            </w:r>
            <w:r>
              <w:t>. They identify and seek help with simple problems</w:t>
            </w:r>
            <w:r w:rsidR="008A0AF4" w:rsidRPr="008A0AF4">
              <w:t>.</w:t>
            </w:r>
          </w:p>
          <w:p w14:paraId="4A08EC7B" w14:textId="77777777" w:rsidR="008A0AF4" w:rsidRPr="008A0AF4" w:rsidRDefault="008A0AF4" w:rsidP="008A0AF4">
            <w:pPr>
              <w:pStyle w:val="SIText"/>
            </w:pPr>
          </w:p>
          <w:p w14:paraId="10E9A87F" w14:textId="77777777" w:rsidR="001C2036" w:rsidRPr="006A1D41" w:rsidRDefault="008A0AF4" w:rsidP="001C2036">
            <w:pPr>
              <w:pStyle w:val="SIText"/>
            </w:pPr>
            <w:r w:rsidRPr="001C2036">
              <w:t>NOTE</w:t>
            </w:r>
            <w:r w:rsidR="001C2036" w:rsidRPr="001C2036">
              <w:t>S</w:t>
            </w:r>
            <w:r w:rsidRPr="006A1D41">
              <w:t xml:space="preserve">: </w:t>
            </w:r>
          </w:p>
          <w:p w14:paraId="53651335" w14:textId="28862FA9" w:rsidR="008A0AF4" w:rsidRPr="001C2036" w:rsidRDefault="001C2036" w:rsidP="006A1D41">
            <w:pPr>
              <w:pStyle w:val="SIText"/>
            </w:pPr>
            <w:r w:rsidRPr="001C2036">
              <w:t xml:space="preserve">1. </w:t>
            </w:r>
            <w:r w:rsidR="008A0AF4" w:rsidRPr="001C2036">
              <w:t xml:space="preserve">The terms 'occupational health and safety' (OHS) and 'work health and safety' (WHS) are equivalent and generally either can be used in the workplace. In jurisdictions where the </w:t>
            </w:r>
            <w:r w:rsidRPr="001C2036">
              <w:rPr>
                <w:rStyle w:val="SIText-Italic"/>
              </w:rPr>
              <w:t>m</w:t>
            </w:r>
            <w:r w:rsidR="008A0AF4" w:rsidRPr="001C2036">
              <w:rPr>
                <w:rStyle w:val="SIText-Italic"/>
              </w:rPr>
              <w:t xml:space="preserve">odel WHS </w:t>
            </w:r>
            <w:r w:rsidRPr="001C2036">
              <w:rPr>
                <w:rStyle w:val="SIText-Italic"/>
              </w:rPr>
              <w:t>laws</w:t>
            </w:r>
            <w:r w:rsidR="008A0AF4" w:rsidRPr="001C2036">
              <w:t xml:space="preserve"> ha</w:t>
            </w:r>
            <w:r w:rsidRPr="001C2036">
              <w:t>ve</w:t>
            </w:r>
            <w:r w:rsidR="008A0AF4" w:rsidRPr="001C2036">
              <w:t xml:space="preserve"> not been implemented</w:t>
            </w:r>
            <w:r w:rsidRPr="001C2036">
              <w:t>, registered training organisations</w:t>
            </w:r>
            <w:r w:rsidR="008A0AF4" w:rsidRPr="001C2036">
              <w:t xml:space="preserve"> </w:t>
            </w:r>
            <w:r w:rsidRPr="001C2036">
              <w:t>(</w:t>
            </w:r>
            <w:r w:rsidR="008A0AF4" w:rsidRPr="001C2036">
              <w:t>RTOs</w:t>
            </w:r>
            <w:r w:rsidRPr="001C2036">
              <w:t>)</w:t>
            </w:r>
            <w:r w:rsidR="008A0AF4" w:rsidRPr="001C2036">
              <w:t xml:space="preserve"> are advised to contextualise th</w:t>
            </w:r>
            <w:r w:rsidRPr="001C2036">
              <w:t>is</w:t>
            </w:r>
            <w:r w:rsidR="008A0AF4" w:rsidRPr="001C2036">
              <w:t xml:space="preserve"> unit of competency by referring to existing </w:t>
            </w:r>
            <w:r w:rsidRPr="001C2036">
              <w:t>WHS</w:t>
            </w:r>
            <w:r w:rsidR="008A0AF4" w:rsidRPr="001C2036">
              <w:t xml:space="preserve"> legislative requirements.</w:t>
            </w:r>
          </w:p>
          <w:p w14:paraId="110C0825" w14:textId="32614BF0" w:rsidR="001C2036" w:rsidRPr="001C2036" w:rsidRDefault="001C2036">
            <w:pPr>
              <w:pStyle w:val="SIText"/>
            </w:pPr>
            <w:r w:rsidRPr="001C2036">
              <w:t xml:space="preserve">2. The </w:t>
            </w:r>
            <w:r w:rsidRPr="001C2036">
              <w:rPr>
                <w:rStyle w:val="SIText-Italic"/>
              </w:rPr>
              <w:t>model WHS laws</w:t>
            </w:r>
            <w:r w:rsidRPr="001C2036">
              <w:t xml:space="preserve"> include the model WHS Act, model WHS Regulations and model WHS Codes of Practice. See Safe Work Australia for further information.</w:t>
            </w:r>
          </w:p>
          <w:p w14:paraId="679EC100" w14:textId="77777777" w:rsidR="008A0AF4" w:rsidRPr="008A0AF4" w:rsidRDefault="008A0AF4" w:rsidP="008A0AF4">
            <w:pPr>
              <w:pStyle w:val="SIText"/>
            </w:pPr>
          </w:p>
          <w:p w14:paraId="3202A0B8" w14:textId="13A4E702" w:rsidR="008A0AF4" w:rsidRPr="000754EC" w:rsidRDefault="008A0AF4" w:rsidP="008A0AF4">
            <w:r w:rsidRPr="008A0AF4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D03AC1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3C397677" w:rsidR="00F1480E" w:rsidRPr="005404CB" w:rsidRDefault="00E54608" w:rsidP="005404CB">
            <w:pPr>
              <w:pStyle w:val="SIText"/>
            </w:pPr>
            <w:r w:rsidRPr="00E54608">
              <w:t>Work Health and Safety (WHS)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54608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383EFFE2" w:rsidR="00E54608" w:rsidRPr="00E54608" w:rsidRDefault="00E54608" w:rsidP="00E54608">
            <w:pPr>
              <w:pStyle w:val="SIText"/>
            </w:pPr>
            <w:r w:rsidRPr="00E54608">
              <w:t xml:space="preserve">1. Identify </w:t>
            </w:r>
            <w:r w:rsidR="00DC0436">
              <w:t xml:space="preserve">and follow workplace </w:t>
            </w:r>
            <w:r w:rsidRPr="00E54608">
              <w:t xml:space="preserve">safety </w:t>
            </w:r>
            <w:r w:rsidR="00DC0436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3E7009B4" w14:textId="63EB57DE" w:rsidR="00E54608" w:rsidRPr="00E54608" w:rsidRDefault="00E54608" w:rsidP="00E54608">
            <w:r w:rsidRPr="00E54608">
              <w:t xml:space="preserve">1.1 </w:t>
            </w:r>
            <w:r w:rsidR="001A08C6">
              <w:t>Follow</w:t>
            </w:r>
            <w:r w:rsidRPr="00E54608">
              <w:t xml:space="preserve"> </w:t>
            </w:r>
            <w:r w:rsidR="008213A7">
              <w:t xml:space="preserve">workplace health and </w:t>
            </w:r>
            <w:r w:rsidR="008213A7" w:rsidRPr="008213A7">
              <w:t xml:space="preserve">safety </w:t>
            </w:r>
            <w:r w:rsidRPr="00E54608">
              <w:t>duty of care requirements</w:t>
            </w:r>
          </w:p>
          <w:p w14:paraId="36FFA5C5" w14:textId="5696C686" w:rsidR="00E54608" w:rsidRPr="00E54608" w:rsidRDefault="00E54608" w:rsidP="00E54608">
            <w:pPr>
              <w:pStyle w:val="SIText"/>
            </w:pPr>
            <w:r w:rsidRPr="00E54608">
              <w:t xml:space="preserve">1.2 Identify and explain own responsibilities to comply with </w:t>
            </w:r>
            <w:r w:rsidR="002F0489">
              <w:t xml:space="preserve">workplace health and </w:t>
            </w:r>
            <w:r w:rsidRPr="00E54608">
              <w:t>safe</w:t>
            </w:r>
            <w:r w:rsidR="002F0489">
              <w:t>ty</w:t>
            </w:r>
            <w:r w:rsidRPr="00E54608">
              <w:t xml:space="preserve"> practices</w:t>
            </w:r>
          </w:p>
        </w:tc>
      </w:tr>
      <w:tr w:rsidR="00E54608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78F8C29" w:rsidR="00E54608" w:rsidRPr="00E54608" w:rsidRDefault="00E54608" w:rsidP="00E54608">
            <w:pPr>
              <w:pStyle w:val="SIText"/>
            </w:pPr>
            <w:r w:rsidRPr="00E54608">
              <w:t>2. Observe safe work practices</w:t>
            </w:r>
          </w:p>
        </w:tc>
        <w:tc>
          <w:tcPr>
            <w:tcW w:w="3604" w:type="pct"/>
            <w:shd w:val="clear" w:color="auto" w:fill="auto"/>
          </w:tcPr>
          <w:p w14:paraId="05F01521" w14:textId="623C71FE" w:rsidR="00E54608" w:rsidRPr="00E54608" w:rsidRDefault="00E54608" w:rsidP="00E54608">
            <w:r w:rsidRPr="00E54608">
              <w:t xml:space="preserve">2.1 </w:t>
            </w:r>
            <w:r w:rsidR="001A08C6">
              <w:t>F</w:t>
            </w:r>
            <w:r w:rsidRPr="00E54608">
              <w:t xml:space="preserve">ollow </w:t>
            </w:r>
            <w:r w:rsidR="001A08C6">
              <w:t xml:space="preserve">workplace health and safety </w:t>
            </w:r>
            <w:r w:rsidRPr="00E54608">
              <w:t>instructions, notices and workplace safety signs</w:t>
            </w:r>
          </w:p>
          <w:p w14:paraId="66674ABC" w14:textId="465357A6" w:rsidR="00E54608" w:rsidRPr="00E54608" w:rsidRDefault="00E54608" w:rsidP="00E54608">
            <w:r w:rsidRPr="00E54608">
              <w:t xml:space="preserve">2.2 </w:t>
            </w:r>
            <w:r w:rsidR="002F0489">
              <w:t>F</w:t>
            </w:r>
            <w:r w:rsidR="001A08C6">
              <w:t>ollow instructions to f</w:t>
            </w:r>
            <w:r w:rsidR="002F0489">
              <w:t>it and u</w:t>
            </w:r>
            <w:r w:rsidRPr="00E54608">
              <w:t>se p</w:t>
            </w:r>
            <w:r w:rsidR="002F0489">
              <w:t>ersonal p</w:t>
            </w:r>
            <w:r w:rsidRPr="00E54608">
              <w:t xml:space="preserve">rotective equipment </w:t>
            </w:r>
            <w:r w:rsidR="002F0489">
              <w:t xml:space="preserve">(PPE) </w:t>
            </w:r>
            <w:r w:rsidR="001A08C6">
              <w:t>applicable to</w:t>
            </w:r>
            <w:r w:rsidRPr="00E54608">
              <w:t xml:space="preserve"> work task</w:t>
            </w:r>
          </w:p>
          <w:p w14:paraId="215A6E64" w14:textId="45F038C0" w:rsidR="00E54608" w:rsidRPr="00E54608" w:rsidRDefault="00E54608" w:rsidP="001C0A2C">
            <w:r w:rsidRPr="00E54608">
              <w:t xml:space="preserve">2.3 </w:t>
            </w:r>
            <w:r w:rsidR="00DC0436">
              <w:t>Follow workplace</w:t>
            </w:r>
            <w:r w:rsidRPr="00E54608">
              <w:t xml:space="preserve"> </w:t>
            </w:r>
            <w:r w:rsidR="00DC0436">
              <w:t xml:space="preserve">health and safety </w:t>
            </w:r>
            <w:r w:rsidR="001A08C6">
              <w:t>procedures applicable to work task</w:t>
            </w:r>
          </w:p>
        </w:tc>
      </w:tr>
      <w:tr w:rsidR="00E54608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2ACEB671" w:rsidR="00E54608" w:rsidRPr="00E54608" w:rsidRDefault="00E54608" w:rsidP="00E54608">
            <w:pPr>
              <w:pStyle w:val="SIText"/>
            </w:pPr>
            <w:r w:rsidRPr="00E54608">
              <w:t xml:space="preserve">3. Participate in workplace </w:t>
            </w:r>
            <w:r w:rsidR="00982266">
              <w:t xml:space="preserve">health and </w:t>
            </w:r>
            <w:r w:rsidRPr="00E54608">
              <w:t>safety</w:t>
            </w:r>
            <w:r w:rsidR="00982266">
              <w:t xml:space="preserve"> reporting and</w:t>
            </w:r>
            <w:r w:rsidRPr="00E54608">
              <w:t xml:space="preserve"> meetings</w:t>
            </w:r>
          </w:p>
        </w:tc>
        <w:tc>
          <w:tcPr>
            <w:tcW w:w="3604" w:type="pct"/>
            <w:shd w:val="clear" w:color="auto" w:fill="auto"/>
          </w:tcPr>
          <w:p w14:paraId="3D615AB6" w14:textId="414D2AEB" w:rsidR="00E54608" w:rsidRPr="00E54608" w:rsidRDefault="00E54608" w:rsidP="00E54608">
            <w:r w:rsidRPr="00E54608">
              <w:t>3.1 Report work</w:t>
            </w:r>
            <w:r w:rsidR="002F0489">
              <w:t>place</w:t>
            </w:r>
            <w:r w:rsidRPr="00E54608">
              <w:t xml:space="preserve"> health and safety hazards to supervisor</w:t>
            </w:r>
          </w:p>
          <w:p w14:paraId="069D5DEA" w14:textId="55B48800" w:rsidR="00E54608" w:rsidRPr="00E54608" w:rsidRDefault="00E54608" w:rsidP="00E54608">
            <w:r w:rsidRPr="00E54608">
              <w:t>3.2 Participate in workplace</w:t>
            </w:r>
            <w:r w:rsidR="00982266">
              <w:t xml:space="preserve"> health and</w:t>
            </w:r>
            <w:r w:rsidRPr="00E54608">
              <w:t xml:space="preserve"> safety </w:t>
            </w:r>
            <w:r w:rsidR="00982266">
              <w:t xml:space="preserve">consultation, and safety </w:t>
            </w:r>
            <w:r w:rsidRPr="00E54608">
              <w:t>meetings</w:t>
            </w:r>
          </w:p>
        </w:tc>
      </w:tr>
      <w:tr w:rsidR="00E54608" w:rsidRPr="00963A46" w14:paraId="51F997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612460" w14:textId="23717EFD" w:rsidR="00E54608" w:rsidRPr="00E54608" w:rsidRDefault="00E54608" w:rsidP="00E54608">
            <w:pPr>
              <w:pStyle w:val="SIText"/>
            </w:pPr>
            <w:r w:rsidRPr="00E54608">
              <w:t>4. Follow incident and emergency response procedures</w:t>
            </w:r>
          </w:p>
        </w:tc>
        <w:tc>
          <w:tcPr>
            <w:tcW w:w="3604" w:type="pct"/>
            <w:shd w:val="clear" w:color="auto" w:fill="auto"/>
          </w:tcPr>
          <w:p w14:paraId="58939EE1" w14:textId="77777777" w:rsidR="009B4233" w:rsidRDefault="00E54608">
            <w:r w:rsidRPr="00E54608">
              <w:t>4.1 Follow workplace procedures for dealing with accidents, fire and emergencies</w:t>
            </w:r>
          </w:p>
          <w:p w14:paraId="2DBD4B2C" w14:textId="45D8ED55" w:rsidR="00E54608" w:rsidRPr="00E54608" w:rsidRDefault="00982266" w:rsidP="009B4233">
            <w:r>
              <w:t>4.2 Followed incident near miss reporting requirements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18EA4D14" w:rsidR="00F1480E" w:rsidRPr="006A1D41" w:rsidRDefault="006A1D41" w:rsidP="006A1D4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1D41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00BC8556" w:rsidR="00F1480E" w:rsidRPr="00BD1F78" w:rsidRDefault="002F0489" w:rsidP="00BD1F7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D1F78">
              <w:rPr>
                <w:rStyle w:val="SITemporaryText-blue"/>
                <w:rFonts w:eastAsia="Calibri"/>
                <w:color w:val="auto"/>
                <w:sz w:val="20"/>
              </w:rPr>
              <w:t>I</w:t>
            </w:r>
            <w:r w:rsidR="006A1D41" w:rsidRPr="00BD1F78">
              <w:rPr>
                <w:rStyle w:val="SITemporaryText-blue"/>
                <w:rFonts w:eastAsia="Calibri"/>
                <w:color w:val="auto"/>
                <w:sz w:val="20"/>
              </w:rPr>
              <w:t>nterpret workplace safety signs</w:t>
            </w:r>
            <w:r w:rsidR="008213A7" w:rsidRPr="00BD1F78">
              <w:rPr>
                <w:rStyle w:val="SITemporaryText-blue"/>
                <w:rFonts w:eastAsia="Calibri"/>
                <w:color w:val="auto"/>
                <w:sz w:val="20"/>
              </w:rPr>
              <w:t>,</w:t>
            </w:r>
            <w:r w:rsidR="003E06B9" w:rsidRPr="00BD1F78">
              <w:rPr>
                <w:rStyle w:val="SITemporaryText-blue"/>
                <w:rFonts w:eastAsia="Calibri"/>
                <w:color w:val="auto"/>
                <w:sz w:val="20"/>
              </w:rPr>
              <w:t xml:space="preserve"> symbols</w:t>
            </w:r>
            <w:r w:rsidR="008213A7" w:rsidRPr="00BD1F78">
              <w:rPr>
                <w:rStyle w:val="SITemporaryText-blue"/>
                <w:rFonts w:eastAsia="Calibri"/>
                <w:color w:val="auto"/>
                <w:sz w:val="20"/>
              </w:rPr>
              <w:t xml:space="preserve"> and work instructions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52BD72C9" w:rsidR="00E17A92" w:rsidRPr="008D092A" w:rsidRDefault="004F62CA" w:rsidP="008D092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092A">
              <w:t>AHCWHS1</w:t>
            </w:r>
            <w:r w:rsidR="00F77591" w:rsidRPr="008D092A">
              <w:t>X</w:t>
            </w:r>
            <w:r w:rsidRPr="008D092A">
              <w:t>1 Work safely</w:t>
            </w:r>
          </w:p>
        </w:tc>
        <w:tc>
          <w:tcPr>
            <w:tcW w:w="1105" w:type="pct"/>
          </w:tcPr>
          <w:p w14:paraId="68CA03F4" w14:textId="3FC6DDF6" w:rsidR="00E17A92" w:rsidRPr="008D092A" w:rsidRDefault="005638A6" w:rsidP="008D092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092A">
              <w:t>AHC</w:t>
            </w:r>
            <w:r w:rsidR="00F77591" w:rsidRPr="008D092A">
              <w:t>W</w:t>
            </w:r>
            <w:r w:rsidRPr="008D092A">
              <w:t>HS101 Work safely</w:t>
            </w:r>
          </w:p>
        </w:tc>
        <w:tc>
          <w:tcPr>
            <w:tcW w:w="1251" w:type="pct"/>
          </w:tcPr>
          <w:p w14:paraId="252F5AEE" w14:textId="77777777" w:rsidR="00E17A92" w:rsidRPr="001C0A2C" w:rsidRDefault="002F0489" w:rsidP="001C0A2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0A2C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2B5EF05C" w14:textId="77CBADB0" w:rsidR="002F0489" w:rsidRPr="001C0A2C" w:rsidRDefault="002F0489" w:rsidP="009A06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0A2C">
              <w:rPr>
                <w:rStyle w:val="SITemporaryText-blue"/>
                <w:color w:val="auto"/>
                <w:sz w:val="20"/>
              </w:rPr>
              <w:t>M</w:t>
            </w:r>
            <w:r w:rsidR="001C0A2C" w:rsidRPr="009A0634">
              <w:rPr>
                <w:rStyle w:val="SITemporaryText-blue"/>
                <w:color w:val="auto"/>
                <w:sz w:val="20"/>
              </w:rPr>
              <w:t>aj</w:t>
            </w:r>
            <w:r w:rsidRPr="001C0A2C">
              <w:rPr>
                <w:rStyle w:val="SITemporaryText-blue"/>
                <w:color w:val="auto"/>
                <w:sz w:val="20"/>
              </w:rPr>
              <w:t>or changes to performance criteria</w:t>
            </w:r>
          </w:p>
          <w:p w14:paraId="675B2EDF" w14:textId="77777777" w:rsidR="002F0489" w:rsidRPr="001C0A2C" w:rsidRDefault="002F04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0A2C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0CA00F98" w:rsidR="002F0489" w:rsidRPr="001C0A2C" w:rsidRDefault="00086E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0A2C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7E2D373" w:rsidR="00E17A92" w:rsidRPr="004F62CA" w:rsidRDefault="004F62CA" w:rsidP="004F62C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F62CA">
              <w:rPr>
                <w:rStyle w:val="SITemporaryText-blue"/>
                <w:color w:val="auto"/>
                <w:sz w:val="20"/>
              </w:rPr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084A6B23" w:rsidR="00E17A92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2F0489" w:rsidRPr="002F0489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B3DF5C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17A92" w:rsidRPr="00E17A92">
              <w:t>AHCWHS1</w:t>
            </w:r>
            <w:r w:rsidR="00F77591">
              <w:t>X</w:t>
            </w:r>
            <w:r w:rsidR="00E17A92" w:rsidRPr="00E17A92">
              <w:t>1 Work safely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A878DAF" w14:textId="7FF958AE" w:rsidR="003E06B9" w:rsidRDefault="003E06B9" w:rsidP="003E06B9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152C8420" w14:textId="015FF8A6" w:rsidR="0043637D" w:rsidRPr="0043637D" w:rsidRDefault="0043637D" w:rsidP="0043637D">
            <w:pPr>
              <w:pStyle w:val="SIBulletList1"/>
              <w:numPr>
                <w:ilvl w:val="0"/>
                <w:numId w:val="0"/>
              </w:numPr>
            </w:pPr>
            <w:r w:rsidRPr="0043637D">
              <w:t>The</w:t>
            </w:r>
            <w:r w:rsidR="003E06B9">
              <w:t xml:space="preserve">re </w:t>
            </w:r>
            <w:r w:rsidRPr="0043637D">
              <w:t xml:space="preserve">must </w:t>
            </w:r>
            <w:r w:rsidR="003E06B9">
              <w:t>be</w:t>
            </w:r>
            <w:r w:rsidRPr="0043637D">
              <w:t xml:space="preserve"> evidence that the</w:t>
            </w:r>
            <w:r w:rsidR="003E06B9">
              <w:t xml:space="preserve"> individual has worked safely on at least one occasion, and has</w:t>
            </w:r>
            <w:r w:rsidRPr="0043637D">
              <w:t>:</w:t>
            </w:r>
          </w:p>
          <w:p w14:paraId="04AA52BB" w14:textId="3CC50C0D" w:rsidR="0043637D" w:rsidRPr="0043637D" w:rsidRDefault="0043637D" w:rsidP="0043637D">
            <w:pPr>
              <w:pStyle w:val="SIBulletList1"/>
            </w:pPr>
            <w:r w:rsidRPr="0043637D">
              <w:t>compl</w:t>
            </w:r>
            <w:r w:rsidR="003E06B9">
              <w:t>ied</w:t>
            </w:r>
            <w:r w:rsidRPr="0043637D">
              <w:t xml:space="preserve"> with work</w:t>
            </w:r>
            <w:r w:rsidR="003E06B9">
              <w:t xml:space="preserve">place health and </w:t>
            </w:r>
            <w:r w:rsidRPr="0043637D">
              <w:t>safe</w:t>
            </w:r>
            <w:r w:rsidR="003E06B9">
              <w:t>t</w:t>
            </w:r>
            <w:r w:rsidRPr="0043637D">
              <w:t>y</w:t>
            </w:r>
            <w:r w:rsidR="003E06B9">
              <w:t xml:space="preserve"> practices</w:t>
            </w:r>
          </w:p>
          <w:p w14:paraId="15349120" w14:textId="6E6C183A" w:rsidR="0043637D" w:rsidRPr="0043637D" w:rsidRDefault="0043637D" w:rsidP="0043637D">
            <w:pPr>
              <w:pStyle w:val="SIBulletList1"/>
            </w:pPr>
            <w:r w:rsidRPr="0043637D">
              <w:t>follow</w:t>
            </w:r>
            <w:r w:rsidR="003E06B9">
              <w:t>ed</w:t>
            </w:r>
            <w:r w:rsidRPr="0043637D">
              <w:t xml:space="preserve"> workplace procedures for </w:t>
            </w:r>
            <w:r w:rsidR="003E06B9" w:rsidRPr="003E06B9">
              <w:t xml:space="preserve">health and safety </w:t>
            </w:r>
            <w:r w:rsidRPr="0043637D">
              <w:t>hazard identification</w:t>
            </w:r>
            <w:r w:rsidR="003E06B9">
              <w:t xml:space="preserve"> and reporting</w:t>
            </w:r>
          </w:p>
          <w:p w14:paraId="1CB02D27" w14:textId="0E2C89C6" w:rsidR="0043637D" w:rsidRPr="0043637D" w:rsidRDefault="0043637D" w:rsidP="0043637D">
            <w:pPr>
              <w:pStyle w:val="SIBulletList1"/>
            </w:pPr>
            <w:r w:rsidRPr="0043637D">
              <w:t>follow</w:t>
            </w:r>
            <w:r w:rsidR="003E06B9">
              <w:t>ed</w:t>
            </w:r>
            <w:r w:rsidRPr="0043637D">
              <w:t xml:space="preserve"> </w:t>
            </w:r>
            <w:r w:rsidR="003E06B9">
              <w:t xml:space="preserve">workplace </w:t>
            </w:r>
            <w:r w:rsidRPr="0043637D">
              <w:t>safety signs, symbols and work instructions</w:t>
            </w:r>
          </w:p>
          <w:p w14:paraId="3937BCD8" w14:textId="4991CB83" w:rsidR="008213A7" w:rsidRDefault="008213A7" w:rsidP="0043637D">
            <w:pPr>
              <w:pStyle w:val="SIBulletList1"/>
            </w:pPr>
            <w:r>
              <w:t xml:space="preserve">fitted and used personal protective equipment (PPE) relevant to </w:t>
            </w:r>
            <w:r w:rsidR="001A08C6">
              <w:t>work task</w:t>
            </w:r>
          </w:p>
          <w:p w14:paraId="47ACCAF2" w14:textId="4C81AD9F" w:rsidR="0043637D" w:rsidRPr="0043637D" w:rsidRDefault="0043637D" w:rsidP="0043637D">
            <w:pPr>
              <w:pStyle w:val="SIBulletList1"/>
            </w:pPr>
            <w:r w:rsidRPr="0043637D">
              <w:t>participate</w:t>
            </w:r>
            <w:r w:rsidR="008213A7">
              <w:t>d</w:t>
            </w:r>
            <w:r w:rsidRPr="0043637D">
              <w:t xml:space="preserve"> in workplace safety meetings</w:t>
            </w:r>
          </w:p>
          <w:p w14:paraId="6E81AE9B" w14:textId="001248B8" w:rsidR="00E17A92" w:rsidRPr="005404CB" w:rsidRDefault="0043637D" w:rsidP="0043637D">
            <w:pPr>
              <w:pStyle w:val="SIBulletList1"/>
            </w:pPr>
            <w:r w:rsidRPr="0043637D">
              <w:t>follow</w:t>
            </w:r>
            <w:r w:rsidR="008213A7">
              <w:t>ed</w:t>
            </w:r>
            <w:r w:rsidRPr="0043637D">
              <w:t xml:space="preserve"> </w:t>
            </w:r>
            <w:r w:rsidR="008213A7">
              <w:t>workplace</w:t>
            </w:r>
            <w:r w:rsidR="008213A7" w:rsidRPr="0043637D">
              <w:t xml:space="preserve"> </w:t>
            </w:r>
            <w:r w:rsidRPr="0043637D">
              <w:t>incident and emergency response procedures</w:t>
            </w:r>
            <w:r w:rsidR="008213A7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6F1F989F" w14:textId="587C5CA3" w:rsidR="00BC7B51" w:rsidRPr="00BC7B51" w:rsidRDefault="005C7C1E" w:rsidP="00F658E7">
            <w:pPr>
              <w:pStyle w:val="SIText"/>
            </w:pPr>
            <w:r w:rsidRPr="005C7C1E">
              <w:t>An individual must be able to demonstrate the knowledge required to perform the tasks outlined in the elements and performance criteria of this unit. This includes</w:t>
            </w:r>
            <w:r w:rsidR="00BC7B51" w:rsidRPr="00BC7B51">
              <w:t xml:space="preserve"> knowledge of:</w:t>
            </w:r>
          </w:p>
          <w:p w14:paraId="66C6043A" w14:textId="548B4A5A" w:rsidR="00BC7B51" w:rsidRPr="00BC7B51" w:rsidRDefault="00BC7B51" w:rsidP="00BC7B51">
            <w:pPr>
              <w:pStyle w:val="SIBulletList1"/>
            </w:pPr>
            <w:r w:rsidRPr="00BC7B51">
              <w:t>employee and employer work</w:t>
            </w:r>
            <w:r w:rsidR="008213A7">
              <w:t>place</w:t>
            </w:r>
            <w:r w:rsidRPr="00BC7B51">
              <w:t xml:space="preserve"> health and safety duty of care responsibilities</w:t>
            </w:r>
          </w:p>
          <w:p w14:paraId="559D0760" w14:textId="35FAAFFC" w:rsidR="00BC7B51" w:rsidRPr="00BC7B51" w:rsidRDefault="008213A7" w:rsidP="00BC7B51">
            <w:pPr>
              <w:pStyle w:val="SIBulletList1"/>
            </w:pPr>
            <w:r>
              <w:t>workplace</w:t>
            </w:r>
            <w:r w:rsidRPr="00BC7B51">
              <w:t xml:space="preserve"> </w:t>
            </w:r>
            <w:r w:rsidR="00BC7B51" w:rsidRPr="00BC7B51">
              <w:t>procedures relating to hazards, fires, emergencies, accidents and risk control</w:t>
            </w:r>
          </w:p>
          <w:p w14:paraId="0430D3B5" w14:textId="77777777" w:rsidR="00BC7B51" w:rsidRPr="00BC7B51" w:rsidRDefault="00BC7B51" w:rsidP="00BC7B51">
            <w:pPr>
              <w:pStyle w:val="SIBulletList1"/>
            </w:pPr>
            <w:r w:rsidRPr="00BC7B51">
              <w:t>hazards and risks in the industry sector</w:t>
            </w:r>
          </w:p>
          <w:p w14:paraId="11289239" w14:textId="7B05425A" w:rsidR="00495378" w:rsidRDefault="00BC7B51" w:rsidP="00BC7B51">
            <w:pPr>
              <w:pStyle w:val="SIBulletList1"/>
            </w:pPr>
            <w:r w:rsidRPr="00BC7B51">
              <w:t>work</w:t>
            </w:r>
            <w:r w:rsidR="008213A7">
              <w:t xml:space="preserve">place </w:t>
            </w:r>
            <w:r w:rsidRPr="00BC7B51">
              <w:t>safety signs</w:t>
            </w:r>
            <w:r w:rsidR="008213A7">
              <w:t>,</w:t>
            </w:r>
            <w:r w:rsidRPr="00BC7B51">
              <w:t xml:space="preserve"> symbols </w:t>
            </w:r>
            <w:r w:rsidR="008213A7">
              <w:t xml:space="preserve">and work instructions </w:t>
            </w:r>
            <w:r w:rsidRPr="00BC7B51">
              <w:t>relevant to area of work</w:t>
            </w:r>
          </w:p>
          <w:p w14:paraId="411BDF05" w14:textId="5C7E5A8A" w:rsidR="00E17A92" w:rsidRPr="005404CB" w:rsidRDefault="00495378" w:rsidP="00BC7B51">
            <w:pPr>
              <w:pStyle w:val="SIBulletList1"/>
            </w:pPr>
            <w:r>
              <w:t>workplace</w:t>
            </w:r>
            <w:r w:rsidRPr="00495378">
              <w:t xml:space="preserve"> incident and emergency response procedures</w:t>
            </w:r>
            <w:r w:rsidR="008213A7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DE3BF25" w14:textId="13CF6598" w:rsidR="00EF3268" w:rsidRPr="00BD1F78" w:rsidRDefault="00EF3268" w:rsidP="00BD1F7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D1F78">
              <w:rPr>
                <w:rStyle w:val="SITemporaryText-blue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4A12B556" w14:textId="620A68BA" w:rsidR="004E6741" w:rsidRPr="00BD1F78" w:rsidRDefault="001D7F5B" w:rsidP="00BD1F7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D1F78">
              <w:rPr>
                <w:rStyle w:val="SITemporaryText-blue"/>
                <w:color w:val="auto"/>
                <w:sz w:val="20"/>
              </w:rPr>
              <w:t>p</w:t>
            </w:r>
            <w:r w:rsidR="004E6741" w:rsidRPr="00BD1F78">
              <w:rPr>
                <w:rStyle w:val="SITemporaryText-blue"/>
                <w:color w:val="auto"/>
                <w:sz w:val="20"/>
              </w:rPr>
              <w:t>hysical conditions</w:t>
            </w:r>
            <w:r w:rsidRPr="00BD1F78">
              <w:rPr>
                <w:rStyle w:val="SITemporaryText-blue"/>
                <w:color w:val="auto"/>
                <w:sz w:val="20"/>
              </w:rPr>
              <w:t>:</w:t>
            </w:r>
          </w:p>
          <w:p w14:paraId="4AC38CC4" w14:textId="446086A8" w:rsidR="004E6741" w:rsidRPr="00BD1F78" w:rsidRDefault="008213A7" w:rsidP="00BD1F7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D1F78">
              <w:rPr>
                <w:rStyle w:val="SITemporaryText-blue"/>
                <w:color w:val="auto"/>
                <w:sz w:val="20"/>
              </w:rPr>
              <w:t>a workplace setting</w:t>
            </w:r>
            <w:r w:rsidR="004E6741" w:rsidRPr="00BD1F78">
              <w:rPr>
                <w:rStyle w:val="SITemporaryText-blue"/>
                <w:color w:val="auto"/>
                <w:sz w:val="20"/>
              </w:rPr>
              <w:t xml:space="preserve"> or an environment that accurately represents workplace conditions</w:t>
            </w:r>
          </w:p>
          <w:p w14:paraId="4AFC23F4" w14:textId="71F7D81A" w:rsidR="00233143" w:rsidRPr="00BD1F78" w:rsidRDefault="00366805" w:rsidP="00BD1F7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D1F78">
              <w:rPr>
                <w:rStyle w:val="SITemporaryText-blue"/>
                <w:color w:val="auto"/>
                <w:sz w:val="20"/>
              </w:rPr>
              <w:t xml:space="preserve">resources, </w:t>
            </w:r>
            <w:r w:rsidR="00F83D7C" w:rsidRPr="00BD1F78">
              <w:rPr>
                <w:rStyle w:val="SITemporaryText-blue"/>
                <w:color w:val="auto"/>
                <w:sz w:val="20"/>
              </w:rPr>
              <w:t>e</w:t>
            </w:r>
            <w:r w:rsidR="009A6E6C" w:rsidRPr="00BD1F78">
              <w:rPr>
                <w:rStyle w:val="SITemporaryText-blue"/>
                <w:color w:val="auto"/>
                <w:sz w:val="20"/>
              </w:rPr>
              <w:t>quipment</w:t>
            </w:r>
            <w:r w:rsidR="00F83D7C" w:rsidRPr="00BD1F78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45FC1EEF" w14:textId="3912F4DD" w:rsidR="00366805" w:rsidRPr="001A08C6" w:rsidRDefault="00BD1F7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A08C6">
              <w:rPr>
                <w:rStyle w:val="SITemporaryText-blue"/>
                <w:rFonts w:eastAsia="Calibri"/>
                <w:color w:val="auto"/>
                <w:sz w:val="20"/>
              </w:rPr>
              <w:t>PPE applicable to work</w:t>
            </w:r>
            <w:r w:rsidR="001A08C6" w:rsidRPr="009A0634">
              <w:rPr>
                <w:rStyle w:val="SITemporaryText-blue"/>
                <w:rFonts w:eastAsia="Calibri"/>
                <w:color w:val="auto"/>
                <w:sz w:val="20"/>
              </w:rPr>
              <w:t xml:space="preserve"> task</w:t>
            </w:r>
          </w:p>
          <w:p w14:paraId="29ED952B" w14:textId="4593A3C3" w:rsidR="00F83D7C" w:rsidRPr="009A0634" w:rsidRDefault="00BD1F78" w:rsidP="00BD1F78">
            <w:pPr>
              <w:pStyle w:val="SIBulletList2"/>
              <w:rPr>
                <w:rFonts w:eastAsia="Calibri"/>
              </w:rPr>
            </w:pPr>
            <w:r w:rsidRPr="00BD1F78">
              <w:t>workplace safety signs, symbols and work instructions relevant to work</w:t>
            </w:r>
            <w:r w:rsidR="001A08C6">
              <w:t xml:space="preserve"> task</w:t>
            </w:r>
          </w:p>
          <w:p w14:paraId="4BFE49FA" w14:textId="7568E95D" w:rsidR="00005FBD" w:rsidRPr="00BD1F78" w:rsidRDefault="00005FBD" w:rsidP="00BD1F7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>workplace</w:t>
            </w:r>
            <w:r w:rsidRPr="00005FBD">
              <w:t xml:space="preserve"> incident and emergency response procedures</w:t>
            </w:r>
          </w:p>
          <w:p w14:paraId="358B2D99" w14:textId="1D57320C" w:rsidR="00233143" w:rsidRPr="00BD1F78" w:rsidRDefault="002E170C" w:rsidP="00BD1F78">
            <w:pPr>
              <w:pStyle w:val="SIBulletList1"/>
            </w:pPr>
            <w:r w:rsidRPr="00BD1F78">
              <w:rPr>
                <w:rStyle w:val="SITemporaryText-blue"/>
                <w:color w:val="auto"/>
                <w:sz w:val="20"/>
              </w:rPr>
              <w:t>r</w:t>
            </w:r>
            <w:r w:rsidR="00366805" w:rsidRPr="00BD1F78">
              <w:rPr>
                <w:rStyle w:val="SITemporaryText-blue"/>
                <w:color w:val="auto"/>
                <w:sz w:val="20"/>
              </w:rPr>
              <w:t>elationships</w:t>
            </w:r>
            <w:r w:rsidR="00366805" w:rsidRPr="00BD1F78">
              <w:t>:</w:t>
            </w:r>
          </w:p>
          <w:p w14:paraId="21120458" w14:textId="680136A2" w:rsidR="00366805" w:rsidRPr="00005FBD" w:rsidRDefault="00005FB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A0634">
              <w:rPr>
                <w:rStyle w:val="SITemporaryText-blue"/>
                <w:color w:val="auto"/>
                <w:sz w:val="20"/>
              </w:rPr>
              <w:t xml:space="preserve">work team and </w:t>
            </w:r>
            <w:r w:rsidR="00366805" w:rsidRPr="00005FBD">
              <w:rPr>
                <w:rStyle w:val="SITemporaryText-blue"/>
                <w:color w:val="auto"/>
                <w:sz w:val="20"/>
              </w:rPr>
              <w:t>supervisor</w:t>
            </w:r>
            <w:r w:rsidR="00BD1F78" w:rsidRPr="00005FBD">
              <w:rPr>
                <w:rStyle w:val="SITemporaryText-blue"/>
                <w:color w:val="auto"/>
                <w:sz w:val="20"/>
              </w:rPr>
              <w:t>.</w:t>
            </w:r>
          </w:p>
          <w:p w14:paraId="2A8D4879" w14:textId="77777777" w:rsidR="0021210E" w:rsidRPr="00BD1F78" w:rsidRDefault="0021210E" w:rsidP="00BD1F78">
            <w:pPr>
              <w:pStyle w:val="SIText"/>
            </w:pPr>
          </w:p>
          <w:p w14:paraId="29F679B7" w14:textId="4C6C4497" w:rsidR="00BC7B51" w:rsidRPr="00BD1F78" w:rsidRDefault="007134FE" w:rsidP="00BD1F78">
            <w:pPr>
              <w:pStyle w:val="SIText"/>
              <w:rPr>
                <w:rFonts w:eastAsia="Calibri"/>
              </w:rPr>
            </w:pPr>
            <w:r w:rsidRPr="00BD1F78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4BABBC9D" w:rsidR="00E17A92" w:rsidRPr="005404CB" w:rsidRDefault="00AA7050" w:rsidP="005404CB">
            <w:pPr>
              <w:pStyle w:val="SIText"/>
            </w:pPr>
            <w:hyperlink r:id="rId12" w:history="1">
              <w:r w:rsidR="00BD1F78" w:rsidRPr="00AC24B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3B94E" w14:textId="77777777" w:rsidR="005005CB" w:rsidRDefault="005005CB" w:rsidP="00BF3F0A">
      <w:r>
        <w:separator/>
      </w:r>
    </w:p>
    <w:p w14:paraId="2EE8C9D1" w14:textId="77777777" w:rsidR="005005CB" w:rsidRDefault="005005CB"/>
  </w:endnote>
  <w:endnote w:type="continuationSeparator" w:id="0">
    <w:p w14:paraId="2E589CAE" w14:textId="77777777" w:rsidR="005005CB" w:rsidRDefault="005005CB" w:rsidP="00BF3F0A">
      <w:r>
        <w:continuationSeparator/>
      </w:r>
    </w:p>
    <w:p w14:paraId="187F9C46" w14:textId="77777777" w:rsidR="005005CB" w:rsidRDefault="005005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8563F" w14:textId="77777777" w:rsidR="005005CB" w:rsidRDefault="005005CB" w:rsidP="00BF3F0A">
      <w:r>
        <w:separator/>
      </w:r>
    </w:p>
    <w:p w14:paraId="7561A007" w14:textId="77777777" w:rsidR="005005CB" w:rsidRDefault="005005CB"/>
  </w:footnote>
  <w:footnote w:type="continuationSeparator" w:id="0">
    <w:p w14:paraId="1DAADCFD" w14:textId="77777777" w:rsidR="005005CB" w:rsidRDefault="005005CB" w:rsidP="00BF3F0A">
      <w:r>
        <w:continuationSeparator/>
      </w:r>
    </w:p>
    <w:p w14:paraId="3EEC862A" w14:textId="77777777" w:rsidR="005005CB" w:rsidRDefault="005005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1CB908B" w:rsidR="009C2650" w:rsidRPr="000754EC" w:rsidRDefault="00AA7050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D32A0" w:rsidRPr="00DD32A0">
      <w:t>AHCWHS1</w:t>
    </w:r>
    <w:r w:rsidR="00F77591">
      <w:t>X</w:t>
    </w:r>
    <w:r w:rsidR="00DD32A0" w:rsidRPr="00DD32A0">
      <w:t>1 Work safely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"/>
  </w:num>
  <w:num w:numId="18">
    <w:abstractNumId w:val="14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05FBD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E29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08C6"/>
    <w:rsid w:val="001A6A3E"/>
    <w:rsid w:val="001A7B6D"/>
    <w:rsid w:val="001B34D5"/>
    <w:rsid w:val="001B513A"/>
    <w:rsid w:val="001C0A2C"/>
    <w:rsid w:val="001C0A75"/>
    <w:rsid w:val="001C1306"/>
    <w:rsid w:val="001C203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0489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06B9"/>
    <w:rsid w:val="003E72B6"/>
    <w:rsid w:val="003E7BBE"/>
    <w:rsid w:val="004127E3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537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005CB"/>
    <w:rsid w:val="00502E2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837"/>
    <w:rsid w:val="005A1D70"/>
    <w:rsid w:val="005A3AA5"/>
    <w:rsid w:val="005A6C9C"/>
    <w:rsid w:val="005A74DC"/>
    <w:rsid w:val="005B5146"/>
    <w:rsid w:val="005C7C1E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1D41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13A7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D092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2266"/>
    <w:rsid w:val="00997BFC"/>
    <w:rsid w:val="009A0634"/>
    <w:rsid w:val="009A5900"/>
    <w:rsid w:val="009A6E6C"/>
    <w:rsid w:val="009A6F3F"/>
    <w:rsid w:val="009B331A"/>
    <w:rsid w:val="009B4233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A7050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57F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1F78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436"/>
    <w:rsid w:val="00DC1D69"/>
    <w:rsid w:val="00DC5A3A"/>
    <w:rsid w:val="00DD0726"/>
    <w:rsid w:val="00DD32A0"/>
    <w:rsid w:val="00DF6882"/>
    <w:rsid w:val="00E17A92"/>
    <w:rsid w:val="00E238E6"/>
    <w:rsid w:val="00E34CD8"/>
    <w:rsid w:val="00E35064"/>
    <w:rsid w:val="00E3681D"/>
    <w:rsid w:val="00E40225"/>
    <w:rsid w:val="00E501F0"/>
    <w:rsid w:val="00E51232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8E7"/>
    <w:rsid w:val="00F65EF0"/>
    <w:rsid w:val="00F71651"/>
    <w:rsid w:val="00F76191"/>
    <w:rsid w:val="00F76CC6"/>
    <w:rsid w:val="00F77591"/>
    <w:rsid w:val="00F83D7C"/>
    <w:rsid w:val="00FB232E"/>
    <w:rsid w:val="00FD557D"/>
    <w:rsid w:val="00FD5A8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F04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F688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30ce510-73c0-40a7-aee4-da2492112f9c"/>
    <ds:schemaRef ds:uri="http://purl.org/dc/elements/1.1/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0C1DF8-3A14-4E67-9EFF-06638308E4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166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22</cp:revision>
  <cp:lastPrinted>2016-05-27T05:21:00Z</cp:lastPrinted>
  <dcterms:created xsi:type="dcterms:W3CDTF">2021-08-11T23:10:00Z</dcterms:created>
  <dcterms:modified xsi:type="dcterms:W3CDTF">2022-03-30T05:02:00Z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