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13C61CA7" w:rsidR="00333245" w:rsidRPr="00333245" w:rsidRDefault="00333245" w:rsidP="006E35D7">
            <w:pPr>
              <w:pStyle w:val="SIText"/>
            </w:pPr>
            <w:r w:rsidRPr="00333245">
              <w:t xml:space="preserve">This version released with AHC Agriculture, Horticulture and Conservation and Land Management Training Package </w:t>
            </w:r>
            <w:r w:rsidRPr="006E35D7">
              <w:t xml:space="preserve">Version </w:t>
            </w:r>
            <w:r w:rsidR="006E35D7" w:rsidRPr="006E35D7">
              <w:t>9</w:t>
            </w:r>
            <w:r w:rsidRPr="006E35D7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316C0865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CE6486">
              <w:t>2</w:t>
            </w:r>
            <w:r w:rsidR="00D30DBD">
              <w:t>X</w:t>
            </w:r>
            <w:r w:rsidR="00E01F9F">
              <w:t>6</w:t>
            </w:r>
          </w:p>
        </w:tc>
        <w:tc>
          <w:tcPr>
            <w:tcW w:w="3604" w:type="pct"/>
            <w:shd w:val="clear" w:color="auto" w:fill="auto"/>
          </w:tcPr>
          <w:p w14:paraId="5DC38CF2" w14:textId="188AD3F9" w:rsidR="00F1480E" w:rsidRPr="005404CB" w:rsidRDefault="00E01F9F" w:rsidP="005404CB">
            <w:pPr>
              <w:pStyle w:val="SIUnittitle"/>
            </w:pPr>
            <w:r w:rsidRPr="00E01F9F">
              <w:t xml:space="preserve">Observe </w:t>
            </w:r>
            <w:r w:rsidR="00D30DBD">
              <w:t>workplace</w:t>
            </w:r>
            <w:r w:rsidR="00D30DBD" w:rsidRPr="00E01F9F">
              <w:t xml:space="preserve"> </w:t>
            </w:r>
            <w:r w:rsidRPr="00E01F9F">
              <w:t>quality assurance procedures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FD45F9" w14:textId="20F2C3A9" w:rsidR="00E01F9F" w:rsidRPr="00E01F9F" w:rsidRDefault="00E01F9F" w:rsidP="00E01F9F">
            <w:r w:rsidRPr="00E01F9F">
              <w:t xml:space="preserve">This unit of competency describes the skills and knowledge required to observe </w:t>
            </w:r>
            <w:r w:rsidR="00D30DBD">
              <w:t>workplace</w:t>
            </w:r>
            <w:r w:rsidR="00D30DBD" w:rsidRPr="00E01F9F">
              <w:t xml:space="preserve"> </w:t>
            </w:r>
            <w:r w:rsidRPr="00E01F9F">
              <w:t>quality assurance procedures.</w:t>
            </w:r>
          </w:p>
          <w:p w14:paraId="1F724F01" w14:textId="77777777" w:rsidR="00E01F9F" w:rsidRPr="00E01F9F" w:rsidRDefault="00E01F9F" w:rsidP="00E01F9F"/>
          <w:p w14:paraId="7F4DA244" w14:textId="44CFF764" w:rsidR="00E01F9F" w:rsidRPr="00E01F9F" w:rsidRDefault="00E01F9F" w:rsidP="00E01F9F">
            <w:r w:rsidRPr="00E01F9F">
              <w:t>Th</w:t>
            </w:r>
            <w:r w:rsidR="00D30DBD">
              <w:t>e</w:t>
            </w:r>
            <w:r w:rsidRPr="00E01F9F">
              <w:t xml:space="preserve"> unit applies to individuals who </w:t>
            </w:r>
            <w:r w:rsidR="00D30DBD">
              <w:t xml:space="preserve">observe </w:t>
            </w:r>
            <w:r w:rsidRPr="00E01F9F">
              <w:t>work</w:t>
            </w:r>
            <w:r w:rsidR="00D30DBD">
              <w:t>place quality assurance procedures</w:t>
            </w:r>
            <w:r w:rsidRPr="00E01F9F">
              <w:t xml:space="preserve"> under general supervision </w:t>
            </w:r>
            <w:r w:rsidR="00D30DBD">
              <w:t>with</w:t>
            </w:r>
            <w:r w:rsidRPr="00E01F9F">
              <w:t xml:space="preserve"> limited autonomy </w:t>
            </w:r>
            <w:r w:rsidR="00D30DBD">
              <w:t>or</w:t>
            </w:r>
            <w:r w:rsidRPr="00E01F9F">
              <w:t xml:space="preserve"> accountability.</w:t>
            </w:r>
          </w:p>
          <w:p w14:paraId="605700CA" w14:textId="77777777" w:rsidR="00E01F9F" w:rsidRPr="00E01F9F" w:rsidRDefault="00E01F9F" w:rsidP="00E01F9F"/>
          <w:p w14:paraId="3202A0B8" w14:textId="714CDCA2" w:rsidR="00CC1B21" w:rsidRPr="000754EC" w:rsidRDefault="00E01F9F" w:rsidP="00E01F9F">
            <w:r w:rsidRPr="00E01F9F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CAD8EB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12B96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3245E7CB" w:rsidR="00912B96" w:rsidRPr="00912B96" w:rsidRDefault="00912B96" w:rsidP="00912B96">
            <w:pPr>
              <w:pStyle w:val="SIText"/>
            </w:pPr>
            <w:r w:rsidRPr="00912B96">
              <w:t xml:space="preserve">1. </w:t>
            </w:r>
            <w:r w:rsidR="00193D84">
              <w:t>Identify</w:t>
            </w:r>
            <w:r w:rsidRPr="00912B96">
              <w:t xml:space="preserve"> basic quality assurance </w:t>
            </w:r>
            <w:r w:rsidR="00ED6687">
              <w:t xml:space="preserve">(QA) </w:t>
            </w:r>
            <w:r w:rsidRPr="00912B96">
              <w:t>practices</w:t>
            </w:r>
          </w:p>
        </w:tc>
        <w:tc>
          <w:tcPr>
            <w:tcW w:w="3604" w:type="pct"/>
            <w:shd w:val="clear" w:color="auto" w:fill="auto"/>
          </w:tcPr>
          <w:p w14:paraId="5F6899C5" w14:textId="4804F133" w:rsidR="00912B96" w:rsidRPr="00912B96" w:rsidRDefault="00912B96" w:rsidP="00193D84">
            <w:r w:rsidRPr="00912B96">
              <w:t>1.1 Identify hazards to quality in work area</w:t>
            </w:r>
          </w:p>
          <w:p w14:paraId="4AE007D0" w14:textId="00A61543" w:rsidR="00912B96" w:rsidRDefault="00912B96" w:rsidP="00912B96">
            <w:r w:rsidRPr="00912B96">
              <w:t>1.</w:t>
            </w:r>
            <w:r w:rsidR="00193D84">
              <w:t>2</w:t>
            </w:r>
            <w:r w:rsidRPr="00912B96">
              <w:t xml:space="preserve"> Identify critical control points for immediate work area</w:t>
            </w:r>
          </w:p>
          <w:p w14:paraId="7755B188" w14:textId="2D8F5396" w:rsidR="00193D84" w:rsidRPr="00912B96" w:rsidRDefault="00193D84" w:rsidP="00193D84">
            <w:r>
              <w:t>1.3 Identify the purpose and</w:t>
            </w:r>
            <w:r w:rsidRPr="00193D84">
              <w:t xml:space="preserve"> elements of the </w:t>
            </w:r>
            <w:r w:rsidR="00ED6687">
              <w:t>QA</w:t>
            </w:r>
            <w:r w:rsidRPr="00193D84">
              <w:t xml:space="preserve"> system</w:t>
            </w:r>
            <w:r>
              <w:t xml:space="preserve"> and </w:t>
            </w:r>
            <w:r w:rsidRPr="00912B96">
              <w:t>Hazard Analysis Critical Control Point</w:t>
            </w:r>
            <w:r>
              <w:t xml:space="preserve"> based systems and relate them to workplace requirements</w:t>
            </w:r>
          </w:p>
          <w:p w14:paraId="36FFA5C5" w14:textId="7414B38A" w:rsidR="00912B96" w:rsidRPr="00912B96" w:rsidRDefault="00912B96" w:rsidP="00912B96">
            <w:pPr>
              <w:pStyle w:val="SIText"/>
            </w:pPr>
            <w:r w:rsidRPr="00912B96">
              <w:t>1.4 Complete basic record</w:t>
            </w:r>
            <w:r w:rsidR="00D30DBD">
              <w:t xml:space="preserve"> </w:t>
            </w:r>
            <w:r w:rsidRPr="00912B96">
              <w:t>keeping as required by quality process</w:t>
            </w:r>
          </w:p>
        </w:tc>
      </w:tr>
      <w:tr w:rsidR="00912B96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B6B6625" w:rsidR="00912B96" w:rsidRPr="00912B96" w:rsidRDefault="00912B96" w:rsidP="00912B96">
            <w:pPr>
              <w:pStyle w:val="SIText"/>
            </w:pPr>
            <w:r w:rsidRPr="00912B96">
              <w:t>2. Follow work instructions</w:t>
            </w:r>
          </w:p>
        </w:tc>
        <w:tc>
          <w:tcPr>
            <w:tcW w:w="3604" w:type="pct"/>
            <w:shd w:val="clear" w:color="auto" w:fill="auto"/>
          </w:tcPr>
          <w:p w14:paraId="6C534A34" w14:textId="77777777" w:rsidR="00912B96" w:rsidRPr="00912B96" w:rsidRDefault="00912B96" w:rsidP="00912B96">
            <w:r w:rsidRPr="00912B96">
              <w:t>2.1 Follow work instructions for quality control for work area</w:t>
            </w:r>
          </w:p>
          <w:p w14:paraId="215A6E64" w14:textId="52528E26" w:rsidR="00912B96" w:rsidRPr="00912B96" w:rsidRDefault="00912B96" w:rsidP="00912B96">
            <w:pPr>
              <w:pStyle w:val="SIText"/>
            </w:pPr>
            <w:r w:rsidRPr="00912B96">
              <w:t>2.2 Complete quality documentation</w:t>
            </w:r>
          </w:p>
        </w:tc>
      </w:tr>
      <w:tr w:rsidR="00912B96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37DE179E" w:rsidR="00912B96" w:rsidRPr="00912B96" w:rsidRDefault="00912B96" w:rsidP="00912B96">
            <w:pPr>
              <w:pStyle w:val="SIText"/>
            </w:pPr>
            <w:r w:rsidRPr="00912B96">
              <w:t>3. Check quality of product</w:t>
            </w:r>
          </w:p>
        </w:tc>
        <w:tc>
          <w:tcPr>
            <w:tcW w:w="3604" w:type="pct"/>
            <w:shd w:val="clear" w:color="auto" w:fill="auto"/>
          </w:tcPr>
          <w:p w14:paraId="777FA99D" w14:textId="77777777" w:rsidR="00193D84" w:rsidRDefault="00912B96" w:rsidP="00912B96">
            <w:r w:rsidRPr="00912B96">
              <w:t xml:space="preserve">3.1 </w:t>
            </w:r>
            <w:r w:rsidR="00193D84">
              <w:t>Identify quality control measures</w:t>
            </w:r>
          </w:p>
          <w:p w14:paraId="25576ADD" w14:textId="77777777" w:rsidR="002F3E34" w:rsidRDefault="00193D84" w:rsidP="00912B96">
            <w:r>
              <w:t>3.2 Identify inspection and re</w:t>
            </w:r>
            <w:r w:rsidR="002F3E34">
              <w:t>-inspection procedures</w:t>
            </w:r>
          </w:p>
          <w:p w14:paraId="5D95744D" w14:textId="513A0631" w:rsidR="00912B96" w:rsidRPr="00912B96" w:rsidRDefault="002F3E34" w:rsidP="00912B96">
            <w:r>
              <w:t xml:space="preserve">3.3 </w:t>
            </w:r>
            <w:r w:rsidR="00912B96" w:rsidRPr="00912B96">
              <w:t>Check the quality of the product or service as prescribed in work instructions</w:t>
            </w:r>
          </w:p>
          <w:p w14:paraId="499B929A" w14:textId="7E8A55BF" w:rsidR="00912B96" w:rsidRPr="00912B96" w:rsidRDefault="00912B96" w:rsidP="00912B96">
            <w:r w:rsidRPr="00912B96">
              <w:t>3.</w:t>
            </w:r>
            <w:r w:rsidR="002F3E34">
              <w:t>4</w:t>
            </w:r>
            <w:r w:rsidRPr="00912B96">
              <w:t xml:space="preserve"> Inform supervisor of problems that affect or could potentially affect quality</w:t>
            </w:r>
          </w:p>
          <w:p w14:paraId="069D5DEA" w14:textId="1C087940" w:rsidR="00912B96" w:rsidRPr="00912B96" w:rsidRDefault="00912B96" w:rsidP="00912B96">
            <w:r w:rsidRPr="00912B96">
              <w:t>3.</w:t>
            </w:r>
            <w:r w:rsidR="002F3E34">
              <w:t>5</w:t>
            </w:r>
            <w:r w:rsidRPr="00912B96">
              <w:t xml:space="preserve"> Take action to correct the problem </w:t>
            </w:r>
            <w:r w:rsidR="00D30DBD">
              <w:t>as directed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811C6" w:rsidRPr="00336FCA" w:rsidDel="00423CB2" w14:paraId="6AD2F76B" w14:textId="77777777" w:rsidTr="00CA2922">
        <w:tc>
          <w:tcPr>
            <w:tcW w:w="1396" w:type="pct"/>
          </w:tcPr>
          <w:p w14:paraId="7D795EC9" w14:textId="169139C2" w:rsidR="006811C6" w:rsidRPr="00193D84" w:rsidRDefault="006811C6" w:rsidP="00193D8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3D84">
              <w:t>Reading</w:t>
            </w:r>
          </w:p>
        </w:tc>
        <w:tc>
          <w:tcPr>
            <w:tcW w:w="3604" w:type="pct"/>
          </w:tcPr>
          <w:p w14:paraId="418A1EF8" w14:textId="5C618524" w:rsidR="006811C6" w:rsidRPr="00193D84" w:rsidRDefault="006811C6" w:rsidP="00193D8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93D84">
              <w:t>Reads and interprets workplace instructions to formulate an understanding of expected requirements and activity</w:t>
            </w:r>
          </w:p>
        </w:tc>
      </w:tr>
      <w:tr w:rsidR="006811C6" w:rsidRPr="00336FCA" w:rsidDel="00423CB2" w14:paraId="55A8B605" w14:textId="77777777" w:rsidTr="00CA2922">
        <w:tc>
          <w:tcPr>
            <w:tcW w:w="1396" w:type="pct"/>
          </w:tcPr>
          <w:p w14:paraId="3A6AB038" w14:textId="243DA2BA" w:rsidR="006811C6" w:rsidRPr="00193D84" w:rsidRDefault="006811C6" w:rsidP="00193D8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3D84">
              <w:t>Writing</w:t>
            </w:r>
          </w:p>
        </w:tc>
        <w:tc>
          <w:tcPr>
            <w:tcW w:w="3604" w:type="pct"/>
          </w:tcPr>
          <w:p w14:paraId="08B9A983" w14:textId="6B987B94" w:rsidR="006811C6" w:rsidRPr="00193D84" w:rsidRDefault="006811C6" w:rsidP="00193D84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93D84">
              <w:t>Prepares workplace records accurately using clear language and industry relevant terminology</w:t>
            </w:r>
          </w:p>
        </w:tc>
      </w:tr>
      <w:tr w:rsidR="006811C6" w:rsidRPr="00336FCA" w:rsidDel="00423CB2" w14:paraId="6EA39FA6" w14:textId="77777777" w:rsidTr="00CA2922">
        <w:tc>
          <w:tcPr>
            <w:tcW w:w="1396" w:type="pct"/>
          </w:tcPr>
          <w:p w14:paraId="445BB6D5" w14:textId="32FDC326" w:rsidR="006811C6" w:rsidRPr="00193D84" w:rsidRDefault="006811C6" w:rsidP="00193D8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3D84">
              <w:t>Oral Communication</w:t>
            </w:r>
          </w:p>
        </w:tc>
        <w:tc>
          <w:tcPr>
            <w:tcW w:w="3604" w:type="pct"/>
          </w:tcPr>
          <w:p w14:paraId="49C03AFC" w14:textId="6F0D3BEF" w:rsidR="006811C6" w:rsidRPr="00193D84" w:rsidRDefault="006811C6" w:rsidP="00193D84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93D84">
              <w:t>Uses clear language and standard industry terminology to clarify instructions and report problems to supervisor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65A86BB6" w:rsidR="00F46BB2" w:rsidRPr="00C27FFE" w:rsidRDefault="00D30DBD" w:rsidP="00DB242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B2427">
              <w:rPr>
                <w:rStyle w:val="SITemporaryText-blue"/>
                <w:color w:val="auto"/>
                <w:sz w:val="20"/>
              </w:rPr>
              <w:t>AHCWRK2X</w:t>
            </w:r>
            <w:r w:rsidR="00DB2427" w:rsidRPr="00DB2427">
              <w:rPr>
                <w:rStyle w:val="SITemporaryText-blue"/>
                <w:color w:val="auto"/>
                <w:sz w:val="20"/>
              </w:rPr>
              <w:t>6</w:t>
            </w:r>
            <w:r w:rsidRPr="00DB2427">
              <w:rPr>
                <w:rStyle w:val="SITemporaryText-blue"/>
                <w:color w:val="auto"/>
                <w:sz w:val="20"/>
              </w:rPr>
              <w:t xml:space="preserve"> Observe workplace quality assurance procedures</w:t>
            </w:r>
          </w:p>
        </w:tc>
        <w:tc>
          <w:tcPr>
            <w:tcW w:w="1105" w:type="pct"/>
          </w:tcPr>
          <w:p w14:paraId="68CA03F4" w14:textId="69C1444C" w:rsidR="00F46BB2" w:rsidRPr="006811C6" w:rsidRDefault="00912B96" w:rsidP="006811C6">
            <w:pPr>
              <w:pStyle w:val="SIText"/>
            </w:pPr>
            <w:r w:rsidRPr="006811C6">
              <w:t>AHCWRK206 Observe enterprise quality assurance procedures</w:t>
            </w:r>
          </w:p>
        </w:tc>
        <w:tc>
          <w:tcPr>
            <w:tcW w:w="1251" w:type="pct"/>
          </w:tcPr>
          <w:p w14:paraId="664DCEFF" w14:textId="6D38E2C9" w:rsidR="00D30DBD" w:rsidRPr="006811C6" w:rsidRDefault="00D30DBD" w:rsidP="006811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11C6">
              <w:rPr>
                <w:rStyle w:val="SITemporaryText-blue"/>
                <w:color w:val="auto"/>
                <w:sz w:val="20"/>
              </w:rPr>
              <w:t>Minor changes to unit title and application</w:t>
            </w:r>
          </w:p>
          <w:p w14:paraId="520AF11E" w14:textId="77777777" w:rsidR="00D30DBD" w:rsidRPr="006811C6" w:rsidRDefault="00D30DBD" w:rsidP="006811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11C6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08D0ECA2" w14:textId="77777777" w:rsidR="00D30DBD" w:rsidRPr="006811C6" w:rsidRDefault="00D30DBD" w:rsidP="006811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11C6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5212C96F" w:rsidR="00F46BB2" w:rsidRPr="006811C6" w:rsidRDefault="00D30DBD" w:rsidP="006811C6">
            <w:pPr>
              <w:pStyle w:val="SIText"/>
            </w:pPr>
            <w:r w:rsidRPr="006811C6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3665F6D8" w:rsidR="00F46BB2" w:rsidRPr="006811C6" w:rsidRDefault="00D30DBD" w:rsidP="006811C6">
            <w:pPr>
              <w:pStyle w:val="SIText"/>
            </w:pPr>
            <w:r w:rsidRPr="006811C6">
              <w:t>Not e</w:t>
            </w:r>
            <w:r w:rsidR="0003463A" w:rsidRPr="006811C6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37C8882" w:rsidR="00E17A92" w:rsidRPr="005404CB" w:rsidRDefault="00520E9A" w:rsidP="00AE1D3E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D30DBD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6BBCF4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01F9F" w:rsidRPr="00E01F9F">
              <w:t>AHCWRK2</w:t>
            </w:r>
            <w:r w:rsidR="00D30DBD">
              <w:t>X</w:t>
            </w:r>
            <w:r w:rsidR="00E01F9F" w:rsidRPr="00E01F9F">
              <w:t xml:space="preserve">6 Observe </w:t>
            </w:r>
            <w:r w:rsidR="00D30DBD">
              <w:t>workplace</w:t>
            </w:r>
            <w:r w:rsidR="00E01F9F" w:rsidRPr="00E01F9F">
              <w:t xml:space="preserve"> quality assurance procedures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1957F146" w14:textId="77777777" w:rsidR="00D30DBD" w:rsidRPr="00D30DBD" w:rsidRDefault="00D30DBD" w:rsidP="00D30DBD">
            <w:r w:rsidRPr="002475A1">
              <w:t xml:space="preserve">An individual demonstrating competency must satisfy all of the elements and performance criteria in </w:t>
            </w:r>
            <w:r w:rsidRPr="00D30DBD">
              <w:t>this unit.</w:t>
            </w:r>
          </w:p>
          <w:p w14:paraId="196246C3" w14:textId="316200BF" w:rsidR="00912B96" w:rsidRPr="00912B96" w:rsidRDefault="00912B96" w:rsidP="00D30DBD">
            <w:r w:rsidRPr="00912B96">
              <w:t>The</w:t>
            </w:r>
            <w:r w:rsidR="00D30DBD">
              <w:t>re must be</w:t>
            </w:r>
            <w:r w:rsidRPr="00912B96">
              <w:t xml:space="preserve"> evidence that the </w:t>
            </w:r>
            <w:r w:rsidR="00D30DBD">
              <w:t>individual has observed workplace quality assurance procedures on at least one occasion and has</w:t>
            </w:r>
            <w:r w:rsidRPr="00912B96">
              <w:t>:</w:t>
            </w:r>
          </w:p>
          <w:p w14:paraId="6999F6EE" w14:textId="17C35C15" w:rsidR="00912B96" w:rsidRPr="00912B96" w:rsidRDefault="00912B96" w:rsidP="00912B96">
            <w:pPr>
              <w:pStyle w:val="SIBulletList1"/>
            </w:pPr>
            <w:r w:rsidRPr="00912B96">
              <w:t>appl</w:t>
            </w:r>
            <w:r w:rsidR="00D30DBD">
              <w:t>ied</w:t>
            </w:r>
            <w:r w:rsidRPr="00912B96">
              <w:t xml:space="preserve"> basic quality assurance </w:t>
            </w:r>
            <w:r w:rsidR="00D30DBD">
              <w:t xml:space="preserve">(QA) </w:t>
            </w:r>
            <w:r w:rsidRPr="00912B96">
              <w:t>practices</w:t>
            </w:r>
          </w:p>
          <w:p w14:paraId="52A2F7CE" w14:textId="6B95D8EA" w:rsidR="00912B96" w:rsidRPr="00912B96" w:rsidRDefault="00912B96" w:rsidP="00912B96">
            <w:pPr>
              <w:pStyle w:val="SIBulletList1"/>
            </w:pPr>
            <w:r w:rsidRPr="00912B96">
              <w:t>follow</w:t>
            </w:r>
            <w:r w:rsidR="00D30DBD">
              <w:t>ed</w:t>
            </w:r>
            <w:r w:rsidRPr="00912B96">
              <w:t xml:space="preserve"> work instructions</w:t>
            </w:r>
          </w:p>
          <w:p w14:paraId="51097087" w14:textId="368EF1E7" w:rsidR="00912B96" w:rsidRPr="00912B96" w:rsidRDefault="00912B96" w:rsidP="00912B96">
            <w:pPr>
              <w:pStyle w:val="SIBulletList1"/>
            </w:pPr>
            <w:r w:rsidRPr="00912B96">
              <w:t>check</w:t>
            </w:r>
            <w:r w:rsidR="00D30DBD">
              <w:t>ed</w:t>
            </w:r>
            <w:r w:rsidRPr="00912B96">
              <w:t xml:space="preserve"> quality of work</w:t>
            </w:r>
          </w:p>
          <w:p w14:paraId="722ECAF3" w14:textId="3CB04A0D" w:rsidR="00912B96" w:rsidRPr="00912B96" w:rsidRDefault="00912B96" w:rsidP="00912B96">
            <w:pPr>
              <w:pStyle w:val="SIBulletList1"/>
            </w:pPr>
            <w:r w:rsidRPr="00912B96">
              <w:t>identif</w:t>
            </w:r>
            <w:r w:rsidR="00D30DBD">
              <w:t>ied</w:t>
            </w:r>
            <w:r w:rsidRPr="00912B96">
              <w:t xml:space="preserve"> and report</w:t>
            </w:r>
            <w:r w:rsidR="00D30DBD">
              <w:t>ed</w:t>
            </w:r>
            <w:r w:rsidRPr="00912B96">
              <w:t xml:space="preserve"> quality issues</w:t>
            </w:r>
          </w:p>
          <w:p w14:paraId="082CB94D" w14:textId="5215A5F2" w:rsidR="00912B96" w:rsidRPr="00912B96" w:rsidRDefault="00912B96" w:rsidP="00912B96">
            <w:pPr>
              <w:pStyle w:val="SIBulletList1"/>
            </w:pPr>
            <w:r w:rsidRPr="00912B96">
              <w:t>kep</w:t>
            </w:r>
            <w:r w:rsidR="00D30DBD">
              <w:t>t</w:t>
            </w:r>
            <w:r w:rsidRPr="00912B96">
              <w:t xml:space="preserve"> records</w:t>
            </w:r>
          </w:p>
          <w:p w14:paraId="6E81AE9B" w14:textId="77189B19" w:rsidR="00E17A92" w:rsidRPr="005404CB" w:rsidRDefault="00912B96" w:rsidP="00912B96">
            <w:pPr>
              <w:pStyle w:val="SIBulletList1"/>
            </w:pPr>
            <w:r w:rsidRPr="00912B96">
              <w:t>use</w:t>
            </w:r>
            <w:r w:rsidR="00D30DBD">
              <w:t>d</w:t>
            </w:r>
            <w:r w:rsidRPr="00912B96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6811C6">
        <w:trPr>
          <w:trHeight w:val="1508"/>
        </w:trPr>
        <w:tc>
          <w:tcPr>
            <w:tcW w:w="5000" w:type="pct"/>
            <w:shd w:val="clear" w:color="auto" w:fill="auto"/>
          </w:tcPr>
          <w:p w14:paraId="2342F34B" w14:textId="238C0ADC" w:rsidR="00912B96" w:rsidRPr="00912B96" w:rsidRDefault="00D30DBD" w:rsidP="00912B96">
            <w:r w:rsidRPr="002475A1">
              <w:t>An individual must be able to demonstrate the knowledge required to perform the tasks outlined in the elements and performance criteria of this unit. This includes</w:t>
            </w:r>
            <w:r>
              <w:t xml:space="preserve"> </w:t>
            </w:r>
            <w:r w:rsidR="00912B96" w:rsidRPr="00912B96">
              <w:t>knowledge of:</w:t>
            </w:r>
          </w:p>
          <w:p w14:paraId="6E973628" w14:textId="4E895A82" w:rsidR="00912B96" w:rsidRPr="00912B96" w:rsidRDefault="00D30DBD" w:rsidP="00912B96">
            <w:pPr>
              <w:pStyle w:val="SIBulletList1"/>
            </w:pPr>
            <w:r>
              <w:t xml:space="preserve">workplace </w:t>
            </w:r>
            <w:r w:rsidR="00912B96" w:rsidRPr="00912B96">
              <w:t xml:space="preserve">production processes </w:t>
            </w:r>
            <w:r>
              <w:t>relevant to work being undertaken</w:t>
            </w:r>
          </w:p>
          <w:p w14:paraId="3A0583C8" w14:textId="18AE1FBC" w:rsidR="00912B96" w:rsidRDefault="002F3E34" w:rsidP="00912B96">
            <w:pPr>
              <w:pStyle w:val="SIBulletList1"/>
            </w:pPr>
            <w:r>
              <w:t xml:space="preserve">purpose of a </w:t>
            </w:r>
            <w:r w:rsidR="00912B96" w:rsidRPr="00912B96">
              <w:t xml:space="preserve">Hazard Analysis Critical Control Point </w:t>
            </w:r>
            <w:r w:rsidR="004D026B">
              <w:t xml:space="preserve">(HACCP) </w:t>
            </w:r>
            <w:r>
              <w:t>and</w:t>
            </w:r>
            <w:r w:rsidR="00912B96" w:rsidRPr="00912B96">
              <w:t xml:space="preserve"> QA</w:t>
            </w:r>
            <w:r>
              <w:t xml:space="preserve"> program</w:t>
            </w:r>
          </w:p>
          <w:p w14:paraId="3501223C" w14:textId="46478CC6" w:rsidR="002F3E34" w:rsidRDefault="002F3E34" w:rsidP="00912B96">
            <w:pPr>
              <w:pStyle w:val="SIBulletList1"/>
            </w:pPr>
            <w:r>
              <w:t>the nature of, and requirements for a HACCP and QA plan</w:t>
            </w:r>
          </w:p>
          <w:p w14:paraId="548DABE4" w14:textId="63328B58" w:rsidR="00600CF0" w:rsidRPr="00912B96" w:rsidRDefault="00600CF0" w:rsidP="00912B96">
            <w:pPr>
              <w:pStyle w:val="SIBulletList1"/>
            </w:pPr>
            <w:r>
              <w:t>risk assessment and identification</w:t>
            </w:r>
          </w:p>
          <w:p w14:paraId="411BDF05" w14:textId="668E2101" w:rsidR="00770FC4" w:rsidRPr="005404CB" w:rsidRDefault="00D30DBD" w:rsidP="00912B96">
            <w:pPr>
              <w:pStyle w:val="SIBulletList1"/>
            </w:pPr>
            <w:r>
              <w:t>workplace</w:t>
            </w:r>
            <w:r w:rsidR="00912B96" w:rsidRPr="00912B96">
              <w:t xml:space="preserve"> QA policies, guidelines and standard operating procedures rel</w:t>
            </w:r>
            <w:r>
              <w:t>ev</w:t>
            </w:r>
            <w:r w:rsidR="00912B96" w:rsidRPr="00912B96">
              <w:t>a</w:t>
            </w:r>
            <w:r>
              <w:t>nt</w:t>
            </w:r>
            <w:r w:rsidR="00912B96" w:rsidRPr="00912B96">
              <w:t xml:space="preserve"> to work being undertaken and level of responsibility.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78558D6D" w14:textId="77777777" w:rsidR="006811C6" w:rsidRPr="006811C6" w:rsidRDefault="006811C6" w:rsidP="006811C6">
            <w:r w:rsidRPr="0057791D">
              <w:t xml:space="preserve">Assessment of skills </w:t>
            </w:r>
            <w:r w:rsidRPr="006811C6">
              <w:t>must take place under the following conditions:</w:t>
            </w:r>
          </w:p>
          <w:p w14:paraId="051F76C0" w14:textId="77777777" w:rsidR="006811C6" w:rsidRPr="006811C6" w:rsidRDefault="006811C6" w:rsidP="006811C6">
            <w:pPr>
              <w:pStyle w:val="SIBulletList1"/>
            </w:pPr>
            <w:r w:rsidRPr="0057791D">
              <w:t>physical conditions:</w:t>
            </w:r>
          </w:p>
          <w:p w14:paraId="231B69CF" w14:textId="77777777" w:rsidR="006811C6" w:rsidRPr="006811C6" w:rsidRDefault="006811C6" w:rsidP="006811C6">
            <w:pPr>
              <w:pStyle w:val="SIBulletList2"/>
            </w:pPr>
            <w:r w:rsidRPr="0057791D">
              <w:t>a workplace setting or an environment that accurately represents workplace conditions</w:t>
            </w:r>
          </w:p>
          <w:p w14:paraId="6DB6FDAB" w14:textId="77777777" w:rsidR="006811C6" w:rsidRPr="006811C6" w:rsidRDefault="006811C6" w:rsidP="006811C6">
            <w:pPr>
              <w:pStyle w:val="SIBulletList1"/>
            </w:pPr>
            <w:r w:rsidRPr="0057791D">
              <w:t>resources, equipment and materials:</w:t>
            </w:r>
          </w:p>
          <w:p w14:paraId="3BD3B976" w14:textId="6236D67C" w:rsidR="006811C6" w:rsidRDefault="006811C6" w:rsidP="006811C6">
            <w:pPr>
              <w:pStyle w:val="SIBulletList2"/>
            </w:pPr>
            <w:r w:rsidRPr="0057791D">
              <w:t xml:space="preserve">workplace </w:t>
            </w:r>
            <w:r>
              <w:t>QA system</w:t>
            </w:r>
          </w:p>
          <w:p w14:paraId="202E704D" w14:textId="3F4ADC42" w:rsidR="006811C6" w:rsidRPr="006811C6" w:rsidRDefault="006811C6" w:rsidP="006811C6">
            <w:pPr>
              <w:pStyle w:val="SIBulletList2"/>
            </w:pPr>
            <w:r>
              <w:t xml:space="preserve">work </w:t>
            </w:r>
            <w:r w:rsidRPr="0057791D">
              <w:t>instructions and procedures relevant to observing work</w:t>
            </w:r>
            <w:r>
              <w:t xml:space="preserve">place QA </w:t>
            </w:r>
            <w:r w:rsidRPr="0057791D">
              <w:t>pr</w:t>
            </w:r>
            <w:r>
              <w:t>ocedures</w:t>
            </w:r>
          </w:p>
          <w:p w14:paraId="3096F218" w14:textId="77777777" w:rsidR="006811C6" w:rsidRPr="006811C6" w:rsidRDefault="006811C6" w:rsidP="006811C6">
            <w:pPr>
              <w:pStyle w:val="SIBulletList1"/>
            </w:pPr>
            <w:r w:rsidRPr="0057791D">
              <w:t>specifications:</w:t>
            </w:r>
          </w:p>
          <w:p w14:paraId="29D25E6F" w14:textId="22D828B0" w:rsidR="006811C6" w:rsidRPr="006811C6" w:rsidRDefault="006811C6" w:rsidP="006811C6">
            <w:pPr>
              <w:pStyle w:val="SIBulletList2"/>
            </w:pPr>
            <w:r>
              <w:t>workplace</w:t>
            </w:r>
            <w:r w:rsidRPr="006811C6">
              <w:t xml:space="preserve"> QA policies, guidelines and standard operating procedures</w:t>
            </w:r>
          </w:p>
          <w:p w14:paraId="067D8864" w14:textId="77777777" w:rsidR="006811C6" w:rsidRPr="006811C6" w:rsidRDefault="006811C6" w:rsidP="006811C6">
            <w:pPr>
              <w:pStyle w:val="SIBulletList1"/>
            </w:pPr>
            <w:r w:rsidRPr="0057791D">
              <w:t>relationships:</w:t>
            </w:r>
          </w:p>
          <w:p w14:paraId="18E6236C" w14:textId="198E0A38" w:rsidR="006811C6" w:rsidRPr="006811C6" w:rsidRDefault="006811C6" w:rsidP="006811C6">
            <w:pPr>
              <w:pStyle w:val="SIBulletList2"/>
            </w:pPr>
            <w:r w:rsidRPr="0057791D">
              <w:t>supervisor.</w:t>
            </w:r>
          </w:p>
          <w:p w14:paraId="4FE99776" w14:textId="77777777" w:rsidR="006811C6" w:rsidRPr="0057791D" w:rsidRDefault="006811C6" w:rsidP="006811C6"/>
          <w:p w14:paraId="29F679B7" w14:textId="7462D047" w:rsidR="00BC7B51" w:rsidRPr="005404CB" w:rsidRDefault="006811C6" w:rsidP="00507908">
            <w:pPr>
              <w:rPr>
                <w:rFonts w:eastAsia="Calibri"/>
              </w:rPr>
            </w:pPr>
            <w:r w:rsidRPr="0057791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45E5087C" w:rsidR="00E17A92" w:rsidRPr="005404CB" w:rsidRDefault="006E35D7" w:rsidP="005404CB">
            <w:pPr>
              <w:pStyle w:val="SIText"/>
            </w:pPr>
            <w:hyperlink r:id="rId12" w:history="1">
              <w:r w:rsidR="00E17A92" w:rsidRPr="006811C6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141F2" w14:textId="77777777" w:rsidR="007F3286" w:rsidRDefault="007F3286" w:rsidP="00BF3F0A">
      <w:r>
        <w:separator/>
      </w:r>
    </w:p>
    <w:p w14:paraId="3C7BACE4" w14:textId="77777777" w:rsidR="007F3286" w:rsidRDefault="007F3286"/>
  </w:endnote>
  <w:endnote w:type="continuationSeparator" w:id="0">
    <w:p w14:paraId="15F725A4" w14:textId="77777777" w:rsidR="007F3286" w:rsidRDefault="007F3286" w:rsidP="00BF3F0A">
      <w:r>
        <w:continuationSeparator/>
      </w:r>
    </w:p>
    <w:p w14:paraId="456BB3DC" w14:textId="77777777" w:rsidR="007F3286" w:rsidRDefault="007F32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60680" w14:textId="77777777" w:rsidR="007F3286" w:rsidRDefault="007F3286" w:rsidP="00BF3F0A">
      <w:r>
        <w:separator/>
      </w:r>
    </w:p>
    <w:p w14:paraId="70540F00" w14:textId="77777777" w:rsidR="007F3286" w:rsidRDefault="007F3286"/>
  </w:footnote>
  <w:footnote w:type="continuationSeparator" w:id="0">
    <w:p w14:paraId="4B9349A9" w14:textId="77777777" w:rsidR="007F3286" w:rsidRDefault="007F3286" w:rsidP="00BF3F0A">
      <w:r>
        <w:continuationSeparator/>
      </w:r>
    </w:p>
    <w:p w14:paraId="6C7DA8B7" w14:textId="77777777" w:rsidR="007F3286" w:rsidRDefault="007F32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8807BF4" w:rsidR="009C2650" w:rsidRPr="00E01F9F" w:rsidRDefault="006E35D7" w:rsidP="00E01F9F">
    <w:sdt>
      <w:sdtPr>
        <w:rPr>
          <w:lang w:eastAsia="en-US"/>
        </w:rPr>
        <w:id w:val="-4436975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B33E63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01F9F" w:rsidRPr="00E01F9F">
      <w:rPr>
        <w:lang w:eastAsia="en-US"/>
      </w:rPr>
      <w:t>AHCWRK2</w:t>
    </w:r>
    <w:r w:rsidR="00DB2427">
      <w:t>X</w:t>
    </w:r>
    <w:r w:rsidR="00E01F9F" w:rsidRPr="00E01F9F">
      <w:rPr>
        <w:lang w:eastAsia="en-US"/>
      </w:rPr>
      <w:t xml:space="preserve">6 Observe </w:t>
    </w:r>
    <w:r w:rsidR="00D30DBD">
      <w:t>workplace</w:t>
    </w:r>
    <w:r w:rsidR="00D30DBD" w:rsidRPr="00E01F9F">
      <w:rPr>
        <w:lang w:eastAsia="en-US"/>
      </w:rPr>
      <w:t xml:space="preserve"> </w:t>
    </w:r>
    <w:r w:rsidR="00E01F9F" w:rsidRPr="00E01F9F">
      <w:rPr>
        <w:lang w:eastAsia="en-US"/>
      </w:rPr>
      <w:t>quality assurance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93D84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01C9"/>
    <w:rsid w:val="00201A7C"/>
    <w:rsid w:val="0021210E"/>
    <w:rsid w:val="0021414D"/>
    <w:rsid w:val="00215967"/>
    <w:rsid w:val="002168D4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2F3E34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3436"/>
    <w:rsid w:val="003734C7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26B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07908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0D03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00CF0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11C6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35D7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3286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437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D3E"/>
    <w:rsid w:val="00AE1ED9"/>
    <w:rsid w:val="00AE32CB"/>
    <w:rsid w:val="00AF3957"/>
    <w:rsid w:val="00B0712C"/>
    <w:rsid w:val="00B12013"/>
    <w:rsid w:val="00B22C67"/>
    <w:rsid w:val="00B3508F"/>
    <w:rsid w:val="00B410F8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27FFE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0DBD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B2427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3D8B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D6687"/>
    <w:rsid w:val="00EF01F8"/>
    <w:rsid w:val="00EF3268"/>
    <w:rsid w:val="00EF40EF"/>
    <w:rsid w:val="00EF47FE"/>
    <w:rsid w:val="00EF734D"/>
    <w:rsid w:val="00F03512"/>
    <w:rsid w:val="00F069BD"/>
    <w:rsid w:val="00F06CC4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AE1D3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30D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a30ce510-73c0-40a7-aee4-da2492112f9c"/>
    <ds:schemaRef ds:uri="d50bbff7-d6dd-47d2-864a-cfdc2c3db0f4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452594-8BC3-4F61-AA94-E7CC93F9FA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243</TotalTime>
  <Pages>3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85</cp:revision>
  <cp:lastPrinted>2016-05-27T05:21:00Z</cp:lastPrinted>
  <dcterms:created xsi:type="dcterms:W3CDTF">2021-08-11T23:10:00Z</dcterms:created>
  <dcterms:modified xsi:type="dcterms:W3CDTF">2022-03-30T05:12:00Z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