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49703D47" w14:textId="77777777" w:rsidTr="00146EEC">
        <w:tc>
          <w:tcPr>
            <w:tcW w:w="2689" w:type="dxa"/>
          </w:tcPr>
          <w:p w14:paraId="219CB830" w14:textId="614EDE70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337E82" w:rsidRPr="000754EC">
              <w:t xml:space="preserve"> </w:t>
            </w:r>
            <w:r w:rsidR="00E933B0">
              <w:t>1</w:t>
            </w:r>
          </w:p>
        </w:tc>
        <w:tc>
          <w:tcPr>
            <w:tcW w:w="6939" w:type="dxa"/>
          </w:tcPr>
          <w:p w14:paraId="1452D98A" w14:textId="6BB8273F" w:rsidR="00F1480E" w:rsidRPr="000754EC" w:rsidRDefault="00F1480E" w:rsidP="00FE1307">
            <w:pPr>
              <w:pStyle w:val="SIText"/>
            </w:pPr>
            <w:r w:rsidRPr="00CC451E">
              <w:t xml:space="preserve">This version released with </w:t>
            </w:r>
            <w:r w:rsidR="00E933B0">
              <w:t xml:space="preserve">AHC Agriculture, Horticulture and Conservation and Land Management </w:t>
            </w:r>
            <w:r w:rsidR="00337E82" w:rsidRPr="000754EC">
              <w:t>Training</w:t>
            </w:r>
            <w:r w:rsidRPr="000754EC">
              <w:t xml:space="preserve"> Package </w:t>
            </w:r>
            <w:r w:rsidRPr="00FE1307">
              <w:t xml:space="preserve">Version </w:t>
            </w:r>
            <w:r w:rsidR="00FE1307" w:rsidRPr="00FE1307">
              <w:t>9</w:t>
            </w:r>
            <w:r w:rsidR="00337E82" w:rsidRPr="00FE1307">
              <w:t>.0</w:t>
            </w:r>
            <w:r w:rsidRPr="00FE1307">
              <w:t>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D91820E" w:rsidR="00F1480E" w:rsidRPr="000754EC" w:rsidRDefault="00E933B0" w:rsidP="000754EC">
            <w:pPr>
              <w:pStyle w:val="SIUNITCODE"/>
            </w:pPr>
            <w:r>
              <w:t>AHC</w:t>
            </w:r>
            <w:r w:rsidR="000D1823">
              <w:t>MOM</w:t>
            </w:r>
            <w:r w:rsidR="008576F1">
              <w:t>3</w:t>
            </w:r>
            <w:r w:rsidR="00411876">
              <w:t>X</w:t>
            </w:r>
            <w:r w:rsidR="009E15B9">
              <w:t>18</w:t>
            </w:r>
          </w:p>
        </w:tc>
        <w:tc>
          <w:tcPr>
            <w:tcW w:w="3604" w:type="pct"/>
            <w:shd w:val="clear" w:color="auto" w:fill="auto"/>
          </w:tcPr>
          <w:p w14:paraId="68240ED7" w14:textId="05C0AA07" w:rsidR="00F1480E" w:rsidRPr="000754EC" w:rsidRDefault="000D1823" w:rsidP="000754EC">
            <w:pPr>
              <w:pStyle w:val="SIUnittitle"/>
            </w:pPr>
            <w:r>
              <w:t>Operate a telehandler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ED5393C" w14:textId="0DFF21C7" w:rsidR="008C5133" w:rsidRPr="00C10C09" w:rsidRDefault="008C5133" w:rsidP="00C10C09">
            <w:pPr>
              <w:pStyle w:val="SIText"/>
            </w:pPr>
            <w:r w:rsidRPr="00C10C09">
              <w:t xml:space="preserve">This unit of competency describes the skills and knowledge required to </w:t>
            </w:r>
            <w:r w:rsidR="00377530" w:rsidRPr="00C10C09">
              <w:t>operate a telehandler, includ</w:t>
            </w:r>
            <w:r w:rsidR="00AC47A6" w:rsidRPr="00C10C09">
              <w:t xml:space="preserve">ing </w:t>
            </w:r>
            <w:r w:rsidR="003B0464">
              <w:t xml:space="preserve">the use of attachments, safe </w:t>
            </w:r>
            <w:proofErr w:type="gramStart"/>
            <w:r w:rsidR="003B0464">
              <w:t>driving</w:t>
            </w:r>
            <w:proofErr w:type="gramEnd"/>
            <w:r w:rsidR="003B0464">
              <w:t xml:space="preserve"> and</w:t>
            </w:r>
            <w:r w:rsidR="004F035A" w:rsidRPr="00C10C09">
              <w:t xml:space="preserve"> operation</w:t>
            </w:r>
            <w:r w:rsidRPr="00C10C09">
              <w:t>.</w:t>
            </w:r>
          </w:p>
          <w:p w14:paraId="3CDD78BE" w14:textId="77777777" w:rsidR="008C5133" w:rsidRPr="00C10C09" w:rsidRDefault="008C5133" w:rsidP="00C10C09">
            <w:pPr>
              <w:pStyle w:val="SIText"/>
            </w:pPr>
          </w:p>
          <w:p w14:paraId="150193C2" w14:textId="5347D6F5" w:rsidR="008C5133" w:rsidRPr="00C10C09" w:rsidRDefault="008C5133" w:rsidP="00C10C09">
            <w:pPr>
              <w:pStyle w:val="SIText"/>
            </w:pPr>
            <w:r w:rsidRPr="00C10C09">
              <w:t>Th</w:t>
            </w:r>
            <w:r w:rsidR="00AC47A6" w:rsidRPr="00C10C09">
              <w:t>e</w:t>
            </w:r>
            <w:r w:rsidRPr="00C10C09">
              <w:t xml:space="preserve"> unit applies to individuals who </w:t>
            </w:r>
            <w:r w:rsidR="004F035A" w:rsidRPr="00C10C09">
              <w:t>operate a telehandler</w:t>
            </w:r>
            <w:r w:rsidR="00AC47A6" w:rsidRPr="00C10C09">
              <w:t xml:space="preserve"> under broad direction, and </w:t>
            </w:r>
            <w:r w:rsidRPr="00C10C09">
              <w:t>take responsibility for their own work.</w:t>
            </w:r>
          </w:p>
          <w:p w14:paraId="4ACFBB7C" w14:textId="77777777" w:rsidR="008C5133" w:rsidRPr="00C10C09" w:rsidRDefault="008C5133" w:rsidP="00C10C09">
            <w:pPr>
              <w:pStyle w:val="SIText"/>
            </w:pPr>
          </w:p>
          <w:p w14:paraId="034C6C33" w14:textId="0480D08B" w:rsidR="00373436" w:rsidRPr="00C10C09" w:rsidRDefault="00C10C09" w:rsidP="00C10C09">
            <w:pPr>
              <w:pStyle w:val="SIText"/>
            </w:pPr>
            <w:r w:rsidRPr="00C10C09">
              <w:rPr>
                <w:rStyle w:val="SITemporaryText-red"/>
                <w:color w:val="auto"/>
                <w:sz w:val="20"/>
              </w:rPr>
              <w:t>State/territory licensing, legislative or certification requirements apply to this unit and can vary between jurisdictions. Users are advised to check with the relevant regulatory authority</w:t>
            </w:r>
            <w:r w:rsidR="008C5133" w:rsidRPr="00C10C09">
              <w:t>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4E5C921B" w:rsidR="00F1480E" w:rsidRPr="000754EC" w:rsidRDefault="00E933B0" w:rsidP="000754EC">
            <w:pPr>
              <w:pStyle w:val="SIText"/>
            </w:pPr>
            <w:r>
              <w:t>Nil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3B6FE482" w:rsidR="00F1480E" w:rsidRPr="000754EC" w:rsidRDefault="00943F1F" w:rsidP="000754EC">
            <w:pPr>
              <w:pStyle w:val="SIText"/>
            </w:pPr>
            <w:r>
              <w:t xml:space="preserve">Machinery </w:t>
            </w:r>
            <w:r w:rsidR="00AC22CF">
              <w:t>O</w:t>
            </w:r>
            <w:r>
              <w:t xml:space="preserve">peration and </w:t>
            </w:r>
            <w:r w:rsidR="00AC22CF">
              <w:t>M</w:t>
            </w:r>
            <w:r>
              <w:t>aintenance</w:t>
            </w:r>
            <w:r w:rsidR="00A36156">
              <w:t xml:space="preserve"> (</w:t>
            </w:r>
            <w:r w:rsidR="00501BB1">
              <w:t>MOM</w:t>
            </w:r>
            <w:r w:rsidR="00A36156">
              <w:t>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B2611B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0DDD988D" w:rsidR="00B2611B" w:rsidRPr="00B2611B" w:rsidRDefault="00B2611B" w:rsidP="00B2611B">
            <w:pPr>
              <w:pStyle w:val="SIText"/>
            </w:pPr>
            <w:r w:rsidRPr="008C5133">
              <w:t xml:space="preserve">1. Prepare for </w:t>
            </w:r>
            <w:r w:rsidRPr="00B2611B">
              <w:t>telehandler operations</w:t>
            </w:r>
          </w:p>
        </w:tc>
        <w:tc>
          <w:tcPr>
            <w:tcW w:w="3604" w:type="pct"/>
            <w:shd w:val="clear" w:color="auto" w:fill="auto"/>
          </w:tcPr>
          <w:p w14:paraId="0F2DC96B" w14:textId="77777777" w:rsidR="00B2611B" w:rsidRDefault="00B2611B" w:rsidP="00B2611B">
            <w:r w:rsidRPr="008908DE">
              <w:t xml:space="preserve">1.1 </w:t>
            </w:r>
            <w:r>
              <w:t>Confirm activity to be undertaken</w:t>
            </w:r>
          </w:p>
          <w:p w14:paraId="7B7150DD" w14:textId="1E706B30" w:rsidR="00213090" w:rsidRDefault="00B2611B" w:rsidP="00B2611B">
            <w:r>
              <w:t xml:space="preserve">1.2 </w:t>
            </w:r>
            <w:r w:rsidRPr="00B2611B">
              <w:t>S</w:t>
            </w:r>
            <w:r w:rsidR="00213090">
              <w:t>elect telehandler appropriate for the activity</w:t>
            </w:r>
          </w:p>
          <w:p w14:paraId="6A94D0EE" w14:textId="1E5F7E63" w:rsidR="00B2611B" w:rsidRPr="00B2611B" w:rsidRDefault="00213090" w:rsidP="00B2611B">
            <w:r>
              <w:t>1.3 S</w:t>
            </w:r>
            <w:r w:rsidR="00B2611B" w:rsidRPr="00B2611B">
              <w:t>ource and interpret relevant machinery operation and maintena</w:t>
            </w:r>
            <w:r w:rsidR="00B2611B">
              <w:t>n</w:t>
            </w:r>
            <w:r w:rsidR="00B2611B" w:rsidRPr="00B2611B">
              <w:t>ce manual</w:t>
            </w:r>
            <w:r w:rsidR="003B0464">
              <w:t>s</w:t>
            </w:r>
            <w:r w:rsidR="00B2611B" w:rsidRPr="00B2611B">
              <w:t xml:space="preserve"> and manufacturer instructions</w:t>
            </w:r>
          </w:p>
          <w:p w14:paraId="6A202A1A" w14:textId="0FBF78CE" w:rsidR="00B2611B" w:rsidRPr="00B2611B" w:rsidRDefault="00B2611B" w:rsidP="00B2611B">
            <w:r w:rsidRPr="00B7459E">
              <w:t>1.</w:t>
            </w:r>
            <w:r w:rsidR="00213090">
              <w:t>4</w:t>
            </w:r>
            <w:r w:rsidRPr="00B2611B">
              <w:t xml:space="preserve"> Identify hazards and risks, and implement safe working practices to manage risks</w:t>
            </w:r>
          </w:p>
          <w:p w14:paraId="6EFC1A02" w14:textId="3F8A4270" w:rsidR="00B2611B" w:rsidRDefault="00B2611B" w:rsidP="00B2611B">
            <w:r w:rsidRPr="00B7459E">
              <w:t>1.</w:t>
            </w:r>
            <w:r w:rsidR="00213090">
              <w:t>5</w:t>
            </w:r>
            <w:r w:rsidRPr="00B7459E">
              <w:t xml:space="preserve"> </w:t>
            </w:r>
            <w:r>
              <w:t xml:space="preserve">Select, fit, </w:t>
            </w:r>
            <w:proofErr w:type="gramStart"/>
            <w:r>
              <w:t>use</w:t>
            </w:r>
            <w:proofErr w:type="gramEnd"/>
            <w:r>
              <w:t xml:space="preserve"> and maintain personal protective equipment (PPE) applicable to the task</w:t>
            </w:r>
          </w:p>
          <w:p w14:paraId="587EB483" w14:textId="3623A718" w:rsidR="00B2611B" w:rsidRDefault="00B2611B" w:rsidP="00B2611B">
            <w:r>
              <w:t>1.</w:t>
            </w:r>
            <w:r w:rsidR="00213090">
              <w:t>6</w:t>
            </w:r>
            <w:r>
              <w:t xml:space="preserve"> Conduct telehandler routine pre-operational checks according to operation and maintenance manual</w:t>
            </w:r>
          </w:p>
          <w:p w14:paraId="1696B99B" w14:textId="10CE067C" w:rsidR="00B2611B" w:rsidRPr="00B2611B" w:rsidRDefault="00B2611B" w:rsidP="00B2611B">
            <w:r>
              <w:t>1.</w:t>
            </w:r>
            <w:r w:rsidR="00213090">
              <w:t>7</w:t>
            </w:r>
            <w:r>
              <w:t xml:space="preserve"> </w:t>
            </w:r>
            <w:r w:rsidRPr="00B2611B">
              <w:t xml:space="preserve">Inspect for missing parts, damage, </w:t>
            </w:r>
            <w:proofErr w:type="gramStart"/>
            <w:r w:rsidRPr="00B2611B">
              <w:t>faults</w:t>
            </w:r>
            <w:proofErr w:type="gramEnd"/>
            <w:r w:rsidRPr="00B2611B">
              <w:t xml:space="preserve"> or malfunctions, and </w:t>
            </w:r>
            <w:r w:rsidR="005212DC">
              <w:t xml:space="preserve">rectify, </w:t>
            </w:r>
            <w:r w:rsidRPr="00B2611B">
              <w:t>report and tag defects</w:t>
            </w:r>
            <w:r w:rsidR="009B1C3C">
              <w:t xml:space="preserve"> according to workplace procedures</w:t>
            </w:r>
          </w:p>
        </w:tc>
      </w:tr>
      <w:tr w:rsidR="00B2611B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461026DF" w:rsidR="00B2611B" w:rsidRPr="00B2611B" w:rsidRDefault="00B2611B" w:rsidP="00B2611B">
            <w:pPr>
              <w:pStyle w:val="SIText"/>
            </w:pPr>
            <w:r w:rsidRPr="008C5133">
              <w:t>2. S</w:t>
            </w:r>
            <w:r w:rsidRPr="00B2611B">
              <w:t>elect, fit and use attachments</w:t>
            </w:r>
          </w:p>
        </w:tc>
        <w:tc>
          <w:tcPr>
            <w:tcW w:w="3604" w:type="pct"/>
            <w:shd w:val="clear" w:color="auto" w:fill="auto"/>
          </w:tcPr>
          <w:p w14:paraId="1DA4ACF1" w14:textId="77777777" w:rsidR="00B2611B" w:rsidRPr="00B2611B" w:rsidRDefault="00B2611B" w:rsidP="00B2611B">
            <w:r w:rsidRPr="008908DE">
              <w:t xml:space="preserve">2.1 </w:t>
            </w:r>
            <w:r w:rsidRPr="00B2611B">
              <w:t>Select telehandler attachment for the task</w:t>
            </w:r>
          </w:p>
          <w:p w14:paraId="518B5A10" w14:textId="4ADB7074" w:rsidR="00B2611B" w:rsidRPr="00B2611B" w:rsidRDefault="00B2611B" w:rsidP="00B2611B">
            <w:r>
              <w:t>2.</w:t>
            </w:r>
            <w:r w:rsidRPr="00B2611B">
              <w:t xml:space="preserve">2 Safely fit attachment according to </w:t>
            </w:r>
            <w:r w:rsidR="00712972" w:rsidRPr="00B2611B">
              <w:t xml:space="preserve">operation and maintenance manual </w:t>
            </w:r>
            <w:r w:rsidRPr="00B2611B">
              <w:t>and local conditions for use</w:t>
            </w:r>
          </w:p>
          <w:p w14:paraId="6A0B00B6" w14:textId="77777777" w:rsidR="00B2611B" w:rsidRDefault="00B2611B" w:rsidP="00B2611B">
            <w:r>
              <w:t>2</w:t>
            </w:r>
            <w:r w:rsidRPr="00B7459E">
              <w:t xml:space="preserve">.3 </w:t>
            </w:r>
            <w:r>
              <w:t>Test attachment to ensure correct fitting and safe operation</w:t>
            </w:r>
          </w:p>
          <w:p w14:paraId="5FB08343" w14:textId="77777777" w:rsidR="00B2611B" w:rsidRDefault="00B2611B" w:rsidP="00B2611B">
            <w:r>
              <w:t xml:space="preserve">2.4 Use attachment according to design </w:t>
            </w:r>
            <w:r w:rsidRPr="00B2611B">
              <w:t>limits and workplace procedures</w:t>
            </w:r>
          </w:p>
          <w:p w14:paraId="6BB72E57" w14:textId="3B3A9B4F" w:rsidR="00185DBC" w:rsidRPr="00B2611B" w:rsidRDefault="00185DBC" w:rsidP="00B2611B">
            <w:r>
              <w:t>2.5 Safely remove, clean and store attachments</w:t>
            </w:r>
            <w:r w:rsidR="00712972" w:rsidRPr="00B2611B">
              <w:t xml:space="preserve"> according to operation and maintenance manual and workplace procedures</w:t>
            </w:r>
          </w:p>
        </w:tc>
      </w:tr>
      <w:tr w:rsidR="00B2611B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432D0565" w:rsidR="00B2611B" w:rsidRPr="00B2611B" w:rsidRDefault="00B2611B" w:rsidP="00B2611B">
            <w:pPr>
              <w:pStyle w:val="SIText"/>
            </w:pPr>
            <w:r w:rsidRPr="008C5133">
              <w:t xml:space="preserve">3. </w:t>
            </w:r>
            <w:r w:rsidRPr="00B2611B">
              <w:t xml:space="preserve">Operate </w:t>
            </w:r>
            <w:r w:rsidR="00E40376">
              <w:t>and monitor</w:t>
            </w:r>
            <w:r w:rsidRPr="00B2611B">
              <w:t xml:space="preserve"> telehandler</w:t>
            </w:r>
          </w:p>
        </w:tc>
        <w:tc>
          <w:tcPr>
            <w:tcW w:w="3604" w:type="pct"/>
            <w:shd w:val="clear" w:color="auto" w:fill="auto"/>
          </w:tcPr>
          <w:p w14:paraId="50B6B804" w14:textId="234F70E4" w:rsidR="00B2611B" w:rsidRPr="00B2611B" w:rsidRDefault="00B2611B" w:rsidP="00B2611B">
            <w:r w:rsidRPr="008908DE">
              <w:t xml:space="preserve">3.1 </w:t>
            </w:r>
            <w:r w:rsidRPr="00B2611B">
              <w:t>Perform pre-start and start up procedures</w:t>
            </w:r>
            <w:r w:rsidR="00185DBC">
              <w:t xml:space="preserve"> according to workplace procedures and manufacturer instructions</w:t>
            </w:r>
          </w:p>
          <w:p w14:paraId="0CBE649F" w14:textId="1BE5C388" w:rsidR="00B2611B" w:rsidRPr="00B2611B" w:rsidRDefault="00B2611B" w:rsidP="00B2611B">
            <w:pPr>
              <w:pStyle w:val="SIText"/>
            </w:pPr>
            <w:r>
              <w:t>3.2</w:t>
            </w:r>
            <w:r w:rsidRPr="00B2611B">
              <w:t xml:space="preserve"> Check telehandler controls, brakes, attachments and implements for manoeuvrability and serviceability and ensure faults are rectified or reported according to workplace procedures</w:t>
            </w:r>
          </w:p>
          <w:p w14:paraId="7F26E234" w14:textId="77777777" w:rsidR="00B2611B" w:rsidRDefault="00B2611B" w:rsidP="00B2611B">
            <w:r>
              <w:t>3.3 Assess site and operating hazards and apply safe operating techniques</w:t>
            </w:r>
          </w:p>
          <w:p w14:paraId="11C0D8CF" w14:textId="5F75EED3" w:rsidR="00B2611B" w:rsidRDefault="00B2611B" w:rsidP="00B2611B">
            <w:r>
              <w:t xml:space="preserve">3.4 Drive and operate telehandler, modify operating techniques </w:t>
            </w:r>
            <w:r w:rsidR="00762949">
              <w:t xml:space="preserve">as required </w:t>
            </w:r>
            <w:r>
              <w:t>to meet changing work conditions</w:t>
            </w:r>
          </w:p>
          <w:p w14:paraId="2E4A30AD" w14:textId="77777777" w:rsidR="00B2611B" w:rsidRDefault="00B2611B" w:rsidP="00B2611B">
            <w:r>
              <w:t>3.5 Continually monitor hazards and risks, and ensure safety of self, other personnel, plant and equipment</w:t>
            </w:r>
          </w:p>
          <w:p w14:paraId="13FB94E6" w14:textId="3FE891F1" w:rsidR="004E4E3B" w:rsidRDefault="00B2611B" w:rsidP="00B2611B">
            <w:pPr>
              <w:pStyle w:val="SIText"/>
            </w:pPr>
            <w:r>
              <w:t>3.6</w:t>
            </w:r>
            <w:r w:rsidR="00D20AAA">
              <w:t xml:space="preserve"> </w:t>
            </w:r>
            <w:r w:rsidR="00D20AAA" w:rsidRPr="00D20AAA">
              <w:t xml:space="preserve">Maintain communications </w:t>
            </w:r>
            <w:r w:rsidR="00762949">
              <w:t xml:space="preserve">with other site personnel </w:t>
            </w:r>
            <w:r w:rsidR="00D20AAA" w:rsidRPr="00D20AAA">
              <w:t>during telehandler operations using hand, audible or radio communication equipment according to workplace procedures</w:t>
            </w:r>
          </w:p>
          <w:p w14:paraId="7C104250" w14:textId="4A5808F1" w:rsidR="00401526" w:rsidRPr="00B2611B" w:rsidRDefault="004E4E3B" w:rsidP="00B2611B">
            <w:pPr>
              <w:pStyle w:val="SIText"/>
            </w:pPr>
            <w:r>
              <w:t>3.7</w:t>
            </w:r>
            <w:r w:rsidR="00B2611B">
              <w:t xml:space="preserve"> Complete work </w:t>
            </w:r>
            <w:r w:rsidR="00B2611B" w:rsidRPr="00B2611B">
              <w:t>within the operating capacity of the equipment</w:t>
            </w:r>
            <w:r w:rsidR="00762949">
              <w:t xml:space="preserve">, responding to alarms and indicators according to manufacturer </w:t>
            </w:r>
            <w:r w:rsidR="00712972">
              <w:t>specifications</w:t>
            </w:r>
          </w:p>
        </w:tc>
      </w:tr>
      <w:tr w:rsidR="00B2611B" w:rsidRPr="00963A46" w14:paraId="3562277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A09E979" w14:textId="51724907" w:rsidR="00B2611B" w:rsidRPr="00B2611B" w:rsidRDefault="00B2611B" w:rsidP="00B2611B">
            <w:pPr>
              <w:pStyle w:val="SIText"/>
            </w:pPr>
            <w:r w:rsidRPr="008C5133">
              <w:lastRenderedPageBreak/>
              <w:t>4. C</w:t>
            </w:r>
            <w:r w:rsidRPr="00B2611B">
              <w:t>omplete telehandler operations</w:t>
            </w:r>
          </w:p>
        </w:tc>
        <w:tc>
          <w:tcPr>
            <w:tcW w:w="3604" w:type="pct"/>
            <w:shd w:val="clear" w:color="auto" w:fill="auto"/>
          </w:tcPr>
          <w:p w14:paraId="26177DB5" w14:textId="77777777" w:rsidR="00B2611B" w:rsidRPr="00B2611B" w:rsidRDefault="00B2611B" w:rsidP="00B2611B">
            <w:r>
              <w:t xml:space="preserve">4.1 </w:t>
            </w:r>
            <w:r w:rsidRPr="00B2611B">
              <w:t>Remove, clean and store attachment according to operation and maintenance manual and workplace procedures</w:t>
            </w:r>
          </w:p>
          <w:p w14:paraId="5B0DE362" w14:textId="3DA38311" w:rsidR="005C0D84" w:rsidRDefault="00B2611B" w:rsidP="00B2611B">
            <w:r>
              <w:t>4.</w:t>
            </w:r>
            <w:r w:rsidRPr="00B2611B">
              <w:t xml:space="preserve">2 </w:t>
            </w:r>
            <w:r w:rsidR="005C0D84">
              <w:t>Prepare telehandler for transport where required according to workplace procedures</w:t>
            </w:r>
          </w:p>
          <w:p w14:paraId="6E3E570D" w14:textId="5C4CA30A" w:rsidR="00B2611B" w:rsidRPr="00B2611B" w:rsidRDefault="005C0D84" w:rsidP="00B2611B">
            <w:r>
              <w:t xml:space="preserve">4.3 </w:t>
            </w:r>
            <w:r w:rsidR="00B2611B" w:rsidRPr="00B2611B">
              <w:t>Park telehandler and conduct shut down procedures according to workplace procedures</w:t>
            </w:r>
          </w:p>
          <w:p w14:paraId="689E86CE" w14:textId="2E5BDBCB" w:rsidR="00B2611B" w:rsidRPr="00B2611B" w:rsidRDefault="00B2611B" w:rsidP="00B2611B">
            <w:r>
              <w:t>4.</w:t>
            </w:r>
            <w:r w:rsidR="005C0D84">
              <w:t>4</w:t>
            </w:r>
            <w:r>
              <w:t xml:space="preserve"> </w:t>
            </w:r>
            <w:r w:rsidRPr="00B2611B">
              <w:t>Perform routine operational servicing and minor maintenance according to operation and maintenance manual</w:t>
            </w:r>
          </w:p>
          <w:p w14:paraId="24A67B0F" w14:textId="150BD736" w:rsidR="00B2611B" w:rsidRDefault="00B2611B" w:rsidP="00B2611B">
            <w:r>
              <w:t>4.</w:t>
            </w:r>
            <w:r w:rsidR="005C0D84">
              <w:t>5</w:t>
            </w:r>
            <w:r w:rsidRPr="00B7459E">
              <w:t xml:space="preserve"> </w:t>
            </w:r>
            <w:r>
              <w:t>Identify</w:t>
            </w:r>
            <w:r w:rsidR="00B334BD">
              <w:t>, record</w:t>
            </w:r>
            <w:r>
              <w:t xml:space="preserve"> and report telehandler and attachment malfunctions, faults irregular performance or damage according to workplace procedures</w:t>
            </w:r>
          </w:p>
          <w:p w14:paraId="21CBA958" w14:textId="359BAED2" w:rsidR="00B2611B" w:rsidRDefault="00B2611B" w:rsidP="00B2611B">
            <w:r>
              <w:t>4.</w:t>
            </w:r>
            <w:r w:rsidR="005C0D84">
              <w:t>6</w:t>
            </w:r>
            <w:r>
              <w:t xml:space="preserve"> Remove and store telehandler keys in </w:t>
            </w:r>
            <w:r w:rsidR="00FC3DC1">
              <w:t>secure</w:t>
            </w:r>
            <w:r>
              <w:t xml:space="preserve"> location</w:t>
            </w:r>
          </w:p>
          <w:p w14:paraId="594E8C1D" w14:textId="308E89A1" w:rsidR="00DA2222" w:rsidRPr="00B2611B" w:rsidRDefault="00B2611B" w:rsidP="004E4E3B">
            <w:r>
              <w:t>4.</w:t>
            </w:r>
            <w:r w:rsidR="005C0D84">
              <w:t>7</w:t>
            </w:r>
            <w:r>
              <w:t xml:space="preserve"> Maintain telehandler and equipment use recor</w:t>
            </w:r>
            <w:r w:rsidRPr="00B2611B">
              <w:t>ds according to workplace procedures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F2E2A" w:rsidRPr="00336FCA" w:rsidDel="00423CB2" w14:paraId="20B31B6A" w14:textId="77777777" w:rsidTr="00E1503F">
        <w:tc>
          <w:tcPr>
            <w:tcW w:w="1396" w:type="pct"/>
          </w:tcPr>
          <w:p w14:paraId="45E4AF5A" w14:textId="77777777" w:rsidR="00EF2E2A" w:rsidRPr="00EF2E2A" w:rsidRDefault="00EF2E2A" w:rsidP="00EF2E2A">
            <w:pPr>
              <w:pStyle w:val="SIText"/>
            </w:pPr>
            <w:r>
              <w:t>Reading</w:t>
            </w:r>
          </w:p>
        </w:tc>
        <w:tc>
          <w:tcPr>
            <w:tcW w:w="3604" w:type="pct"/>
          </w:tcPr>
          <w:p w14:paraId="7127D8BF" w14:textId="77777777" w:rsidR="00EF2E2A" w:rsidRPr="00EF2E2A" w:rsidRDefault="00EF2E2A" w:rsidP="00EF2E2A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Identify and interpret textual information from a range of sources to identify relevant and key information about workplace activities and telehandler operations</w:t>
            </w:r>
          </w:p>
        </w:tc>
      </w:tr>
      <w:tr w:rsidR="00EF2E2A" w:rsidRPr="00336FCA" w:rsidDel="00423CB2" w14:paraId="6E5077AB" w14:textId="77777777" w:rsidTr="00E1503F">
        <w:tc>
          <w:tcPr>
            <w:tcW w:w="1396" w:type="pct"/>
          </w:tcPr>
          <w:p w14:paraId="122F6716" w14:textId="77777777" w:rsidR="00EF2E2A" w:rsidRDefault="00EF2E2A" w:rsidP="00E1503F">
            <w:pPr>
              <w:pStyle w:val="SIText"/>
            </w:pPr>
            <w:r>
              <w:t>Writing</w:t>
            </w:r>
          </w:p>
        </w:tc>
        <w:tc>
          <w:tcPr>
            <w:tcW w:w="3604" w:type="pct"/>
          </w:tcPr>
          <w:p w14:paraId="3F926599" w14:textId="77777777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Use clear language, accurate industry terminology and logical structure to prepare records</w:t>
            </w:r>
          </w:p>
        </w:tc>
      </w:tr>
      <w:tr w:rsidR="00EF2E2A" w:rsidRPr="00336FCA" w:rsidDel="00423CB2" w14:paraId="0BDCD3AF" w14:textId="77777777" w:rsidTr="00E1503F">
        <w:tc>
          <w:tcPr>
            <w:tcW w:w="1396" w:type="pct"/>
          </w:tcPr>
          <w:p w14:paraId="200BDA34" w14:textId="77777777" w:rsidR="00EF2E2A" w:rsidRPr="00EF2E2A" w:rsidRDefault="00EF2E2A" w:rsidP="00EF2E2A">
            <w:pPr>
              <w:pStyle w:val="SIText"/>
            </w:pPr>
            <w:r>
              <w:t>Oral Communication</w:t>
            </w:r>
          </w:p>
        </w:tc>
        <w:tc>
          <w:tcPr>
            <w:tcW w:w="3604" w:type="pct"/>
          </w:tcPr>
          <w:p w14:paraId="01BEB2C5" w14:textId="19A2340B" w:rsidR="00EF2E2A" w:rsidRPr="00EF2E2A" w:rsidRDefault="00EF2E2A" w:rsidP="00EF2E2A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 xml:space="preserve">Use clear language to report </w:t>
            </w:r>
            <w:r w:rsidRPr="00EF2E2A">
              <w:t>malfunctions, faults irregular performance or damage to telehandler and attachment</w:t>
            </w:r>
            <w:r w:rsidR="006242E9">
              <w:t>s</w:t>
            </w:r>
          </w:p>
        </w:tc>
      </w:tr>
      <w:tr w:rsidR="00EF2E2A" w:rsidRPr="00336FCA" w:rsidDel="00423CB2" w14:paraId="641017D4" w14:textId="77777777" w:rsidTr="00E1503F">
        <w:tc>
          <w:tcPr>
            <w:tcW w:w="1396" w:type="pct"/>
          </w:tcPr>
          <w:p w14:paraId="31B1A92F" w14:textId="77777777" w:rsidR="00EF2E2A" w:rsidRDefault="00EF2E2A" w:rsidP="00E1503F">
            <w:pPr>
              <w:pStyle w:val="SIText"/>
            </w:pPr>
            <w:r>
              <w:t>Numeracy</w:t>
            </w:r>
          </w:p>
        </w:tc>
        <w:tc>
          <w:tcPr>
            <w:tcW w:w="3604" w:type="pct"/>
          </w:tcPr>
          <w:p w14:paraId="07B43AEC" w14:textId="77777777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Calculate quantities of vehicle fluids including fuel</w:t>
            </w:r>
          </w:p>
          <w:p w14:paraId="28452592" w14:textId="77777777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Identify correct tyre pressure</w:t>
            </w:r>
          </w:p>
          <w:p w14:paraId="7FBF2C36" w14:textId="77777777" w:rsidR="00EF2E2A" w:rsidRPr="00EF2E2A" w:rsidRDefault="00EF2E2A" w:rsidP="00E1503F">
            <w:pPr>
              <w:pStyle w:val="SIBulletList1"/>
              <w:rPr>
                <w:rFonts w:eastAsia="Calibri"/>
              </w:rPr>
            </w:pPr>
            <w:r w:rsidRPr="00EF2E2A">
              <w:rPr>
                <w:rFonts w:eastAsia="Calibri"/>
              </w:rPr>
              <w:t>Use equipment operating capacity schedule to confirm safe weight load limits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11876" w14:paraId="7EFB7203" w14:textId="77777777" w:rsidTr="00F33FF2">
        <w:tc>
          <w:tcPr>
            <w:tcW w:w="1028" w:type="pct"/>
          </w:tcPr>
          <w:p w14:paraId="6B803FA7" w14:textId="460CBAD9" w:rsidR="00411876" w:rsidRPr="00411876" w:rsidRDefault="00411876" w:rsidP="00411876">
            <w:pPr>
              <w:pStyle w:val="SIText"/>
            </w:pPr>
            <w:r w:rsidRPr="00411876">
              <w:t>AHC</w:t>
            </w:r>
            <w:r w:rsidR="006D11C2">
              <w:t>MOM</w:t>
            </w:r>
            <w:r w:rsidRPr="00411876">
              <w:t>3X</w:t>
            </w:r>
            <w:r w:rsidR="009E15B9">
              <w:t>18</w:t>
            </w:r>
            <w:r w:rsidRPr="00411876">
              <w:t xml:space="preserve"> </w:t>
            </w:r>
            <w:r w:rsidR="006D11C2">
              <w:t>Operate a telehandler</w:t>
            </w:r>
          </w:p>
        </w:tc>
        <w:tc>
          <w:tcPr>
            <w:tcW w:w="1105" w:type="pct"/>
          </w:tcPr>
          <w:p w14:paraId="3216D365" w14:textId="4345F0A4" w:rsidR="00411876" w:rsidRPr="00411876" w:rsidRDefault="00411876" w:rsidP="00411876">
            <w:pPr>
              <w:pStyle w:val="SIText"/>
            </w:pPr>
            <w:r w:rsidRPr="00411876">
              <w:t>Not applicable</w:t>
            </w:r>
          </w:p>
        </w:tc>
        <w:tc>
          <w:tcPr>
            <w:tcW w:w="1251" w:type="pct"/>
          </w:tcPr>
          <w:p w14:paraId="30B8888F" w14:textId="0762018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red"/>
                <w:color w:val="auto"/>
                <w:sz w:val="20"/>
              </w:rPr>
              <w:t>The unit has been created to address an emerging skill or task required by industry</w:t>
            </w:r>
          </w:p>
        </w:tc>
        <w:tc>
          <w:tcPr>
            <w:tcW w:w="1616" w:type="pct"/>
          </w:tcPr>
          <w:p w14:paraId="325B98A3" w14:textId="5DF4D7DD" w:rsidR="00411876" w:rsidRPr="00411876" w:rsidRDefault="00411876" w:rsidP="00411876">
            <w:pPr>
              <w:pStyle w:val="SIText"/>
              <w:rPr>
                <w:rStyle w:val="SITemporaryText-blue"/>
                <w:color w:val="auto"/>
                <w:sz w:val="20"/>
              </w:rPr>
            </w:pPr>
            <w:r w:rsidRPr="00411876">
              <w:rPr>
                <w:rStyle w:val="SITemporaryText-blue"/>
                <w:color w:val="auto"/>
                <w:sz w:val="20"/>
              </w:rPr>
              <w:t>Newly created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285DFC68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tgtFrame="_blank" w:history="1">
              <w:r w:rsidR="00E933B0" w:rsidRPr="00E933B0">
                <w:t>https://vetnet.gov.au/Pages/TrainingDocs.aspx?q=c6399549-9c62-4a5e-bf1a-524b2322cf72</w:t>
              </w:r>
            </w:hyperlink>
            <w:r w:rsidR="00E933B0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41A6F0E9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8C5133" w:rsidRPr="008C5133">
              <w:t>AHC</w:t>
            </w:r>
            <w:r w:rsidR="00D17133">
              <w:t>MOM</w:t>
            </w:r>
            <w:r w:rsidR="008C5133" w:rsidRPr="008C5133">
              <w:t>3</w:t>
            </w:r>
            <w:r w:rsidR="00411876">
              <w:t>X</w:t>
            </w:r>
            <w:r w:rsidR="009E15B9">
              <w:t>18</w:t>
            </w:r>
            <w:r w:rsidR="008C5133" w:rsidRPr="008C5133">
              <w:t xml:space="preserve"> </w:t>
            </w:r>
            <w:r w:rsidR="00D17133">
              <w:t>Operate a telehandler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6E142F" w:rsidRPr="00067E1C" w14:paraId="35611450" w14:textId="77777777" w:rsidTr="00D920F4">
        <w:trPr>
          <w:trHeight w:val="2159"/>
        </w:trPr>
        <w:tc>
          <w:tcPr>
            <w:tcW w:w="5000" w:type="pct"/>
            <w:gridSpan w:val="2"/>
            <w:shd w:val="clear" w:color="auto" w:fill="auto"/>
          </w:tcPr>
          <w:p w14:paraId="3CD39CE4" w14:textId="77777777" w:rsidR="006E142F" w:rsidRPr="006E142F" w:rsidRDefault="006E142F" w:rsidP="006E142F">
            <w:pPr>
              <w:pStyle w:val="SIText"/>
            </w:pPr>
            <w:r w:rsidRPr="000754EC">
              <w:t>An individual demonstrating competency</w:t>
            </w:r>
            <w:r w:rsidRPr="006E142F">
              <w:t xml:space="preserve"> must satisfy all of the elements and performance criteria in this unit.</w:t>
            </w:r>
          </w:p>
          <w:p w14:paraId="1D36AA3A" w14:textId="77777777" w:rsidR="006E142F" w:rsidRPr="006E142F" w:rsidRDefault="006E142F" w:rsidP="006E142F">
            <w:pPr>
              <w:pStyle w:val="SIText"/>
            </w:pPr>
            <w:r w:rsidRPr="005404CB">
              <w:t xml:space="preserve">There must be evidence that the individual has </w:t>
            </w:r>
            <w:r w:rsidRPr="006E142F">
              <w:t>used safe working practices when operating a telehandler using attachments on at least two occasions and has:</w:t>
            </w:r>
          </w:p>
          <w:p w14:paraId="552D2CEA" w14:textId="6742C013" w:rsidR="006E142F" w:rsidRPr="006E142F" w:rsidRDefault="002E54A0" w:rsidP="006E142F">
            <w:pPr>
              <w:pStyle w:val="SIBulletList1"/>
              <w:rPr>
                <w:rFonts w:eastAsiaTheme="minorEastAsia"/>
              </w:rPr>
            </w:pPr>
            <w:r>
              <w:rPr>
                <w:rFonts w:eastAsiaTheme="minorEastAsia"/>
              </w:rPr>
              <w:t>r</w:t>
            </w:r>
            <w:r w:rsidR="001418F1">
              <w:rPr>
                <w:rFonts w:eastAsiaTheme="minorEastAsia"/>
              </w:rPr>
              <w:t xml:space="preserve">ecognised and reported </w:t>
            </w:r>
            <w:r>
              <w:rPr>
                <w:rFonts w:eastAsiaTheme="minorEastAsia"/>
              </w:rPr>
              <w:t>workplace health and safety</w:t>
            </w:r>
            <w:r w:rsidR="006E142F" w:rsidRPr="006E142F">
              <w:rPr>
                <w:rFonts w:eastAsiaTheme="minorEastAsia"/>
              </w:rPr>
              <w:t xml:space="preserve"> hazards and risks associated with operating telehandlers and using attachments</w:t>
            </w:r>
          </w:p>
          <w:p w14:paraId="4120EF8A" w14:textId="77777777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implemented safe working practices to minimise risks when using telehandlers and fitting and using attachments</w:t>
            </w:r>
          </w:p>
          <w:p w14:paraId="27925581" w14:textId="77777777" w:rsidR="006E142F" w:rsidRPr="00B424F9" w:rsidRDefault="006E142F" w:rsidP="006E142F">
            <w:pPr>
              <w:pStyle w:val="SIBulletList1"/>
            </w:pPr>
            <w:r w:rsidRPr="006E142F">
              <w:rPr>
                <w:rFonts w:eastAsiaTheme="minorEastAsia"/>
              </w:rPr>
              <w:t>applied workplace health and safety requirements, including fitted and used personal protective equipment (PPE)</w:t>
            </w:r>
          </w:p>
          <w:p w14:paraId="33E6FD92" w14:textId="1424F2A5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carried out telehandler pre-operational checks and maintenance including tagging defects</w:t>
            </w:r>
            <w:r w:rsidR="0047434F">
              <w:rPr>
                <w:rFonts w:eastAsiaTheme="minorEastAsia"/>
              </w:rPr>
              <w:t xml:space="preserve"> if required</w:t>
            </w:r>
          </w:p>
          <w:p w14:paraId="3F9A9D5C" w14:textId="77777777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carried out telehandler pre-start, start-up and shutdown procedures</w:t>
            </w:r>
          </w:p>
          <w:p w14:paraId="2993ABAA" w14:textId="3091F59B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driven and operated a telehandler safely, including modifying operating technique to meet changing work conditions</w:t>
            </w:r>
            <w:r w:rsidR="006927E4">
              <w:rPr>
                <w:rFonts w:eastAsiaTheme="minorEastAsia"/>
              </w:rPr>
              <w:t xml:space="preserve"> according to telehandler operation and maintenance manuals and </w:t>
            </w:r>
            <w:r w:rsidR="006242E9">
              <w:rPr>
                <w:rFonts w:eastAsiaTheme="minorEastAsia"/>
              </w:rPr>
              <w:t>manufacturer</w:t>
            </w:r>
            <w:r w:rsidR="006927E4">
              <w:rPr>
                <w:rFonts w:eastAsiaTheme="minorEastAsia"/>
              </w:rPr>
              <w:t xml:space="preserve"> specifications</w:t>
            </w:r>
          </w:p>
          <w:p w14:paraId="212D590C" w14:textId="06CF89E6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 xml:space="preserve">selected and safely attached, removed, </w:t>
            </w:r>
            <w:proofErr w:type="gramStart"/>
            <w:r w:rsidRPr="006E142F">
              <w:rPr>
                <w:rFonts w:eastAsiaTheme="minorEastAsia"/>
              </w:rPr>
              <w:t>tested</w:t>
            </w:r>
            <w:proofErr w:type="gramEnd"/>
            <w:r w:rsidRPr="006E142F">
              <w:rPr>
                <w:rFonts w:eastAsiaTheme="minorEastAsia"/>
              </w:rPr>
              <w:t xml:space="preserve"> and </w:t>
            </w:r>
            <w:r w:rsidR="006927E4">
              <w:rPr>
                <w:rFonts w:eastAsiaTheme="minorEastAsia"/>
              </w:rPr>
              <w:t>operated</w:t>
            </w:r>
            <w:r w:rsidRPr="006E142F">
              <w:rPr>
                <w:rFonts w:eastAsiaTheme="minorEastAsia"/>
              </w:rPr>
              <w:t xml:space="preserve"> attachments according to </w:t>
            </w:r>
            <w:r w:rsidR="006927E4">
              <w:rPr>
                <w:rFonts w:eastAsiaTheme="minorEastAsia"/>
              </w:rPr>
              <w:t xml:space="preserve">design limits, </w:t>
            </w:r>
            <w:r w:rsidRPr="006E142F">
              <w:rPr>
                <w:rFonts w:eastAsiaTheme="minorEastAsia"/>
              </w:rPr>
              <w:t>manufacturer specifications</w:t>
            </w:r>
            <w:r w:rsidR="006242E9">
              <w:rPr>
                <w:rFonts w:eastAsiaTheme="minorEastAsia"/>
              </w:rPr>
              <w:t xml:space="preserve"> and workplace procedures</w:t>
            </w:r>
          </w:p>
          <w:p w14:paraId="63BDF55A" w14:textId="7F95B7F6" w:rsidR="006E142F" w:rsidRPr="006E142F" w:rsidRDefault="006E142F" w:rsidP="006E142F">
            <w:pPr>
              <w:pStyle w:val="SIBulletList1"/>
              <w:rPr>
                <w:rFonts w:eastAsiaTheme="minorEastAsia"/>
              </w:rPr>
            </w:pPr>
            <w:r w:rsidRPr="006E142F">
              <w:rPr>
                <w:rFonts w:eastAsiaTheme="minorEastAsia"/>
              </w:rPr>
              <w:t>operated telehandler on an incline and off-road surface</w:t>
            </w:r>
          </w:p>
          <w:p w14:paraId="7564B132" w14:textId="373B50D3" w:rsidR="008B1199" w:rsidRDefault="008B1199" w:rsidP="006E142F">
            <w:pPr>
              <w:pStyle w:val="SIBulletList1"/>
            </w:pPr>
            <w:r>
              <w:t>m</w:t>
            </w:r>
            <w:r w:rsidRPr="00D20AAA">
              <w:t>aintain</w:t>
            </w:r>
            <w:r>
              <w:t>ed</w:t>
            </w:r>
            <w:r w:rsidRPr="00D20AAA">
              <w:t xml:space="preserve"> communications during telehandler operations</w:t>
            </w:r>
            <w:r w:rsidR="005212DC">
              <w:t xml:space="preserve"> </w:t>
            </w:r>
            <w:r w:rsidR="005212DC" w:rsidRPr="00D20AAA">
              <w:t>using hand, audible or radio communication equipment</w:t>
            </w:r>
          </w:p>
          <w:p w14:paraId="097A6F4A" w14:textId="3F1C202A" w:rsidR="006E142F" w:rsidRDefault="006E142F" w:rsidP="006E142F">
            <w:pPr>
              <w:pStyle w:val="SIBulletList1"/>
            </w:pPr>
            <w:r>
              <w:t>re</w:t>
            </w:r>
            <w:r w:rsidR="00FA16B7">
              <w:t>sponded to telehandler alarms and indicators, re</w:t>
            </w:r>
            <w:r w:rsidR="00B334BD">
              <w:t>corded and re</w:t>
            </w:r>
            <w:r>
              <w:t xml:space="preserve">ported </w:t>
            </w:r>
            <w:r w:rsidRPr="00B424F9">
              <w:t>telehandler and attachment malfunctions, faults irregular performance or damage</w:t>
            </w:r>
          </w:p>
          <w:p w14:paraId="3F006BF2" w14:textId="6A57D10D" w:rsidR="00C8377A" w:rsidRDefault="00C8377A" w:rsidP="006E142F">
            <w:pPr>
              <w:pStyle w:val="SIBulletList1"/>
            </w:pPr>
            <w:r>
              <w:t>prepared telehandler for transportation</w:t>
            </w:r>
          </w:p>
          <w:p w14:paraId="45FBC061" w14:textId="227A3A89" w:rsidR="00C8377A" w:rsidRDefault="00C8377A" w:rsidP="006E142F">
            <w:pPr>
              <w:pStyle w:val="SIBulletList1"/>
            </w:pPr>
            <w:r>
              <w:t>parked and secured telehandler in a suitable location after use</w:t>
            </w:r>
          </w:p>
          <w:p w14:paraId="3F4E2EAA" w14:textId="0A5020A1" w:rsidR="006E142F" w:rsidRPr="006E142F" w:rsidRDefault="006E142F" w:rsidP="006E142F">
            <w:pPr>
              <w:pStyle w:val="SIBulletList1"/>
            </w:pPr>
            <w:r>
              <w:t>recorded teleh</w:t>
            </w:r>
            <w:r w:rsidRPr="006E142F">
              <w:t>andler and equipment use.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6E0C87" w:rsidRPr="00067E1C" w14:paraId="114D145F" w14:textId="77777777" w:rsidTr="00CA2922">
        <w:tc>
          <w:tcPr>
            <w:tcW w:w="5000" w:type="pct"/>
            <w:shd w:val="clear" w:color="auto" w:fill="auto"/>
          </w:tcPr>
          <w:p w14:paraId="23FA19E8" w14:textId="77777777" w:rsidR="006E0C87" w:rsidRPr="006E0C87" w:rsidRDefault="006E0C87" w:rsidP="006E0C87">
            <w:pPr>
              <w:pStyle w:val="SIText"/>
            </w:pPr>
            <w:r>
              <w:t xml:space="preserve">An individual must be able to demonstrate the knowledge required to perform the tasks outlined </w:t>
            </w:r>
            <w:r w:rsidRPr="006E0C87">
              <w:t>in the elements and performance criteria of this unit. This includes knowledge of:</w:t>
            </w:r>
          </w:p>
          <w:p w14:paraId="4CC0B1C5" w14:textId="1B2730A9" w:rsidR="006E0C87" w:rsidRDefault="006E0C87" w:rsidP="006E0C87">
            <w:pPr>
              <w:pStyle w:val="SIBulletList1"/>
            </w:pPr>
            <w:r w:rsidRPr="00756670">
              <w:t xml:space="preserve">workplace </w:t>
            </w:r>
            <w:r>
              <w:t xml:space="preserve">requirements applicable </w:t>
            </w:r>
            <w:r w:rsidRPr="00756670">
              <w:t xml:space="preserve">to health and safety in the workplace </w:t>
            </w:r>
            <w:r>
              <w:t>for operating</w:t>
            </w:r>
            <w:r w:rsidRPr="00756670">
              <w:t xml:space="preserve"> a </w:t>
            </w:r>
            <w:r>
              <w:t>telehandler</w:t>
            </w:r>
            <w:r w:rsidRPr="00756670">
              <w:t xml:space="preserve"> </w:t>
            </w:r>
            <w:r>
              <w:t>including appropriate use of PPE</w:t>
            </w:r>
            <w:r w:rsidR="0051521B">
              <w:t>, and minimising hazards and risks</w:t>
            </w:r>
          </w:p>
          <w:p w14:paraId="02C15044" w14:textId="77777777" w:rsidR="000A4CA7" w:rsidRDefault="006E0C87" w:rsidP="006E0C87">
            <w:pPr>
              <w:pStyle w:val="SIBulletList1"/>
            </w:pPr>
            <w:r w:rsidRPr="00756670">
              <w:t>t</w:t>
            </w:r>
            <w:r>
              <w:t>elehandler</w:t>
            </w:r>
            <w:r w:rsidRPr="00756670">
              <w:t xml:space="preserve"> </w:t>
            </w:r>
            <w:r w:rsidR="00E811F7">
              <w:t xml:space="preserve">types, </w:t>
            </w:r>
            <w:r w:rsidR="000A4CA7">
              <w:t xml:space="preserve">capacities, </w:t>
            </w:r>
            <w:r w:rsidR="00E811F7">
              <w:t>uses</w:t>
            </w:r>
            <w:r w:rsidR="000A4CA7">
              <w:t xml:space="preserve"> and specifications</w:t>
            </w:r>
          </w:p>
          <w:p w14:paraId="1770C044" w14:textId="7C02F131" w:rsidR="006E0C87" w:rsidRPr="004C65AE" w:rsidRDefault="000A4CA7" w:rsidP="006E0C87">
            <w:pPr>
              <w:pStyle w:val="SIBulletList1"/>
            </w:pPr>
            <w:r>
              <w:t>telehandler</w:t>
            </w:r>
            <w:r w:rsidR="00E811F7">
              <w:t xml:space="preserve"> </w:t>
            </w:r>
            <w:r w:rsidR="006E0C87" w:rsidRPr="00756670">
              <w:t>components, controls and features and operational functions</w:t>
            </w:r>
          </w:p>
          <w:p w14:paraId="5B8CA12E" w14:textId="77777777" w:rsidR="006E0C87" w:rsidRPr="00756670" w:rsidRDefault="006E0C87" w:rsidP="006E0C87">
            <w:pPr>
              <w:pStyle w:val="SIBulletList1"/>
            </w:pPr>
            <w:r>
              <w:t>telehandler</w:t>
            </w:r>
            <w:r w:rsidRPr="00756670">
              <w:t xml:space="preserve"> steering systems and features</w:t>
            </w:r>
          </w:p>
          <w:p w14:paraId="3D104F8E" w14:textId="621511A8" w:rsidR="006E0C87" w:rsidRPr="00756670" w:rsidRDefault="006E0C87" w:rsidP="006E0C87">
            <w:pPr>
              <w:pStyle w:val="SIBulletList1"/>
            </w:pPr>
            <w:r>
              <w:t>telehandler</w:t>
            </w:r>
            <w:r w:rsidRPr="00756670">
              <w:t xml:space="preserve"> operation and maintenance manuals</w:t>
            </w:r>
          </w:p>
          <w:p w14:paraId="35C8DF5E" w14:textId="77777777" w:rsidR="006E0C87" w:rsidRPr="00756670" w:rsidRDefault="006E0C87" w:rsidP="006E0C87">
            <w:pPr>
              <w:pStyle w:val="SIBulletList1"/>
            </w:pPr>
            <w:r w:rsidRPr="00756670">
              <w:t>features, operational functions and procedures for safe fitting and use of attachments and implements</w:t>
            </w:r>
          </w:p>
          <w:p w14:paraId="762DD863" w14:textId="77777777" w:rsidR="006E0C87" w:rsidRPr="00756670" w:rsidRDefault="006E0C87" w:rsidP="006E0C87">
            <w:pPr>
              <w:pStyle w:val="SIBulletList1"/>
            </w:pPr>
            <w:r w:rsidRPr="00756670">
              <w:t xml:space="preserve">load limits and the principles of weight distribution with regard to load shifting and </w:t>
            </w:r>
            <w:r>
              <w:t>telehandler</w:t>
            </w:r>
            <w:r w:rsidRPr="00756670">
              <w:t xml:space="preserve"> movement</w:t>
            </w:r>
          </w:p>
          <w:p w14:paraId="57D3337E" w14:textId="77777777" w:rsidR="006E0C87" w:rsidRPr="00756670" w:rsidRDefault="006E0C87" w:rsidP="006E0C87">
            <w:pPr>
              <w:pStyle w:val="SIBulletList1"/>
            </w:pPr>
            <w:r w:rsidRPr="00756670">
              <w:t xml:space="preserve">distinguishing characteristics of individual </w:t>
            </w:r>
            <w:r>
              <w:t>telehandler</w:t>
            </w:r>
            <w:r w:rsidRPr="00756670">
              <w:t>s including rated performance capacities</w:t>
            </w:r>
          </w:p>
          <w:p w14:paraId="5C6B4768" w14:textId="77777777" w:rsidR="006E0C87" w:rsidRPr="00756670" w:rsidRDefault="006E0C87" w:rsidP="006E0C87">
            <w:pPr>
              <w:pStyle w:val="SIBulletList1"/>
            </w:pPr>
            <w:r w:rsidRPr="00756670">
              <w:t xml:space="preserve">effects of various surface and difficult terrain conditions on </w:t>
            </w:r>
            <w:r>
              <w:t>telehandler</w:t>
            </w:r>
            <w:r w:rsidRPr="00756670">
              <w:t xml:space="preserve"> operation and use of attachments</w:t>
            </w:r>
          </w:p>
          <w:p w14:paraId="1A9F4A6F" w14:textId="77777777" w:rsidR="006E0C87" w:rsidRPr="00756670" w:rsidRDefault="006E0C87" w:rsidP="006E0C87">
            <w:pPr>
              <w:pStyle w:val="SIBulletList1"/>
            </w:pPr>
            <w:r w:rsidRPr="00756670">
              <w:t>duty of care to self, others and the environment</w:t>
            </w:r>
          </w:p>
          <w:p w14:paraId="6BF73C25" w14:textId="3F9F0808" w:rsidR="006E0C87" w:rsidRPr="00756670" w:rsidRDefault="006E0C87" w:rsidP="006E0C87">
            <w:pPr>
              <w:pStyle w:val="SIBulletList1"/>
            </w:pPr>
            <w:r w:rsidRPr="00756670">
              <w:t xml:space="preserve">relevant </w:t>
            </w:r>
            <w:r w:rsidR="00213090">
              <w:t xml:space="preserve">codes of practice, and </w:t>
            </w:r>
            <w:r w:rsidRPr="00756670">
              <w:t xml:space="preserve">legislation with regard to </w:t>
            </w:r>
            <w:r>
              <w:t>telehandler</w:t>
            </w:r>
            <w:r w:rsidRPr="00756670">
              <w:t xml:space="preserve"> operation and </w:t>
            </w:r>
            <w:r w:rsidR="00FA16B7">
              <w:t xml:space="preserve">state/territory </w:t>
            </w:r>
            <w:r w:rsidRPr="00756670">
              <w:t>licensing requirements</w:t>
            </w:r>
          </w:p>
          <w:p w14:paraId="46C9B654" w14:textId="2FF0B58D" w:rsidR="008B1199" w:rsidRDefault="005212DC" w:rsidP="008B1199">
            <w:pPr>
              <w:pStyle w:val="SIBulletList1"/>
            </w:pPr>
            <w:r>
              <w:t xml:space="preserve">telehandler </w:t>
            </w:r>
            <w:r w:rsidR="008B1199" w:rsidRPr="00D20AAA">
              <w:t xml:space="preserve">communications </w:t>
            </w:r>
            <w:r>
              <w:t xml:space="preserve">procedures </w:t>
            </w:r>
            <w:r w:rsidR="008B1199" w:rsidRPr="00D20AAA">
              <w:t xml:space="preserve">using hand, audible </w:t>
            </w:r>
            <w:r>
              <w:t>and</w:t>
            </w:r>
            <w:r w:rsidR="008B1199" w:rsidRPr="00D20AAA">
              <w:t xml:space="preserve"> radio communication equipment</w:t>
            </w:r>
          </w:p>
          <w:p w14:paraId="594042BC" w14:textId="776708CE" w:rsidR="006E0C87" w:rsidRPr="006E0C87" w:rsidRDefault="006E0C87" w:rsidP="008B1199">
            <w:pPr>
              <w:pStyle w:val="SIBulletList1"/>
            </w:pPr>
            <w:r>
              <w:t>workpl</w:t>
            </w:r>
            <w:r w:rsidRPr="006E0C87">
              <w:t>ace recording and reporting procedures.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2A4271" w:rsidRPr="00A55106" w14:paraId="4AECFB30" w14:textId="77777777" w:rsidTr="00CA2922">
        <w:tc>
          <w:tcPr>
            <w:tcW w:w="5000" w:type="pct"/>
            <w:shd w:val="clear" w:color="auto" w:fill="auto"/>
          </w:tcPr>
          <w:p w14:paraId="13244823" w14:textId="77777777" w:rsidR="002A4271" w:rsidRPr="003B0736" w:rsidRDefault="002A4271" w:rsidP="003B0736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71F031D4" w14:textId="77777777" w:rsidR="002A4271" w:rsidRPr="003B0736" w:rsidRDefault="002A4271" w:rsidP="003B07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6B482AC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t>a workplace setting or an environment that accurately represents workplace conditions</w:t>
            </w:r>
          </w:p>
          <w:p w14:paraId="7605CAE3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t>individual must not be under the influence of alcohol or drugs</w:t>
            </w:r>
          </w:p>
          <w:p w14:paraId="57454E77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t>individual must not be taking any medication (prescribed or otherwise) that may impair judgement</w:t>
            </w:r>
          </w:p>
          <w:p w14:paraId="18E00991" w14:textId="77777777" w:rsidR="002A4271" w:rsidRPr="003B0736" w:rsidRDefault="002A4271" w:rsidP="003B073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rPr>
                <w:rStyle w:val="SITemporaryText-red"/>
                <w:rFonts w:eastAsia="Calibri"/>
                <w:color w:val="auto"/>
                <w:sz w:val="20"/>
              </w:rPr>
              <w:lastRenderedPageBreak/>
              <w:t>individual must not be in a fatigued state when operating machinery</w:t>
            </w:r>
          </w:p>
          <w:p w14:paraId="65DBCD73" w14:textId="77777777" w:rsidR="002A4271" w:rsidRPr="003B0736" w:rsidRDefault="002A4271" w:rsidP="003B07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C65A372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telehandler</w:t>
            </w:r>
          </w:p>
          <w:p w14:paraId="223C311F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attachments</w:t>
            </w:r>
          </w:p>
          <w:p w14:paraId="7A352A88" w14:textId="2CF5B8AB" w:rsidR="002A4271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PPE applicable to operating a telehandler and the task being undertaken</w:t>
            </w:r>
          </w:p>
          <w:p w14:paraId="69BA4854" w14:textId="3049E752" w:rsidR="005212DC" w:rsidRPr="005212DC" w:rsidRDefault="005212DC" w:rsidP="005212DC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5212DC">
              <w:rPr>
                <w:rStyle w:val="SITemporaryText-red"/>
                <w:color w:val="auto"/>
                <w:sz w:val="20"/>
              </w:rPr>
              <w:t>communications equipment relevant to telehandler operations</w:t>
            </w:r>
          </w:p>
          <w:p w14:paraId="64AD8D0E" w14:textId="77777777" w:rsidR="002A4271" w:rsidRPr="003B0736" w:rsidRDefault="002A4271" w:rsidP="003B0736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specifications:</w:t>
            </w:r>
          </w:p>
          <w:p w14:paraId="7109306B" w14:textId="44CA47D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telehandler operation and ma</w:t>
            </w:r>
            <w:r w:rsidR="003B0736" w:rsidRPr="003B0736">
              <w:rPr>
                <w:rStyle w:val="SITemporaryText-red"/>
                <w:color w:val="auto"/>
                <w:sz w:val="20"/>
              </w:rPr>
              <w:t>i</w:t>
            </w:r>
            <w:r w:rsidRPr="003B0736">
              <w:rPr>
                <w:rStyle w:val="SITemporaryText-red"/>
                <w:color w:val="auto"/>
                <w:sz w:val="20"/>
              </w:rPr>
              <w:t>ntenance manual</w:t>
            </w:r>
          </w:p>
          <w:p w14:paraId="08936D03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legislation relevant to telehandler operation and licensing requirements</w:t>
            </w:r>
          </w:p>
          <w:p w14:paraId="1AC9D48C" w14:textId="77777777" w:rsidR="002A4271" w:rsidRPr="003B0736" w:rsidRDefault="002A4271" w:rsidP="003B0736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3B0736">
              <w:rPr>
                <w:rStyle w:val="SITemporaryText-red"/>
                <w:color w:val="auto"/>
                <w:sz w:val="20"/>
              </w:rPr>
              <w:t>workplace procedures relevant to telehandler operation and the task being undertaken.</w:t>
            </w:r>
          </w:p>
          <w:p w14:paraId="4BEBCB23" w14:textId="77777777" w:rsidR="002A4271" w:rsidRPr="003B0736" w:rsidRDefault="002A4271" w:rsidP="003B0736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408F0CDB" w14:textId="2FDCD41C" w:rsidR="002A4271" w:rsidRPr="003B0736" w:rsidRDefault="002A4271" w:rsidP="003B0736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3B0736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15AC7B9E" w14:textId="7D96974A" w:rsidR="00F1480E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D91E35">
              <w:t xml:space="preserve"> </w:t>
            </w:r>
            <w:hyperlink r:id="rId12" w:history="1">
              <w:r w:rsidR="00E933B0" w:rsidRPr="00CD1AB5">
                <w:t>https://vetnet.gov.au/Pages/TrainingDocs.aspx?q=c6399549-9c62-4a5e-bf1a-524b2322cf72</w:t>
              </w:r>
            </w:hyperlink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07A89" w14:textId="77777777" w:rsidR="00F56A6A" w:rsidRDefault="00F56A6A" w:rsidP="00BF3F0A">
      <w:r>
        <w:separator/>
      </w:r>
    </w:p>
    <w:p w14:paraId="5DE9DA58" w14:textId="77777777" w:rsidR="00F56A6A" w:rsidRDefault="00F56A6A"/>
  </w:endnote>
  <w:endnote w:type="continuationSeparator" w:id="0">
    <w:p w14:paraId="5D8497D4" w14:textId="77777777" w:rsidR="00F56A6A" w:rsidRDefault="00F56A6A" w:rsidP="00BF3F0A">
      <w:r>
        <w:continuationSeparator/>
      </w:r>
    </w:p>
    <w:p w14:paraId="42C196A1" w14:textId="77777777" w:rsidR="00F56A6A" w:rsidRDefault="00F56A6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F1DEF" w14:textId="77777777" w:rsidR="00F56A6A" w:rsidRDefault="00F56A6A" w:rsidP="00BF3F0A">
      <w:r>
        <w:separator/>
      </w:r>
    </w:p>
    <w:p w14:paraId="2BBC1F6F" w14:textId="77777777" w:rsidR="00F56A6A" w:rsidRDefault="00F56A6A"/>
  </w:footnote>
  <w:footnote w:type="continuationSeparator" w:id="0">
    <w:p w14:paraId="2E4FF0DF" w14:textId="77777777" w:rsidR="00F56A6A" w:rsidRDefault="00F56A6A" w:rsidP="00BF3F0A">
      <w:r>
        <w:continuationSeparator/>
      </w:r>
    </w:p>
    <w:p w14:paraId="4BD87740" w14:textId="77777777" w:rsidR="00F56A6A" w:rsidRDefault="00F56A6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65B18CB" w:rsidR="009C2650" w:rsidRPr="008C5133" w:rsidRDefault="00FE1307" w:rsidP="008C5133">
    <w:sdt>
      <w:sdtPr>
        <w:rPr>
          <w:lang w:eastAsia="en-US"/>
        </w:rPr>
        <w:id w:val="-1657225652"/>
        <w:docPartObj>
          <w:docPartGallery w:val="Watermarks"/>
          <w:docPartUnique/>
        </w:docPartObj>
      </w:sdtPr>
      <w:sdtEndPr/>
      <w:sdtContent>
        <w:r>
          <w:rPr>
            <w:lang w:eastAsia="en-US"/>
          </w:rPr>
          <w:pict w14:anchorId="3A02FBC8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8C5133" w:rsidRPr="008C5133">
      <w:rPr>
        <w:lang w:eastAsia="en-US"/>
      </w:rPr>
      <w:t>AHC</w:t>
    </w:r>
    <w:r w:rsidR="000D1823">
      <w:t>MOM</w:t>
    </w:r>
    <w:r w:rsidR="008C5133" w:rsidRPr="008C5133">
      <w:rPr>
        <w:lang w:eastAsia="en-US"/>
      </w:rPr>
      <w:t>3</w:t>
    </w:r>
    <w:r w:rsidR="00411876">
      <w:t>X</w:t>
    </w:r>
    <w:r w:rsidR="009E15B9">
      <w:t>18</w:t>
    </w:r>
    <w:r w:rsidR="008C5133" w:rsidRPr="008C5133">
      <w:rPr>
        <w:lang w:eastAsia="en-US"/>
      </w:rPr>
      <w:t xml:space="preserve"> </w:t>
    </w:r>
    <w:r w:rsidR="000D1823">
      <w:t>Operate a telehandler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C5664"/>
    <w:multiLevelType w:val="multilevel"/>
    <w:tmpl w:val="F844D7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CC6508"/>
    <w:multiLevelType w:val="multilevel"/>
    <w:tmpl w:val="7152D3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B30996"/>
    <w:multiLevelType w:val="multilevel"/>
    <w:tmpl w:val="E32EE1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0" w15:restartNumberingAfterBreak="0">
    <w:nsid w:val="143737F0"/>
    <w:multiLevelType w:val="multilevel"/>
    <w:tmpl w:val="4EA6A8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7A65FB8"/>
    <w:multiLevelType w:val="multilevel"/>
    <w:tmpl w:val="A5925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8B922D5"/>
    <w:multiLevelType w:val="multilevel"/>
    <w:tmpl w:val="E21832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B774DA0"/>
    <w:multiLevelType w:val="multilevel"/>
    <w:tmpl w:val="50622C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BCA532E"/>
    <w:multiLevelType w:val="multilevel"/>
    <w:tmpl w:val="AEC66BC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5014628"/>
    <w:multiLevelType w:val="multilevel"/>
    <w:tmpl w:val="500676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92B0460"/>
    <w:multiLevelType w:val="multilevel"/>
    <w:tmpl w:val="F3688B8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310C6977"/>
    <w:multiLevelType w:val="multilevel"/>
    <w:tmpl w:val="807228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411031BD"/>
    <w:multiLevelType w:val="multilevel"/>
    <w:tmpl w:val="CF44EE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681C37"/>
    <w:multiLevelType w:val="multilevel"/>
    <w:tmpl w:val="4446C1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50C550C2"/>
    <w:multiLevelType w:val="multilevel"/>
    <w:tmpl w:val="EC621A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4F6226D"/>
    <w:multiLevelType w:val="multilevel"/>
    <w:tmpl w:val="BEC634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15462C"/>
    <w:multiLevelType w:val="multilevel"/>
    <w:tmpl w:val="A3E867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4825B6"/>
    <w:multiLevelType w:val="multilevel"/>
    <w:tmpl w:val="DD5828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8EC38E7"/>
    <w:multiLevelType w:val="multilevel"/>
    <w:tmpl w:val="8FB45F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9"/>
  </w:num>
  <w:num w:numId="3">
    <w:abstractNumId w:val="4"/>
  </w:num>
  <w:num w:numId="4">
    <w:abstractNumId w:val="29"/>
  </w:num>
  <w:num w:numId="5">
    <w:abstractNumId w:val="1"/>
  </w:num>
  <w:num w:numId="6">
    <w:abstractNumId w:val="17"/>
  </w:num>
  <w:num w:numId="7">
    <w:abstractNumId w:val="3"/>
  </w:num>
  <w:num w:numId="8">
    <w:abstractNumId w:val="0"/>
  </w:num>
  <w:num w:numId="9">
    <w:abstractNumId w:val="28"/>
  </w:num>
  <w:num w:numId="10">
    <w:abstractNumId w:val="21"/>
  </w:num>
  <w:num w:numId="11">
    <w:abstractNumId w:val="26"/>
  </w:num>
  <w:num w:numId="12">
    <w:abstractNumId w:val="23"/>
  </w:num>
  <w:num w:numId="13">
    <w:abstractNumId w:val="31"/>
  </w:num>
  <w:num w:numId="14">
    <w:abstractNumId w:val="6"/>
  </w:num>
  <w:num w:numId="15">
    <w:abstractNumId w:val="7"/>
  </w:num>
  <w:num w:numId="16">
    <w:abstractNumId w:val="32"/>
  </w:num>
  <w:num w:numId="17">
    <w:abstractNumId w:val="22"/>
  </w:num>
  <w:num w:numId="18">
    <w:abstractNumId w:val="5"/>
  </w:num>
  <w:num w:numId="19">
    <w:abstractNumId w:val="12"/>
  </w:num>
  <w:num w:numId="20">
    <w:abstractNumId w:val="2"/>
  </w:num>
  <w:num w:numId="21">
    <w:abstractNumId w:val="24"/>
  </w:num>
  <w:num w:numId="22">
    <w:abstractNumId w:val="25"/>
  </w:num>
  <w:num w:numId="23">
    <w:abstractNumId w:val="20"/>
  </w:num>
  <w:num w:numId="24">
    <w:abstractNumId w:val="27"/>
  </w:num>
  <w:num w:numId="25">
    <w:abstractNumId w:val="11"/>
  </w:num>
  <w:num w:numId="26">
    <w:abstractNumId w:val="30"/>
  </w:num>
  <w:num w:numId="27">
    <w:abstractNumId w:val="8"/>
  </w:num>
  <w:num w:numId="28">
    <w:abstractNumId w:val="16"/>
  </w:num>
  <w:num w:numId="29">
    <w:abstractNumId w:val="14"/>
  </w:num>
  <w:num w:numId="30">
    <w:abstractNumId w:val="33"/>
  </w:num>
  <w:num w:numId="31">
    <w:abstractNumId w:val="10"/>
  </w:num>
  <w:num w:numId="32">
    <w:abstractNumId w:val="15"/>
  </w:num>
  <w:num w:numId="33">
    <w:abstractNumId w:val="18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33B0"/>
    <w:rsid w:val="000014B9"/>
    <w:rsid w:val="00005A15"/>
    <w:rsid w:val="00006AAB"/>
    <w:rsid w:val="0001108F"/>
    <w:rsid w:val="000115E2"/>
    <w:rsid w:val="000126D0"/>
    <w:rsid w:val="0001296A"/>
    <w:rsid w:val="00016803"/>
    <w:rsid w:val="000203B0"/>
    <w:rsid w:val="00023992"/>
    <w:rsid w:val="000275AE"/>
    <w:rsid w:val="000408B3"/>
    <w:rsid w:val="00041E59"/>
    <w:rsid w:val="0006330C"/>
    <w:rsid w:val="00064BFE"/>
    <w:rsid w:val="00066F85"/>
    <w:rsid w:val="00070B3E"/>
    <w:rsid w:val="00071F95"/>
    <w:rsid w:val="00073483"/>
    <w:rsid w:val="000737BB"/>
    <w:rsid w:val="00074E47"/>
    <w:rsid w:val="000754EC"/>
    <w:rsid w:val="0009093B"/>
    <w:rsid w:val="00095084"/>
    <w:rsid w:val="000A4CA7"/>
    <w:rsid w:val="000A5441"/>
    <w:rsid w:val="000B2022"/>
    <w:rsid w:val="000C149A"/>
    <w:rsid w:val="000C224E"/>
    <w:rsid w:val="000D0283"/>
    <w:rsid w:val="000D1823"/>
    <w:rsid w:val="000E25E6"/>
    <w:rsid w:val="000E2C86"/>
    <w:rsid w:val="000F29F2"/>
    <w:rsid w:val="000F2EC3"/>
    <w:rsid w:val="00101659"/>
    <w:rsid w:val="00105AEA"/>
    <w:rsid w:val="001078BF"/>
    <w:rsid w:val="00133957"/>
    <w:rsid w:val="001372F6"/>
    <w:rsid w:val="001418F1"/>
    <w:rsid w:val="00144385"/>
    <w:rsid w:val="00146EEC"/>
    <w:rsid w:val="00151D55"/>
    <w:rsid w:val="00151D93"/>
    <w:rsid w:val="00152361"/>
    <w:rsid w:val="00153D92"/>
    <w:rsid w:val="00156EF3"/>
    <w:rsid w:val="00176E4F"/>
    <w:rsid w:val="0018546B"/>
    <w:rsid w:val="00185DBC"/>
    <w:rsid w:val="001A1C18"/>
    <w:rsid w:val="001A6A3E"/>
    <w:rsid w:val="001A7B6D"/>
    <w:rsid w:val="001B34D5"/>
    <w:rsid w:val="001B513A"/>
    <w:rsid w:val="001C0A75"/>
    <w:rsid w:val="001C1306"/>
    <w:rsid w:val="001C4120"/>
    <w:rsid w:val="001C427B"/>
    <w:rsid w:val="001D30EB"/>
    <w:rsid w:val="001D5C1B"/>
    <w:rsid w:val="001D7F5B"/>
    <w:rsid w:val="001E035A"/>
    <w:rsid w:val="001E0849"/>
    <w:rsid w:val="001E16BC"/>
    <w:rsid w:val="001E16DF"/>
    <w:rsid w:val="001F2BA5"/>
    <w:rsid w:val="001F308D"/>
    <w:rsid w:val="00201A7C"/>
    <w:rsid w:val="0021210E"/>
    <w:rsid w:val="00213090"/>
    <w:rsid w:val="0021414D"/>
    <w:rsid w:val="00214DDD"/>
    <w:rsid w:val="00223124"/>
    <w:rsid w:val="00226109"/>
    <w:rsid w:val="00232D1F"/>
    <w:rsid w:val="00233143"/>
    <w:rsid w:val="00234444"/>
    <w:rsid w:val="00240ABD"/>
    <w:rsid w:val="00242293"/>
    <w:rsid w:val="00244EA7"/>
    <w:rsid w:val="00262FC3"/>
    <w:rsid w:val="0026394F"/>
    <w:rsid w:val="00267AF6"/>
    <w:rsid w:val="00276DB8"/>
    <w:rsid w:val="00281A59"/>
    <w:rsid w:val="00282664"/>
    <w:rsid w:val="00285FB8"/>
    <w:rsid w:val="00293C52"/>
    <w:rsid w:val="002970C3"/>
    <w:rsid w:val="002A4271"/>
    <w:rsid w:val="002A4CD3"/>
    <w:rsid w:val="002A6CC4"/>
    <w:rsid w:val="002C55E9"/>
    <w:rsid w:val="002D0C8B"/>
    <w:rsid w:val="002D330A"/>
    <w:rsid w:val="002E170C"/>
    <w:rsid w:val="002E193E"/>
    <w:rsid w:val="002E54A0"/>
    <w:rsid w:val="00305EFF"/>
    <w:rsid w:val="00310A6A"/>
    <w:rsid w:val="003144E6"/>
    <w:rsid w:val="003209B8"/>
    <w:rsid w:val="00337E82"/>
    <w:rsid w:val="003411F6"/>
    <w:rsid w:val="00346FDC"/>
    <w:rsid w:val="00350BB1"/>
    <w:rsid w:val="00352C83"/>
    <w:rsid w:val="00354769"/>
    <w:rsid w:val="00365EA3"/>
    <w:rsid w:val="00366805"/>
    <w:rsid w:val="0037067D"/>
    <w:rsid w:val="00373436"/>
    <w:rsid w:val="00377530"/>
    <w:rsid w:val="0038735B"/>
    <w:rsid w:val="003916D1"/>
    <w:rsid w:val="00394C90"/>
    <w:rsid w:val="003A21F0"/>
    <w:rsid w:val="003A277F"/>
    <w:rsid w:val="003A58BA"/>
    <w:rsid w:val="003A5AE7"/>
    <w:rsid w:val="003A7221"/>
    <w:rsid w:val="003B0464"/>
    <w:rsid w:val="003B0736"/>
    <w:rsid w:val="003B3493"/>
    <w:rsid w:val="003C13AE"/>
    <w:rsid w:val="003C7152"/>
    <w:rsid w:val="003D2E73"/>
    <w:rsid w:val="003E72B6"/>
    <w:rsid w:val="003E7BBE"/>
    <w:rsid w:val="00401526"/>
    <w:rsid w:val="00411876"/>
    <w:rsid w:val="004127E3"/>
    <w:rsid w:val="0043212E"/>
    <w:rsid w:val="00434366"/>
    <w:rsid w:val="00434ECE"/>
    <w:rsid w:val="00435D33"/>
    <w:rsid w:val="00440E30"/>
    <w:rsid w:val="00444423"/>
    <w:rsid w:val="0044688B"/>
    <w:rsid w:val="00452F3E"/>
    <w:rsid w:val="00455CA8"/>
    <w:rsid w:val="0046239A"/>
    <w:rsid w:val="004640AE"/>
    <w:rsid w:val="004679E3"/>
    <w:rsid w:val="0047434F"/>
    <w:rsid w:val="00475172"/>
    <w:rsid w:val="004758B0"/>
    <w:rsid w:val="004832D2"/>
    <w:rsid w:val="00485559"/>
    <w:rsid w:val="0048603E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C7D38"/>
    <w:rsid w:val="004D0D5F"/>
    <w:rsid w:val="004D1569"/>
    <w:rsid w:val="004D44B1"/>
    <w:rsid w:val="004D45C9"/>
    <w:rsid w:val="004E0460"/>
    <w:rsid w:val="004E1579"/>
    <w:rsid w:val="004E4E3B"/>
    <w:rsid w:val="004E5FAE"/>
    <w:rsid w:val="004E6245"/>
    <w:rsid w:val="004E6741"/>
    <w:rsid w:val="004E7094"/>
    <w:rsid w:val="004F035A"/>
    <w:rsid w:val="004F5DC7"/>
    <w:rsid w:val="004F78DA"/>
    <w:rsid w:val="00501BB1"/>
    <w:rsid w:val="00504EDC"/>
    <w:rsid w:val="005145AB"/>
    <w:rsid w:val="0051521B"/>
    <w:rsid w:val="00520E9A"/>
    <w:rsid w:val="005212DC"/>
    <w:rsid w:val="0052462C"/>
    <w:rsid w:val="005248C1"/>
    <w:rsid w:val="005253D6"/>
    <w:rsid w:val="00526134"/>
    <w:rsid w:val="005348F7"/>
    <w:rsid w:val="005405B2"/>
    <w:rsid w:val="005427C8"/>
    <w:rsid w:val="005446D1"/>
    <w:rsid w:val="00556C4C"/>
    <w:rsid w:val="00557369"/>
    <w:rsid w:val="00557D22"/>
    <w:rsid w:val="00562A5C"/>
    <w:rsid w:val="00564ADD"/>
    <w:rsid w:val="00566B60"/>
    <w:rsid w:val="005708EB"/>
    <w:rsid w:val="00575BC6"/>
    <w:rsid w:val="00583902"/>
    <w:rsid w:val="005A1D70"/>
    <w:rsid w:val="005A3AA5"/>
    <w:rsid w:val="005A6C9C"/>
    <w:rsid w:val="005A74DC"/>
    <w:rsid w:val="005B4C79"/>
    <w:rsid w:val="005B5146"/>
    <w:rsid w:val="005C0D84"/>
    <w:rsid w:val="005D1AFD"/>
    <w:rsid w:val="005E385B"/>
    <w:rsid w:val="005E51E6"/>
    <w:rsid w:val="005F027A"/>
    <w:rsid w:val="005F33CC"/>
    <w:rsid w:val="005F771F"/>
    <w:rsid w:val="00602DA6"/>
    <w:rsid w:val="006121D4"/>
    <w:rsid w:val="00613B49"/>
    <w:rsid w:val="0061422F"/>
    <w:rsid w:val="00616845"/>
    <w:rsid w:val="00620E8E"/>
    <w:rsid w:val="006242E9"/>
    <w:rsid w:val="00633CFE"/>
    <w:rsid w:val="00634FCA"/>
    <w:rsid w:val="00643D1B"/>
    <w:rsid w:val="006452B8"/>
    <w:rsid w:val="0064706D"/>
    <w:rsid w:val="00652E62"/>
    <w:rsid w:val="00662128"/>
    <w:rsid w:val="006679FD"/>
    <w:rsid w:val="00686A49"/>
    <w:rsid w:val="00687B62"/>
    <w:rsid w:val="00690C44"/>
    <w:rsid w:val="006927E4"/>
    <w:rsid w:val="00695B2A"/>
    <w:rsid w:val="006969D9"/>
    <w:rsid w:val="006A2B68"/>
    <w:rsid w:val="006A73F1"/>
    <w:rsid w:val="006B4941"/>
    <w:rsid w:val="006B6994"/>
    <w:rsid w:val="006C2F32"/>
    <w:rsid w:val="006C36C6"/>
    <w:rsid w:val="006D11C2"/>
    <w:rsid w:val="006D1AF9"/>
    <w:rsid w:val="006D38C3"/>
    <w:rsid w:val="006D4448"/>
    <w:rsid w:val="006D6DFD"/>
    <w:rsid w:val="006E0C87"/>
    <w:rsid w:val="006E142F"/>
    <w:rsid w:val="006E2C4D"/>
    <w:rsid w:val="006E42FE"/>
    <w:rsid w:val="006F0D02"/>
    <w:rsid w:val="006F10FE"/>
    <w:rsid w:val="006F3084"/>
    <w:rsid w:val="006F3622"/>
    <w:rsid w:val="00705EEC"/>
    <w:rsid w:val="00707741"/>
    <w:rsid w:val="00712972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05EA"/>
    <w:rsid w:val="00741DBD"/>
    <w:rsid w:val="007444CF"/>
    <w:rsid w:val="00751F7E"/>
    <w:rsid w:val="00752C75"/>
    <w:rsid w:val="00757005"/>
    <w:rsid w:val="00761DBE"/>
    <w:rsid w:val="00762949"/>
    <w:rsid w:val="0076523B"/>
    <w:rsid w:val="00771B60"/>
    <w:rsid w:val="0077613A"/>
    <w:rsid w:val="0078048F"/>
    <w:rsid w:val="00781D77"/>
    <w:rsid w:val="00783549"/>
    <w:rsid w:val="007860B7"/>
    <w:rsid w:val="00786DC8"/>
    <w:rsid w:val="007A300D"/>
    <w:rsid w:val="007C547B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76F1"/>
    <w:rsid w:val="00865011"/>
    <w:rsid w:val="008831C7"/>
    <w:rsid w:val="00886790"/>
    <w:rsid w:val="008908DE"/>
    <w:rsid w:val="008A12ED"/>
    <w:rsid w:val="008A39D3"/>
    <w:rsid w:val="008B1199"/>
    <w:rsid w:val="008B2C77"/>
    <w:rsid w:val="008B48AC"/>
    <w:rsid w:val="008B4AD2"/>
    <w:rsid w:val="008B4BF5"/>
    <w:rsid w:val="008B7138"/>
    <w:rsid w:val="008C5133"/>
    <w:rsid w:val="008E260C"/>
    <w:rsid w:val="008E39BE"/>
    <w:rsid w:val="008E62EC"/>
    <w:rsid w:val="008F32F6"/>
    <w:rsid w:val="008F68BB"/>
    <w:rsid w:val="00916CD7"/>
    <w:rsid w:val="00920927"/>
    <w:rsid w:val="00921B38"/>
    <w:rsid w:val="00923720"/>
    <w:rsid w:val="009278C9"/>
    <w:rsid w:val="00930796"/>
    <w:rsid w:val="0093186C"/>
    <w:rsid w:val="00932CD7"/>
    <w:rsid w:val="00943F1F"/>
    <w:rsid w:val="00944C09"/>
    <w:rsid w:val="00944E06"/>
    <w:rsid w:val="009527CB"/>
    <w:rsid w:val="00953835"/>
    <w:rsid w:val="00960F6C"/>
    <w:rsid w:val="00970747"/>
    <w:rsid w:val="0098033B"/>
    <w:rsid w:val="00982C4F"/>
    <w:rsid w:val="009840BD"/>
    <w:rsid w:val="00997BFC"/>
    <w:rsid w:val="009A5900"/>
    <w:rsid w:val="009A6E6C"/>
    <w:rsid w:val="009A6F3F"/>
    <w:rsid w:val="009B1C3C"/>
    <w:rsid w:val="009B331A"/>
    <w:rsid w:val="009C2650"/>
    <w:rsid w:val="009D0569"/>
    <w:rsid w:val="009D15E2"/>
    <w:rsid w:val="009D15FE"/>
    <w:rsid w:val="009D5D2C"/>
    <w:rsid w:val="009E03C9"/>
    <w:rsid w:val="009E0F47"/>
    <w:rsid w:val="009E15B9"/>
    <w:rsid w:val="009E77A5"/>
    <w:rsid w:val="009F0DCC"/>
    <w:rsid w:val="009F11CA"/>
    <w:rsid w:val="00A0695B"/>
    <w:rsid w:val="00A13052"/>
    <w:rsid w:val="00A16077"/>
    <w:rsid w:val="00A216A8"/>
    <w:rsid w:val="00A223A6"/>
    <w:rsid w:val="00A36156"/>
    <w:rsid w:val="00A3639E"/>
    <w:rsid w:val="00A37E76"/>
    <w:rsid w:val="00A42CC1"/>
    <w:rsid w:val="00A5092E"/>
    <w:rsid w:val="00A554D6"/>
    <w:rsid w:val="00A56E14"/>
    <w:rsid w:val="00A6476B"/>
    <w:rsid w:val="00A76C6C"/>
    <w:rsid w:val="00A84AC8"/>
    <w:rsid w:val="00A87356"/>
    <w:rsid w:val="00A91814"/>
    <w:rsid w:val="00A92DD1"/>
    <w:rsid w:val="00A95F48"/>
    <w:rsid w:val="00AA5338"/>
    <w:rsid w:val="00AB1B8E"/>
    <w:rsid w:val="00AB3EC1"/>
    <w:rsid w:val="00AB46DE"/>
    <w:rsid w:val="00AB51ED"/>
    <w:rsid w:val="00AC0696"/>
    <w:rsid w:val="00AC22CF"/>
    <w:rsid w:val="00AC47A6"/>
    <w:rsid w:val="00AC4C98"/>
    <w:rsid w:val="00AC520F"/>
    <w:rsid w:val="00AC5F6B"/>
    <w:rsid w:val="00AD3896"/>
    <w:rsid w:val="00AD5B47"/>
    <w:rsid w:val="00AD6720"/>
    <w:rsid w:val="00AE1ED9"/>
    <w:rsid w:val="00AE32CB"/>
    <w:rsid w:val="00AF3957"/>
    <w:rsid w:val="00B0712C"/>
    <w:rsid w:val="00B11CDF"/>
    <w:rsid w:val="00B12013"/>
    <w:rsid w:val="00B22C67"/>
    <w:rsid w:val="00B2611B"/>
    <w:rsid w:val="00B334BD"/>
    <w:rsid w:val="00B3508F"/>
    <w:rsid w:val="00B443EE"/>
    <w:rsid w:val="00B560C8"/>
    <w:rsid w:val="00B5769D"/>
    <w:rsid w:val="00B61150"/>
    <w:rsid w:val="00B65BC7"/>
    <w:rsid w:val="00B67661"/>
    <w:rsid w:val="00B746B9"/>
    <w:rsid w:val="00B848D4"/>
    <w:rsid w:val="00B865B7"/>
    <w:rsid w:val="00B91B97"/>
    <w:rsid w:val="00B97862"/>
    <w:rsid w:val="00BA1CB1"/>
    <w:rsid w:val="00BA4178"/>
    <w:rsid w:val="00BA482D"/>
    <w:rsid w:val="00BB1755"/>
    <w:rsid w:val="00BB23F4"/>
    <w:rsid w:val="00BB4A99"/>
    <w:rsid w:val="00BC5075"/>
    <w:rsid w:val="00BC5419"/>
    <w:rsid w:val="00BC6E0B"/>
    <w:rsid w:val="00BD3B0F"/>
    <w:rsid w:val="00BD40A8"/>
    <w:rsid w:val="00BD4FCB"/>
    <w:rsid w:val="00BE5889"/>
    <w:rsid w:val="00BF1D4C"/>
    <w:rsid w:val="00BF3F0A"/>
    <w:rsid w:val="00C10C09"/>
    <w:rsid w:val="00C143C3"/>
    <w:rsid w:val="00C1739B"/>
    <w:rsid w:val="00C21ADE"/>
    <w:rsid w:val="00C26067"/>
    <w:rsid w:val="00C30A29"/>
    <w:rsid w:val="00C30F57"/>
    <w:rsid w:val="00C317DC"/>
    <w:rsid w:val="00C416E7"/>
    <w:rsid w:val="00C575DA"/>
    <w:rsid w:val="00C578E9"/>
    <w:rsid w:val="00C70626"/>
    <w:rsid w:val="00C72860"/>
    <w:rsid w:val="00C73582"/>
    <w:rsid w:val="00C73B90"/>
    <w:rsid w:val="00C742EC"/>
    <w:rsid w:val="00C7667A"/>
    <w:rsid w:val="00C8377A"/>
    <w:rsid w:val="00C9543D"/>
    <w:rsid w:val="00C96AF3"/>
    <w:rsid w:val="00C97CCC"/>
    <w:rsid w:val="00CA0274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260B"/>
    <w:rsid w:val="00D145BE"/>
    <w:rsid w:val="00D17133"/>
    <w:rsid w:val="00D2035A"/>
    <w:rsid w:val="00D20AAA"/>
    <w:rsid w:val="00D20C57"/>
    <w:rsid w:val="00D25D16"/>
    <w:rsid w:val="00D32124"/>
    <w:rsid w:val="00D5357B"/>
    <w:rsid w:val="00D54C76"/>
    <w:rsid w:val="00D56335"/>
    <w:rsid w:val="00D632BB"/>
    <w:rsid w:val="00D641CB"/>
    <w:rsid w:val="00D71E43"/>
    <w:rsid w:val="00D727F3"/>
    <w:rsid w:val="00D73695"/>
    <w:rsid w:val="00D810DE"/>
    <w:rsid w:val="00D87D32"/>
    <w:rsid w:val="00D91188"/>
    <w:rsid w:val="00D91E35"/>
    <w:rsid w:val="00D920F4"/>
    <w:rsid w:val="00D92C83"/>
    <w:rsid w:val="00D936A8"/>
    <w:rsid w:val="00DA0A81"/>
    <w:rsid w:val="00DA2222"/>
    <w:rsid w:val="00DA3C10"/>
    <w:rsid w:val="00DA53B5"/>
    <w:rsid w:val="00DA54B5"/>
    <w:rsid w:val="00DB4E54"/>
    <w:rsid w:val="00DC1D69"/>
    <w:rsid w:val="00DC5A3A"/>
    <w:rsid w:val="00DD0726"/>
    <w:rsid w:val="00E10071"/>
    <w:rsid w:val="00E238E6"/>
    <w:rsid w:val="00E34CD8"/>
    <w:rsid w:val="00E35064"/>
    <w:rsid w:val="00E3681D"/>
    <w:rsid w:val="00E36FB8"/>
    <w:rsid w:val="00E40225"/>
    <w:rsid w:val="00E40376"/>
    <w:rsid w:val="00E43468"/>
    <w:rsid w:val="00E501F0"/>
    <w:rsid w:val="00E57EA4"/>
    <w:rsid w:val="00E6166D"/>
    <w:rsid w:val="00E721C0"/>
    <w:rsid w:val="00E811F7"/>
    <w:rsid w:val="00E91BFF"/>
    <w:rsid w:val="00E92933"/>
    <w:rsid w:val="00E933B0"/>
    <w:rsid w:val="00E94FAD"/>
    <w:rsid w:val="00E95498"/>
    <w:rsid w:val="00EB0AA4"/>
    <w:rsid w:val="00EB5C88"/>
    <w:rsid w:val="00EC0469"/>
    <w:rsid w:val="00EC0C3E"/>
    <w:rsid w:val="00ED521E"/>
    <w:rsid w:val="00EF01F8"/>
    <w:rsid w:val="00EF2E2A"/>
    <w:rsid w:val="00EF3268"/>
    <w:rsid w:val="00EF40EF"/>
    <w:rsid w:val="00EF47FE"/>
    <w:rsid w:val="00EF4ABE"/>
    <w:rsid w:val="00F069BD"/>
    <w:rsid w:val="00F1480E"/>
    <w:rsid w:val="00F1497D"/>
    <w:rsid w:val="00F16AAC"/>
    <w:rsid w:val="00F30C7D"/>
    <w:rsid w:val="00F33FF2"/>
    <w:rsid w:val="00F36199"/>
    <w:rsid w:val="00F438FC"/>
    <w:rsid w:val="00F5616F"/>
    <w:rsid w:val="00F56451"/>
    <w:rsid w:val="00F56827"/>
    <w:rsid w:val="00F56A6A"/>
    <w:rsid w:val="00F62866"/>
    <w:rsid w:val="00F65EF0"/>
    <w:rsid w:val="00F71651"/>
    <w:rsid w:val="00F76191"/>
    <w:rsid w:val="00F76CC6"/>
    <w:rsid w:val="00F8149F"/>
    <w:rsid w:val="00F83D7C"/>
    <w:rsid w:val="00F848DF"/>
    <w:rsid w:val="00F861E7"/>
    <w:rsid w:val="00F96664"/>
    <w:rsid w:val="00FA16B7"/>
    <w:rsid w:val="00FB232E"/>
    <w:rsid w:val="00FC3DC1"/>
    <w:rsid w:val="00FC4A4A"/>
    <w:rsid w:val="00FD557D"/>
    <w:rsid w:val="00FE0282"/>
    <w:rsid w:val="00FE124D"/>
    <w:rsid w:val="00FE1307"/>
    <w:rsid w:val="00FE532C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662128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6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2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5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81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83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5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7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44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c6399549-9c62-4a5e-bf1a-524b2322cf72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c6399549-9c62-4a5e-bf1a-524b2322cf72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_x0020_Phase xmlns="d50bbff7-d6dd-47d2-864a-cfdc2c3db0f4">Validation</Project_x0020_Phase>
    <AssignedTo xmlns="http://schemas.microsoft.com/sharepoint/v3">
      <UserInfo>
        <DisplayName/>
        <AccountId xsi:nil="true"/>
        <AccountType/>
      </UserInfo>
    </AssignedTo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4EF708A4E1A954D825273DC736DB1DE" ma:contentTypeVersion="" ma:contentTypeDescription="Create a new document." ma:contentTypeScope="" ma:versionID="61ff246c8c2398b19b7e29821b242179">
  <xsd:schema xmlns:xsd="http://www.w3.org/2001/XMLSchema" xmlns:xs="http://www.w3.org/2001/XMLSchema" xmlns:p="http://schemas.microsoft.com/office/2006/metadata/properties" xmlns:ns1="http://schemas.microsoft.com/sharepoint/v3" xmlns:ns2="d50bbff7-d6dd-47d2-864a-cfdc2c3db0f4" xmlns:ns3="a30ce510-73c0-40a7-aee4-da2492112f9c" targetNamespace="http://schemas.microsoft.com/office/2006/metadata/properties" ma:root="true" ma:fieldsID="11a88e28ca22ffacef3df3bfb951178d" ns1:_="" ns2:_="" ns3:_="">
    <xsd:import namespace="http://schemas.microsoft.com/sharepoint/v3"/>
    <xsd:import namespace="d50bbff7-d6dd-47d2-864a-cfdc2c3db0f4"/>
    <xsd:import namespace="a30ce510-73c0-40a7-aee4-da2492112f9c"/>
    <xsd:element name="properties">
      <xsd:complexType>
        <xsd:sequence>
          <xsd:element name="documentManagement">
            <xsd:complexType>
              <xsd:all>
                <xsd:element ref="ns1:AssignedTo" minOccurs="0"/>
                <xsd:element ref="ns2:Project_x0020_Phas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AssignedTo" ma:index="8" nillable="true" ma:displayName="Assigned To" ma:list="UserInfo" ma:internalName="AssignedTo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0bbff7-d6dd-47d2-864a-cfdc2c3db0f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9" nillable="true" ma:displayName="Project Phase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  <xsd:enumeration value="Mapping"/>
          <xsd:enumeration value="Drafts availabl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0ce510-73c0-40a7-aee4-da2492112f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4B1689-4C17-4B87-8013-DC785E1B36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a30ce510-73c0-40a7-aee4-da2492112f9c"/>
    <ds:schemaRef ds:uri="d50bbff7-d6dd-47d2-864a-cfdc2c3db0f4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C51A33B8-F820-4245-BBFF-1574EA85B9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d50bbff7-d6dd-47d2-864a-cfdc2c3db0f4"/>
    <ds:schemaRef ds:uri="a30ce510-73c0-40a7-aee4-da2492112f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196</TotalTime>
  <Pages>5</Pages>
  <Words>1396</Words>
  <Characters>7963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9341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Susie Falk</cp:lastModifiedBy>
  <cp:revision>11</cp:revision>
  <cp:lastPrinted>2021-11-25T04:31:00Z</cp:lastPrinted>
  <dcterms:created xsi:type="dcterms:W3CDTF">2021-11-25T22:08:00Z</dcterms:created>
  <dcterms:modified xsi:type="dcterms:W3CDTF">2022-03-30T05:00:00Z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0x010100F4EF708A4E1A954D825273DC736DB1DE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