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2D6B87E1" w:rsidR="00F1480E" w:rsidRPr="009E57E8" w:rsidRDefault="00F1480E" w:rsidP="009E57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E57E8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661B0E57" w:rsidR="00F1480E" w:rsidRPr="009E57E8" w:rsidRDefault="00F1480E" w:rsidP="006018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E57E8" w:rsidRPr="009E57E8">
              <w:t>AHC Agriculture, Horticulture and Conservation and Land Management</w:t>
            </w:r>
            <w:r w:rsidR="009E57E8" w:rsidRPr="009E57E8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9E57E8">
              <w:rPr>
                <w:rStyle w:val="SITemporarytext-blue"/>
                <w:color w:val="auto"/>
                <w:sz w:val="20"/>
              </w:rPr>
              <w:t>Training</w:t>
            </w:r>
            <w:r w:rsidRPr="009E57E8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601852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01852" w:rsidRPr="00601852">
              <w:rPr>
                <w:rStyle w:val="SITemporarytext-blue"/>
                <w:color w:val="auto"/>
                <w:sz w:val="20"/>
              </w:rPr>
              <w:t>9</w:t>
            </w:r>
            <w:r w:rsidR="00337E82" w:rsidRPr="00601852">
              <w:rPr>
                <w:rStyle w:val="SITemporarytext-blue"/>
                <w:color w:val="auto"/>
                <w:sz w:val="20"/>
              </w:rPr>
              <w:t>.0</w:t>
            </w:r>
            <w:r w:rsidRPr="0060185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217544E5" w:rsidR="00F1480E" w:rsidRPr="00205F8D" w:rsidRDefault="00D67242" w:rsidP="00205F8D">
            <w:pPr>
              <w:pStyle w:val="SIQUALCODE"/>
            </w:pPr>
            <w:r>
              <w:t>AHC1</w:t>
            </w:r>
            <w:r w:rsidR="003E7F53">
              <w:t>02</w:t>
            </w:r>
            <w:r w:rsidR="00AB244F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2E019FA4" w:rsidR="00F1480E" w:rsidRPr="00205F8D" w:rsidRDefault="00D67242" w:rsidP="00205F8D">
            <w:pPr>
              <w:pStyle w:val="SIQUALtitle"/>
            </w:pPr>
            <w:r w:rsidRPr="00D67242">
              <w:t>Certificate I in Agri</w:t>
            </w:r>
            <w:r w:rsidR="00C7770B">
              <w:t>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3F6FF1E" w14:textId="24E745DD" w:rsidR="009E57E8" w:rsidRDefault="00D67242" w:rsidP="009E57E8">
            <w:pPr>
              <w:pStyle w:val="SIText"/>
            </w:pPr>
            <w:r w:rsidRPr="00D67242">
              <w:t xml:space="preserve">This qualification </w:t>
            </w:r>
            <w:r w:rsidR="009E57E8" w:rsidRPr="009E57E8">
              <w:t>describes the skills and knowledge required for individuals preparing for</w:t>
            </w:r>
            <w:r w:rsidR="009E57E8">
              <w:t xml:space="preserve"> </w:t>
            </w:r>
            <w:r w:rsidRPr="00D67242">
              <w:t>entry</w:t>
            </w:r>
            <w:r w:rsidR="009E57E8">
              <w:t xml:space="preserve"> </w:t>
            </w:r>
            <w:r w:rsidRPr="00D67242">
              <w:t xml:space="preserve">level </w:t>
            </w:r>
            <w:r w:rsidR="009E57E8">
              <w:t>work in</w:t>
            </w:r>
            <w:r w:rsidRPr="00D67242">
              <w:t xml:space="preserve"> the agriculture</w:t>
            </w:r>
            <w:r w:rsidR="00EE1282">
              <w:t>,</w:t>
            </w:r>
            <w:r w:rsidRPr="00D67242">
              <w:t xml:space="preserve"> and conservation and </w:t>
            </w:r>
            <w:r w:rsidR="00EE1282">
              <w:t>ecosystem</w:t>
            </w:r>
            <w:r w:rsidRPr="00D67242">
              <w:t xml:space="preserve"> management industries.</w:t>
            </w:r>
          </w:p>
          <w:p w14:paraId="7D3847D2" w14:textId="77777777" w:rsidR="009E57E8" w:rsidRDefault="009E57E8" w:rsidP="009E57E8">
            <w:pPr>
              <w:pStyle w:val="SIText"/>
            </w:pPr>
          </w:p>
          <w:p w14:paraId="65178B4F" w14:textId="194EC069" w:rsidR="00D67242" w:rsidRPr="00D67242" w:rsidRDefault="00D67242" w:rsidP="009E57E8">
            <w:pPr>
              <w:pStyle w:val="SIText"/>
            </w:pPr>
            <w:r w:rsidRPr="00D67242">
              <w:t>They may undertake a range of simple tasks under close supervision. The range of technical skills and knowledge is limited.</w:t>
            </w:r>
          </w:p>
          <w:p w14:paraId="53483B73" w14:textId="77777777" w:rsidR="00D67242" w:rsidRPr="00D67242" w:rsidRDefault="00D67242" w:rsidP="009E57E8">
            <w:pPr>
              <w:pStyle w:val="SIText"/>
            </w:pPr>
          </w:p>
          <w:p w14:paraId="151D9E3F" w14:textId="3A37A3AE" w:rsidR="00D67242" w:rsidRPr="00D67242" w:rsidRDefault="00D67242" w:rsidP="009E57E8">
            <w:pPr>
              <w:pStyle w:val="SIText"/>
            </w:pPr>
            <w:r w:rsidRPr="00D67242">
              <w:t>The qualification is suited to VET in Schools programs or learners with no previous connection to the agriculture or conservation and land management industries or relevant employment history.</w:t>
            </w:r>
          </w:p>
          <w:p w14:paraId="2C4C86D8" w14:textId="77777777" w:rsidR="00D67242" w:rsidRPr="00D67242" w:rsidRDefault="00D67242" w:rsidP="009E57E8">
            <w:pPr>
              <w:pStyle w:val="SIText"/>
            </w:pPr>
          </w:p>
          <w:p w14:paraId="17D9FEF5" w14:textId="2113A4FC" w:rsidR="00D67242" w:rsidRPr="00205F8D" w:rsidRDefault="00D67242" w:rsidP="009E57E8">
            <w:pPr>
              <w:pStyle w:val="SIText"/>
            </w:pPr>
            <w:r w:rsidRPr="00D67242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9E57E8">
        <w:trPr>
          <w:trHeight w:val="934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21659B6" w14:textId="77777777" w:rsidR="00D67242" w:rsidRPr="00D67242" w:rsidRDefault="00D67242" w:rsidP="009E57E8">
            <w:pPr>
              <w:pStyle w:val="SIText"/>
            </w:pPr>
            <w:r w:rsidRPr="00D67242">
              <w:t>To achieve this qualification, competency must be demonstrated in:</w:t>
            </w:r>
          </w:p>
          <w:p w14:paraId="4E7C5EDA" w14:textId="77777777" w:rsidR="00D67242" w:rsidRPr="00D67242" w:rsidRDefault="00D67242" w:rsidP="00D67242">
            <w:pPr>
              <w:pStyle w:val="SIBulletList1"/>
            </w:pPr>
            <w:r w:rsidRPr="00D67242">
              <w:t>6 units of competency:</w:t>
            </w:r>
          </w:p>
          <w:p w14:paraId="144FB2D4" w14:textId="77777777" w:rsidR="00D67242" w:rsidRPr="00D67242" w:rsidRDefault="00D67242" w:rsidP="00D67242">
            <w:pPr>
              <w:pStyle w:val="SIBulletList2"/>
            </w:pPr>
            <w:r w:rsidRPr="00D67242">
              <w:t>2 core units plus</w:t>
            </w:r>
          </w:p>
          <w:p w14:paraId="508C3C7E" w14:textId="5F53480F" w:rsidR="00D67242" w:rsidRDefault="00D67242" w:rsidP="00D67242">
            <w:pPr>
              <w:pStyle w:val="SIBulletList2"/>
            </w:pPr>
            <w:r w:rsidRPr="00D67242">
              <w:t>4 elective units.</w:t>
            </w:r>
          </w:p>
          <w:p w14:paraId="19004184" w14:textId="77777777" w:rsidR="00D67242" w:rsidRPr="00D67242" w:rsidRDefault="00D67242" w:rsidP="00D6724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EF98092" w14:textId="77777777" w:rsidR="00D67242" w:rsidRPr="00D67242" w:rsidRDefault="00D67242" w:rsidP="009E57E8">
            <w:pPr>
              <w:pStyle w:val="SIText"/>
            </w:pPr>
            <w:r w:rsidRPr="00D67242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4C62FDD" w14:textId="09AD1FEE" w:rsidR="00D67242" w:rsidRPr="00D67242" w:rsidRDefault="00D67242" w:rsidP="00D67242">
            <w:pPr>
              <w:pStyle w:val="SIBulletList1"/>
            </w:pPr>
            <w:r w:rsidRPr="00D67242">
              <w:t xml:space="preserve">2 units </w:t>
            </w:r>
            <w:r w:rsidR="009E57E8">
              <w:t xml:space="preserve">must be </w:t>
            </w:r>
            <w:r w:rsidRPr="00D67242">
              <w:t>from the elective</w:t>
            </w:r>
            <w:r w:rsidR="009E57E8">
              <w:t>s</w:t>
            </w:r>
            <w:r w:rsidRPr="00D67242">
              <w:t xml:space="preserve"> list</w:t>
            </w:r>
            <w:r w:rsidR="009E57E8">
              <w:t>ed below</w:t>
            </w:r>
          </w:p>
          <w:p w14:paraId="163C0C96" w14:textId="522E7C75" w:rsidR="009E57E8" w:rsidRDefault="00D67242" w:rsidP="009E57E8">
            <w:pPr>
              <w:pStyle w:val="SIBulletList1"/>
            </w:pPr>
            <w:r w:rsidRPr="009E57E8">
              <w:t>2 units m</w:t>
            </w:r>
            <w:r w:rsidR="009E57E8" w:rsidRPr="009E57E8">
              <w:t>ust</w:t>
            </w:r>
            <w:r w:rsidRPr="009E57E8">
              <w:t xml:space="preserve"> be </w:t>
            </w:r>
            <w:r w:rsidR="009E57E8" w:rsidRPr="009E57E8">
              <w:t>from the remaining units list below, or any</w:t>
            </w:r>
            <w:r w:rsidRPr="009E57E8">
              <w:t xml:space="preserve"> </w:t>
            </w:r>
            <w:r w:rsidR="009E57E8" w:rsidRPr="009E57E8">
              <w:t xml:space="preserve">currently </w:t>
            </w:r>
            <w:r w:rsidRPr="009E57E8">
              <w:t xml:space="preserve">endorsed Training Package or </w:t>
            </w:r>
            <w:r w:rsidR="009E57E8" w:rsidRPr="009E57E8">
              <w:t>a</w:t>
            </w:r>
            <w:r w:rsidRPr="009E57E8">
              <w:t xml:space="preserve">ccredited </w:t>
            </w:r>
            <w:r w:rsidR="009E57E8" w:rsidRPr="009E57E8">
              <w:t>c</w:t>
            </w:r>
            <w:r w:rsidRPr="009E57E8">
              <w:t>ourse.</w:t>
            </w:r>
          </w:p>
          <w:p w14:paraId="5377CB12" w14:textId="1A1E8BC9" w:rsidR="009F2E27" w:rsidRPr="009E57E8" w:rsidRDefault="00D67242" w:rsidP="009E57E8">
            <w:pPr>
              <w:pStyle w:val="SIText"/>
            </w:pPr>
            <w:r w:rsidRPr="009E57E8">
              <w:t xml:space="preserve"> </w:t>
            </w: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670"/>
            </w:tblGrid>
            <w:tr w:rsidR="009E57E8" w:rsidRPr="005C7EA8" w14:paraId="15DCAD97" w14:textId="77777777" w:rsidTr="00F62F50">
              <w:tc>
                <w:tcPr>
                  <w:tcW w:w="2002" w:type="dxa"/>
                </w:tcPr>
                <w:p w14:paraId="22FA69E2" w14:textId="240BF056" w:rsidR="009E57E8" w:rsidRPr="003113D0" w:rsidRDefault="009E57E8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AHCWHS1X</w:t>
                  </w:r>
                  <w:r w:rsidR="006A7F74" w:rsidRPr="003113D0">
                    <w:t>1</w:t>
                  </w:r>
                </w:p>
              </w:tc>
              <w:tc>
                <w:tcPr>
                  <w:tcW w:w="5670" w:type="dxa"/>
                </w:tcPr>
                <w:p w14:paraId="7BBCD24C" w14:textId="77777777" w:rsidR="009E57E8" w:rsidRPr="003113D0" w:rsidRDefault="009E57E8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Work safely</w:t>
                  </w:r>
                </w:p>
              </w:tc>
            </w:tr>
            <w:tr w:rsidR="00D67242" w:rsidRPr="005C7EA8" w14:paraId="3609873C" w14:textId="77777777" w:rsidTr="00F62F50">
              <w:tc>
                <w:tcPr>
                  <w:tcW w:w="2002" w:type="dxa"/>
                </w:tcPr>
                <w:p w14:paraId="581342A7" w14:textId="20E56295" w:rsidR="00D67242" w:rsidRPr="00F62F50" w:rsidRDefault="00D67242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AHCWRK1</w:t>
                  </w:r>
                  <w:r w:rsidR="009E57E8" w:rsidRPr="003113D0">
                    <w:t>X</w:t>
                  </w:r>
                  <w:r w:rsidR="006A7F74" w:rsidRPr="003113D0">
                    <w:t>1</w:t>
                  </w:r>
                </w:p>
              </w:tc>
              <w:tc>
                <w:tcPr>
                  <w:tcW w:w="5670" w:type="dxa"/>
                </w:tcPr>
                <w:p w14:paraId="75F0E837" w14:textId="28F937AE" w:rsidR="00D67242" w:rsidRPr="003113D0" w:rsidRDefault="00D6724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62F50">
                    <w:t>Maintain the workplace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30BC6C92" w14:textId="77777777" w:rsidR="005C5CC5" w:rsidRPr="005C5CC5" w:rsidRDefault="004270D2" w:rsidP="005C5CC5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6"/>
              <w:gridCol w:w="5670"/>
            </w:tblGrid>
            <w:tr w:rsidR="00D67242" w:rsidRPr="005C7EA8" w14:paraId="7888A6F4" w14:textId="77777777" w:rsidTr="004D2B88">
              <w:tc>
                <w:tcPr>
                  <w:tcW w:w="2006" w:type="dxa"/>
                </w:tcPr>
                <w:p w14:paraId="5E05DC3B" w14:textId="438A447D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AHCBAC10</w:t>
                  </w:r>
                  <w:r w:rsidR="005C5CC5" w:rsidRPr="00DF3883">
                    <w:t>2</w:t>
                  </w:r>
                </w:p>
              </w:tc>
              <w:tc>
                <w:tcPr>
                  <w:tcW w:w="5670" w:type="dxa"/>
                </w:tcPr>
                <w:p w14:paraId="21DEB9BF" w14:textId="302F469F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agricultural crop work</w:t>
                  </w:r>
                </w:p>
              </w:tc>
            </w:tr>
            <w:tr w:rsidR="00D67242" w:rsidRPr="005C7EA8" w14:paraId="0ADC6EF0" w14:textId="77777777" w:rsidTr="004D2B88">
              <w:tc>
                <w:tcPr>
                  <w:tcW w:w="2006" w:type="dxa"/>
                </w:tcPr>
                <w:p w14:paraId="2D79E54A" w14:textId="22829820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AHCCHM101</w:t>
                  </w:r>
                </w:p>
              </w:tc>
              <w:tc>
                <w:tcPr>
                  <w:tcW w:w="5670" w:type="dxa"/>
                </w:tcPr>
                <w:p w14:paraId="385E0B18" w14:textId="0712CD82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Follow basic chemical safety rules</w:t>
                  </w:r>
                </w:p>
              </w:tc>
            </w:tr>
            <w:tr w:rsidR="00D67242" w:rsidRPr="005C7EA8" w14:paraId="44079930" w14:textId="77777777" w:rsidTr="004D2B88">
              <w:tc>
                <w:tcPr>
                  <w:tcW w:w="2006" w:type="dxa"/>
                </w:tcPr>
                <w:p w14:paraId="5E456A19" w14:textId="4F039022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AHCIRG102</w:t>
                  </w:r>
                </w:p>
              </w:tc>
              <w:tc>
                <w:tcPr>
                  <w:tcW w:w="5670" w:type="dxa"/>
                </w:tcPr>
                <w:p w14:paraId="2804323A" w14:textId="56BD3E25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irrigation work</w:t>
                  </w:r>
                </w:p>
              </w:tc>
            </w:tr>
            <w:tr w:rsidR="005879BD" w:rsidRPr="005C7EA8" w14:paraId="646375E1" w14:textId="77777777" w:rsidTr="004D2B88">
              <w:tc>
                <w:tcPr>
                  <w:tcW w:w="2006" w:type="dxa"/>
                </w:tcPr>
                <w:p w14:paraId="085574AD" w14:textId="40F4AC10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AHCLSK101</w:t>
                  </w:r>
                </w:p>
              </w:tc>
              <w:tc>
                <w:tcPr>
                  <w:tcW w:w="5670" w:type="dxa"/>
                </w:tcPr>
                <w:p w14:paraId="5169D6D4" w14:textId="0579C3F9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extensive livestock work</w:t>
                  </w:r>
                </w:p>
              </w:tc>
            </w:tr>
            <w:tr w:rsidR="005879BD" w:rsidRPr="005C7EA8" w14:paraId="06BAC79B" w14:textId="77777777" w:rsidTr="004D2B88">
              <w:tc>
                <w:tcPr>
                  <w:tcW w:w="2006" w:type="dxa"/>
                </w:tcPr>
                <w:p w14:paraId="56AE2409" w14:textId="2B5FD8FC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AHCLSK102</w:t>
                  </w:r>
                </w:p>
              </w:tc>
              <w:tc>
                <w:tcPr>
                  <w:tcW w:w="5670" w:type="dxa"/>
                </w:tcPr>
                <w:p w14:paraId="71A94B4D" w14:textId="171417DD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intensive livestock work</w:t>
                  </w:r>
                </w:p>
              </w:tc>
            </w:tr>
            <w:tr w:rsidR="005879BD" w:rsidRPr="005C7EA8" w14:paraId="685F9100" w14:textId="77777777" w:rsidTr="004D2B88">
              <w:tc>
                <w:tcPr>
                  <w:tcW w:w="2006" w:type="dxa"/>
                </w:tcPr>
                <w:p w14:paraId="468837E3" w14:textId="1176CAD3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AHCMOM101</w:t>
                  </w:r>
                </w:p>
              </w:tc>
              <w:tc>
                <w:tcPr>
                  <w:tcW w:w="5670" w:type="dxa"/>
                </w:tcPr>
                <w:p w14:paraId="72D4CA3E" w14:textId="154FB0AF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Assist with routine maintenance of machinery and equipment</w:t>
                  </w:r>
                </w:p>
              </w:tc>
            </w:tr>
            <w:tr w:rsidR="005879BD" w:rsidRPr="005C7EA8" w14:paraId="4663C83C" w14:textId="77777777" w:rsidTr="004D2B88">
              <w:tc>
                <w:tcPr>
                  <w:tcW w:w="2006" w:type="dxa"/>
                </w:tcPr>
                <w:p w14:paraId="1398F1AB" w14:textId="7B0409DA" w:rsidR="005879BD" w:rsidRPr="005879BD" w:rsidRDefault="005879BD" w:rsidP="005879BD">
                  <w:pPr>
                    <w:pStyle w:val="SIText"/>
                  </w:pPr>
                  <w:r w:rsidRPr="005879BD">
                    <w:t>AHCNSY10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6D7BEDEE" w14:textId="52EA8C74" w:rsidR="005879BD" w:rsidRPr="005879BD" w:rsidRDefault="005879BD" w:rsidP="005879BD">
                  <w:pPr>
                    <w:pStyle w:val="SIText"/>
                  </w:pPr>
                  <w:r w:rsidRPr="005879BD">
                    <w:t>Support nursery work</w:t>
                  </w:r>
                </w:p>
              </w:tc>
            </w:tr>
            <w:tr w:rsidR="005879BD" w:rsidRPr="005C7EA8" w14:paraId="2D49FA71" w14:textId="77777777" w:rsidTr="004D2B88">
              <w:tc>
                <w:tcPr>
                  <w:tcW w:w="2006" w:type="dxa"/>
                </w:tcPr>
                <w:p w14:paraId="7D057A8A" w14:textId="469E122B" w:rsidR="005879BD" w:rsidRPr="005879BD" w:rsidRDefault="005879BD" w:rsidP="005879BD">
                  <w:pPr>
                    <w:pStyle w:val="SIText"/>
                  </w:pPr>
                  <w:r w:rsidRPr="005879BD">
                    <w:t>AHCORG101</w:t>
                  </w:r>
                </w:p>
              </w:tc>
              <w:tc>
                <w:tcPr>
                  <w:tcW w:w="5670" w:type="dxa"/>
                </w:tcPr>
                <w:p w14:paraId="563AEAAE" w14:textId="392BE6D8" w:rsidR="005879BD" w:rsidRPr="005879BD" w:rsidRDefault="005879BD" w:rsidP="005879BD">
                  <w:pPr>
                    <w:pStyle w:val="SIText"/>
                  </w:pPr>
                  <w:r w:rsidRPr="005879BD">
                    <w:t>Support organic production</w:t>
                  </w:r>
                </w:p>
              </w:tc>
            </w:tr>
            <w:tr w:rsidR="006A4A8E" w:rsidRPr="005C7EA8" w14:paraId="198990BD" w14:textId="77777777" w:rsidTr="004D2B88">
              <w:tc>
                <w:tcPr>
                  <w:tcW w:w="2006" w:type="dxa"/>
                </w:tcPr>
                <w:p w14:paraId="0BDDA779" w14:textId="3720B863" w:rsidR="006A4A8E" w:rsidRPr="005879BD" w:rsidRDefault="006A4A8E" w:rsidP="005879BD">
                  <w:pPr>
                    <w:pStyle w:val="SIText"/>
                  </w:pPr>
                  <w:r>
                    <w:t>AHCPER101</w:t>
                  </w:r>
                </w:p>
              </w:tc>
              <w:tc>
                <w:tcPr>
                  <w:tcW w:w="5670" w:type="dxa"/>
                </w:tcPr>
                <w:p w14:paraId="516E8FA5" w14:textId="04E51928" w:rsidR="006A4A8E" w:rsidRPr="005879BD" w:rsidRDefault="006A4A8E" w:rsidP="005879BD">
                  <w:pPr>
                    <w:pStyle w:val="SIText"/>
                  </w:pPr>
                  <w:r>
                    <w:t>Observe permaculture principles and work practices</w:t>
                  </w:r>
                </w:p>
              </w:tc>
            </w:tr>
            <w:tr w:rsidR="006A4A8E" w:rsidRPr="005C7EA8" w14:paraId="7EA5F143" w14:textId="77777777" w:rsidTr="004D2B88">
              <w:tc>
                <w:tcPr>
                  <w:tcW w:w="2006" w:type="dxa"/>
                </w:tcPr>
                <w:p w14:paraId="1DAC6C85" w14:textId="6713F365" w:rsidR="006A4A8E" w:rsidRPr="005879BD" w:rsidRDefault="006A4A8E" w:rsidP="005879BD">
                  <w:pPr>
                    <w:pStyle w:val="SIText"/>
                  </w:pPr>
                  <w:r>
                    <w:t>AHCPER102</w:t>
                  </w:r>
                </w:p>
              </w:tc>
              <w:tc>
                <w:tcPr>
                  <w:tcW w:w="5670" w:type="dxa"/>
                </w:tcPr>
                <w:p w14:paraId="7ACBFC96" w14:textId="6DEFC481" w:rsidR="006A4A8E" w:rsidRPr="005879BD" w:rsidRDefault="006A4A8E" w:rsidP="005879BD">
                  <w:pPr>
                    <w:pStyle w:val="SIText"/>
                  </w:pPr>
                  <w:r>
                    <w:t>Support resource conservation practices</w:t>
                  </w:r>
                </w:p>
              </w:tc>
            </w:tr>
            <w:tr w:rsidR="006A4A8E" w:rsidRPr="005C7EA8" w14:paraId="557C781F" w14:textId="77777777" w:rsidTr="004D2B88">
              <w:tc>
                <w:tcPr>
                  <w:tcW w:w="2006" w:type="dxa"/>
                </w:tcPr>
                <w:p w14:paraId="21BDBA1E" w14:textId="42AFA29A" w:rsidR="006A4A8E" w:rsidRPr="005879BD" w:rsidRDefault="006A4A8E" w:rsidP="005879BD">
                  <w:pPr>
                    <w:pStyle w:val="SIText"/>
                  </w:pPr>
                  <w:r>
                    <w:t>AHCPER</w:t>
                  </w:r>
                  <w:r w:rsidR="00F614B9">
                    <w:t>103</w:t>
                  </w:r>
                </w:p>
              </w:tc>
              <w:tc>
                <w:tcPr>
                  <w:tcW w:w="5670" w:type="dxa"/>
                </w:tcPr>
                <w:p w14:paraId="0699CDE5" w14:textId="333CC1FE" w:rsidR="006A4A8E" w:rsidRPr="005879BD" w:rsidRDefault="006A4A8E" w:rsidP="005879BD">
                  <w:pPr>
                    <w:pStyle w:val="SIText"/>
                  </w:pPr>
                  <w:r>
                    <w:t>Support plant care in a permaculture system</w:t>
                  </w:r>
                </w:p>
              </w:tc>
            </w:tr>
            <w:tr w:rsidR="005879BD" w:rsidRPr="005C7EA8" w14:paraId="1467ADAD" w14:textId="77777777" w:rsidTr="004D2B88">
              <w:tc>
                <w:tcPr>
                  <w:tcW w:w="2006" w:type="dxa"/>
                </w:tcPr>
                <w:p w14:paraId="0A1983BE" w14:textId="64FAF7BD" w:rsidR="005879BD" w:rsidRPr="005879BD" w:rsidRDefault="005879BD" w:rsidP="005879BD">
                  <w:pPr>
                    <w:pStyle w:val="SIText"/>
                  </w:pPr>
                  <w:r w:rsidRPr="005879BD">
                    <w:t>AHCPGD10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0FDFB677" w14:textId="3BA72385" w:rsidR="005879BD" w:rsidRPr="005879BD" w:rsidRDefault="005879BD" w:rsidP="005879BD">
                  <w:pPr>
                    <w:pStyle w:val="SIText"/>
                  </w:pPr>
                  <w:r w:rsidRPr="005879BD">
                    <w:t>Support gardening work</w:t>
                  </w:r>
                </w:p>
              </w:tc>
            </w:tr>
            <w:tr w:rsidR="005879BD" w:rsidRPr="005C7EA8" w14:paraId="4C5907FE" w14:textId="77777777" w:rsidTr="004D2B88">
              <w:tc>
                <w:tcPr>
                  <w:tcW w:w="2006" w:type="dxa"/>
                </w:tcPr>
                <w:p w14:paraId="687E9365" w14:textId="0AFEFE22" w:rsidR="005879BD" w:rsidRPr="005879BD" w:rsidRDefault="005879BD" w:rsidP="005879BD">
                  <w:pPr>
                    <w:pStyle w:val="SIText"/>
                  </w:pPr>
                  <w:r w:rsidRPr="005879BD">
                    <w:t>AHCPHT10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5AE989D1" w14:textId="2D5C62CD" w:rsidR="005879BD" w:rsidRPr="005879BD" w:rsidRDefault="005879BD" w:rsidP="005879BD">
                  <w:pPr>
                    <w:pStyle w:val="SIText"/>
                  </w:pPr>
                  <w:r w:rsidRPr="005879BD">
                    <w:t>Support horticultural production</w:t>
                  </w:r>
                </w:p>
              </w:tc>
            </w:tr>
            <w:tr w:rsidR="005879BD" w:rsidRPr="005C7EA8" w14:paraId="45FB3640" w14:textId="77777777" w:rsidTr="004D2B88">
              <w:tc>
                <w:tcPr>
                  <w:tcW w:w="2006" w:type="dxa"/>
                </w:tcPr>
                <w:p w14:paraId="156261B9" w14:textId="75561142" w:rsidR="005879BD" w:rsidRPr="005879BD" w:rsidRDefault="005879BD" w:rsidP="005879BD">
                  <w:pPr>
                    <w:pStyle w:val="SIText"/>
                  </w:pPr>
                  <w:r w:rsidRPr="005879BD">
                    <w:t>AHCWOL101</w:t>
                  </w:r>
                </w:p>
              </w:tc>
              <w:tc>
                <w:tcPr>
                  <w:tcW w:w="5670" w:type="dxa"/>
                </w:tcPr>
                <w:p w14:paraId="7A4BB8BD" w14:textId="01E1159B" w:rsidR="005879BD" w:rsidRPr="005879BD" w:rsidRDefault="005879BD" w:rsidP="005879BD">
                  <w:pPr>
                    <w:pStyle w:val="SIText"/>
                  </w:pPr>
                  <w:r w:rsidRPr="005879BD">
                    <w:t>Support woolshed activities</w:t>
                  </w:r>
                </w:p>
              </w:tc>
            </w:tr>
            <w:tr w:rsidR="00F62F50" w:rsidRPr="00DF3883" w14:paraId="2C550D67" w14:textId="77777777" w:rsidTr="004D2B88">
              <w:tc>
                <w:tcPr>
                  <w:tcW w:w="2006" w:type="dxa"/>
                </w:tcPr>
                <w:p w14:paraId="4BA81FBA" w14:textId="4D15B128" w:rsidR="00F62F50" w:rsidRPr="00F62F50" w:rsidRDefault="00F62F50" w:rsidP="00F62F50">
                  <w:pPr>
                    <w:pStyle w:val="SIText"/>
                  </w:pPr>
                  <w:r w:rsidRPr="00F62F50">
                    <w:t>AHCWRK</w:t>
                  </w:r>
                  <w:r w:rsidR="002A6C73">
                    <w:t>1</w:t>
                  </w:r>
                  <w:r w:rsidRPr="00F62F50">
                    <w:t>X</w:t>
                  </w:r>
                  <w:r w:rsidR="002A6C73">
                    <w:t>2</w:t>
                  </w:r>
                </w:p>
              </w:tc>
              <w:tc>
                <w:tcPr>
                  <w:tcW w:w="5670" w:type="dxa"/>
                </w:tcPr>
                <w:p w14:paraId="0BD6039B" w14:textId="77777777" w:rsidR="00F62F50" w:rsidRPr="00F62F50" w:rsidRDefault="00F62F50">
                  <w:pPr>
                    <w:pStyle w:val="SIText"/>
                  </w:pPr>
                  <w:r w:rsidRPr="00F62F50">
                    <w:t>Contribute to animal care</w:t>
                  </w:r>
                </w:p>
              </w:tc>
            </w:tr>
            <w:tr w:rsidR="002A6C73" w:rsidRPr="00DF3883" w14:paraId="2F024AE1" w14:textId="77777777" w:rsidTr="004D2B88">
              <w:tc>
                <w:tcPr>
                  <w:tcW w:w="2006" w:type="dxa"/>
                </w:tcPr>
                <w:p w14:paraId="530C39CC" w14:textId="0526F829" w:rsidR="002A6C73" w:rsidRPr="00F62F50" w:rsidRDefault="002A6C73" w:rsidP="00F62F50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17122AD7" w14:textId="6BA3BCD3" w:rsidR="002A6C73" w:rsidRPr="00F62F50" w:rsidRDefault="002A6C73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2A6C73" w:rsidRPr="00DF3883" w14:paraId="3EDB223F" w14:textId="77777777" w:rsidTr="004D2B88">
              <w:tc>
                <w:tcPr>
                  <w:tcW w:w="2006" w:type="dxa"/>
                </w:tcPr>
                <w:p w14:paraId="01A195E7" w14:textId="7A2813AA" w:rsidR="002A6C73" w:rsidRPr="00F62F50" w:rsidRDefault="002A6C73" w:rsidP="00F62F50">
                  <w:pPr>
                    <w:pStyle w:val="SIText"/>
                  </w:pPr>
                  <w:r>
                    <w:t>TLIB0012</w:t>
                  </w:r>
                </w:p>
              </w:tc>
              <w:tc>
                <w:tcPr>
                  <w:tcW w:w="5670" w:type="dxa"/>
                </w:tcPr>
                <w:p w14:paraId="2F007026" w14:textId="6F9E1D89" w:rsidR="002A6C73" w:rsidRPr="00F62F50" w:rsidRDefault="002A6C73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2A6C73" w:rsidRPr="00DF3883" w14:paraId="383A695A" w14:textId="77777777" w:rsidTr="004D2B88">
              <w:tc>
                <w:tcPr>
                  <w:tcW w:w="2006" w:type="dxa"/>
                </w:tcPr>
                <w:p w14:paraId="12C9327D" w14:textId="7DB72DA4" w:rsidR="002A6C73" w:rsidRPr="00F62F50" w:rsidRDefault="002A6C73" w:rsidP="00F62F50">
                  <w:pPr>
                    <w:pStyle w:val="SIText"/>
                  </w:pPr>
                  <w:r>
                    <w:t>TLID</w:t>
                  </w:r>
                  <w:r w:rsidR="006A4A8E">
                    <w:t>0020</w:t>
                  </w:r>
                </w:p>
              </w:tc>
              <w:tc>
                <w:tcPr>
                  <w:tcW w:w="5670" w:type="dxa"/>
                </w:tcPr>
                <w:p w14:paraId="4BA29BA8" w14:textId="290DC4A0" w:rsidR="002A6C73" w:rsidRPr="00F62F50" w:rsidRDefault="002A6C73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41FBD7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A65242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5879BD" w:rsidRPr="00BC49BB" w14:paraId="4E8B5AF1" w14:textId="77777777" w:rsidTr="00EA116F">
              <w:tc>
                <w:tcPr>
                  <w:tcW w:w="1028" w:type="pct"/>
                </w:tcPr>
                <w:p w14:paraId="0E999D99" w14:textId="516D55E0" w:rsidR="005879BD" w:rsidRPr="005879BD" w:rsidRDefault="005879BD" w:rsidP="005879BD">
                  <w:pPr>
                    <w:pStyle w:val="SIText"/>
                  </w:pPr>
                  <w:r w:rsidRPr="005879BD">
                    <w:t>AHC1</w:t>
                  </w:r>
                  <w:r w:rsidR="003E7F53">
                    <w:t>02</w:t>
                  </w:r>
                  <w:r w:rsidR="00AB244F">
                    <w:t>XX</w:t>
                  </w:r>
                  <w:r w:rsidRPr="005879BD">
                    <w:t xml:space="preserve"> Certificate I in Agri</w:t>
                  </w:r>
                  <w:r w:rsidR="00A65242">
                    <w:t>culture</w:t>
                  </w:r>
                </w:p>
              </w:tc>
              <w:tc>
                <w:tcPr>
                  <w:tcW w:w="1105" w:type="pct"/>
                </w:tcPr>
                <w:p w14:paraId="363FA603" w14:textId="30CCFE5D" w:rsidR="005879BD" w:rsidRPr="005879BD" w:rsidRDefault="005879BD" w:rsidP="005879BD">
                  <w:pPr>
                    <w:pStyle w:val="SIText"/>
                  </w:pPr>
                  <w:r w:rsidRPr="005879BD">
                    <w:t xml:space="preserve">AHC10216 Certificate I in </w:t>
                  </w:r>
                  <w:proofErr w:type="spellStart"/>
                  <w:r w:rsidRPr="005879BD">
                    <w:t>AgriFood</w:t>
                  </w:r>
                  <w:proofErr w:type="spellEnd"/>
                  <w:r w:rsidRPr="005879BD">
                    <w:t xml:space="preserve"> Operations</w:t>
                  </w:r>
                </w:p>
              </w:tc>
              <w:tc>
                <w:tcPr>
                  <w:tcW w:w="1398" w:type="pct"/>
                </w:tcPr>
                <w:p w14:paraId="7CB72A0E" w14:textId="66669FA1" w:rsidR="0077611F" w:rsidRDefault="004A2734" w:rsidP="00AB244F">
                  <w:pPr>
                    <w:pStyle w:val="SIText"/>
                  </w:pPr>
                  <w:r>
                    <w:t xml:space="preserve">Updated </w:t>
                  </w:r>
                  <w:r w:rsidR="0077611F">
                    <w:t>to meet standards for Training Packages</w:t>
                  </w:r>
                </w:p>
                <w:p w14:paraId="0A06C6B2" w14:textId="4B63DAB6" w:rsidR="00A65242" w:rsidRDefault="00A65242" w:rsidP="00AB244F">
                  <w:pPr>
                    <w:pStyle w:val="SIText"/>
                  </w:pPr>
                  <w:r>
                    <w:t>Qualification title change</w:t>
                  </w:r>
                </w:p>
                <w:p w14:paraId="413A6735" w14:textId="13761305" w:rsidR="00AB244F" w:rsidRPr="00AB244F" w:rsidRDefault="0077611F" w:rsidP="00AB244F">
                  <w:pPr>
                    <w:pStyle w:val="SIText"/>
                  </w:pPr>
                  <w:r>
                    <w:t>Revised</w:t>
                  </w:r>
                  <w:r w:rsidR="00AB244F" w:rsidRPr="00AB244F">
                    <w:t xml:space="preserve"> packaging rules</w:t>
                  </w:r>
                  <w:r>
                    <w:t xml:space="preserve"> to better reflect outcomes</w:t>
                  </w:r>
                  <w:r w:rsidR="00AB244F" w:rsidRPr="00AB244F">
                    <w:t>,</w:t>
                  </w:r>
                </w:p>
                <w:p w14:paraId="789641EE" w14:textId="5F5BABD5" w:rsidR="00AB244F" w:rsidRPr="00AB244F" w:rsidRDefault="0077611F" w:rsidP="00AB244F">
                  <w:pPr>
                    <w:pStyle w:val="SIText"/>
                  </w:pPr>
                  <w:r>
                    <w:t>Revised</w:t>
                  </w:r>
                  <w:r w:rsidR="00AB244F" w:rsidRPr="00AB244F">
                    <w:t xml:space="preserve"> core units</w:t>
                  </w:r>
                </w:p>
                <w:p w14:paraId="42D09A1B" w14:textId="70963B56" w:rsidR="005879BD" w:rsidRPr="005879BD" w:rsidRDefault="0077611F" w:rsidP="00AB244F">
                  <w:pPr>
                    <w:pStyle w:val="SIText"/>
                  </w:pPr>
                  <w:r>
                    <w:t>A</w:t>
                  </w:r>
                  <w:r w:rsidR="00AB244F" w:rsidRPr="00AB244F">
                    <w:t xml:space="preserve">dded, </w:t>
                  </w:r>
                  <w:r>
                    <w:t xml:space="preserve">updated and </w:t>
                  </w:r>
                  <w:r w:rsidR="00AB244F" w:rsidRPr="00AB244F">
                    <w:t>removed elective units</w:t>
                  </w:r>
                </w:p>
              </w:tc>
              <w:tc>
                <w:tcPr>
                  <w:tcW w:w="1469" w:type="pct"/>
                </w:tcPr>
                <w:p w14:paraId="57B4CF8E" w14:textId="0CD47704" w:rsidR="005879BD" w:rsidRPr="005879BD" w:rsidRDefault="00AB244F" w:rsidP="005879BD">
                  <w:pPr>
                    <w:pStyle w:val="SIText"/>
                  </w:pPr>
                  <w:r>
                    <w:t>Not e</w:t>
                  </w:r>
                  <w:r w:rsidR="005879BD" w:rsidRPr="005879BD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6D40877C" w:rsidR="0074167B" w:rsidRPr="009E57E8" w:rsidRDefault="00140954" w:rsidP="009E57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9E57E8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9E57E8">
              <w:rPr>
                <w:rStyle w:val="SITemporarytext-blue"/>
                <w:color w:val="auto"/>
                <w:sz w:val="20"/>
              </w:rPr>
              <w:t>:</w:t>
            </w:r>
            <w:r w:rsidR="00EE1282">
              <w:rPr>
                <w:rStyle w:val="SITemporarytext-blue"/>
              </w:rPr>
              <w:t xml:space="preserve"> </w:t>
            </w:r>
            <w:hyperlink r:id="rId11" w:tgtFrame="_blank" w:history="1">
              <w:r w:rsidR="0074167B" w:rsidRPr="009E57E8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6C0F6" w14:textId="77777777" w:rsidR="00840B2D" w:rsidRDefault="00840B2D" w:rsidP="00BF3F0A">
      <w:r>
        <w:separator/>
      </w:r>
    </w:p>
    <w:p w14:paraId="70658D15" w14:textId="77777777" w:rsidR="00840B2D" w:rsidRDefault="00840B2D"/>
  </w:endnote>
  <w:endnote w:type="continuationSeparator" w:id="0">
    <w:p w14:paraId="405FEE82" w14:textId="77777777" w:rsidR="00840B2D" w:rsidRDefault="00840B2D" w:rsidP="00BF3F0A">
      <w:r>
        <w:continuationSeparator/>
      </w:r>
    </w:p>
    <w:p w14:paraId="3B4DBC9B" w14:textId="77777777" w:rsidR="00840B2D" w:rsidRDefault="00840B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F105" w14:textId="77777777" w:rsidR="00840B2D" w:rsidRDefault="00840B2D" w:rsidP="00BF3F0A">
      <w:r>
        <w:separator/>
      </w:r>
    </w:p>
    <w:p w14:paraId="085030A0" w14:textId="77777777" w:rsidR="00840B2D" w:rsidRDefault="00840B2D"/>
  </w:footnote>
  <w:footnote w:type="continuationSeparator" w:id="0">
    <w:p w14:paraId="7339F23C" w14:textId="77777777" w:rsidR="00840B2D" w:rsidRDefault="00840B2D" w:rsidP="00BF3F0A">
      <w:r>
        <w:continuationSeparator/>
      </w:r>
    </w:p>
    <w:p w14:paraId="110EE7DA" w14:textId="77777777" w:rsidR="00840B2D" w:rsidRDefault="00840B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15C86C45" w:rsidR="009C2650" w:rsidRDefault="00C86DA2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7242" w:rsidRPr="00D67242">
      <w:t>AHC1</w:t>
    </w:r>
    <w:r w:rsidR="003E7F53">
      <w:t>02</w:t>
    </w:r>
    <w:r w:rsidR="00AB244F">
      <w:t>XX</w:t>
    </w:r>
    <w:r w:rsidR="00D67242" w:rsidRPr="00D67242">
      <w:t xml:space="preserve"> Certificate I in Agri</w:t>
    </w:r>
    <w:r w:rsidR="00C7770B">
      <w:t>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58437">
    <w:abstractNumId w:val="10"/>
  </w:num>
  <w:num w:numId="2" w16cid:durableId="124204407">
    <w:abstractNumId w:val="5"/>
  </w:num>
  <w:num w:numId="3" w16cid:durableId="1429735885">
    <w:abstractNumId w:val="4"/>
  </w:num>
  <w:num w:numId="4" w16cid:durableId="1443109163">
    <w:abstractNumId w:val="18"/>
  </w:num>
  <w:num w:numId="5" w16cid:durableId="37553613">
    <w:abstractNumId w:val="2"/>
  </w:num>
  <w:num w:numId="6" w16cid:durableId="2137140590">
    <w:abstractNumId w:val="9"/>
  </w:num>
  <w:num w:numId="7" w16cid:durableId="1500270926">
    <w:abstractNumId w:val="3"/>
  </w:num>
  <w:num w:numId="8" w16cid:durableId="1707411240">
    <w:abstractNumId w:val="0"/>
  </w:num>
  <w:num w:numId="9" w16cid:durableId="788545683">
    <w:abstractNumId w:val="17"/>
  </w:num>
  <w:num w:numId="10" w16cid:durableId="1836457533">
    <w:abstractNumId w:val="12"/>
  </w:num>
  <w:num w:numId="11" w16cid:durableId="509487140">
    <w:abstractNumId w:val="15"/>
  </w:num>
  <w:num w:numId="12" w16cid:durableId="1689790604">
    <w:abstractNumId w:val="13"/>
  </w:num>
  <w:num w:numId="13" w16cid:durableId="1952516962">
    <w:abstractNumId w:val="20"/>
  </w:num>
  <w:num w:numId="14" w16cid:durableId="696272360">
    <w:abstractNumId w:val="11"/>
  </w:num>
  <w:num w:numId="15" w16cid:durableId="62147394">
    <w:abstractNumId w:val="19"/>
  </w:num>
  <w:num w:numId="16" w16cid:durableId="510729120">
    <w:abstractNumId w:val="8"/>
  </w:num>
  <w:num w:numId="17" w16cid:durableId="671491999">
    <w:abstractNumId w:val="6"/>
  </w:num>
  <w:num w:numId="18" w16cid:durableId="897085044">
    <w:abstractNumId w:val="16"/>
  </w:num>
  <w:num w:numId="19" w16cid:durableId="989821312">
    <w:abstractNumId w:val="1"/>
  </w:num>
  <w:num w:numId="20" w16cid:durableId="791247704">
    <w:abstractNumId w:val="7"/>
  </w:num>
  <w:num w:numId="21" w16cid:durableId="198006748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A6C73"/>
    <w:rsid w:val="002C55E9"/>
    <w:rsid w:val="002D0C8B"/>
    <w:rsid w:val="002E193E"/>
    <w:rsid w:val="002F1BE6"/>
    <w:rsid w:val="003036C7"/>
    <w:rsid w:val="003113D0"/>
    <w:rsid w:val="00321C7C"/>
    <w:rsid w:val="00337E82"/>
    <w:rsid w:val="00350BB1"/>
    <w:rsid w:val="00352C83"/>
    <w:rsid w:val="0036180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E7F53"/>
    <w:rsid w:val="004127E3"/>
    <w:rsid w:val="00423D30"/>
    <w:rsid w:val="004270D2"/>
    <w:rsid w:val="0043212E"/>
    <w:rsid w:val="00434366"/>
    <w:rsid w:val="00440FAA"/>
    <w:rsid w:val="00444423"/>
    <w:rsid w:val="00445DD5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2734"/>
    <w:rsid w:val="004A44E8"/>
    <w:rsid w:val="004B29B7"/>
    <w:rsid w:val="004B2A2B"/>
    <w:rsid w:val="004C2244"/>
    <w:rsid w:val="004C79A1"/>
    <w:rsid w:val="004D0D5F"/>
    <w:rsid w:val="004D1569"/>
    <w:rsid w:val="004D2710"/>
    <w:rsid w:val="004D2B88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52E8"/>
    <w:rsid w:val="005A6C9C"/>
    <w:rsid w:val="005A74DC"/>
    <w:rsid w:val="005B119D"/>
    <w:rsid w:val="005B5146"/>
    <w:rsid w:val="005C5CC5"/>
    <w:rsid w:val="005C7EA8"/>
    <w:rsid w:val="005D0916"/>
    <w:rsid w:val="005E5CFC"/>
    <w:rsid w:val="005F33CC"/>
    <w:rsid w:val="00601852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71792"/>
    <w:rsid w:val="0067179A"/>
    <w:rsid w:val="00687B62"/>
    <w:rsid w:val="00690C44"/>
    <w:rsid w:val="006969D9"/>
    <w:rsid w:val="006A2B68"/>
    <w:rsid w:val="006A4A8E"/>
    <w:rsid w:val="006A7F74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7611F"/>
    <w:rsid w:val="00781D77"/>
    <w:rsid w:val="007860B7"/>
    <w:rsid w:val="00786DC8"/>
    <w:rsid w:val="0079358C"/>
    <w:rsid w:val="007A1149"/>
    <w:rsid w:val="007C1416"/>
    <w:rsid w:val="007D3000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0B59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5E14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E57E8"/>
    <w:rsid w:val="009F0DCC"/>
    <w:rsid w:val="009F11CA"/>
    <w:rsid w:val="009F2E27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5242"/>
    <w:rsid w:val="00A6651B"/>
    <w:rsid w:val="00A76C6C"/>
    <w:rsid w:val="00A772D9"/>
    <w:rsid w:val="00A92DD1"/>
    <w:rsid w:val="00AA5338"/>
    <w:rsid w:val="00AB1B8E"/>
    <w:rsid w:val="00AB244F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038A"/>
    <w:rsid w:val="00C26067"/>
    <w:rsid w:val="00C30A29"/>
    <w:rsid w:val="00C317DC"/>
    <w:rsid w:val="00C44720"/>
    <w:rsid w:val="00C578E9"/>
    <w:rsid w:val="00C703E2"/>
    <w:rsid w:val="00C70626"/>
    <w:rsid w:val="00C72860"/>
    <w:rsid w:val="00C73B90"/>
    <w:rsid w:val="00C7770B"/>
    <w:rsid w:val="00C825D9"/>
    <w:rsid w:val="00C86DA2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3883"/>
    <w:rsid w:val="00E048B1"/>
    <w:rsid w:val="00E107F3"/>
    <w:rsid w:val="00E173AA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E1282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14B9"/>
    <w:rsid w:val="00F62F50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840B5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BB335F-5AD3-4474-84EF-D690FAECE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308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31</cp:revision>
  <cp:lastPrinted>2016-05-27T05:21:00Z</cp:lastPrinted>
  <dcterms:created xsi:type="dcterms:W3CDTF">2021-07-30T01:42:00Z</dcterms:created>
  <dcterms:modified xsi:type="dcterms:W3CDTF">2022-05-10T00:05:00Z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