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30CBDC63" w:rsidR="00A301E0" w:rsidRPr="00752A41" w:rsidRDefault="00495D00" w:rsidP="00752A41">
            <w:pPr>
              <w:pStyle w:val="SISSCODE"/>
            </w:pPr>
            <w:r>
              <w:t>AHCSS</w:t>
            </w:r>
            <w:r w:rsidR="009D303B">
              <w:t>00</w:t>
            </w:r>
            <w:r w:rsidR="00D2743E">
              <w:t>122</w:t>
            </w:r>
          </w:p>
        </w:tc>
        <w:tc>
          <w:tcPr>
            <w:tcW w:w="3604" w:type="pct"/>
            <w:shd w:val="clear" w:color="auto" w:fill="auto"/>
          </w:tcPr>
          <w:p w14:paraId="5892C01E" w14:textId="6E5B7D93" w:rsidR="00A301E0" w:rsidRPr="00752A41" w:rsidRDefault="00BD1324" w:rsidP="00752A41">
            <w:pPr>
              <w:pStyle w:val="SISStitle"/>
            </w:pPr>
            <w:r w:rsidRPr="00BD1324">
              <w:t>Pork Industry Stockperson 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056742" w:rsidRPr="00963A46" w14:paraId="4A25E125" w14:textId="77777777" w:rsidTr="0005674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9D8F6" w14:textId="17C7B1EC" w:rsidR="00056742" w:rsidRPr="00056742" w:rsidRDefault="00056742" w:rsidP="008C779B">
            <w:pPr>
              <w:pStyle w:val="SIText"/>
            </w:pPr>
            <w:r w:rsidRPr="00056742">
              <w:t xml:space="preserve">Release </w:t>
            </w:r>
            <w:r w:rsidR="00386E9C">
              <w:t>2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1E1F" w14:textId="5EB77A36" w:rsidR="00056742" w:rsidRPr="00056742" w:rsidRDefault="00056742" w:rsidP="008C779B">
            <w:pPr>
              <w:pStyle w:val="SIText"/>
            </w:pPr>
            <w:r w:rsidRPr="00056742">
              <w:t xml:space="preserve">This version released with AHC Agriculture, Horticulture and Conservation and Land Management Training Package Version </w:t>
            </w:r>
            <w:r>
              <w:t>8</w:t>
            </w:r>
            <w:r w:rsidRPr="00056742">
              <w:t>.0.</w:t>
            </w:r>
          </w:p>
          <w:p w14:paraId="5FA17369" w14:textId="77777777" w:rsidR="00056742" w:rsidRPr="00056742" w:rsidRDefault="00056742" w:rsidP="008C779B">
            <w:pPr>
              <w:pStyle w:val="SIText"/>
            </w:pPr>
          </w:p>
          <w:p w14:paraId="4FD56F91" w14:textId="0A8AF41D" w:rsidR="00056742" w:rsidRPr="00056742" w:rsidRDefault="00CF5D86" w:rsidP="008C779B">
            <w:pPr>
              <w:pStyle w:val="SIText"/>
            </w:pPr>
            <w:r>
              <w:t>C</w:t>
            </w:r>
            <w:r w:rsidR="00386E9C">
              <w:t>odes updated for four units</w:t>
            </w:r>
            <w:r>
              <w:t>.</w:t>
            </w:r>
          </w:p>
        </w:tc>
      </w:tr>
      <w:tr w:rsidR="00137981" w:rsidRPr="00963A46" w14:paraId="10806CD8" w14:textId="77777777" w:rsidTr="002A1BEA">
        <w:tc>
          <w:tcPr>
            <w:tcW w:w="1396" w:type="pct"/>
            <w:shd w:val="clear" w:color="auto" w:fill="auto"/>
          </w:tcPr>
          <w:p w14:paraId="6F749ABC" w14:textId="5339BB11" w:rsidR="00137981" w:rsidRPr="00137981" w:rsidRDefault="00137981" w:rsidP="00137981">
            <w:pPr>
              <w:pStyle w:val="SIText"/>
            </w:pPr>
            <w:r w:rsidRPr="00137981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347CF404" w14:textId="77777777" w:rsidR="00137981" w:rsidRPr="00137981" w:rsidRDefault="00137981" w:rsidP="00137981">
            <w:pPr>
              <w:pStyle w:val="SIText"/>
            </w:pPr>
            <w:r w:rsidRPr="00137981">
              <w:t>This version released with AHC Agriculture, Horticulture and Conservation and Land Management Training Package Version 7.0.</w:t>
            </w:r>
          </w:p>
          <w:p w14:paraId="38AA05AF" w14:textId="77777777" w:rsidR="00137981" w:rsidRPr="00137981" w:rsidRDefault="00137981" w:rsidP="00137981">
            <w:pPr>
              <w:pStyle w:val="SIText"/>
            </w:pPr>
          </w:p>
          <w:p w14:paraId="67610818" w14:textId="6DA8E84F" w:rsidR="00137981" w:rsidRPr="00137981" w:rsidRDefault="00137981" w:rsidP="00137981">
            <w:pPr>
              <w:pStyle w:val="SIText"/>
            </w:pPr>
            <w:r w:rsidRPr="00137981">
              <w:t xml:space="preserve">Supersedes and is not equivalent to </w:t>
            </w:r>
            <w:r w:rsidRPr="00137981">
              <w:rPr>
                <w:rStyle w:val="SIText-Italic"/>
              </w:rPr>
              <w:t>AHCSS00052 Pork Industry Stockperson Skill Set. Skill set requirements amended and a new unit required for completion of skill set.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122E799F" w14:textId="1A78CBF8" w:rsidR="0084204E" w:rsidRPr="0051545C" w:rsidRDefault="0084204E" w:rsidP="0051545C">
            <w:pPr>
              <w:pStyle w:val="SIText"/>
              <w:rPr>
                <w:rStyle w:val="SITemporaryText-blue"/>
                <w:color w:val="auto"/>
                <w:sz w:val="20"/>
                <w:szCs w:val="22"/>
              </w:rPr>
            </w:pPr>
            <w:r w:rsidRPr="0051545C">
              <w:rPr>
                <w:rStyle w:val="SITemporaryText-blue"/>
                <w:color w:val="auto"/>
                <w:sz w:val="20"/>
                <w:szCs w:val="22"/>
              </w:rPr>
              <w:t>This skill set provides the skills and knowledge required to</w:t>
            </w:r>
            <w:r w:rsidR="00E01249" w:rsidRPr="0051545C">
              <w:rPr>
                <w:rStyle w:val="SITemporaryText-blue"/>
                <w:color w:val="auto"/>
                <w:sz w:val="20"/>
                <w:szCs w:val="22"/>
              </w:rPr>
              <w:t xml:space="preserve"> </w:t>
            </w:r>
            <w:r w:rsidR="00F5262B" w:rsidRPr="0051545C">
              <w:rPr>
                <w:rStyle w:val="SITemporaryText-blue"/>
                <w:color w:val="auto"/>
                <w:sz w:val="20"/>
                <w:szCs w:val="22"/>
              </w:rPr>
              <w:t xml:space="preserve">undertake pig handling, moving, housing, feeding, and routine health care tasks </w:t>
            </w:r>
            <w:r w:rsidR="00E01249" w:rsidRPr="0051545C">
              <w:rPr>
                <w:rStyle w:val="SITemporaryText-blue"/>
                <w:color w:val="auto"/>
                <w:sz w:val="20"/>
                <w:szCs w:val="22"/>
              </w:rPr>
              <w:t xml:space="preserve">in </w:t>
            </w:r>
            <w:r w:rsidR="00F5262B" w:rsidRPr="0051545C">
              <w:rPr>
                <w:rStyle w:val="SITemporaryText-blue"/>
                <w:color w:val="auto"/>
                <w:sz w:val="20"/>
                <w:szCs w:val="22"/>
              </w:rPr>
              <w:t xml:space="preserve">a </w:t>
            </w:r>
            <w:r w:rsidR="00E01249" w:rsidRPr="0051545C">
              <w:rPr>
                <w:rStyle w:val="SITemporaryText-blue"/>
                <w:color w:val="auto"/>
                <w:sz w:val="20"/>
                <w:szCs w:val="22"/>
              </w:rPr>
              <w:t>pork production environment</w:t>
            </w:r>
            <w:r w:rsidR="00F5262B" w:rsidRPr="0051545C">
              <w:rPr>
                <w:rStyle w:val="SITemporaryText-blue"/>
                <w:color w:val="auto"/>
                <w:sz w:val="20"/>
                <w:szCs w:val="22"/>
              </w:rPr>
              <w:t xml:space="preserve">, including </w:t>
            </w:r>
            <w:r w:rsidR="00E01249" w:rsidRPr="0051545C">
              <w:rPr>
                <w:rStyle w:val="SITemporaryText-blue"/>
                <w:color w:val="auto"/>
                <w:sz w:val="20"/>
                <w:szCs w:val="22"/>
              </w:rPr>
              <w:t xml:space="preserve">compliance with </w:t>
            </w:r>
            <w:r w:rsidR="00F5262B" w:rsidRPr="0051545C">
              <w:rPr>
                <w:rStyle w:val="SITemporaryText-blue"/>
                <w:color w:val="auto"/>
                <w:sz w:val="20"/>
                <w:szCs w:val="22"/>
              </w:rPr>
              <w:t xml:space="preserve">industry </w:t>
            </w:r>
            <w:r w:rsidR="00E01249" w:rsidRPr="0051545C">
              <w:rPr>
                <w:rStyle w:val="SITemporaryText-blue"/>
                <w:color w:val="auto"/>
                <w:sz w:val="20"/>
                <w:szCs w:val="22"/>
              </w:rPr>
              <w:t xml:space="preserve">animal welfare, biosecurity </w:t>
            </w:r>
            <w:r w:rsidR="00F5262B" w:rsidRPr="0051545C">
              <w:rPr>
                <w:rStyle w:val="SITemporaryText-blue"/>
                <w:color w:val="auto"/>
                <w:sz w:val="20"/>
                <w:szCs w:val="22"/>
              </w:rPr>
              <w:t>and quality assurance requirements</w:t>
            </w:r>
            <w:r w:rsidR="00BB5CD5" w:rsidRPr="0051545C">
              <w:rPr>
                <w:rStyle w:val="SITemporaryText-blue"/>
                <w:color w:val="auto"/>
                <w:sz w:val="20"/>
                <w:szCs w:val="22"/>
              </w:rPr>
              <w:t>.</w:t>
            </w:r>
          </w:p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73CBCC1" w14:textId="03DDE743" w:rsidR="00C05231" w:rsidRPr="00FD5352" w:rsidRDefault="00FD5352" w:rsidP="00FD5352">
            <w:pPr>
              <w:pStyle w:val="SIText"/>
            </w:pPr>
            <w:r w:rsidRPr="00FD5352">
              <w:t xml:space="preserve">These units of competency provide credit towards </w:t>
            </w:r>
            <w:r w:rsidRPr="00FD5352">
              <w:rPr>
                <w:rStyle w:val="SIText-Italic"/>
              </w:rPr>
              <w:t>AHC301</w:t>
            </w:r>
            <w:r w:rsidR="008C3145">
              <w:rPr>
                <w:rStyle w:val="SIText-Italic"/>
              </w:rPr>
              <w:t>XX</w:t>
            </w:r>
            <w:r w:rsidRPr="00FD5352">
              <w:rPr>
                <w:rStyle w:val="SIText-Italic"/>
              </w:rPr>
              <w:t xml:space="preserve"> Certificate III in Agriculture and AHC304</w:t>
            </w:r>
            <w:r w:rsidR="008C3145">
              <w:rPr>
                <w:rStyle w:val="SIText-Italic"/>
              </w:rPr>
              <w:t>XX</w:t>
            </w:r>
            <w:r w:rsidRPr="00FD5352">
              <w:rPr>
                <w:rStyle w:val="SIText-Italic"/>
              </w:rPr>
              <w:t xml:space="preserve"> Certificate III in Pork Production.</w:t>
            </w:r>
          </w:p>
        </w:tc>
      </w:tr>
      <w:tr w:rsidR="00A301E0" w:rsidRPr="00963A46" w14:paraId="7970BB4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52070A67" w:rsidR="00A301E0" w:rsidRPr="00A301E0" w:rsidRDefault="00C05231" w:rsidP="00495D00">
            <w:pPr>
              <w:pStyle w:val="SIText"/>
            </w:pPr>
            <w:r w:rsidRPr="00C05231">
              <w:t>No licensing, legislative or certification requirements apply to this skill set at the time of publication.</w:t>
            </w:r>
          </w:p>
        </w:tc>
      </w:tr>
      <w:tr w:rsidR="00A772D9" w:rsidRPr="00963A46" w14:paraId="15E02E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69A2D74" w14:textId="77777777" w:rsidR="00DA11D3" w:rsidRPr="00DA11D3" w:rsidRDefault="00DA11D3" w:rsidP="00DA11D3">
            <w:pPr>
              <w:pStyle w:val="SIBulletList1"/>
            </w:pPr>
            <w:r w:rsidRPr="00DA11D3">
              <w:t>AHCBIO303 Apply biosecurity measures</w:t>
            </w:r>
          </w:p>
          <w:p w14:paraId="53CE87CB" w14:textId="77777777" w:rsidR="00DA11D3" w:rsidRPr="00DA11D3" w:rsidRDefault="00DA11D3" w:rsidP="00DA11D3">
            <w:pPr>
              <w:pStyle w:val="SIBulletList1"/>
            </w:pPr>
            <w:r w:rsidRPr="00DA11D3">
              <w:t>AHCLSK301 Administer medication to livestock</w:t>
            </w:r>
          </w:p>
          <w:p w14:paraId="353C499E" w14:textId="77777777" w:rsidR="00DA11D3" w:rsidRPr="00DA11D3" w:rsidRDefault="00DA11D3" w:rsidP="00DA11D3">
            <w:pPr>
              <w:pStyle w:val="SIBulletList1"/>
            </w:pPr>
            <w:r w:rsidRPr="00DA11D3">
              <w:t>AHCLSK309 Implement animal health control programs</w:t>
            </w:r>
          </w:p>
          <w:p w14:paraId="64E10830" w14:textId="77777777" w:rsidR="00DA11D3" w:rsidRPr="00DA11D3" w:rsidRDefault="00DA11D3" w:rsidP="00DA11D3">
            <w:pPr>
              <w:pStyle w:val="SIBulletList1"/>
            </w:pPr>
            <w:r w:rsidRPr="00DA11D3">
              <w:t>AHCLSK331 Comply with industry animal welfare requirements</w:t>
            </w:r>
          </w:p>
          <w:p w14:paraId="280418D1" w14:textId="6D5722A9" w:rsidR="00DA11D3" w:rsidRPr="00DA11D3" w:rsidRDefault="00DA11D3" w:rsidP="00DA11D3">
            <w:pPr>
              <w:pStyle w:val="SIBulletList1"/>
            </w:pPr>
            <w:r w:rsidRPr="00DA11D3">
              <w:t>AHCPRK2</w:t>
            </w:r>
            <w:r w:rsidR="00CF772C">
              <w:t>X</w:t>
            </w:r>
            <w:r w:rsidRPr="00DA11D3">
              <w:t>1 Care for health and welfare of pigs</w:t>
            </w:r>
          </w:p>
          <w:p w14:paraId="4038DBAC" w14:textId="33AC1AEB" w:rsidR="00DA11D3" w:rsidRPr="00DA11D3" w:rsidRDefault="00DA11D3" w:rsidP="00DA11D3">
            <w:pPr>
              <w:pStyle w:val="SIBulletList1"/>
            </w:pPr>
            <w:r w:rsidRPr="00DA11D3">
              <w:t>AHCPRK2</w:t>
            </w:r>
            <w:r w:rsidR="00CF772C">
              <w:t>X</w:t>
            </w:r>
            <w:r w:rsidRPr="00DA11D3">
              <w:t>3 Move and handle pigs</w:t>
            </w:r>
          </w:p>
          <w:p w14:paraId="605035D7" w14:textId="6C91690F" w:rsidR="00DA11D3" w:rsidRPr="00DA11D3" w:rsidRDefault="00DA11D3" w:rsidP="00DA11D3">
            <w:pPr>
              <w:pStyle w:val="SIBulletList1"/>
            </w:pPr>
            <w:r w:rsidRPr="00DA11D3">
              <w:t>AHCWHS3</w:t>
            </w:r>
            <w:r w:rsidR="009A3C8E">
              <w:t>X</w:t>
            </w:r>
            <w:r w:rsidRPr="00DA11D3">
              <w:t>1 Contribute to work health and safety processes</w:t>
            </w:r>
          </w:p>
          <w:p w14:paraId="39F562E8" w14:textId="45ABF5E5" w:rsidR="00181741" w:rsidRPr="00830B67" w:rsidRDefault="00DA11D3">
            <w:pPr>
              <w:pStyle w:val="SIBulletList1"/>
              <w:rPr>
                <w:rStyle w:val="SIStrikethroughtext"/>
                <w:lang w:eastAsia="en-AU"/>
              </w:rPr>
            </w:pPr>
            <w:r w:rsidRPr="00830B67">
              <w:rPr>
                <w:rStyle w:val="SIStrikethroughtext"/>
                <w:strike w:val="0"/>
                <w:color w:val="auto"/>
              </w:rPr>
              <w:t>AHCWRK2</w:t>
            </w:r>
            <w:r w:rsidR="005C4AEF">
              <w:t>X</w:t>
            </w:r>
            <w:r w:rsidRPr="00830B67">
              <w:rPr>
                <w:rStyle w:val="SIStrikethroughtext"/>
                <w:strike w:val="0"/>
                <w:color w:val="auto"/>
              </w:rPr>
              <w:t>6 Observe enterprise quality assurance procedures</w:t>
            </w:r>
          </w:p>
        </w:tc>
      </w:tr>
      <w:tr w:rsidR="005C7EA8" w:rsidRPr="00963A46" w14:paraId="4CA12348" w14:textId="77777777" w:rsidTr="000F79DB">
        <w:trPr>
          <w:trHeight w:val="799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6239CB07" w:rsidR="0016138C" w:rsidRPr="00536741" w:rsidRDefault="006A4C3D" w:rsidP="00740252">
            <w:pPr>
              <w:pStyle w:val="SIText"/>
            </w:pPr>
            <w:r w:rsidRPr="006A4C3D">
              <w:t>This skill set is for individuals working as animal attendants in the pork production industry.</w:t>
            </w:r>
          </w:p>
        </w:tc>
      </w:tr>
      <w:tr w:rsidR="00DB557A" w:rsidRPr="00963A46" w14:paraId="48999B53" w14:textId="77777777" w:rsidTr="008C779B">
        <w:trPr>
          <w:trHeight w:val="132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298C8F8A" w:rsidR="00881DDD" w:rsidRPr="00A44915" w:rsidRDefault="008B24C9">
            <w:pPr>
              <w:pStyle w:val="SIText"/>
            </w:pPr>
            <w:r w:rsidRPr="008C779B">
              <w:rPr>
                <w:rStyle w:val="SITemporaryText-blue"/>
                <w:color w:val="auto"/>
                <w:sz w:val="20"/>
                <w:szCs w:val="22"/>
              </w:rPr>
              <w:t xml:space="preserve">These competencies from the </w:t>
            </w:r>
            <w:r w:rsidRPr="008C779B">
              <w:rPr>
                <w:rStyle w:val="SIText-Italic"/>
              </w:rPr>
              <w:t>AHC Agriculture, Horticulture and Conservation and Land Management Training Package</w:t>
            </w:r>
            <w:r w:rsidRPr="008C779B">
              <w:rPr>
                <w:rStyle w:val="SITemporaryText-blue"/>
                <w:color w:val="auto"/>
                <w:sz w:val="20"/>
                <w:szCs w:val="22"/>
              </w:rPr>
              <w:t xml:space="preserve"> meet the requirements for stockpersons or piggery attendants to work unsupervised in the pork production industry.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152F0" w14:textId="77777777" w:rsidR="0097473A" w:rsidRDefault="0097473A" w:rsidP="00BF3F0A">
      <w:r>
        <w:separator/>
      </w:r>
    </w:p>
    <w:p w14:paraId="07E7A3F2" w14:textId="77777777" w:rsidR="0097473A" w:rsidRDefault="0097473A"/>
  </w:endnote>
  <w:endnote w:type="continuationSeparator" w:id="0">
    <w:p w14:paraId="1815A95D" w14:textId="77777777" w:rsidR="0097473A" w:rsidRDefault="0097473A" w:rsidP="00BF3F0A">
      <w:r>
        <w:continuationSeparator/>
      </w:r>
    </w:p>
    <w:p w14:paraId="120F02DF" w14:textId="77777777" w:rsidR="0097473A" w:rsidRDefault="009747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D125C" w14:textId="77777777" w:rsidR="0097473A" w:rsidRDefault="0097473A" w:rsidP="00BF3F0A">
      <w:r>
        <w:separator/>
      </w:r>
    </w:p>
    <w:p w14:paraId="4C562D56" w14:textId="77777777" w:rsidR="0097473A" w:rsidRDefault="0097473A"/>
  </w:footnote>
  <w:footnote w:type="continuationSeparator" w:id="0">
    <w:p w14:paraId="672BF75E" w14:textId="77777777" w:rsidR="0097473A" w:rsidRDefault="0097473A" w:rsidP="00BF3F0A">
      <w:r>
        <w:continuationSeparator/>
      </w:r>
    </w:p>
    <w:p w14:paraId="1CBDC61D" w14:textId="77777777" w:rsidR="0097473A" w:rsidRDefault="009747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18AD6A6C" w:rsidR="009C2650" w:rsidRDefault="0097473A" w:rsidP="009D303B">
    <w:pPr>
      <w:pStyle w:val="SIText"/>
    </w:pPr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8A83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D1324" w:rsidRPr="00BD1324">
      <w:t xml:space="preserve"> AHCSS00</w:t>
    </w:r>
    <w:r w:rsidR="00D2743E">
      <w:t>122</w:t>
    </w:r>
    <w:r w:rsidR="00BD1324" w:rsidRPr="00BD1324">
      <w:t xml:space="preserve"> Pork Industry Stockperson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56742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0F79DB"/>
    <w:rsid w:val="00101659"/>
    <w:rsid w:val="001078BF"/>
    <w:rsid w:val="00133957"/>
    <w:rsid w:val="001372F6"/>
    <w:rsid w:val="00137981"/>
    <w:rsid w:val="00144385"/>
    <w:rsid w:val="0014613A"/>
    <w:rsid w:val="00151D93"/>
    <w:rsid w:val="00156EF3"/>
    <w:rsid w:val="0016138C"/>
    <w:rsid w:val="00176A67"/>
    <w:rsid w:val="00176E4F"/>
    <w:rsid w:val="00181741"/>
    <w:rsid w:val="0018546B"/>
    <w:rsid w:val="001A6A3E"/>
    <w:rsid w:val="001A7B6D"/>
    <w:rsid w:val="001B34D5"/>
    <w:rsid w:val="001B4975"/>
    <w:rsid w:val="001B513A"/>
    <w:rsid w:val="001C0A75"/>
    <w:rsid w:val="001C3E3A"/>
    <w:rsid w:val="001D2756"/>
    <w:rsid w:val="001E1687"/>
    <w:rsid w:val="001E16BC"/>
    <w:rsid w:val="001E1F0B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35C8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369B"/>
    <w:rsid w:val="003315E1"/>
    <w:rsid w:val="00337E82"/>
    <w:rsid w:val="00350BB1"/>
    <w:rsid w:val="00352C83"/>
    <w:rsid w:val="00365923"/>
    <w:rsid w:val="0037067D"/>
    <w:rsid w:val="00384E88"/>
    <w:rsid w:val="00386E9C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2A11"/>
    <w:rsid w:val="00444423"/>
    <w:rsid w:val="004463CA"/>
    <w:rsid w:val="00451D24"/>
    <w:rsid w:val="00452F3E"/>
    <w:rsid w:val="00453E79"/>
    <w:rsid w:val="004640AE"/>
    <w:rsid w:val="00475172"/>
    <w:rsid w:val="004758B0"/>
    <w:rsid w:val="004832D2"/>
    <w:rsid w:val="00485559"/>
    <w:rsid w:val="00495D00"/>
    <w:rsid w:val="004A142B"/>
    <w:rsid w:val="004A44E8"/>
    <w:rsid w:val="004B29B7"/>
    <w:rsid w:val="004B5A82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545C"/>
    <w:rsid w:val="005248C1"/>
    <w:rsid w:val="00526134"/>
    <w:rsid w:val="00536741"/>
    <w:rsid w:val="005427C8"/>
    <w:rsid w:val="005446D1"/>
    <w:rsid w:val="0055115E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4AEF"/>
    <w:rsid w:val="005C7EA8"/>
    <w:rsid w:val="005F33CC"/>
    <w:rsid w:val="005F7F0E"/>
    <w:rsid w:val="006121D4"/>
    <w:rsid w:val="00613B49"/>
    <w:rsid w:val="00620E8E"/>
    <w:rsid w:val="00633CFE"/>
    <w:rsid w:val="00634FCA"/>
    <w:rsid w:val="006404B5"/>
    <w:rsid w:val="00644880"/>
    <w:rsid w:val="006452B8"/>
    <w:rsid w:val="006512B5"/>
    <w:rsid w:val="00652E62"/>
    <w:rsid w:val="00687B62"/>
    <w:rsid w:val="00690C44"/>
    <w:rsid w:val="00695891"/>
    <w:rsid w:val="006969D9"/>
    <w:rsid w:val="006A1D6C"/>
    <w:rsid w:val="006A2B68"/>
    <w:rsid w:val="006A4C3D"/>
    <w:rsid w:val="006A6ADC"/>
    <w:rsid w:val="006C159E"/>
    <w:rsid w:val="006C2F32"/>
    <w:rsid w:val="006D4448"/>
    <w:rsid w:val="006D70D6"/>
    <w:rsid w:val="006E2C4D"/>
    <w:rsid w:val="00705EEC"/>
    <w:rsid w:val="00707741"/>
    <w:rsid w:val="00722769"/>
    <w:rsid w:val="00727901"/>
    <w:rsid w:val="0073075B"/>
    <w:rsid w:val="007341FF"/>
    <w:rsid w:val="00740252"/>
    <w:rsid w:val="007404E9"/>
    <w:rsid w:val="007444CF"/>
    <w:rsid w:val="00752A41"/>
    <w:rsid w:val="0076523B"/>
    <w:rsid w:val="00771B60"/>
    <w:rsid w:val="007748BE"/>
    <w:rsid w:val="00781D77"/>
    <w:rsid w:val="00784186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3111"/>
    <w:rsid w:val="0080401F"/>
    <w:rsid w:val="008044AE"/>
    <w:rsid w:val="00817D51"/>
    <w:rsid w:val="00823530"/>
    <w:rsid w:val="00823FF4"/>
    <w:rsid w:val="008306E7"/>
    <w:rsid w:val="00830B67"/>
    <w:rsid w:val="00834BC8"/>
    <w:rsid w:val="00837FD6"/>
    <w:rsid w:val="0084204E"/>
    <w:rsid w:val="00847B60"/>
    <w:rsid w:val="00850243"/>
    <w:rsid w:val="008545EB"/>
    <w:rsid w:val="00856837"/>
    <w:rsid w:val="00865011"/>
    <w:rsid w:val="00881DDD"/>
    <w:rsid w:val="00883C6C"/>
    <w:rsid w:val="00886790"/>
    <w:rsid w:val="00890663"/>
    <w:rsid w:val="008908DE"/>
    <w:rsid w:val="00894FBB"/>
    <w:rsid w:val="008A12ED"/>
    <w:rsid w:val="008B24C9"/>
    <w:rsid w:val="008B2C77"/>
    <w:rsid w:val="008B4AD2"/>
    <w:rsid w:val="008C3145"/>
    <w:rsid w:val="008C779B"/>
    <w:rsid w:val="008E1E00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473A"/>
    <w:rsid w:val="0098725E"/>
    <w:rsid w:val="009A3C8E"/>
    <w:rsid w:val="009A5900"/>
    <w:rsid w:val="009C2650"/>
    <w:rsid w:val="009D15E2"/>
    <w:rsid w:val="009D15FE"/>
    <w:rsid w:val="009D303B"/>
    <w:rsid w:val="009D5D2C"/>
    <w:rsid w:val="009E3A87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4915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B4C47"/>
    <w:rsid w:val="00AC0696"/>
    <w:rsid w:val="00AC4C98"/>
    <w:rsid w:val="00AC5F6B"/>
    <w:rsid w:val="00AD3896"/>
    <w:rsid w:val="00AD5B47"/>
    <w:rsid w:val="00AE1ED9"/>
    <w:rsid w:val="00AE32CB"/>
    <w:rsid w:val="00AF3957"/>
    <w:rsid w:val="00AF603F"/>
    <w:rsid w:val="00B03CDA"/>
    <w:rsid w:val="00B12013"/>
    <w:rsid w:val="00B22C67"/>
    <w:rsid w:val="00B3508F"/>
    <w:rsid w:val="00B443EE"/>
    <w:rsid w:val="00B560C8"/>
    <w:rsid w:val="00B61150"/>
    <w:rsid w:val="00B65BC7"/>
    <w:rsid w:val="00B72DDD"/>
    <w:rsid w:val="00B746B9"/>
    <w:rsid w:val="00B848D4"/>
    <w:rsid w:val="00B865B7"/>
    <w:rsid w:val="00BA1CB1"/>
    <w:rsid w:val="00BA482D"/>
    <w:rsid w:val="00BA7B66"/>
    <w:rsid w:val="00BB23F4"/>
    <w:rsid w:val="00BB5CD5"/>
    <w:rsid w:val="00BC5075"/>
    <w:rsid w:val="00BC799B"/>
    <w:rsid w:val="00BD1324"/>
    <w:rsid w:val="00BD3B0F"/>
    <w:rsid w:val="00BF1D4C"/>
    <w:rsid w:val="00BF3F0A"/>
    <w:rsid w:val="00C01B36"/>
    <w:rsid w:val="00C05231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60C9"/>
    <w:rsid w:val="00CB746F"/>
    <w:rsid w:val="00CC1B62"/>
    <w:rsid w:val="00CC451E"/>
    <w:rsid w:val="00CD4E9D"/>
    <w:rsid w:val="00CD4F4D"/>
    <w:rsid w:val="00CE7D19"/>
    <w:rsid w:val="00CF0CF5"/>
    <w:rsid w:val="00CF2B3E"/>
    <w:rsid w:val="00CF5D86"/>
    <w:rsid w:val="00CF772C"/>
    <w:rsid w:val="00D0201F"/>
    <w:rsid w:val="00D03685"/>
    <w:rsid w:val="00D07D4E"/>
    <w:rsid w:val="00D115AA"/>
    <w:rsid w:val="00D145BE"/>
    <w:rsid w:val="00D20C57"/>
    <w:rsid w:val="00D25D16"/>
    <w:rsid w:val="00D2743E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11D3"/>
    <w:rsid w:val="00DA3C10"/>
    <w:rsid w:val="00DA53B5"/>
    <w:rsid w:val="00DB11B1"/>
    <w:rsid w:val="00DB3854"/>
    <w:rsid w:val="00DB557A"/>
    <w:rsid w:val="00DC1D69"/>
    <w:rsid w:val="00DC5A3A"/>
    <w:rsid w:val="00E01249"/>
    <w:rsid w:val="00E238E6"/>
    <w:rsid w:val="00E35064"/>
    <w:rsid w:val="00E438C3"/>
    <w:rsid w:val="00E501F0"/>
    <w:rsid w:val="00E679E2"/>
    <w:rsid w:val="00E75395"/>
    <w:rsid w:val="00E81E02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046B5"/>
    <w:rsid w:val="00F13884"/>
    <w:rsid w:val="00F1480E"/>
    <w:rsid w:val="00F1497D"/>
    <w:rsid w:val="00F16AAC"/>
    <w:rsid w:val="00F4044F"/>
    <w:rsid w:val="00F438FC"/>
    <w:rsid w:val="00F51345"/>
    <w:rsid w:val="00F5262B"/>
    <w:rsid w:val="00F5616F"/>
    <w:rsid w:val="00F56827"/>
    <w:rsid w:val="00F65EF0"/>
    <w:rsid w:val="00F71651"/>
    <w:rsid w:val="00F76CC6"/>
    <w:rsid w:val="00FD535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181741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2EC063-7056-4689-9907-F82D29AB5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107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Danni McDonald</cp:lastModifiedBy>
  <cp:revision>17</cp:revision>
  <cp:lastPrinted>2016-05-27T05:21:00Z</cp:lastPrinted>
  <dcterms:created xsi:type="dcterms:W3CDTF">2022-02-13T22:33:00Z</dcterms:created>
  <dcterms:modified xsi:type="dcterms:W3CDTF">2022-04-28T03:03:00Z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