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5EB4" w14:textId="77777777" w:rsidR="000E25E6" w:rsidRDefault="000E25E6" w:rsidP="00FD557D">
      <w:pPr>
        <w:pStyle w:val="SIHeading2"/>
      </w:pPr>
    </w:p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bookmarkStart w:id="0" w:name="_Hlk90895687"/>
            <w:r w:rsidRPr="00F56720">
              <w:t>Release 1</w:t>
            </w:r>
          </w:p>
        </w:tc>
        <w:tc>
          <w:tcPr>
            <w:tcW w:w="6939" w:type="dxa"/>
          </w:tcPr>
          <w:p w14:paraId="7254BEE7" w14:textId="201B4042" w:rsidR="00F56720" w:rsidRPr="00F56720" w:rsidRDefault="00F56720" w:rsidP="007067AF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7067AF" w:rsidRPr="009049BA">
              <w:rPr>
                <w:rStyle w:val="SITemporaryText-blue"/>
                <w:color w:val="auto"/>
                <w:sz w:val="20"/>
              </w:rPr>
              <w:t>9</w:t>
            </w:r>
            <w:r w:rsidRPr="00F56720">
              <w:t>.0.</w:t>
            </w:r>
          </w:p>
        </w:tc>
      </w:tr>
      <w:bookmarkEnd w:id="0"/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3F7DAC">
        <w:trPr>
          <w:tblHeader/>
        </w:trPr>
        <w:tc>
          <w:tcPr>
            <w:tcW w:w="1396" w:type="pct"/>
            <w:shd w:val="clear" w:color="auto" w:fill="auto"/>
          </w:tcPr>
          <w:p w14:paraId="70C28C50" w14:textId="44FACA48" w:rsidR="00AE6F9D" w:rsidRPr="00923720" w:rsidRDefault="00920E8C" w:rsidP="005404CB">
            <w:pPr>
              <w:pStyle w:val="SIUNITCODE"/>
            </w:pPr>
            <w:r>
              <w:t>AHCP</w:t>
            </w:r>
            <w:r w:rsidR="000742C3">
              <w:t>RK2</w:t>
            </w:r>
            <w:r w:rsidR="007F095B">
              <w:t>X</w:t>
            </w:r>
            <w:r w:rsidR="009F362D">
              <w:t>1</w:t>
            </w:r>
          </w:p>
        </w:tc>
        <w:tc>
          <w:tcPr>
            <w:tcW w:w="3604" w:type="pct"/>
            <w:shd w:val="clear" w:color="auto" w:fill="auto"/>
          </w:tcPr>
          <w:p w14:paraId="728DD6DD" w14:textId="7060078D" w:rsidR="00AE6F9D" w:rsidRPr="007F095B" w:rsidRDefault="000742C3" w:rsidP="007F095B">
            <w:pPr>
              <w:pStyle w:val="SIUnittitle"/>
              <w:rPr>
                <w:rStyle w:val="SIStrikethroughtext"/>
                <w:strike w:val="0"/>
                <w:color w:val="auto"/>
                <w:sz w:val="22"/>
              </w:rPr>
            </w:pPr>
            <w:r w:rsidRPr="00043DD8">
              <w:rPr>
                <w:rStyle w:val="SIStrikethroughtext"/>
                <w:strike w:val="0"/>
                <w:color w:val="auto"/>
                <w:sz w:val="22"/>
              </w:rPr>
              <w:t>Care for health and welfare of pigs</w:t>
            </w:r>
            <w:r w:rsidR="00043DD8" w:rsidRPr="00043DD8">
              <w:rPr>
                <w:rStyle w:val="SIStrikethroughtext"/>
                <w:strike w:val="0"/>
                <w:color w:val="auto"/>
                <w:sz w:val="22"/>
              </w:rPr>
              <w:t xml:space="preserve"> </w:t>
            </w:r>
          </w:p>
        </w:tc>
      </w:tr>
      <w:tr w:rsidR="00F1480E" w:rsidRPr="00963A46" w14:paraId="7DE98412" w14:textId="77777777" w:rsidTr="003F7DAC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1BC10D" w14:textId="2F0EAA07" w:rsidR="00C73361" w:rsidRPr="007F095B" w:rsidRDefault="002427D4" w:rsidP="007F095B">
            <w:pPr>
              <w:pStyle w:val="SIText"/>
            </w:pPr>
            <w:r w:rsidRPr="002427D4">
              <w:t xml:space="preserve">This unit of competency describes the skills and knowledge required to </w:t>
            </w:r>
            <w:r w:rsidR="00534E5A" w:rsidRPr="007F095B">
              <w:t xml:space="preserve">provide routine </w:t>
            </w:r>
            <w:r w:rsidR="00FC5EB6" w:rsidRPr="007F095B">
              <w:t xml:space="preserve">health </w:t>
            </w:r>
            <w:r w:rsidRPr="007F095B">
              <w:t xml:space="preserve">care for pigs. </w:t>
            </w:r>
            <w:r w:rsidR="00C73361" w:rsidRPr="007F095B">
              <w:t>It in</w:t>
            </w:r>
            <w:r w:rsidR="009A0BB8" w:rsidRPr="007F095B">
              <w:t>cludes</w:t>
            </w:r>
            <w:r w:rsidR="00C73361" w:rsidRPr="007F095B">
              <w:t xml:space="preserve"> </w:t>
            </w:r>
            <w:r w:rsidR="00CC6EBD" w:rsidRPr="007F095B">
              <w:rPr>
                <w:rStyle w:val="SITemporaryText-green"/>
                <w:color w:val="auto"/>
                <w:sz w:val="20"/>
              </w:rPr>
              <w:t>m</w:t>
            </w:r>
            <w:r w:rsidR="00F20E04" w:rsidRPr="007F095B">
              <w:rPr>
                <w:rStyle w:val="SITemporaryText-green"/>
                <w:color w:val="auto"/>
                <w:sz w:val="20"/>
              </w:rPr>
              <w:t>onitoring</w:t>
            </w:r>
            <w:r w:rsidR="00CC6EBD" w:rsidRPr="007F095B">
              <w:rPr>
                <w:rStyle w:val="SITemporaryText-green"/>
                <w:color w:val="auto"/>
                <w:sz w:val="20"/>
              </w:rPr>
              <w:t xml:space="preserve"> </w:t>
            </w:r>
            <w:r w:rsidR="001E60FB" w:rsidRPr="007F095B">
              <w:rPr>
                <w:rStyle w:val="SITemporaryText-green"/>
                <w:color w:val="auto"/>
                <w:sz w:val="20"/>
              </w:rPr>
              <w:t>pig</w:t>
            </w:r>
            <w:r w:rsidR="00094700" w:rsidRPr="007F095B">
              <w:rPr>
                <w:rStyle w:val="SITemporaryText-green"/>
                <w:color w:val="auto"/>
                <w:sz w:val="20"/>
              </w:rPr>
              <w:t xml:space="preserve"> environments</w:t>
            </w:r>
            <w:r w:rsidR="00F20E04" w:rsidRPr="007F095B">
              <w:rPr>
                <w:rStyle w:val="SITemporaryText-green"/>
                <w:color w:val="auto"/>
                <w:sz w:val="20"/>
              </w:rPr>
              <w:t xml:space="preserve">, feed and water, </w:t>
            </w:r>
            <w:r w:rsidR="00094700" w:rsidRPr="007F095B">
              <w:rPr>
                <w:rStyle w:val="SITemporaryText-green"/>
                <w:color w:val="auto"/>
                <w:sz w:val="20"/>
              </w:rPr>
              <w:t xml:space="preserve">and </w:t>
            </w:r>
            <w:r w:rsidR="00F20E04" w:rsidRPr="007F095B">
              <w:rPr>
                <w:rStyle w:val="SITemporaryText-green"/>
                <w:color w:val="auto"/>
                <w:sz w:val="20"/>
              </w:rPr>
              <w:t xml:space="preserve">completing </w:t>
            </w:r>
            <w:r w:rsidR="00C73361" w:rsidRPr="007F095B">
              <w:rPr>
                <w:rStyle w:val="SITemporaryText-green"/>
                <w:color w:val="auto"/>
                <w:sz w:val="20"/>
              </w:rPr>
              <w:t>health c</w:t>
            </w:r>
            <w:r w:rsidR="00FC5EB6" w:rsidRPr="007F095B">
              <w:rPr>
                <w:rStyle w:val="SITemporaryText-green"/>
                <w:color w:val="auto"/>
                <w:sz w:val="20"/>
              </w:rPr>
              <w:t>hecks and treatments</w:t>
            </w:r>
            <w:r w:rsidR="00CC6EBD" w:rsidRPr="007F095B">
              <w:rPr>
                <w:rStyle w:val="SITemporaryText-green"/>
                <w:color w:val="auto"/>
                <w:sz w:val="20"/>
              </w:rPr>
              <w:t>.</w:t>
            </w:r>
          </w:p>
          <w:p w14:paraId="64D4D78F" w14:textId="77777777" w:rsidR="00C73361" w:rsidRPr="007F095B" w:rsidRDefault="00C73361" w:rsidP="007F095B">
            <w:pPr>
              <w:pStyle w:val="SIText"/>
            </w:pPr>
          </w:p>
          <w:p w14:paraId="74302117" w14:textId="0D801C48" w:rsidR="00F10FC2" w:rsidRPr="007F095B" w:rsidRDefault="002427D4" w:rsidP="007F095B">
            <w:pPr>
              <w:pStyle w:val="SIText"/>
            </w:pPr>
            <w:r w:rsidRPr="007F095B">
              <w:t xml:space="preserve">This unit applies to workers in pork production </w:t>
            </w:r>
            <w:r w:rsidR="00F20E04" w:rsidRPr="007F095B">
              <w:t xml:space="preserve">who </w:t>
            </w:r>
            <w:r w:rsidR="005C433B" w:rsidRPr="007F095B">
              <w:t>undertake routine pig care tasks</w:t>
            </w:r>
            <w:r w:rsidRPr="007F095B">
              <w:t xml:space="preserve"> under supervision.</w:t>
            </w:r>
            <w:r w:rsidR="005C433B" w:rsidRPr="007F095B">
              <w:t xml:space="preserve"> </w:t>
            </w:r>
            <w:r w:rsidR="00F10FC2" w:rsidRPr="007F095B">
              <w:rPr>
                <w:rStyle w:val="SITemporaryText-green"/>
                <w:color w:val="auto"/>
                <w:sz w:val="20"/>
              </w:rPr>
              <w:t>Work environments may include indoor and outdoor pork production systems</w:t>
            </w:r>
            <w:r w:rsidR="00F10FC2" w:rsidRPr="007F095B">
              <w:t>.</w:t>
            </w:r>
          </w:p>
          <w:p w14:paraId="690FB4A1" w14:textId="75726657" w:rsidR="002427D4" w:rsidRDefault="002427D4" w:rsidP="002427D4">
            <w:pPr>
              <w:pStyle w:val="SIText"/>
            </w:pPr>
          </w:p>
          <w:p w14:paraId="0E842807" w14:textId="579F79FC" w:rsidR="00DE193A" w:rsidRPr="00DE193A" w:rsidRDefault="00DE193A" w:rsidP="00DE193A">
            <w:r w:rsidRPr="00DE193A">
              <w:t>Commonwealth and/or state/territory health and safety, animal welfare, environmental protection and biosecurity legislation, regulations and codes of practice apply to keeping and working with pigs. Requirements vary between jurisdictions.</w:t>
            </w:r>
          </w:p>
          <w:p w14:paraId="44A190F7" w14:textId="77777777" w:rsidR="003D4D0E" w:rsidRDefault="003D4D0E" w:rsidP="002427D4">
            <w:pPr>
              <w:rPr>
                <w:lang w:eastAsia="en-US"/>
              </w:rPr>
            </w:pPr>
          </w:p>
          <w:p w14:paraId="25064DF5" w14:textId="67B11612" w:rsidR="00373436" w:rsidRPr="000754EC" w:rsidRDefault="003D4D0E" w:rsidP="002427D4">
            <w:r w:rsidRPr="003D4D0E">
              <w:t>No licensing, legislative or certification requirements apply to this unit at the time of publication.</w:t>
            </w:r>
          </w:p>
        </w:tc>
      </w:tr>
      <w:tr w:rsidR="00F1480E" w:rsidRPr="00963A46" w14:paraId="7E846D13" w14:textId="77777777" w:rsidTr="003F7DAC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3F7DAC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44C61EE8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</w:t>
            </w:r>
            <w:r w:rsidR="002427D4">
              <w:t>rk</w:t>
            </w:r>
            <w:r w:rsidRPr="00E30772">
              <w:t xml:space="preserve"> (P</w:t>
            </w:r>
            <w:r w:rsidR="002427D4">
              <w:t>RK</w:t>
            </w:r>
            <w:r w:rsidRPr="00E30772">
              <w:t>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3F7DA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3F7DA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D249A" w:rsidRPr="00963A46" w14:paraId="7E1D724A" w14:textId="77777777" w:rsidTr="003F7DAC">
        <w:trPr>
          <w:cantSplit/>
        </w:trPr>
        <w:tc>
          <w:tcPr>
            <w:tcW w:w="1396" w:type="pct"/>
            <w:shd w:val="clear" w:color="auto" w:fill="auto"/>
          </w:tcPr>
          <w:p w14:paraId="30C336B1" w14:textId="0A7A4503" w:rsidR="004D249A" w:rsidRPr="002427D4" w:rsidRDefault="004D249A" w:rsidP="002427D4">
            <w:pPr>
              <w:pStyle w:val="SIText"/>
            </w:pPr>
            <w:r>
              <w:t xml:space="preserve">1. </w:t>
            </w:r>
            <w:r w:rsidR="00D47FDC">
              <w:t xml:space="preserve">Monitor </w:t>
            </w:r>
            <w:r>
              <w:t>pig environment</w:t>
            </w:r>
          </w:p>
        </w:tc>
        <w:tc>
          <w:tcPr>
            <w:tcW w:w="3604" w:type="pct"/>
            <w:shd w:val="clear" w:color="auto" w:fill="auto"/>
          </w:tcPr>
          <w:p w14:paraId="123476D6" w14:textId="65DC752F" w:rsidR="004D249A" w:rsidRPr="007F095B" w:rsidRDefault="004D249A" w:rsidP="007F095B">
            <w:pPr>
              <w:pStyle w:val="SIText"/>
            </w:pPr>
            <w:r w:rsidRPr="007F095B">
              <w:t xml:space="preserve">1.1 Check pig </w:t>
            </w:r>
            <w:r w:rsidR="009B0AA6" w:rsidRPr="007F095B">
              <w:t>accommodation</w:t>
            </w:r>
            <w:r w:rsidRPr="007F095B">
              <w:t xml:space="preserve"> and/or enclosures meet </w:t>
            </w:r>
            <w:r w:rsidRPr="007F095B">
              <w:rPr>
                <w:rStyle w:val="SITemporaryText-green"/>
                <w:color w:val="auto"/>
                <w:sz w:val="20"/>
              </w:rPr>
              <w:t xml:space="preserve">individual animal </w:t>
            </w:r>
            <w:r w:rsidR="000D1A4E" w:rsidRPr="007F095B">
              <w:rPr>
                <w:rStyle w:val="SITemporaryText-green"/>
                <w:color w:val="auto"/>
                <w:sz w:val="20"/>
              </w:rPr>
              <w:t xml:space="preserve">health and welfare </w:t>
            </w:r>
            <w:r w:rsidRPr="007F095B">
              <w:rPr>
                <w:rStyle w:val="SITemporaryText-green"/>
                <w:color w:val="auto"/>
                <w:sz w:val="20"/>
              </w:rPr>
              <w:t>requirements</w:t>
            </w:r>
            <w:r w:rsidRPr="007F095B">
              <w:t xml:space="preserve"> according to enterprise procedures</w:t>
            </w:r>
            <w:r w:rsidR="00F50052" w:rsidRPr="007F095B">
              <w:t>, including safety and security</w:t>
            </w:r>
          </w:p>
          <w:p w14:paraId="11E03252" w14:textId="6DD3BB67" w:rsidR="004D249A" w:rsidRPr="007F095B" w:rsidRDefault="004D249A" w:rsidP="007F095B">
            <w:pPr>
              <w:pStyle w:val="SIText"/>
            </w:pPr>
            <w:r w:rsidRPr="007F095B">
              <w:t xml:space="preserve">1.2 </w:t>
            </w:r>
            <w:r w:rsidR="00AF2FD3" w:rsidRPr="007F095B">
              <w:t xml:space="preserve">Check </w:t>
            </w:r>
            <w:r w:rsidRPr="007F095B">
              <w:t>temperature</w:t>
            </w:r>
            <w:r w:rsidR="001F3C30" w:rsidRPr="007F095B">
              <w:t>, ventilation, humidity</w:t>
            </w:r>
            <w:r w:rsidRPr="007F095B">
              <w:t xml:space="preserve"> and other environmental control equipment </w:t>
            </w:r>
            <w:r w:rsidR="001F3C30" w:rsidRPr="007F095B">
              <w:t>to meet pig needs</w:t>
            </w:r>
          </w:p>
          <w:p w14:paraId="1BEAC1C8" w14:textId="00B46F63" w:rsidR="00506DC7" w:rsidRPr="007F095B" w:rsidRDefault="00506DC7" w:rsidP="007F095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 xml:space="preserve">1.3 </w:t>
            </w:r>
            <w:r w:rsidR="00465C3A" w:rsidRPr="007F095B">
              <w:rPr>
                <w:rStyle w:val="SITemporaryText-green"/>
                <w:color w:val="auto"/>
                <w:sz w:val="20"/>
              </w:rPr>
              <w:t>Check</w:t>
            </w:r>
            <w:r w:rsidRPr="007F095B">
              <w:rPr>
                <w:rStyle w:val="SITemporaryText-green"/>
                <w:color w:val="auto"/>
                <w:sz w:val="20"/>
              </w:rPr>
              <w:t xml:space="preserve"> pig feeders and drinkers according to enterprise </w:t>
            </w:r>
            <w:r w:rsidR="003A06BA" w:rsidRPr="007F095B">
              <w:rPr>
                <w:rStyle w:val="SITemporaryText-green"/>
                <w:color w:val="auto"/>
                <w:sz w:val="20"/>
              </w:rPr>
              <w:t>schedule</w:t>
            </w:r>
          </w:p>
          <w:p w14:paraId="14BE2F23" w14:textId="23B23DE6" w:rsidR="001F3C30" w:rsidRPr="007F095B" w:rsidRDefault="001F3C30" w:rsidP="007F095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>1.</w:t>
            </w:r>
            <w:r w:rsidR="00323F99" w:rsidRPr="007F095B">
              <w:rPr>
                <w:rStyle w:val="SITemporaryText-green"/>
                <w:color w:val="auto"/>
                <w:sz w:val="20"/>
              </w:rPr>
              <w:t>4</w:t>
            </w:r>
            <w:r w:rsidRPr="007F095B">
              <w:rPr>
                <w:rStyle w:val="SITemporaryText-green"/>
                <w:color w:val="auto"/>
                <w:sz w:val="20"/>
              </w:rPr>
              <w:t xml:space="preserve"> </w:t>
            </w:r>
            <w:r w:rsidR="000D1A4E" w:rsidRPr="007F095B">
              <w:rPr>
                <w:rStyle w:val="SITemporaryText-green"/>
                <w:color w:val="auto"/>
                <w:sz w:val="20"/>
              </w:rPr>
              <w:t xml:space="preserve">Check for signs of </w:t>
            </w:r>
            <w:r w:rsidRPr="007F095B">
              <w:rPr>
                <w:rStyle w:val="SITemporaryText-green"/>
                <w:color w:val="auto"/>
                <w:sz w:val="20"/>
              </w:rPr>
              <w:t>pest</w:t>
            </w:r>
            <w:r w:rsidR="000D1A4E" w:rsidRPr="007F095B">
              <w:rPr>
                <w:rStyle w:val="SITemporaryText-green"/>
                <w:color w:val="auto"/>
                <w:sz w:val="20"/>
              </w:rPr>
              <w:t xml:space="preserve">s </w:t>
            </w:r>
            <w:r w:rsidR="00903249" w:rsidRPr="007F095B">
              <w:rPr>
                <w:rStyle w:val="SITemporaryText-green"/>
                <w:color w:val="auto"/>
                <w:sz w:val="20"/>
              </w:rPr>
              <w:t xml:space="preserve">and/or predators </w:t>
            </w:r>
            <w:r w:rsidR="00AE5C93" w:rsidRPr="007F095B">
              <w:rPr>
                <w:rStyle w:val="SITemporaryText-green"/>
                <w:color w:val="auto"/>
                <w:sz w:val="20"/>
              </w:rPr>
              <w:t>according to enterprise procedures</w:t>
            </w:r>
          </w:p>
          <w:p w14:paraId="4C15DF1E" w14:textId="3CD1D66A" w:rsidR="00AE5C93" w:rsidRPr="002427D4" w:rsidRDefault="00AE5C93" w:rsidP="002427D4">
            <w:r>
              <w:t>1.</w:t>
            </w:r>
            <w:r w:rsidR="00330CD6">
              <w:t xml:space="preserve">5 </w:t>
            </w:r>
            <w:r>
              <w:t xml:space="preserve">Record and report </w:t>
            </w:r>
            <w:r w:rsidR="00230212">
              <w:t xml:space="preserve">issues according to enterprise </w:t>
            </w:r>
            <w:r w:rsidR="00506C03">
              <w:t>requirements</w:t>
            </w:r>
          </w:p>
        </w:tc>
      </w:tr>
      <w:tr w:rsidR="002C2A66" w:rsidRPr="00963A46" w14:paraId="74A96AC1" w14:textId="77777777" w:rsidTr="002C2A6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7CB3C" w14:textId="350EC92D" w:rsidR="002C2A66" w:rsidRPr="002C2A66" w:rsidRDefault="007D55C5" w:rsidP="002C2A66">
            <w:pPr>
              <w:pStyle w:val="SIText"/>
            </w:pPr>
            <w:r>
              <w:t>2</w:t>
            </w:r>
            <w:r w:rsidR="002C2A66" w:rsidRPr="002C2A66">
              <w:t xml:space="preserve">. </w:t>
            </w:r>
            <w:r w:rsidR="00323F99">
              <w:t>M</w:t>
            </w:r>
            <w:r w:rsidR="002C2A66" w:rsidRPr="002C2A66">
              <w:t>aintain hygiene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68DC3" w14:textId="773F9EB6" w:rsidR="002F378C" w:rsidRPr="007F095B" w:rsidRDefault="007D55C5" w:rsidP="007F09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2</w:t>
            </w:r>
            <w:r w:rsidR="002C2A66" w:rsidRPr="007F095B">
              <w:rPr>
                <w:rStyle w:val="SITemporaryText-blue"/>
                <w:color w:val="auto"/>
                <w:sz w:val="20"/>
              </w:rPr>
              <w:t xml:space="preserve">.1 </w:t>
            </w:r>
            <w:r w:rsidR="00323F99" w:rsidRPr="007F095B">
              <w:rPr>
                <w:rStyle w:val="SITemporaryText-blue"/>
                <w:color w:val="auto"/>
                <w:sz w:val="20"/>
              </w:rPr>
              <w:t xml:space="preserve">Confirm </w:t>
            </w:r>
            <w:r w:rsidR="002F378C" w:rsidRPr="007F095B">
              <w:rPr>
                <w:rStyle w:val="SITemporaryText-blue"/>
                <w:color w:val="auto"/>
                <w:sz w:val="20"/>
              </w:rPr>
              <w:t>work areas</w:t>
            </w:r>
            <w:r w:rsidR="00323F99" w:rsidRPr="007F095B">
              <w:rPr>
                <w:rStyle w:val="SITemporaryText-blue"/>
                <w:color w:val="auto"/>
                <w:sz w:val="20"/>
              </w:rPr>
              <w:t>,</w:t>
            </w:r>
            <w:r w:rsidR="002F378C" w:rsidRPr="007F095B">
              <w:rPr>
                <w:rStyle w:val="SITemporaryText-blue"/>
                <w:color w:val="auto"/>
                <w:sz w:val="20"/>
              </w:rPr>
              <w:t xml:space="preserve"> surfaces and </w:t>
            </w:r>
            <w:r w:rsidR="00903249" w:rsidRPr="007F095B">
              <w:rPr>
                <w:rStyle w:val="SITemporaryText-blue"/>
                <w:color w:val="auto"/>
                <w:sz w:val="20"/>
              </w:rPr>
              <w:t>equipment</w:t>
            </w:r>
            <w:r w:rsidR="002F378C" w:rsidRPr="007F095B">
              <w:rPr>
                <w:rStyle w:val="SITemporaryText-blue"/>
                <w:color w:val="auto"/>
                <w:sz w:val="20"/>
              </w:rPr>
              <w:t xml:space="preserve"> to be cleaned</w:t>
            </w:r>
            <w:r w:rsidR="00997A57" w:rsidRPr="007F095B">
              <w:rPr>
                <w:rStyle w:val="SITemporaryText-blue"/>
                <w:color w:val="auto"/>
                <w:sz w:val="20"/>
              </w:rPr>
              <w:t xml:space="preserve"> and/or disinfected </w:t>
            </w:r>
          </w:p>
          <w:p w14:paraId="1C89E713" w14:textId="732CDEBC" w:rsidR="00997A57" w:rsidRPr="007F095B" w:rsidRDefault="007D55C5" w:rsidP="007F09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2</w:t>
            </w:r>
            <w:r w:rsidR="00997A57" w:rsidRPr="007F095B">
              <w:rPr>
                <w:rStyle w:val="SITemporaryText-blue"/>
                <w:color w:val="auto"/>
                <w:sz w:val="20"/>
              </w:rPr>
              <w:t>. 2 Identify hazards, assess risks and control and/or report risks prior to commencing tasks</w:t>
            </w:r>
          </w:p>
          <w:p w14:paraId="71727607" w14:textId="7C39766C" w:rsidR="00997A57" w:rsidRPr="007F095B" w:rsidRDefault="007D55C5" w:rsidP="007F09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2</w:t>
            </w:r>
            <w:r w:rsidR="00997A57" w:rsidRPr="007F095B">
              <w:rPr>
                <w:rStyle w:val="SITemporaryText-blue"/>
                <w:color w:val="auto"/>
                <w:sz w:val="20"/>
              </w:rPr>
              <w:t xml:space="preserve">.3 Select and fit </w:t>
            </w:r>
            <w:r w:rsidR="0002704E" w:rsidRPr="007F095B">
              <w:rPr>
                <w:rStyle w:val="SITemporaryText-blue"/>
                <w:color w:val="auto"/>
                <w:sz w:val="20"/>
              </w:rPr>
              <w:t xml:space="preserve">appropriate </w:t>
            </w:r>
            <w:r w:rsidR="00997A57" w:rsidRPr="007F095B">
              <w:rPr>
                <w:rStyle w:val="SITemporaryText-blue"/>
                <w:color w:val="auto"/>
                <w:sz w:val="20"/>
              </w:rPr>
              <w:t>personal protective equipment (PPE) required for the task</w:t>
            </w:r>
            <w:r w:rsidR="001A5897" w:rsidRPr="007F095B">
              <w:rPr>
                <w:rStyle w:val="SITemporaryText-blue"/>
                <w:color w:val="auto"/>
                <w:sz w:val="20"/>
              </w:rPr>
              <w:t>s</w:t>
            </w:r>
            <w:r w:rsidR="0002704E" w:rsidRPr="007F095B">
              <w:rPr>
                <w:rStyle w:val="SITemporaryText-blue"/>
                <w:color w:val="auto"/>
                <w:sz w:val="20"/>
              </w:rPr>
              <w:t xml:space="preserve"> and conditions</w:t>
            </w:r>
          </w:p>
          <w:p w14:paraId="4772924B" w14:textId="65B79A08" w:rsidR="00997A57" w:rsidRPr="007F095B" w:rsidRDefault="007D55C5" w:rsidP="007F09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2</w:t>
            </w:r>
            <w:r w:rsidR="003D2CDE" w:rsidRPr="007F095B">
              <w:rPr>
                <w:rStyle w:val="SITemporaryText-blue"/>
                <w:color w:val="auto"/>
                <w:sz w:val="20"/>
              </w:rPr>
              <w:t xml:space="preserve">.4 </w:t>
            </w:r>
            <w:r w:rsidR="00997A57" w:rsidRPr="007F095B">
              <w:rPr>
                <w:rStyle w:val="SITemporaryText-blue"/>
                <w:color w:val="auto"/>
                <w:sz w:val="20"/>
              </w:rPr>
              <w:t>Clean and</w:t>
            </w:r>
            <w:r w:rsidR="00051B89" w:rsidRPr="007F095B">
              <w:rPr>
                <w:rStyle w:val="SITemporaryText-blue"/>
                <w:color w:val="auto"/>
                <w:sz w:val="20"/>
              </w:rPr>
              <w:t>/or</w:t>
            </w:r>
            <w:r w:rsidR="00997A57" w:rsidRPr="007F095B">
              <w:rPr>
                <w:rStyle w:val="SITemporaryText-blue"/>
                <w:color w:val="auto"/>
                <w:sz w:val="20"/>
              </w:rPr>
              <w:t xml:space="preserve"> disinfect </w:t>
            </w:r>
            <w:r w:rsidR="003D2CDE" w:rsidRPr="007F095B">
              <w:t>work areas,</w:t>
            </w:r>
            <w:r w:rsidR="00051B89" w:rsidRPr="007F095B">
              <w:t xml:space="preserve"> equipment </w:t>
            </w:r>
            <w:r w:rsidR="003D2CDE" w:rsidRPr="007F095B">
              <w:t xml:space="preserve">and surfaces </w:t>
            </w:r>
            <w:r w:rsidR="00997A57" w:rsidRPr="007F095B">
              <w:rPr>
                <w:rStyle w:val="SITemporaryText-blue"/>
                <w:color w:val="auto"/>
                <w:sz w:val="20"/>
              </w:rPr>
              <w:t xml:space="preserve">according to enterprise </w:t>
            </w:r>
            <w:r w:rsidR="003D2CDE" w:rsidRPr="007F095B">
              <w:rPr>
                <w:rStyle w:val="SITemporaryText-blue"/>
                <w:color w:val="auto"/>
                <w:sz w:val="20"/>
              </w:rPr>
              <w:t>health, safety, personal hygiene and biosecurity procedures</w:t>
            </w:r>
          </w:p>
          <w:p w14:paraId="51458FC5" w14:textId="51581324" w:rsidR="002C2A66" w:rsidRPr="00546279" w:rsidRDefault="007D55C5" w:rsidP="007F095B">
            <w:pPr>
              <w:pStyle w:val="SIText"/>
            </w:pPr>
            <w:r w:rsidRPr="007F095B">
              <w:rPr>
                <w:rStyle w:val="SITemporaryText-blue"/>
                <w:color w:val="auto"/>
                <w:sz w:val="20"/>
              </w:rPr>
              <w:t>2</w:t>
            </w:r>
            <w:r w:rsidR="00D4447C" w:rsidRPr="007F095B">
              <w:rPr>
                <w:rStyle w:val="SITemporaryText-blue"/>
                <w:color w:val="auto"/>
                <w:sz w:val="20"/>
              </w:rPr>
              <w:t xml:space="preserve">.5 </w:t>
            </w:r>
            <w:r w:rsidRPr="007F095B">
              <w:rPr>
                <w:rStyle w:val="SITemporaryText-blue"/>
                <w:color w:val="auto"/>
                <w:sz w:val="20"/>
              </w:rPr>
              <w:t>D</w:t>
            </w:r>
            <w:r w:rsidR="00D4447C" w:rsidRPr="007F095B">
              <w:t xml:space="preserve">ispose of waste </w:t>
            </w:r>
            <w:r w:rsidRPr="007F095B">
              <w:t>according to</w:t>
            </w:r>
            <w:r w:rsidR="00D4447C" w:rsidRPr="007F095B">
              <w:t xml:space="preserve"> enterprise environmental 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and biosecurity </w:t>
            </w:r>
            <w:r w:rsidRPr="007F095B">
              <w:t>procedures</w:t>
            </w:r>
          </w:p>
        </w:tc>
      </w:tr>
      <w:tr w:rsidR="002427D4" w:rsidRPr="00963A46" w14:paraId="7AEC1602" w14:textId="77777777" w:rsidTr="003F7DAC">
        <w:trPr>
          <w:cantSplit/>
        </w:trPr>
        <w:tc>
          <w:tcPr>
            <w:tcW w:w="1396" w:type="pct"/>
            <w:shd w:val="clear" w:color="auto" w:fill="auto"/>
          </w:tcPr>
          <w:p w14:paraId="39C44998" w14:textId="579203F4" w:rsidR="006E5C42" w:rsidRPr="007F095B" w:rsidRDefault="006E5C42" w:rsidP="007F095B">
            <w:pPr>
              <w:pStyle w:val="SIText"/>
            </w:pPr>
            <w:r w:rsidRPr="007F095B">
              <w:t xml:space="preserve">3. </w:t>
            </w:r>
            <w:r w:rsidRPr="007F095B">
              <w:rPr>
                <w:rStyle w:val="SITemporaryText-blue"/>
                <w:color w:val="auto"/>
                <w:sz w:val="20"/>
              </w:rPr>
              <w:t>Carry out routine</w:t>
            </w:r>
            <w:r w:rsidRPr="007F095B">
              <w:t xml:space="preserve"> pig health </w:t>
            </w:r>
            <w:r w:rsidR="008B3FC8" w:rsidRPr="007F095B">
              <w:t>checks</w:t>
            </w:r>
          </w:p>
        </w:tc>
        <w:tc>
          <w:tcPr>
            <w:tcW w:w="3604" w:type="pct"/>
            <w:shd w:val="clear" w:color="auto" w:fill="auto"/>
          </w:tcPr>
          <w:p w14:paraId="63B873E9" w14:textId="17AE8D2C" w:rsidR="006E5C42" w:rsidRPr="00B03DFC" w:rsidRDefault="00563AA0" w:rsidP="00B03DF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49BA">
              <w:rPr>
                <w:rStyle w:val="SITemporaryText-blue"/>
                <w:color w:val="auto"/>
                <w:sz w:val="20"/>
              </w:rPr>
              <w:t>3</w:t>
            </w:r>
            <w:r w:rsidR="006E5C42" w:rsidRPr="00B03DFC">
              <w:rPr>
                <w:rStyle w:val="SITemporaryText-blue"/>
                <w:color w:val="auto"/>
                <w:sz w:val="20"/>
              </w:rPr>
              <w:t>.1 Identify signs of good health in pigs</w:t>
            </w:r>
          </w:p>
          <w:p w14:paraId="3643AE7A" w14:textId="1E6A892F" w:rsidR="006E5C42" w:rsidRPr="00B03DFC" w:rsidRDefault="00563AA0">
            <w:pPr>
              <w:pStyle w:val="SIText"/>
            </w:pPr>
            <w:r w:rsidRPr="00B03DFC">
              <w:t>3</w:t>
            </w:r>
            <w:r w:rsidR="006E5C42" w:rsidRPr="00B03DFC">
              <w:t xml:space="preserve">.2 Check pigs and report signs of ill health, diseases, parasite infestations, physical abnormalities </w:t>
            </w:r>
            <w:r w:rsidR="006E5C42" w:rsidRPr="00B03DFC">
              <w:rPr>
                <w:rStyle w:val="SITemporaryText-blue"/>
                <w:color w:val="auto"/>
                <w:sz w:val="20"/>
              </w:rPr>
              <w:t>and abnormal behaviour</w:t>
            </w:r>
          </w:p>
          <w:p w14:paraId="493C0954" w14:textId="781D8C63" w:rsidR="006E5C42" w:rsidRPr="00B03DFC" w:rsidRDefault="00563AA0">
            <w:pPr>
              <w:pStyle w:val="SIText"/>
            </w:pPr>
            <w:r w:rsidRPr="00B03DFC">
              <w:t>3</w:t>
            </w:r>
            <w:r w:rsidR="006E5C42" w:rsidRPr="00B03DFC">
              <w:t>.</w:t>
            </w:r>
            <w:r w:rsidR="006E5C42" w:rsidRPr="00B03DFC">
              <w:rPr>
                <w:rStyle w:val="SITemporaryText-blue"/>
                <w:color w:val="auto"/>
                <w:sz w:val="20"/>
              </w:rPr>
              <w:t>3</w:t>
            </w:r>
            <w:r w:rsidR="006E5C42" w:rsidRPr="00B03DFC">
              <w:t xml:space="preserve"> Seek immediate advice where signs indicate an unusual disease </w:t>
            </w:r>
          </w:p>
          <w:p w14:paraId="3A4818CC" w14:textId="209FBAA3" w:rsidR="002427D4" w:rsidRPr="007F095B" w:rsidRDefault="00563AA0">
            <w:pPr>
              <w:pStyle w:val="SIText"/>
            </w:pPr>
            <w:r w:rsidRPr="00B03DFC">
              <w:t>3</w:t>
            </w:r>
            <w:r w:rsidR="006E5C42" w:rsidRPr="00B03DFC">
              <w:t>.</w:t>
            </w:r>
            <w:r w:rsidR="006E5C42" w:rsidRPr="00B03DFC">
              <w:rPr>
                <w:rStyle w:val="SITemporaryText-blue"/>
                <w:color w:val="auto"/>
                <w:sz w:val="20"/>
              </w:rPr>
              <w:t xml:space="preserve">4 </w:t>
            </w:r>
            <w:r w:rsidR="006E5C42" w:rsidRPr="00B03DFC">
              <w:t>Record pig health status</w:t>
            </w:r>
          </w:p>
        </w:tc>
      </w:tr>
      <w:tr w:rsidR="002427D4" w:rsidRPr="00963A46" w14:paraId="3E4093E2" w14:textId="77777777" w:rsidTr="003F7DAC">
        <w:trPr>
          <w:cantSplit/>
        </w:trPr>
        <w:tc>
          <w:tcPr>
            <w:tcW w:w="1396" w:type="pct"/>
            <w:shd w:val="clear" w:color="auto" w:fill="auto"/>
          </w:tcPr>
          <w:p w14:paraId="5B38CEFB" w14:textId="2FF2C4DE" w:rsidR="002427D4" w:rsidRPr="002427D4" w:rsidRDefault="002427D4" w:rsidP="002427D4">
            <w:pPr>
              <w:pStyle w:val="SIText"/>
            </w:pPr>
            <w:r w:rsidRPr="002427D4">
              <w:lastRenderedPageBreak/>
              <w:t xml:space="preserve">4. Administer </w:t>
            </w:r>
            <w:r w:rsidR="005A47F7">
              <w:t xml:space="preserve">treatments </w:t>
            </w:r>
            <w:r w:rsidRPr="002427D4">
              <w:t>to pigs</w:t>
            </w:r>
          </w:p>
        </w:tc>
        <w:tc>
          <w:tcPr>
            <w:tcW w:w="3604" w:type="pct"/>
            <w:shd w:val="clear" w:color="auto" w:fill="auto"/>
          </w:tcPr>
          <w:p w14:paraId="369AD36F" w14:textId="2AC7BEAE" w:rsidR="00577734" w:rsidRPr="00577734" w:rsidRDefault="00563AA0" w:rsidP="00577734">
            <w:pPr>
              <w:rPr>
                <w:lang w:eastAsia="en-US"/>
              </w:rPr>
            </w:pPr>
            <w:r>
              <w:t>4</w:t>
            </w:r>
            <w:r w:rsidR="00577734" w:rsidRPr="00577734">
              <w:rPr>
                <w:lang w:eastAsia="en-US"/>
              </w:rPr>
              <w:t xml:space="preserve">.1 Confirm </w:t>
            </w:r>
            <w:r w:rsidR="00577734">
              <w:t>pig</w:t>
            </w:r>
            <w:r w:rsidR="00577734" w:rsidRPr="00577734">
              <w:rPr>
                <w:lang w:eastAsia="en-US"/>
              </w:rPr>
              <w:t xml:space="preserve"> identification and </w:t>
            </w:r>
            <w:r w:rsidR="00767AB2">
              <w:t xml:space="preserve">vaccine, medication or other </w:t>
            </w:r>
            <w:r w:rsidR="00577734" w:rsidRPr="00577734">
              <w:rPr>
                <w:lang w:eastAsia="en-US"/>
              </w:rPr>
              <w:t xml:space="preserve">treatment requirements with supervisor </w:t>
            </w:r>
          </w:p>
          <w:p w14:paraId="6CAE2D5A" w14:textId="4BEAED48" w:rsidR="00577734" w:rsidRPr="00577734" w:rsidRDefault="00563AA0" w:rsidP="00577734">
            <w:pPr>
              <w:rPr>
                <w:lang w:eastAsia="en-US"/>
              </w:rPr>
            </w:pPr>
            <w:r>
              <w:t>4</w:t>
            </w:r>
            <w:r w:rsidR="00577734" w:rsidRPr="00577734">
              <w:rPr>
                <w:lang w:eastAsia="en-US"/>
              </w:rPr>
              <w:t xml:space="preserve">2 </w:t>
            </w:r>
            <w:r w:rsidR="00577734" w:rsidRPr="00577734">
              <w:t xml:space="preserve">Identify hazards, assess risks and control and/or report risks prior to </w:t>
            </w:r>
            <w:r w:rsidR="00577734" w:rsidRPr="00577734">
              <w:rPr>
                <w:lang w:eastAsia="en-US"/>
              </w:rPr>
              <w:t>commencing</w:t>
            </w:r>
            <w:r w:rsidR="00577734" w:rsidRPr="00577734">
              <w:t xml:space="preserve"> tasks</w:t>
            </w:r>
          </w:p>
          <w:p w14:paraId="710EC257" w14:textId="0E9DB55B" w:rsidR="00577734" w:rsidRPr="00577734" w:rsidRDefault="00563AA0" w:rsidP="00577734">
            <w:pPr>
              <w:rPr>
                <w:lang w:eastAsia="en-US"/>
              </w:rPr>
            </w:pPr>
            <w:r>
              <w:t>4</w:t>
            </w:r>
            <w:r w:rsidR="00577734" w:rsidRPr="00577734">
              <w:rPr>
                <w:lang w:eastAsia="en-US"/>
              </w:rPr>
              <w:t xml:space="preserve">.3 Select and fit </w:t>
            </w:r>
            <w:r w:rsidR="00BC346B">
              <w:t xml:space="preserve">appropriate </w:t>
            </w:r>
            <w:r w:rsidR="00577734" w:rsidRPr="00577734">
              <w:rPr>
                <w:lang w:eastAsia="en-US"/>
              </w:rPr>
              <w:t>PPE required for the task</w:t>
            </w:r>
            <w:r w:rsidR="00BC346B">
              <w:t xml:space="preserve"> and conditions</w:t>
            </w:r>
          </w:p>
          <w:p w14:paraId="353B16D0" w14:textId="53432180" w:rsidR="00577734" w:rsidRPr="00577734" w:rsidRDefault="00563AA0" w:rsidP="00577734">
            <w:pPr>
              <w:rPr>
                <w:lang w:eastAsia="en-US"/>
              </w:rPr>
            </w:pPr>
            <w:r>
              <w:t>4</w:t>
            </w:r>
            <w:r w:rsidR="00577734" w:rsidRPr="00577734">
              <w:rPr>
                <w:lang w:eastAsia="en-US"/>
              </w:rPr>
              <w:t>.</w:t>
            </w:r>
            <w:r w:rsidR="00BC346B">
              <w:t>4</w:t>
            </w:r>
            <w:r w:rsidR="00577734" w:rsidRPr="00577734">
              <w:rPr>
                <w:lang w:eastAsia="en-US"/>
              </w:rPr>
              <w:t xml:space="preserve"> Provide routine </w:t>
            </w:r>
            <w:r w:rsidR="00577734">
              <w:t xml:space="preserve">vaccines, </w:t>
            </w:r>
            <w:r w:rsidR="00577734" w:rsidRPr="00577734">
              <w:rPr>
                <w:lang w:eastAsia="en-US"/>
              </w:rPr>
              <w:t xml:space="preserve">medications </w:t>
            </w:r>
            <w:r w:rsidR="005A47F7">
              <w:t>or other</w:t>
            </w:r>
            <w:r w:rsidR="00577734" w:rsidRPr="00577734">
              <w:rPr>
                <w:lang w:eastAsia="en-US"/>
              </w:rPr>
              <w:t xml:space="preserve"> treatments </w:t>
            </w:r>
            <w:r w:rsidR="00D72443">
              <w:t xml:space="preserve">to pigs </w:t>
            </w:r>
            <w:r w:rsidR="00577734" w:rsidRPr="00577734">
              <w:rPr>
                <w:lang w:eastAsia="en-US"/>
              </w:rPr>
              <w:t>using safe and low stress techniques</w:t>
            </w:r>
            <w:r w:rsidR="00AE72DF">
              <w:t xml:space="preserve"> according </w:t>
            </w:r>
            <w:r w:rsidR="00577734" w:rsidRPr="00577734">
              <w:rPr>
                <w:lang w:eastAsia="en-US"/>
              </w:rPr>
              <w:t xml:space="preserve">to </w:t>
            </w:r>
            <w:r w:rsidR="00577734">
              <w:t xml:space="preserve">enterprise </w:t>
            </w:r>
            <w:r w:rsidR="00577734" w:rsidRPr="00577734">
              <w:rPr>
                <w:lang w:eastAsia="en-US"/>
              </w:rPr>
              <w:t>requirements</w:t>
            </w:r>
          </w:p>
          <w:p w14:paraId="3105BA80" w14:textId="5169033E" w:rsidR="009B1C49" w:rsidRDefault="00563AA0" w:rsidP="00577734">
            <w:r>
              <w:t>4</w:t>
            </w:r>
            <w:r w:rsidR="00577734" w:rsidRPr="00577734">
              <w:t>.</w:t>
            </w:r>
            <w:r w:rsidR="00BC346B">
              <w:t xml:space="preserve">5 </w:t>
            </w:r>
            <w:r w:rsidR="00577734" w:rsidRPr="00577734">
              <w:t xml:space="preserve">Store </w:t>
            </w:r>
            <w:r w:rsidR="00767AB2">
              <w:t xml:space="preserve">vaccines, </w:t>
            </w:r>
            <w:r w:rsidR="00577734" w:rsidRPr="00577734">
              <w:t xml:space="preserve">medications and treatments according to </w:t>
            </w:r>
            <w:r w:rsidR="00767AB2">
              <w:t xml:space="preserve">enterprise </w:t>
            </w:r>
            <w:r w:rsidR="00577734" w:rsidRPr="00577734">
              <w:t>health, safety and biosecurity requirements</w:t>
            </w:r>
          </w:p>
          <w:p w14:paraId="2D695DCF" w14:textId="44AE2FE6" w:rsidR="002427D4" w:rsidRPr="002427D4" w:rsidRDefault="00563AA0" w:rsidP="002427D4">
            <w:r>
              <w:t>4</w:t>
            </w:r>
            <w:r w:rsidR="00AE72DF">
              <w:t>.6 Complete records according to enterprise requirements</w:t>
            </w:r>
          </w:p>
        </w:tc>
      </w:tr>
      <w:tr w:rsidR="002427D4" w:rsidRPr="00B03DFC" w14:paraId="1DB900C7" w14:textId="77777777" w:rsidTr="003F7DAC">
        <w:trPr>
          <w:cantSplit/>
        </w:trPr>
        <w:tc>
          <w:tcPr>
            <w:tcW w:w="1396" w:type="pct"/>
            <w:shd w:val="clear" w:color="auto" w:fill="auto"/>
          </w:tcPr>
          <w:p w14:paraId="224A0E4E" w14:textId="17C288A0" w:rsidR="002427D4" w:rsidRPr="00B03DFC" w:rsidRDefault="00B03DFC">
            <w:pPr>
              <w:pStyle w:val="SIText"/>
            </w:pPr>
            <w:r w:rsidRPr="00B03DFC">
              <w:t>5</w:t>
            </w:r>
            <w:r w:rsidR="002427D4" w:rsidRPr="00B03DFC">
              <w:t xml:space="preserve">. </w:t>
            </w:r>
            <w:r w:rsidR="00BC3DDB">
              <w:t xml:space="preserve">Respond to </w:t>
            </w:r>
            <w:r w:rsidR="002427D4" w:rsidRPr="00B03DFC">
              <w:t>dead or non-viable pigs</w:t>
            </w:r>
          </w:p>
        </w:tc>
        <w:tc>
          <w:tcPr>
            <w:tcW w:w="3604" w:type="pct"/>
            <w:shd w:val="clear" w:color="auto" w:fill="auto"/>
          </w:tcPr>
          <w:p w14:paraId="68D5379F" w14:textId="1D001D65" w:rsidR="002427D4" w:rsidRPr="009049BA" w:rsidRDefault="00B03DFC" w:rsidP="009049BA">
            <w:pPr>
              <w:pStyle w:val="SIText"/>
            </w:pPr>
            <w:r w:rsidRPr="00E34A94">
              <w:t>5</w:t>
            </w:r>
            <w:r w:rsidR="002427D4" w:rsidRPr="00E34A94">
              <w:t xml:space="preserve">.1 </w:t>
            </w:r>
            <w:r w:rsidR="00AE72DF" w:rsidRPr="00E34A94">
              <w:t>Remove and/or d</w:t>
            </w:r>
            <w:r w:rsidR="002427D4" w:rsidRPr="00081B19">
              <w:t xml:space="preserve">ispose of dead pigs </w:t>
            </w:r>
            <w:r w:rsidR="005A47F7" w:rsidRPr="009049BA">
              <w:t xml:space="preserve">according to enterprise </w:t>
            </w:r>
            <w:r w:rsidR="00542BDE" w:rsidRPr="009049BA">
              <w:t>procedures</w:t>
            </w:r>
          </w:p>
          <w:p w14:paraId="0E1383EE" w14:textId="1759396B" w:rsidR="003A3A76" w:rsidRPr="009049BA" w:rsidRDefault="00B03DFC" w:rsidP="009049BA">
            <w:pPr>
              <w:pStyle w:val="SIText"/>
            </w:pPr>
            <w:r w:rsidRPr="009049BA">
              <w:t>5</w:t>
            </w:r>
            <w:r w:rsidR="002427D4" w:rsidRPr="009049BA">
              <w:t>.2 Recognise, report and carry out appropriate procedures for non-viable pigs</w:t>
            </w:r>
            <w:r w:rsidR="00F64CAE" w:rsidRPr="009049BA">
              <w:br/>
            </w:r>
            <w:r w:rsidRPr="009049BA">
              <w:t>5</w:t>
            </w:r>
            <w:r w:rsidR="003A3A76" w:rsidRPr="009049BA">
              <w:t>.</w:t>
            </w:r>
            <w:r w:rsidR="00F64CAE" w:rsidRPr="009049BA">
              <w:t>3</w:t>
            </w:r>
            <w:r w:rsidR="003A3A76" w:rsidRPr="009049BA">
              <w:t xml:space="preserve"> Report and record pig losses and non-viable pigs </w:t>
            </w:r>
          </w:p>
        </w:tc>
      </w:tr>
    </w:tbl>
    <w:p w14:paraId="19C8756C" w14:textId="7D366016" w:rsidR="005F771F" w:rsidRPr="00EA65B8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3F7DAC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3F7DAC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C34EE" w:rsidRPr="00336FCA" w:rsidDel="00423CB2" w14:paraId="74B216CF" w14:textId="77777777" w:rsidTr="009C34E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8D6C" w14:textId="77777777" w:rsidR="009C34EE" w:rsidRPr="009C34EE" w:rsidRDefault="009C34EE" w:rsidP="009C34EE">
            <w:pPr>
              <w:pStyle w:val="SIText"/>
            </w:pPr>
            <w:bookmarkStart w:id="1" w:name="_Hlk91178344"/>
            <w:r w:rsidRPr="009C34EE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CAB" w14:textId="401E343A" w:rsidR="009C34EE" w:rsidRPr="009C34EE" w:rsidRDefault="009C34EE" w:rsidP="00F50052">
            <w:pPr>
              <w:pStyle w:val="SIBulletList1"/>
            </w:pPr>
            <w:r w:rsidRPr="009C34EE">
              <w:t xml:space="preserve">Interpret key information </w:t>
            </w:r>
            <w:r w:rsidR="00E508CE">
              <w:t>o</w:t>
            </w:r>
            <w:r w:rsidRPr="00D0737D">
              <w:t xml:space="preserve">n </w:t>
            </w:r>
            <w:r w:rsidRPr="00D0737D">
              <w:rPr>
                <w:rStyle w:val="SITemporaryText-blue"/>
                <w:color w:val="auto"/>
                <w:sz w:val="20"/>
              </w:rPr>
              <w:t xml:space="preserve">pig treatment </w:t>
            </w:r>
            <w:r w:rsidR="00E508CE" w:rsidRPr="007F095B">
              <w:rPr>
                <w:rStyle w:val="SITemporaryText-blue"/>
                <w:color w:val="auto"/>
                <w:sz w:val="20"/>
              </w:rPr>
              <w:t xml:space="preserve">from Farm Treatment Plan </w:t>
            </w:r>
            <w:r w:rsidR="000C52DC" w:rsidRPr="007F095B">
              <w:rPr>
                <w:rStyle w:val="SITemporaryText-blue"/>
                <w:color w:val="auto"/>
                <w:sz w:val="20"/>
              </w:rPr>
              <w:t>and</w:t>
            </w:r>
            <w:r w:rsidR="00E508CE" w:rsidRPr="007F095B">
              <w:rPr>
                <w:rStyle w:val="SITemporaryText-blue"/>
                <w:color w:val="auto"/>
                <w:sz w:val="20"/>
              </w:rPr>
              <w:t xml:space="preserve"> Approved Medication List</w:t>
            </w:r>
          </w:p>
        </w:tc>
      </w:tr>
      <w:tr w:rsidR="009C34EE" w:rsidRPr="00336FCA" w:rsidDel="00423CB2" w14:paraId="7FB67771" w14:textId="77777777" w:rsidTr="009C34E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0BCA" w14:textId="77777777" w:rsidR="009C34EE" w:rsidRPr="009C34EE" w:rsidRDefault="009C34EE" w:rsidP="009C34EE">
            <w:pPr>
              <w:pStyle w:val="SIText"/>
            </w:pPr>
            <w:r w:rsidRPr="009C34EE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49AF" w14:textId="7CAF3F8C" w:rsidR="009C34EE" w:rsidRPr="009C34EE" w:rsidRDefault="003375C2" w:rsidP="009C34EE">
            <w:pPr>
              <w:pStyle w:val="SIBulletList1"/>
              <w:rPr>
                <w:rFonts w:eastAsia="Calibri"/>
              </w:rPr>
            </w:pPr>
            <w:r>
              <w:t xml:space="preserve">Use industry terminology to record </w:t>
            </w:r>
            <w:r w:rsidR="009C34EE" w:rsidRPr="009C34EE">
              <w:t xml:space="preserve">information about </w:t>
            </w:r>
            <w:r>
              <w:t>pig health</w:t>
            </w:r>
            <w:r w:rsidR="009C34EE">
              <w:t xml:space="preserve"> </w:t>
            </w:r>
          </w:p>
        </w:tc>
      </w:tr>
      <w:tr w:rsidR="009C34EE" w:rsidRPr="00336FCA" w:rsidDel="00423CB2" w14:paraId="680AEC31" w14:textId="77777777" w:rsidTr="009C34E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2516" w14:textId="77777777" w:rsidR="009C34EE" w:rsidRPr="009C34EE" w:rsidRDefault="009C34EE" w:rsidP="009C34EE">
            <w:pPr>
              <w:pStyle w:val="SIText"/>
            </w:pPr>
            <w:r w:rsidRPr="009C34EE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7A5C" w14:textId="464A662C" w:rsidR="009C34EE" w:rsidRPr="009C34EE" w:rsidRDefault="009C34EE" w:rsidP="00D61BBD">
            <w:pPr>
              <w:pStyle w:val="SIBulletList1"/>
              <w:rPr>
                <w:rFonts w:eastAsia="Calibri"/>
              </w:rPr>
            </w:pPr>
            <w:r w:rsidRPr="00D61BBD">
              <w:rPr>
                <w:rStyle w:val="SITemporaryText-blue"/>
                <w:color w:val="auto"/>
                <w:sz w:val="20"/>
              </w:rPr>
              <w:t xml:space="preserve">Estimate and calculate quantity, </w:t>
            </w:r>
            <w:r w:rsidR="00D61BBD" w:rsidRPr="00D61BBD">
              <w:rPr>
                <w:rStyle w:val="SITemporaryText-blue"/>
                <w:color w:val="auto"/>
                <w:sz w:val="20"/>
              </w:rPr>
              <w:t>time</w:t>
            </w:r>
            <w:r w:rsidR="00D61BBD">
              <w:rPr>
                <w:rStyle w:val="SITemporaryText-blue"/>
              </w:rPr>
              <w:t xml:space="preserve">, </w:t>
            </w:r>
            <w:r w:rsidRPr="00D61BBD">
              <w:rPr>
                <w:rStyle w:val="SITemporaryText-blue"/>
                <w:color w:val="auto"/>
                <w:sz w:val="20"/>
              </w:rPr>
              <w:t>weight, temperature, volume and ratio</w:t>
            </w:r>
          </w:p>
        </w:tc>
      </w:tr>
      <w:tr w:rsidR="009C34EE" w:rsidRPr="00336FCA" w:rsidDel="00423CB2" w14:paraId="29277560" w14:textId="77777777" w:rsidTr="009C34E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40CAA" w14:textId="77777777" w:rsidR="009C34EE" w:rsidRPr="009C34EE" w:rsidRDefault="009C34EE" w:rsidP="009C34EE">
            <w:pPr>
              <w:pStyle w:val="SIText"/>
            </w:pPr>
            <w:r w:rsidRPr="009C34EE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688B5" w14:textId="77777777" w:rsidR="009C34EE" w:rsidRPr="009C34EE" w:rsidRDefault="009C34EE" w:rsidP="009C34EE">
            <w:pPr>
              <w:pStyle w:val="SIBulletList1"/>
            </w:pPr>
            <w:r w:rsidRPr="009C34EE">
              <w:t>Use active listening and questioning techniques to clarify and confirm supervisor instructions</w:t>
            </w:r>
          </w:p>
        </w:tc>
      </w:tr>
      <w:bookmarkEnd w:id="1"/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214DDAA7" w14:textId="7015A91E" w:rsidR="00D0737D" w:rsidRDefault="003375C2" w:rsidP="001D72DD">
            <w:pPr>
              <w:pStyle w:val="SIText"/>
            </w:pPr>
            <w:r w:rsidRPr="00D31FB3">
              <w:t>AHCPRK2</w:t>
            </w:r>
            <w:r w:rsidR="007F095B">
              <w:t>X</w:t>
            </w:r>
            <w:r w:rsidR="009F362D">
              <w:t>1</w:t>
            </w:r>
            <w:r w:rsidRPr="00D31FB3">
              <w:t xml:space="preserve"> </w:t>
            </w:r>
          </w:p>
          <w:p w14:paraId="1B3226A6" w14:textId="6DC01C9C" w:rsidR="001D72DD" w:rsidRPr="007F095B" w:rsidRDefault="00AF0ADB" w:rsidP="00F5005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Care for health and welfare of pigs</w:t>
            </w:r>
          </w:p>
        </w:tc>
        <w:tc>
          <w:tcPr>
            <w:tcW w:w="1105" w:type="pct"/>
          </w:tcPr>
          <w:p w14:paraId="6E0178EE" w14:textId="783562AF" w:rsidR="001D72DD" w:rsidRPr="009C1437" w:rsidRDefault="00D31FB3" w:rsidP="001D72DD">
            <w:pPr>
              <w:pStyle w:val="SIText"/>
            </w:pPr>
            <w:r w:rsidRPr="00D31FB3">
              <w:t>AHCPRK201 Care for health and welfare of pigs</w:t>
            </w:r>
          </w:p>
        </w:tc>
        <w:tc>
          <w:tcPr>
            <w:tcW w:w="1251" w:type="pct"/>
          </w:tcPr>
          <w:p w14:paraId="4E4EB99A" w14:textId="17895FA8" w:rsidR="00B223C1" w:rsidRPr="00B223C1" w:rsidRDefault="00B223C1" w:rsidP="00B223C1">
            <w:pPr>
              <w:rPr>
                <w:lang w:eastAsia="en-US"/>
              </w:rPr>
            </w:pPr>
            <w:r w:rsidRPr="00B223C1">
              <w:rPr>
                <w:lang w:eastAsia="en-US"/>
              </w:rPr>
              <w:t xml:space="preserve">Application updated </w:t>
            </w:r>
          </w:p>
          <w:p w14:paraId="76D705E0" w14:textId="7E7028DD" w:rsidR="00B223C1" w:rsidRDefault="00B223C1" w:rsidP="00B223C1">
            <w:r>
              <w:t>Element 6 removed</w:t>
            </w:r>
          </w:p>
          <w:p w14:paraId="5AAA7E0F" w14:textId="77777777" w:rsidR="001D172F" w:rsidRDefault="001D172F" w:rsidP="00B223C1">
            <w:r>
              <w:t>Other e</w:t>
            </w:r>
            <w:r w:rsidRPr="001D172F">
              <w:t>lements revised and re-sequenced for clarity</w:t>
            </w:r>
          </w:p>
          <w:p w14:paraId="3FC5ABF6" w14:textId="2FD05AD4" w:rsidR="00B223C1" w:rsidRDefault="00B223C1" w:rsidP="00B223C1">
            <w:pPr>
              <w:rPr>
                <w:lang w:eastAsia="en-US"/>
              </w:rPr>
            </w:pPr>
            <w:r w:rsidRPr="00B223C1">
              <w:rPr>
                <w:lang w:eastAsia="en-US"/>
              </w:rPr>
              <w:t xml:space="preserve">Performance criteria </w:t>
            </w:r>
            <w:r w:rsidR="001D172F">
              <w:t xml:space="preserve">added or </w:t>
            </w:r>
            <w:r w:rsidRPr="00B223C1">
              <w:rPr>
                <w:lang w:eastAsia="en-US"/>
              </w:rPr>
              <w:t>revised for clarity</w:t>
            </w:r>
          </w:p>
          <w:p w14:paraId="20015FF3" w14:textId="48F8CDAF" w:rsidR="00665358" w:rsidRPr="00B223C1" w:rsidRDefault="00665358" w:rsidP="00B223C1">
            <w:pPr>
              <w:rPr>
                <w:lang w:eastAsia="en-US"/>
              </w:rPr>
            </w:pPr>
            <w:r>
              <w:t>Foundation Skills added</w:t>
            </w:r>
          </w:p>
          <w:p w14:paraId="49893F5E" w14:textId="7457A227" w:rsidR="001D72DD" w:rsidRPr="001D72DD" w:rsidRDefault="00B223C1" w:rsidP="00B223C1">
            <w:pPr>
              <w:pStyle w:val="SIText"/>
            </w:pPr>
            <w:r w:rsidRPr="00B223C1">
              <w:rPr>
                <w:lang w:eastAsia="en-AU"/>
              </w:rP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7438DB86" w:rsidR="001D72DD" w:rsidRPr="001D72DD" w:rsidRDefault="003375C2" w:rsidP="001D72DD">
            <w:pPr>
              <w:pStyle w:val="SIText"/>
            </w:pPr>
            <w:r>
              <w:t>No</w:t>
            </w:r>
            <w:r w:rsidR="00D0737D">
              <w:t>t</w:t>
            </w:r>
            <w:r>
              <w:t xml:space="preserve"> equivalent 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3F7DAC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1C9751D6" w:rsidR="00527978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527978" w:rsidRPr="00911CFB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3F7DAC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1D82BCFD" w:rsidR="00556C4C" w:rsidRPr="005404CB" w:rsidRDefault="00556C4C" w:rsidP="000C52DC">
            <w:pPr>
              <w:pStyle w:val="SIUnittitle"/>
            </w:pPr>
            <w:r w:rsidRPr="00F56827">
              <w:t xml:space="preserve">Assessment requirements for </w:t>
            </w:r>
            <w:r w:rsidR="000742C3" w:rsidRPr="000742C3">
              <w:t>AHCPRK2</w:t>
            </w:r>
            <w:r w:rsidR="007F095B">
              <w:t>X</w:t>
            </w:r>
            <w:r w:rsidR="009F362D">
              <w:t>1</w:t>
            </w:r>
            <w:r w:rsidR="000742C3" w:rsidRPr="000742C3">
              <w:t xml:space="preserve"> </w:t>
            </w:r>
            <w:r w:rsidR="000742C3" w:rsidRPr="007F095B">
              <w:rPr>
                <w:rStyle w:val="SIStrikethroughtext"/>
                <w:strike w:val="0"/>
                <w:color w:val="auto"/>
                <w:sz w:val="22"/>
              </w:rPr>
              <w:t>Care for health and welfare of pigs</w:t>
            </w:r>
            <w:r w:rsidR="00D0737D" w:rsidRPr="000C52DC">
              <w:t xml:space="preserve"> </w:t>
            </w:r>
          </w:p>
        </w:tc>
      </w:tr>
      <w:tr w:rsidR="00556C4C" w:rsidRPr="00A55106" w14:paraId="17F6B96C" w14:textId="77777777" w:rsidTr="003F7DA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9049BA">
        <w:trPr>
          <w:trHeight w:val="6567"/>
        </w:trPr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5E5192" w:rsidRDefault="006E42FE" w:rsidP="008939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E5192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5E5192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5E5192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5E5192">
              <w:rPr>
                <w:rStyle w:val="SITemporaryText-blue"/>
                <w:color w:val="auto"/>
                <w:sz w:val="20"/>
              </w:rPr>
              <w:t>in</w:t>
            </w:r>
            <w:r w:rsidRPr="005E5192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522F80C4" w14:textId="49753A8B" w:rsidR="00D077F8" w:rsidRPr="009049BA" w:rsidRDefault="00D077F8" w:rsidP="009049BA">
            <w:pPr>
              <w:pStyle w:val="SIText"/>
            </w:pPr>
          </w:p>
          <w:p w14:paraId="485999B5" w14:textId="54FC8CB2" w:rsidR="00CC260D" w:rsidRDefault="00E13BA8" w:rsidP="00CC260D">
            <w:pPr>
              <w:pStyle w:val="SIText"/>
            </w:pPr>
            <w:r w:rsidRPr="00E13BA8">
              <w:t xml:space="preserve">There must be evidence that the individual has </w:t>
            </w:r>
            <w:r w:rsidR="006F6234">
              <w:t>safely and ef</w:t>
            </w:r>
            <w:r w:rsidR="00506AB2">
              <w:t>fectively</w:t>
            </w:r>
            <w:r w:rsidR="006F6234">
              <w:t xml:space="preserve"> </w:t>
            </w:r>
            <w:r w:rsidRPr="00E13BA8">
              <w:t>c</w:t>
            </w:r>
            <w:r>
              <w:t xml:space="preserve">ared for </w:t>
            </w:r>
            <w:r w:rsidRPr="00E13BA8">
              <w:t xml:space="preserve">at least </w:t>
            </w:r>
            <w:r w:rsidR="006F6234">
              <w:t xml:space="preserve">four </w:t>
            </w:r>
            <w:r>
              <w:t xml:space="preserve">different </w:t>
            </w:r>
            <w:r w:rsidR="00C072A2">
              <w:t xml:space="preserve">groups </w:t>
            </w:r>
            <w:r>
              <w:t>pigs</w:t>
            </w:r>
            <w:r w:rsidR="006F6234">
              <w:t xml:space="preserve"> over a period of </w:t>
            </w:r>
            <w:r w:rsidR="002E6035">
              <w:t xml:space="preserve">at least five </w:t>
            </w:r>
            <w:r w:rsidR="006F6234">
              <w:t>days</w:t>
            </w:r>
            <w:r w:rsidR="00213870">
              <w:t>.</w:t>
            </w:r>
            <w:r w:rsidR="00C072A2">
              <w:t xml:space="preserve"> </w:t>
            </w:r>
            <w:r w:rsidR="000C52DC">
              <w:t>Each</w:t>
            </w:r>
            <w:r w:rsidR="00C072A2">
              <w:t xml:space="preserve"> group must include at least </w:t>
            </w:r>
            <w:r w:rsidR="00C45890">
              <w:t>three</w:t>
            </w:r>
            <w:r w:rsidR="00C072A2">
              <w:t xml:space="preserve"> pigs.</w:t>
            </w:r>
            <w:r w:rsidR="00C45890">
              <w:t xml:space="preserve"> </w:t>
            </w:r>
            <w:r w:rsidR="00CC260D" w:rsidRPr="00440856">
              <w:t xml:space="preserve">For </w:t>
            </w:r>
            <w:r w:rsidR="00CC260D" w:rsidRPr="00CC260D">
              <w:t xml:space="preserve">each </w:t>
            </w:r>
            <w:r w:rsidR="00C072A2">
              <w:t>group</w:t>
            </w:r>
            <w:r w:rsidR="00CC260D" w:rsidRPr="00CC260D">
              <w:t>, the individual must have:</w:t>
            </w:r>
          </w:p>
          <w:p w14:paraId="6619E3CB" w14:textId="78843AD7" w:rsidR="006F74E7" w:rsidRPr="006F74E7" w:rsidRDefault="006F74E7" w:rsidP="006F74E7">
            <w:pPr>
              <w:pStyle w:val="SIBulletList1"/>
            </w:pPr>
            <w:r w:rsidRPr="006F74E7">
              <w:t>identified at least t</w:t>
            </w:r>
            <w:r>
              <w:t>wo</w:t>
            </w:r>
            <w:r w:rsidRPr="006F74E7">
              <w:t xml:space="preserve"> hazards, and assessed and controlled and/or reported associated risks</w:t>
            </w:r>
          </w:p>
          <w:p w14:paraId="0A44D3F7" w14:textId="77777777" w:rsidR="006F74E7" w:rsidRPr="006F74E7" w:rsidRDefault="006F74E7" w:rsidP="006F74E7">
            <w:pPr>
              <w:pStyle w:val="SIBulletList1"/>
            </w:pPr>
            <w:r w:rsidRPr="006F74E7">
              <w:t>selected, checked and correctly fitted appropriate personal protective equipment (PPE)</w:t>
            </w:r>
          </w:p>
          <w:p w14:paraId="27322FC3" w14:textId="11428A18" w:rsidR="00CC260D" w:rsidRDefault="00CC260D" w:rsidP="00145F7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 xml:space="preserve">used safe and low stress </w:t>
            </w:r>
            <w:r w:rsidR="00145F76" w:rsidRPr="007F095B">
              <w:rPr>
                <w:rStyle w:val="SITemporaryText-blue"/>
                <w:color w:val="auto"/>
                <w:sz w:val="20"/>
              </w:rPr>
              <w:t>animal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 handling techniques</w:t>
            </w:r>
          </w:p>
          <w:p w14:paraId="40E7A6DE" w14:textId="1C1E41C6" w:rsidR="00CC260D" w:rsidRPr="00CC260D" w:rsidRDefault="00CC260D" w:rsidP="009049BA">
            <w:pPr>
              <w:pStyle w:val="SIBulletList1"/>
            </w:pPr>
            <w:r w:rsidRPr="00213870">
              <w:rPr>
                <w:rStyle w:val="SITemporaryText-blue"/>
                <w:color w:val="auto"/>
                <w:sz w:val="20"/>
              </w:rPr>
              <w:t xml:space="preserve">maintained feed and water </w:t>
            </w:r>
            <w:r w:rsidR="00213870" w:rsidRPr="007F095B">
              <w:rPr>
                <w:rStyle w:val="SITemporaryText-blue"/>
                <w:color w:val="auto"/>
                <w:sz w:val="20"/>
              </w:rPr>
              <w:t>availability</w:t>
            </w:r>
          </w:p>
          <w:p w14:paraId="76F24330" w14:textId="4A8BE60C" w:rsidR="00CC260D" w:rsidRPr="00CC260D" w:rsidRDefault="00CC260D" w:rsidP="00CC260D">
            <w:pPr>
              <w:pStyle w:val="SIBulletList1"/>
            </w:pPr>
            <w:r w:rsidRPr="00440856">
              <w:t>maintain</w:t>
            </w:r>
            <w:r w:rsidRPr="00CC260D">
              <w:t xml:space="preserve">ed </w:t>
            </w:r>
            <w:r w:rsidR="004144A4">
              <w:t xml:space="preserve">pig </w:t>
            </w:r>
            <w:r w:rsidRPr="00CC260D">
              <w:t>environments, including:</w:t>
            </w:r>
          </w:p>
          <w:p w14:paraId="20F6D1C6" w14:textId="5489BE29" w:rsidR="004144A4" w:rsidRDefault="00CC260D" w:rsidP="00CC260D">
            <w:pPr>
              <w:pStyle w:val="SIBulletList2"/>
            </w:pPr>
            <w:r w:rsidRPr="00440856">
              <w:t>clean</w:t>
            </w:r>
            <w:r w:rsidRPr="00CC260D">
              <w:t>ed feed</w:t>
            </w:r>
            <w:r w:rsidR="001E60FB">
              <w:t>ing</w:t>
            </w:r>
            <w:r w:rsidRPr="00CC260D">
              <w:t xml:space="preserve"> and water</w:t>
            </w:r>
            <w:r w:rsidR="001E60FB">
              <w:t>ing</w:t>
            </w:r>
            <w:r w:rsidRPr="00CC260D">
              <w:t xml:space="preserve"> equipment</w:t>
            </w:r>
          </w:p>
          <w:p w14:paraId="66FA1B20" w14:textId="56395A70" w:rsidR="004C1BB0" w:rsidRDefault="004C1BB0" w:rsidP="00CC260D">
            <w:pPr>
              <w:pStyle w:val="SIBulletList2"/>
            </w:pPr>
            <w:r>
              <w:t xml:space="preserve">identified and reported </w:t>
            </w:r>
            <w:r w:rsidR="001E60FB">
              <w:t xml:space="preserve">signs of </w:t>
            </w:r>
            <w:r w:rsidR="00872742">
              <w:t xml:space="preserve">pest and/or </w:t>
            </w:r>
            <w:r>
              <w:t>predator activity</w:t>
            </w:r>
          </w:p>
          <w:p w14:paraId="3C152D70" w14:textId="64003557" w:rsidR="007D291F" w:rsidRPr="00CC260D" w:rsidRDefault="007D291F" w:rsidP="00CC260D">
            <w:pPr>
              <w:pStyle w:val="SIBulletList2"/>
            </w:pPr>
            <w:r>
              <w:t>disposed of waste materials according to environmental requirements</w:t>
            </w:r>
          </w:p>
          <w:p w14:paraId="6005A460" w14:textId="484090DE" w:rsidR="00793BF6" w:rsidRPr="00793BF6" w:rsidRDefault="00793BF6" w:rsidP="007F095B">
            <w:pPr>
              <w:pStyle w:val="SIBulletList1"/>
            </w:pPr>
            <w:r w:rsidRPr="00793BF6">
              <w:t xml:space="preserve">monitored and reported basic </w:t>
            </w:r>
            <w:r w:rsidR="00B97023">
              <w:t xml:space="preserve">pig </w:t>
            </w:r>
            <w:r w:rsidRPr="00793BF6">
              <w:t>health and identified signs of:</w:t>
            </w:r>
          </w:p>
          <w:p w14:paraId="537FDB5A" w14:textId="51EE56C4" w:rsidR="00793BF6" w:rsidRPr="00793BF6" w:rsidRDefault="00793BF6" w:rsidP="007F095B">
            <w:pPr>
              <w:pStyle w:val="SIBulletList2"/>
            </w:pPr>
            <w:r w:rsidRPr="00793BF6">
              <w:t xml:space="preserve">ill health, injury or </w:t>
            </w:r>
            <w:r w:rsidR="00B97023">
              <w:t>distress</w:t>
            </w:r>
          </w:p>
          <w:p w14:paraId="6B0EFBC9" w14:textId="77777777" w:rsidR="00793BF6" w:rsidRPr="00793BF6" w:rsidRDefault="00793BF6" w:rsidP="007F095B">
            <w:pPr>
              <w:pStyle w:val="SIBulletList2"/>
            </w:pPr>
            <w:r w:rsidRPr="00793BF6">
              <w:t>abnormal or depressed appetite</w:t>
            </w:r>
          </w:p>
          <w:p w14:paraId="38DE4408" w14:textId="565FF07F" w:rsidR="00793BF6" w:rsidRPr="00793BF6" w:rsidRDefault="00793BF6" w:rsidP="007F095B">
            <w:pPr>
              <w:pStyle w:val="SIBulletList2"/>
            </w:pPr>
            <w:r w:rsidRPr="00793BF6">
              <w:t>non-routine behaviour</w:t>
            </w:r>
            <w:r w:rsidR="002C2BA3">
              <w:t>.</w:t>
            </w:r>
          </w:p>
          <w:p w14:paraId="74963CA1" w14:textId="77777777" w:rsidR="00AA6E79" w:rsidRDefault="00AA6E79" w:rsidP="00B97023"/>
          <w:p w14:paraId="56AE494B" w14:textId="7F76332D" w:rsidR="00B97023" w:rsidRPr="00B97023" w:rsidRDefault="005241D0" w:rsidP="00B97023">
            <w:pPr>
              <w:rPr>
                <w:lang w:eastAsia="en-US"/>
              </w:rPr>
            </w:pPr>
            <w:r>
              <w:t>T</w:t>
            </w:r>
            <w:r w:rsidR="00B97023" w:rsidRPr="00B97023">
              <w:rPr>
                <w:lang w:eastAsia="en-US"/>
              </w:rPr>
              <w:t xml:space="preserve">he individual must </w:t>
            </w:r>
            <w:r>
              <w:t xml:space="preserve">also </w:t>
            </w:r>
            <w:r w:rsidR="00B97023" w:rsidRPr="00B97023">
              <w:rPr>
                <w:lang w:eastAsia="en-US"/>
              </w:rPr>
              <w:t xml:space="preserve">have treated </w:t>
            </w:r>
            <w:r w:rsidR="00B97023">
              <w:t xml:space="preserve">at least </w:t>
            </w:r>
            <w:r w:rsidR="00CE416E">
              <w:t>five different</w:t>
            </w:r>
            <w:r w:rsidR="00B97023">
              <w:t xml:space="preserve"> pigs</w:t>
            </w:r>
            <w:r w:rsidR="00B97023" w:rsidRPr="00B97023">
              <w:rPr>
                <w:lang w:eastAsia="en-US"/>
              </w:rPr>
              <w:t xml:space="preserve"> as directed, including:</w:t>
            </w:r>
          </w:p>
          <w:p w14:paraId="4A4F946B" w14:textId="58C362A2" w:rsidR="007D291F" w:rsidRPr="00B97023" w:rsidRDefault="007D291F" w:rsidP="007F095B">
            <w:pPr>
              <w:pStyle w:val="SIBulletList1"/>
            </w:pPr>
            <w:r w:rsidRPr="007D291F">
              <w:t>used appropriate technique</w:t>
            </w:r>
            <w:r w:rsidR="001E60FB">
              <w:t>s</w:t>
            </w:r>
            <w:r w:rsidRPr="007D291F">
              <w:t xml:space="preserve"> and location to administer </w:t>
            </w:r>
            <w:r w:rsidR="00CE416E">
              <w:t xml:space="preserve">treatments </w:t>
            </w:r>
          </w:p>
          <w:p w14:paraId="34AC6F30" w14:textId="5463DE2C" w:rsidR="00B97023" w:rsidRPr="00B97023" w:rsidRDefault="00B97023" w:rsidP="007F095B">
            <w:pPr>
              <w:pStyle w:val="SIBulletList1"/>
            </w:pPr>
            <w:r w:rsidRPr="00B97023">
              <w:t xml:space="preserve">safely </w:t>
            </w:r>
            <w:r w:rsidR="000C52DC" w:rsidRPr="007F095B">
              <w:rPr>
                <w:rStyle w:val="SITemporaryText-blue"/>
                <w:color w:val="auto"/>
                <w:sz w:val="20"/>
              </w:rPr>
              <w:t>handled and stored</w:t>
            </w:r>
            <w:r w:rsidR="000C52DC">
              <w:t xml:space="preserve"> </w:t>
            </w:r>
            <w:r w:rsidRPr="00B97023">
              <w:t xml:space="preserve">materials used for treatments according to </w:t>
            </w:r>
            <w:r w:rsidR="004C1BB0">
              <w:t>enterprise</w:t>
            </w:r>
            <w:r w:rsidRPr="00B97023">
              <w:t xml:space="preserve"> health, safety</w:t>
            </w:r>
            <w:r w:rsidR="00ED3278">
              <w:t>, environmental</w:t>
            </w:r>
            <w:r w:rsidRPr="00B97023">
              <w:t xml:space="preserve"> and biosecurity requirements</w:t>
            </w:r>
          </w:p>
          <w:p w14:paraId="40739CD4" w14:textId="5E525173" w:rsidR="00B97023" w:rsidRDefault="00B97023" w:rsidP="004C1BB0">
            <w:pPr>
              <w:pStyle w:val="SIBulletList1"/>
            </w:pPr>
            <w:r w:rsidRPr="00B97023">
              <w:rPr>
                <w:lang w:eastAsia="en-AU"/>
              </w:rPr>
              <w:t>documented a</w:t>
            </w:r>
            <w:r w:rsidR="00D7047D">
              <w:t xml:space="preserve">ll </w:t>
            </w:r>
            <w:r w:rsidRPr="00B97023">
              <w:rPr>
                <w:lang w:eastAsia="en-AU"/>
              </w:rPr>
              <w:t xml:space="preserve">treatments provided to </w:t>
            </w:r>
            <w:r w:rsidR="004C1BB0">
              <w:t xml:space="preserve">pigs </w:t>
            </w:r>
            <w:r w:rsidRPr="00B97023">
              <w:rPr>
                <w:lang w:eastAsia="en-AU"/>
              </w:rPr>
              <w:t xml:space="preserve">according to </w:t>
            </w:r>
            <w:r w:rsidR="004C1BB0">
              <w:t>enterprise</w:t>
            </w:r>
            <w:r w:rsidR="004C1BB0" w:rsidRPr="004C1BB0">
              <w:t xml:space="preserve"> </w:t>
            </w:r>
            <w:r w:rsidRPr="00B97023">
              <w:rPr>
                <w:lang w:eastAsia="en-AU"/>
              </w:rPr>
              <w:t>requirements</w:t>
            </w:r>
            <w:r w:rsidR="00B25DC0">
              <w:t>.</w:t>
            </w:r>
          </w:p>
          <w:p w14:paraId="38E35582" w14:textId="77777777" w:rsidR="005241D0" w:rsidRDefault="005241D0" w:rsidP="005241D0"/>
          <w:p w14:paraId="45FF2DED" w14:textId="0C31B93E" w:rsidR="003F75A8" w:rsidRPr="00D077F8" w:rsidRDefault="005241D0" w:rsidP="009049BA">
            <w:r w:rsidRPr="005241D0">
              <w:t>In addition to the above, the individual must have</w:t>
            </w:r>
            <w:r w:rsidR="00AA6E79">
              <w:t xml:space="preserve"> </w:t>
            </w:r>
            <w:r w:rsidR="00C46EEA">
              <w:t>removed a</w:t>
            </w:r>
            <w:r w:rsidR="006672FF">
              <w:t>t least one</w:t>
            </w:r>
            <w:r w:rsidR="00C46EEA">
              <w:t xml:space="preserve"> dead or non-viable pig </w:t>
            </w:r>
            <w:r w:rsidR="00C46EEA" w:rsidRPr="00C46EEA">
              <w:t xml:space="preserve">according to enterprise biosecurity </w:t>
            </w:r>
            <w:r w:rsidR="000C52DC">
              <w:t>and</w:t>
            </w:r>
            <w:r w:rsidR="001E60FB">
              <w:t>/or</w:t>
            </w:r>
            <w:r w:rsidR="000C52DC">
              <w:t xml:space="preserve"> </w:t>
            </w:r>
            <w:r w:rsidR="00AF09A4">
              <w:t>environmental</w:t>
            </w:r>
            <w:r w:rsidR="00C46EEA">
              <w:t xml:space="preserve"> </w:t>
            </w:r>
            <w:r w:rsidR="00C46EEA" w:rsidRPr="00C46EEA">
              <w:t>procedures</w:t>
            </w:r>
            <w:r w:rsidR="002C2BA3">
              <w:t>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3F7DAC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3F7DAC">
        <w:tc>
          <w:tcPr>
            <w:tcW w:w="5000" w:type="pct"/>
            <w:shd w:val="clear" w:color="auto" w:fill="auto"/>
          </w:tcPr>
          <w:p w14:paraId="2C1504C7" w14:textId="3E6ACF97" w:rsidR="006E42FE" w:rsidRPr="005E5192" w:rsidRDefault="006E42FE" w:rsidP="008939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E5192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A972F65" w14:textId="1FDCB17C" w:rsidR="00D70F36" w:rsidRPr="007F095B" w:rsidRDefault="004D5B3B" w:rsidP="007F09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awareness</w:t>
            </w:r>
            <w:r w:rsidR="00D70F36" w:rsidRPr="007F095B">
              <w:rPr>
                <w:rStyle w:val="SITemporaryText-blue"/>
                <w:color w:val="auto"/>
                <w:sz w:val="20"/>
              </w:rPr>
              <w:t xml:space="preserve"> of state/territory legislation, regulations and codes of practice for worker health and safety, animal welfare, biosecurity and environment protection that apply to providing health care for pigs</w:t>
            </w:r>
          </w:p>
          <w:p w14:paraId="409D44B0" w14:textId="77777777" w:rsidR="00A4769F" w:rsidRPr="007F095B" w:rsidRDefault="00A4769F" w:rsidP="007F09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enterprise procedures and requirements for worker health and safety, animal welfare, biosecurity and environment protection that apply to providing health care for pigs</w:t>
            </w:r>
          </w:p>
          <w:p w14:paraId="097F7AE6" w14:textId="67FD66D2" w:rsidR="00EA065F" w:rsidRPr="007F095B" w:rsidRDefault="009028C9" w:rsidP="007F09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hazard identification, risk assessment and controls to minimise risks when checking and treating pigs</w:t>
            </w:r>
          </w:p>
          <w:p w14:paraId="5B6D6078" w14:textId="41EE1113" w:rsidR="00A4769F" w:rsidRPr="007F095B" w:rsidRDefault="0044667C" w:rsidP="007F09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 xml:space="preserve">key features of pig anatomy and body </w:t>
            </w:r>
            <w:r w:rsidR="009D20AC" w:rsidRPr="007F095B">
              <w:rPr>
                <w:rStyle w:val="SITemporaryText-blue"/>
                <w:color w:val="auto"/>
                <w:sz w:val="20"/>
              </w:rPr>
              <w:t>functions</w:t>
            </w:r>
          </w:p>
          <w:p w14:paraId="4AC9C5AB" w14:textId="10CE2244" w:rsidR="0044667C" w:rsidRPr="007F095B" w:rsidRDefault="0044667C" w:rsidP="0044667C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7F095B">
              <w:rPr>
                <w:rStyle w:val="SIStrikethroughtext"/>
                <w:strike w:val="0"/>
                <w:color w:val="auto"/>
              </w:rPr>
              <w:t>physical needs of pigs, including food, water, protection from weather and predators</w:t>
            </w:r>
          </w:p>
          <w:p w14:paraId="0C1CC12F" w14:textId="1E6FA1E6" w:rsidR="00022CFF" w:rsidRDefault="00022CFF" w:rsidP="00D31FB3">
            <w:pPr>
              <w:pStyle w:val="SIBulletList1"/>
            </w:pPr>
            <w:bookmarkStart w:id="2" w:name="_Hlk94634317"/>
            <w:r>
              <w:t>signs of common pig ill heath, diseases and injuries,</w:t>
            </w:r>
            <w:r w:rsidR="00DB390B">
              <w:t xml:space="preserve"> and detection methods</w:t>
            </w:r>
            <w:r>
              <w:t xml:space="preserve"> including:</w:t>
            </w:r>
          </w:p>
          <w:p w14:paraId="5AA5BBDD" w14:textId="5715379F" w:rsidR="00022CFF" w:rsidRPr="007F095B" w:rsidRDefault="00427A6E" w:rsidP="007F09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 xml:space="preserve">irregular </w:t>
            </w:r>
            <w:r w:rsidR="007F095B" w:rsidRPr="007F095B">
              <w:rPr>
                <w:rStyle w:val="SITemporaryText-green"/>
                <w:color w:val="auto"/>
                <w:sz w:val="20"/>
              </w:rPr>
              <w:t>behaviour</w:t>
            </w:r>
            <w:r w:rsidRPr="007F095B">
              <w:rPr>
                <w:rStyle w:val="SITemporaryText-green"/>
                <w:color w:val="auto"/>
                <w:sz w:val="20"/>
              </w:rPr>
              <w:t xml:space="preserve">, including </w:t>
            </w:r>
            <w:r w:rsidR="004D5B3B" w:rsidRPr="007F095B">
              <w:rPr>
                <w:rStyle w:val="SITemporaryText-green"/>
                <w:color w:val="auto"/>
                <w:sz w:val="20"/>
              </w:rPr>
              <w:t>self-isolation</w:t>
            </w:r>
            <w:r w:rsidR="00DB390B" w:rsidRPr="007F095B">
              <w:rPr>
                <w:rStyle w:val="SITemporaryText-green"/>
                <w:color w:val="auto"/>
                <w:sz w:val="20"/>
              </w:rPr>
              <w:t xml:space="preserve">, </w:t>
            </w:r>
            <w:r w:rsidR="004D5B3B" w:rsidRPr="007F095B">
              <w:rPr>
                <w:rStyle w:val="SITemporaryText-green"/>
                <w:color w:val="auto"/>
                <w:sz w:val="20"/>
              </w:rPr>
              <w:t xml:space="preserve">lethargy, </w:t>
            </w:r>
            <w:r w:rsidRPr="007F095B">
              <w:rPr>
                <w:rStyle w:val="SITemporaryText-green"/>
                <w:color w:val="auto"/>
                <w:sz w:val="20"/>
              </w:rPr>
              <w:t>l</w:t>
            </w:r>
            <w:r w:rsidR="004D5B3B" w:rsidRPr="007F095B">
              <w:rPr>
                <w:rStyle w:val="SITemporaryText-green"/>
                <w:color w:val="auto"/>
                <w:sz w:val="20"/>
              </w:rPr>
              <w:t>oss of appetite</w:t>
            </w:r>
            <w:r w:rsidR="000158BC" w:rsidRPr="007F095B">
              <w:rPr>
                <w:rStyle w:val="SITemporaryText-green"/>
                <w:color w:val="auto"/>
                <w:sz w:val="20"/>
              </w:rPr>
              <w:t xml:space="preserve"> and drinking</w:t>
            </w:r>
            <w:r w:rsidR="005B69DE" w:rsidRPr="007F095B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07383FA4" w14:textId="6A9C3578" w:rsidR="005B69DE" w:rsidRPr="007F095B" w:rsidRDefault="005B69DE" w:rsidP="007F09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>checks including weight</w:t>
            </w:r>
            <w:r w:rsidR="006056C4" w:rsidRPr="007F095B">
              <w:rPr>
                <w:rStyle w:val="SITemporaryText-green"/>
                <w:color w:val="auto"/>
                <w:sz w:val="20"/>
              </w:rPr>
              <w:t xml:space="preserve"> and breathing </w:t>
            </w:r>
          </w:p>
          <w:p w14:paraId="3EDECA78" w14:textId="05BC3468" w:rsidR="00427A6E" w:rsidRPr="007F095B" w:rsidRDefault="00145564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049BA">
              <w:rPr>
                <w:rStyle w:val="SITemporaryText-green"/>
                <w:color w:val="auto"/>
                <w:sz w:val="20"/>
              </w:rPr>
              <w:t>lameness</w:t>
            </w:r>
            <w:r w:rsidR="000158BC" w:rsidRPr="00A054D2">
              <w:rPr>
                <w:rStyle w:val="SITemporaryText-green"/>
                <w:color w:val="auto"/>
                <w:sz w:val="20"/>
              </w:rPr>
              <w:t>,</w:t>
            </w:r>
            <w:r w:rsidR="000158BC" w:rsidRPr="007F095B">
              <w:rPr>
                <w:rStyle w:val="SITemporaryText-green"/>
                <w:color w:val="auto"/>
                <w:sz w:val="20"/>
              </w:rPr>
              <w:t xml:space="preserve"> straight</w:t>
            </w:r>
            <w:r w:rsidR="00427A6E" w:rsidRPr="007F095B">
              <w:rPr>
                <w:rStyle w:val="SITemporaryText-green"/>
                <w:color w:val="auto"/>
                <w:sz w:val="20"/>
              </w:rPr>
              <w:t xml:space="preserve"> tail</w:t>
            </w:r>
            <w:r w:rsidR="000158BC" w:rsidRPr="007F095B">
              <w:rPr>
                <w:rStyle w:val="SITemporaryText-green"/>
                <w:color w:val="auto"/>
                <w:sz w:val="20"/>
              </w:rPr>
              <w:t>, head tilt and body tremors</w:t>
            </w:r>
          </w:p>
          <w:p w14:paraId="1C8C3BA6" w14:textId="77777777" w:rsidR="00A70F7B" w:rsidRPr="007F095B" w:rsidRDefault="005B69DE" w:rsidP="007F09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 xml:space="preserve">checking skin for red patches, scabs, </w:t>
            </w:r>
            <w:r w:rsidR="00150F82" w:rsidRPr="007F095B">
              <w:rPr>
                <w:rStyle w:val="SITemporaryText-green"/>
                <w:color w:val="auto"/>
                <w:sz w:val="20"/>
              </w:rPr>
              <w:t xml:space="preserve">bleeding, </w:t>
            </w:r>
            <w:r w:rsidRPr="007F095B">
              <w:rPr>
                <w:rStyle w:val="SITemporaryText-green"/>
                <w:color w:val="auto"/>
                <w:sz w:val="20"/>
              </w:rPr>
              <w:t>lesions</w:t>
            </w:r>
            <w:r w:rsidR="000158BC" w:rsidRPr="007F095B">
              <w:rPr>
                <w:rStyle w:val="SITemporaryText-green"/>
                <w:color w:val="auto"/>
                <w:sz w:val="20"/>
              </w:rPr>
              <w:t xml:space="preserve">, swelling, </w:t>
            </w:r>
            <w:r w:rsidR="00A70F7B" w:rsidRPr="007F095B">
              <w:rPr>
                <w:rStyle w:val="SITemporaryText-green"/>
                <w:color w:val="auto"/>
                <w:sz w:val="20"/>
              </w:rPr>
              <w:t xml:space="preserve">and </w:t>
            </w:r>
            <w:r w:rsidR="000158BC" w:rsidRPr="007F095B">
              <w:rPr>
                <w:rStyle w:val="SITemporaryText-green"/>
                <w:color w:val="auto"/>
                <w:sz w:val="20"/>
              </w:rPr>
              <w:t>open wounds</w:t>
            </w:r>
          </w:p>
          <w:p w14:paraId="0BED3625" w14:textId="6FCD8209" w:rsidR="005B69DE" w:rsidRPr="007F095B" w:rsidRDefault="00A70F7B" w:rsidP="007F095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>checking for</w:t>
            </w:r>
            <w:r w:rsidR="000158BC" w:rsidRPr="007F095B">
              <w:rPr>
                <w:rStyle w:val="SITemporaryText-green"/>
                <w:color w:val="auto"/>
                <w:sz w:val="20"/>
              </w:rPr>
              <w:t xml:space="preserve"> unusual discharges from eyes, nose and genitalia</w:t>
            </w:r>
          </w:p>
          <w:p w14:paraId="1E16B9B5" w14:textId="54047782" w:rsidR="005B0FB9" w:rsidRPr="007F095B" w:rsidRDefault="005B69DE" w:rsidP="007F095B">
            <w:pPr>
              <w:pStyle w:val="SIBulletList2"/>
            </w:pPr>
            <w:r w:rsidRPr="007F095B">
              <w:rPr>
                <w:rStyle w:val="SITemporaryText-green"/>
                <w:color w:val="auto"/>
                <w:sz w:val="20"/>
              </w:rPr>
              <w:t xml:space="preserve">abnormal </w:t>
            </w:r>
            <w:r w:rsidR="000158BC" w:rsidRPr="007F095B">
              <w:rPr>
                <w:rStyle w:val="SITemporaryText-green"/>
                <w:color w:val="auto"/>
                <w:sz w:val="20"/>
              </w:rPr>
              <w:t>faeces</w:t>
            </w:r>
          </w:p>
          <w:bookmarkEnd w:id="2"/>
          <w:p w14:paraId="503A8656" w14:textId="17BE0213" w:rsidR="00A70F7B" w:rsidRPr="007F095B" w:rsidRDefault="00DA78FE" w:rsidP="007F095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 xml:space="preserve">safe </w:t>
            </w:r>
            <w:r w:rsidR="00A4769F" w:rsidRPr="007F095B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low stress </w:t>
            </w:r>
            <w:r w:rsidR="00A4769F" w:rsidRPr="007F095B">
              <w:rPr>
                <w:rStyle w:val="SITemporaryText-blue"/>
                <w:color w:val="auto"/>
                <w:sz w:val="20"/>
              </w:rPr>
              <w:t>techniques for handling and restraining pigs, including injured and ill pigs</w:t>
            </w:r>
          </w:p>
          <w:p w14:paraId="6575E2AF" w14:textId="3D1AB4E0" w:rsidR="006F34C4" w:rsidRPr="009049BA" w:rsidRDefault="005F76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49BA">
              <w:rPr>
                <w:rStyle w:val="SITemporaryText-blue"/>
                <w:color w:val="auto"/>
                <w:sz w:val="20"/>
              </w:rPr>
              <w:t>treatment and prevention of common pig diseases</w:t>
            </w:r>
          </w:p>
          <w:p w14:paraId="5FBBC91C" w14:textId="4499CBEB" w:rsidR="00BF47A2" w:rsidRPr="009049BA" w:rsidRDefault="00BF47A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49BA">
              <w:rPr>
                <w:rStyle w:val="SITemporaryText-blue"/>
                <w:color w:val="auto"/>
                <w:sz w:val="20"/>
              </w:rPr>
              <w:t xml:space="preserve">key features and functions of pig hospital pens and quarantine enclosures </w:t>
            </w:r>
          </w:p>
          <w:p w14:paraId="70B68BFC" w14:textId="3A7DA5EE" w:rsidR="00EA28A8" w:rsidRPr="007F095B" w:rsidRDefault="00AA656D" w:rsidP="007F095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common types, features</w:t>
            </w:r>
            <w:r w:rsidR="00EA065F" w:rsidRPr="007F095B">
              <w:rPr>
                <w:rStyle w:val="SITemporaryText-blue"/>
                <w:color w:val="auto"/>
                <w:sz w:val="20"/>
              </w:rPr>
              <w:t>,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 functions </w:t>
            </w:r>
            <w:r w:rsidR="00EA065F" w:rsidRPr="007F095B">
              <w:rPr>
                <w:rStyle w:val="SITemporaryText-blue"/>
                <w:color w:val="auto"/>
                <w:sz w:val="20"/>
              </w:rPr>
              <w:t xml:space="preserve">and operational checks </w:t>
            </w:r>
            <w:r w:rsidRPr="007F095B">
              <w:rPr>
                <w:rStyle w:val="SITemporaryText-blue"/>
                <w:color w:val="auto"/>
                <w:sz w:val="20"/>
              </w:rPr>
              <w:t>of enclosures</w:t>
            </w:r>
            <w:r w:rsidR="00FB4028" w:rsidRPr="007F095B">
              <w:rPr>
                <w:rStyle w:val="SITemporaryText-blue"/>
                <w:color w:val="auto"/>
                <w:sz w:val="20"/>
              </w:rPr>
              <w:t xml:space="preserve">, 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infrastructure </w:t>
            </w:r>
            <w:r w:rsidR="00FB4028" w:rsidRPr="007F095B">
              <w:rPr>
                <w:rStyle w:val="SITemporaryText-blue"/>
                <w:color w:val="auto"/>
                <w:sz w:val="20"/>
              </w:rPr>
              <w:t>and equipment used to house pigs</w:t>
            </w:r>
          </w:p>
          <w:p w14:paraId="1C40B490" w14:textId="1A51CCDC" w:rsidR="00D31FB3" w:rsidRPr="007F095B" w:rsidRDefault="00D31FB3" w:rsidP="007F095B">
            <w:pPr>
              <w:pStyle w:val="SIBulletList1"/>
            </w:pPr>
            <w:r w:rsidRPr="007F095B">
              <w:t>types, uses, handling, storage and routes of administration of commonly used vaccines, veterinary medicines and chemicals</w:t>
            </w:r>
            <w:r w:rsidR="0036488F" w:rsidRPr="007F095B">
              <w:t xml:space="preserve"> used to treat pi</w:t>
            </w:r>
            <w:r w:rsidR="006354EB" w:rsidRPr="007F095B">
              <w:t>g</w:t>
            </w:r>
            <w:r w:rsidR="0036488F" w:rsidRPr="007F095B">
              <w:t>s</w:t>
            </w:r>
          </w:p>
          <w:p w14:paraId="795BBE38" w14:textId="4CFF5493" w:rsidR="00D31FB3" w:rsidRPr="007F095B" w:rsidRDefault="009028C9" w:rsidP="007F095B">
            <w:pPr>
              <w:pStyle w:val="SIBulletList1"/>
            </w:pPr>
            <w:r w:rsidRPr="007F095B">
              <w:rPr>
                <w:rStyle w:val="SITemporaryText-green"/>
                <w:color w:val="auto"/>
                <w:sz w:val="20"/>
              </w:rPr>
              <w:t>enterprise</w:t>
            </w:r>
            <w:r w:rsidRPr="007F095B">
              <w:t xml:space="preserve"> </w:t>
            </w:r>
            <w:r w:rsidR="00D31FB3" w:rsidRPr="007F095B">
              <w:t>requirements, methods and procedures for removing and disposing of waste and debris</w:t>
            </w:r>
          </w:p>
          <w:p w14:paraId="2D493A26" w14:textId="6A1358F7" w:rsidR="009028C9" w:rsidRPr="007F095B" w:rsidRDefault="00B45358" w:rsidP="007F095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>notifiable</w:t>
            </w:r>
            <w:r w:rsidR="009028C9" w:rsidRPr="007F095B">
              <w:rPr>
                <w:rStyle w:val="SITemporaryText-green"/>
                <w:color w:val="auto"/>
                <w:sz w:val="20"/>
              </w:rPr>
              <w:t xml:space="preserve"> diseases</w:t>
            </w:r>
            <w:r w:rsidRPr="007F095B">
              <w:rPr>
                <w:rStyle w:val="SITemporaryText-green"/>
                <w:color w:val="auto"/>
                <w:sz w:val="20"/>
              </w:rPr>
              <w:t>, including enterprise procedures for reporting and responding to notifiable diseases</w:t>
            </w:r>
          </w:p>
          <w:p w14:paraId="190A09CB" w14:textId="628C7B46" w:rsidR="00246277" w:rsidRPr="007F095B" w:rsidRDefault="00246277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lastRenderedPageBreak/>
              <w:t xml:space="preserve">zoonoses, including erysipelas, leptospirosis, </w:t>
            </w:r>
            <w:r w:rsidR="00DE329E" w:rsidRPr="009049BA">
              <w:rPr>
                <w:rStyle w:val="SITemporaryText-blue"/>
                <w:color w:val="auto"/>
                <w:sz w:val="20"/>
              </w:rPr>
              <w:t xml:space="preserve">Japanese encephalitis, </w:t>
            </w:r>
            <w:r w:rsidRPr="00466EB6">
              <w:rPr>
                <w:rStyle w:val="SITemporaryText-green"/>
                <w:color w:val="auto"/>
                <w:sz w:val="20"/>
              </w:rPr>
              <w:t>ringworm</w:t>
            </w:r>
            <w:r w:rsidRPr="007F095B">
              <w:rPr>
                <w:rStyle w:val="SITemporaryText-green"/>
                <w:color w:val="auto"/>
                <w:sz w:val="20"/>
              </w:rPr>
              <w:t xml:space="preserve"> and influenza</w:t>
            </w:r>
          </w:p>
          <w:p w14:paraId="76B3A9E7" w14:textId="1459444C" w:rsidR="00AF2FD3" w:rsidRPr="007F095B" w:rsidRDefault="00EA065F" w:rsidP="007F095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7F095B">
              <w:rPr>
                <w:rStyle w:val="SITemporaryText-green"/>
                <w:color w:val="auto"/>
                <w:sz w:val="20"/>
              </w:rPr>
              <w:t>regulatory and</w:t>
            </w:r>
            <w:r w:rsidRPr="007F095B">
              <w:t xml:space="preserve"> enterprise documentation, records and reports </w:t>
            </w:r>
            <w:r w:rsidRPr="007F095B">
              <w:rPr>
                <w:rStyle w:val="SITemporaryText-blue"/>
                <w:color w:val="auto"/>
                <w:sz w:val="20"/>
              </w:rPr>
              <w:t>required for pig health care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3F7DAC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3F7DAC">
        <w:tc>
          <w:tcPr>
            <w:tcW w:w="5000" w:type="pct"/>
            <w:shd w:val="clear" w:color="auto" w:fill="auto"/>
          </w:tcPr>
          <w:p w14:paraId="4BA3E6E1" w14:textId="77777777" w:rsidR="00EF3268" w:rsidRPr="005E5192" w:rsidRDefault="00EF3268" w:rsidP="00893930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3" w:name="_Hlk91258861"/>
            <w:r w:rsidRPr="005E5192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EE69721" w14:textId="77777777" w:rsidR="005E4F4D" w:rsidRPr="007F095B" w:rsidRDefault="005E4F4D" w:rsidP="007F09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7F40B6DC" w14:textId="7E78F501" w:rsidR="005E4F4D" w:rsidRPr="007F095B" w:rsidRDefault="005E4F4D" w:rsidP="007F095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</w:rPr>
              <w:t xml:space="preserve"> 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a pork production </w:t>
            </w:r>
            <w:r w:rsidR="000B2B68" w:rsidRPr="007F095B">
              <w:rPr>
                <w:rStyle w:val="SITemporaryText-blue"/>
                <w:color w:val="auto"/>
                <w:sz w:val="20"/>
              </w:rPr>
              <w:t>site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0B40902" w14:textId="77777777" w:rsidR="005E4F4D" w:rsidRPr="007F095B" w:rsidRDefault="005E4F4D" w:rsidP="007F09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45CA91EE" w14:textId="0FF04B54" w:rsidR="005E4F4D" w:rsidRDefault="005E4F4D" w:rsidP="007F095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live pigs specified in performance evidence</w:t>
            </w:r>
          </w:p>
          <w:p w14:paraId="074D2936" w14:textId="6A3F69C0" w:rsidR="005E4F4D" w:rsidRPr="007F095B" w:rsidRDefault="008354A5" w:rsidP="007F095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 xml:space="preserve">pig </w:t>
            </w:r>
            <w:r w:rsidR="00EA065F" w:rsidRPr="007F095B">
              <w:rPr>
                <w:rStyle w:val="SITemporaryText-blue"/>
                <w:color w:val="auto"/>
                <w:sz w:val="20"/>
              </w:rPr>
              <w:t>infrastructure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, </w:t>
            </w:r>
            <w:r w:rsidR="005E4F4D" w:rsidRPr="007F095B">
              <w:rPr>
                <w:rStyle w:val="SITemporaryText-blue"/>
                <w:color w:val="auto"/>
                <w:sz w:val="20"/>
              </w:rPr>
              <w:t>materials, resources, tools and equipment</w:t>
            </w:r>
            <w:r w:rsidR="005C0829" w:rsidRPr="007F095B">
              <w:rPr>
                <w:rStyle w:val="SITemporaryText-blue"/>
                <w:color w:val="auto"/>
                <w:sz w:val="20"/>
              </w:rPr>
              <w:t xml:space="preserve">, including PPE </w:t>
            </w:r>
            <w:r w:rsidR="005E4F4D" w:rsidRPr="007F095B">
              <w:rPr>
                <w:rStyle w:val="SITemporaryText-blue"/>
                <w:color w:val="auto"/>
                <w:sz w:val="20"/>
              </w:rPr>
              <w:t>specified in the performance evidence</w:t>
            </w:r>
          </w:p>
          <w:p w14:paraId="23788435" w14:textId="77777777" w:rsidR="005E4F4D" w:rsidRPr="007F095B" w:rsidRDefault="005E4F4D" w:rsidP="007F095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specifications:</w:t>
            </w:r>
          </w:p>
          <w:p w14:paraId="6174ADB5" w14:textId="74DCEAD8" w:rsidR="005E4F4D" w:rsidRDefault="005E4F4D" w:rsidP="007F095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 xml:space="preserve">enterprise procedures </w:t>
            </w:r>
            <w:r w:rsidR="00424984" w:rsidRPr="007F095B">
              <w:rPr>
                <w:rStyle w:val="SITemporaryText-blue"/>
                <w:color w:val="auto"/>
                <w:sz w:val="20"/>
              </w:rPr>
              <w:t>for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 pig care, </w:t>
            </w:r>
            <w:r w:rsidR="00AF09A4" w:rsidRPr="007F095B">
              <w:rPr>
                <w:rStyle w:val="SITemporaryText-blue"/>
                <w:color w:val="auto"/>
                <w:sz w:val="20"/>
              </w:rPr>
              <w:t xml:space="preserve">health and 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welfare, worker health and safety, </w:t>
            </w:r>
            <w:r w:rsidR="00D0737D" w:rsidRPr="007F095B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7F095B">
              <w:rPr>
                <w:rStyle w:val="SITemporaryText-blue"/>
                <w:color w:val="auto"/>
                <w:sz w:val="20"/>
              </w:rPr>
              <w:t>biosecurity</w:t>
            </w:r>
            <w:r w:rsidR="00AF09A4" w:rsidRPr="007F095B">
              <w:rPr>
                <w:rStyle w:val="SITemporaryText-blue"/>
                <w:color w:val="auto"/>
                <w:sz w:val="20"/>
              </w:rPr>
              <w:t xml:space="preserve"> </w:t>
            </w:r>
            <w:r w:rsidR="00D0737D" w:rsidRPr="007F095B">
              <w:rPr>
                <w:rStyle w:val="SITemporaryText-blue"/>
                <w:color w:val="auto"/>
                <w:sz w:val="20"/>
              </w:rPr>
              <w:t xml:space="preserve">activities </w:t>
            </w:r>
            <w:r w:rsidRPr="007F095B">
              <w:rPr>
                <w:rStyle w:val="SITemporaryText-blue"/>
                <w:color w:val="auto"/>
                <w:sz w:val="20"/>
              </w:rPr>
              <w:t xml:space="preserve">specified in the performance evidence </w:t>
            </w:r>
          </w:p>
          <w:p w14:paraId="1F7C8551" w14:textId="5CC3FEE9" w:rsidR="003955BE" w:rsidRPr="009049BA" w:rsidRDefault="00B115F1" w:rsidP="009049B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49BA">
              <w:rPr>
                <w:rStyle w:val="SITemporaryText-blue"/>
                <w:color w:val="auto"/>
                <w:sz w:val="20"/>
              </w:rPr>
              <w:t>timeframes:</w:t>
            </w:r>
          </w:p>
          <w:p w14:paraId="28BD4E10" w14:textId="09229721" w:rsidR="00B115F1" w:rsidRPr="00B115F1" w:rsidRDefault="00B6780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>
              <w:t>t</w:t>
            </w:r>
            <w:r w:rsidR="002B4501">
              <w:t xml:space="preserve">he </w:t>
            </w:r>
            <w:r w:rsidR="002B4501" w:rsidRPr="002B4501">
              <w:t>five days</w:t>
            </w:r>
            <w:r w:rsidR="002B4501">
              <w:t xml:space="preserve"> specified in the performance evidence </w:t>
            </w:r>
            <w:r>
              <w:t>can be consecutive or non-consecutive</w:t>
            </w:r>
          </w:p>
          <w:p w14:paraId="0F4B882F" w14:textId="77777777" w:rsidR="00AF09A4" w:rsidRPr="009049BA" w:rsidRDefault="00AF09A4" w:rsidP="009049BA"/>
          <w:p w14:paraId="1382960F" w14:textId="30D5A5EF" w:rsidR="007134FE" w:rsidRPr="007F095B" w:rsidRDefault="007134FE" w:rsidP="00AF09A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095B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bookmarkEnd w:id="3"/>
          <w:p w14:paraId="216B74B3" w14:textId="540E13CE" w:rsidR="00D077F8" w:rsidRPr="005404CB" w:rsidRDefault="00D077F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5DC2B3B4" w:rsidR="00D077F8" w:rsidRPr="005404CB" w:rsidRDefault="002970C3" w:rsidP="0008393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08393B" w:rsidRPr="00104825">
              <w:t xml:space="preserve"> https://vetnet.gov.au/Pages/TrainingDocs.aspx?q=c6399549-9c62-4a5e-bf1a-524b2322cf72</w:t>
            </w: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1CE51" w14:textId="77777777" w:rsidR="00925B51" w:rsidRDefault="00925B51" w:rsidP="00BF3F0A">
      <w:r>
        <w:separator/>
      </w:r>
    </w:p>
    <w:p w14:paraId="4C34B31F" w14:textId="77777777" w:rsidR="00925B51" w:rsidRDefault="00925B51"/>
  </w:endnote>
  <w:endnote w:type="continuationSeparator" w:id="0">
    <w:p w14:paraId="53042E2B" w14:textId="77777777" w:rsidR="00925B51" w:rsidRDefault="00925B51" w:rsidP="00BF3F0A">
      <w:r>
        <w:continuationSeparator/>
      </w:r>
    </w:p>
    <w:p w14:paraId="626C14F1" w14:textId="77777777" w:rsidR="00925B51" w:rsidRDefault="00925B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06102" w14:textId="77777777" w:rsidR="00925B51" w:rsidRDefault="00925B51" w:rsidP="00BF3F0A">
      <w:r>
        <w:separator/>
      </w:r>
    </w:p>
    <w:p w14:paraId="0A869027" w14:textId="77777777" w:rsidR="00925B51" w:rsidRDefault="00925B51"/>
  </w:footnote>
  <w:footnote w:type="continuationSeparator" w:id="0">
    <w:p w14:paraId="3CB7A368" w14:textId="77777777" w:rsidR="00925B51" w:rsidRDefault="00925B51" w:rsidP="00BF3F0A">
      <w:r>
        <w:continuationSeparator/>
      </w:r>
    </w:p>
    <w:p w14:paraId="6C04B1DB" w14:textId="77777777" w:rsidR="00925B51" w:rsidRDefault="00925B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477742C7" w:rsidR="009C2650" w:rsidRPr="000754EC" w:rsidRDefault="00925B51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14E9" w:rsidRPr="00F914E9">
      <w:t xml:space="preserve"> </w:t>
    </w:r>
    <w:r w:rsidR="000742C3" w:rsidRPr="000742C3">
      <w:t>AHCPRK2</w:t>
    </w:r>
    <w:r w:rsidR="007F095B">
      <w:t>X</w:t>
    </w:r>
    <w:r w:rsidR="009F362D">
      <w:t>1</w:t>
    </w:r>
    <w:r w:rsidR="000742C3" w:rsidRPr="000742C3">
      <w:t xml:space="preserve"> Care for health and welfare of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 w:numId="38">
    <w:abstractNumId w:val="15"/>
  </w:num>
  <w:num w:numId="3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06F5"/>
    <w:rsid w:val="0001108F"/>
    <w:rsid w:val="000115E2"/>
    <w:rsid w:val="000126D0"/>
    <w:rsid w:val="0001296A"/>
    <w:rsid w:val="000139C9"/>
    <w:rsid w:val="00014100"/>
    <w:rsid w:val="000156BA"/>
    <w:rsid w:val="000158BC"/>
    <w:rsid w:val="00016803"/>
    <w:rsid w:val="000168C0"/>
    <w:rsid w:val="00022CFF"/>
    <w:rsid w:val="00023992"/>
    <w:rsid w:val="0002704E"/>
    <w:rsid w:val="000275AE"/>
    <w:rsid w:val="00041E59"/>
    <w:rsid w:val="00043DD8"/>
    <w:rsid w:val="0005044D"/>
    <w:rsid w:val="00051B89"/>
    <w:rsid w:val="000531A1"/>
    <w:rsid w:val="0005354F"/>
    <w:rsid w:val="00064BFE"/>
    <w:rsid w:val="00070B3E"/>
    <w:rsid w:val="00071F95"/>
    <w:rsid w:val="000737BB"/>
    <w:rsid w:val="000742C3"/>
    <w:rsid w:val="00074E47"/>
    <w:rsid w:val="000754EC"/>
    <w:rsid w:val="00081B19"/>
    <w:rsid w:val="000820D3"/>
    <w:rsid w:val="0008393B"/>
    <w:rsid w:val="000864A1"/>
    <w:rsid w:val="0009093B"/>
    <w:rsid w:val="00094700"/>
    <w:rsid w:val="000A2EF5"/>
    <w:rsid w:val="000A5441"/>
    <w:rsid w:val="000A6F8B"/>
    <w:rsid w:val="000B2022"/>
    <w:rsid w:val="000B2B68"/>
    <w:rsid w:val="000C149A"/>
    <w:rsid w:val="000C224E"/>
    <w:rsid w:val="000C52DC"/>
    <w:rsid w:val="000D1A4E"/>
    <w:rsid w:val="000D64F6"/>
    <w:rsid w:val="000E25E6"/>
    <w:rsid w:val="000E2C86"/>
    <w:rsid w:val="000F29F2"/>
    <w:rsid w:val="000F53D9"/>
    <w:rsid w:val="00101659"/>
    <w:rsid w:val="00105AEA"/>
    <w:rsid w:val="001078BF"/>
    <w:rsid w:val="001130BB"/>
    <w:rsid w:val="00114FA6"/>
    <w:rsid w:val="0012306E"/>
    <w:rsid w:val="001257A8"/>
    <w:rsid w:val="00130298"/>
    <w:rsid w:val="00132DD4"/>
    <w:rsid w:val="00133957"/>
    <w:rsid w:val="001372F6"/>
    <w:rsid w:val="00144385"/>
    <w:rsid w:val="00145564"/>
    <w:rsid w:val="00145F76"/>
    <w:rsid w:val="00146EEC"/>
    <w:rsid w:val="00150F82"/>
    <w:rsid w:val="00151D55"/>
    <w:rsid w:val="00151D93"/>
    <w:rsid w:val="00156EF3"/>
    <w:rsid w:val="00160744"/>
    <w:rsid w:val="001735CA"/>
    <w:rsid w:val="00176B28"/>
    <w:rsid w:val="00176E4F"/>
    <w:rsid w:val="0018546B"/>
    <w:rsid w:val="00194E96"/>
    <w:rsid w:val="001A5894"/>
    <w:rsid w:val="001A5897"/>
    <w:rsid w:val="001A6A3E"/>
    <w:rsid w:val="001A7B6D"/>
    <w:rsid w:val="001B34D5"/>
    <w:rsid w:val="001B513A"/>
    <w:rsid w:val="001C0A75"/>
    <w:rsid w:val="001C1306"/>
    <w:rsid w:val="001D172F"/>
    <w:rsid w:val="001D30EB"/>
    <w:rsid w:val="001D5C1B"/>
    <w:rsid w:val="001D72DD"/>
    <w:rsid w:val="001D7F5B"/>
    <w:rsid w:val="001E0849"/>
    <w:rsid w:val="001E16BC"/>
    <w:rsid w:val="001E16DF"/>
    <w:rsid w:val="001E377C"/>
    <w:rsid w:val="001E60FB"/>
    <w:rsid w:val="001E66EE"/>
    <w:rsid w:val="001F2BA5"/>
    <w:rsid w:val="001F308D"/>
    <w:rsid w:val="001F3C30"/>
    <w:rsid w:val="001F7610"/>
    <w:rsid w:val="001F76A7"/>
    <w:rsid w:val="002003C6"/>
    <w:rsid w:val="00201A7C"/>
    <w:rsid w:val="00211C50"/>
    <w:rsid w:val="0021210E"/>
    <w:rsid w:val="00213870"/>
    <w:rsid w:val="0021414D"/>
    <w:rsid w:val="00215453"/>
    <w:rsid w:val="00223124"/>
    <w:rsid w:val="00224A10"/>
    <w:rsid w:val="00230212"/>
    <w:rsid w:val="0023228A"/>
    <w:rsid w:val="00233143"/>
    <w:rsid w:val="00234444"/>
    <w:rsid w:val="002376EF"/>
    <w:rsid w:val="00242293"/>
    <w:rsid w:val="002427D4"/>
    <w:rsid w:val="00244EA7"/>
    <w:rsid w:val="00246277"/>
    <w:rsid w:val="002470CB"/>
    <w:rsid w:val="00250B87"/>
    <w:rsid w:val="00262FC3"/>
    <w:rsid w:val="0026394F"/>
    <w:rsid w:val="00265728"/>
    <w:rsid w:val="00267AF6"/>
    <w:rsid w:val="00276DB8"/>
    <w:rsid w:val="00282664"/>
    <w:rsid w:val="00285FB8"/>
    <w:rsid w:val="00290342"/>
    <w:rsid w:val="0029182B"/>
    <w:rsid w:val="002970C3"/>
    <w:rsid w:val="002A41B0"/>
    <w:rsid w:val="002A4CD3"/>
    <w:rsid w:val="002A6CC4"/>
    <w:rsid w:val="002B1B5F"/>
    <w:rsid w:val="002B4501"/>
    <w:rsid w:val="002C2A66"/>
    <w:rsid w:val="002C2BA3"/>
    <w:rsid w:val="002C327E"/>
    <w:rsid w:val="002C55E9"/>
    <w:rsid w:val="002D0C8B"/>
    <w:rsid w:val="002D330A"/>
    <w:rsid w:val="002E170C"/>
    <w:rsid w:val="002E193E"/>
    <w:rsid w:val="002E1BF8"/>
    <w:rsid w:val="002E522B"/>
    <w:rsid w:val="002E6035"/>
    <w:rsid w:val="002F378C"/>
    <w:rsid w:val="0030340B"/>
    <w:rsid w:val="00304047"/>
    <w:rsid w:val="00305EFF"/>
    <w:rsid w:val="00310A6A"/>
    <w:rsid w:val="003144E6"/>
    <w:rsid w:val="003200CA"/>
    <w:rsid w:val="00323F99"/>
    <w:rsid w:val="00330CD6"/>
    <w:rsid w:val="003375C2"/>
    <w:rsid w:val="00337E82"/>
    <w:rsid w:val="00343D43"/>
    <w:rsid w:val="00346FDC"/>
    <w:rsid w:val="00350BB1"/>
    <w:rsid w:val="00352C83"/>
    <w:rsid w:val="0036488F"/>
    <w:rsid w:val="003663DE"/>
    <w:rsid w:val="00366805"/>
    <w:rsid w:val="0037067D"/>
    <w:rsid w:val="00370E0E"/>
    <w:rsid w:val="00373436"/>
    <w:rsid w:val="0038735B"/>
    <w:rsid w:val="003916D1"/>
    <w:rsid w:val="00394C90"/>
    <w:rsid w:val="003955BE"/>
    <w:rsid w:val="003A06BA"/>
    <w:rsid w:val="003A21F0"/>
    <w:rsid w:val="003A277F"/>
    <w:rsid w:val="003A3A76"/>
    <w:rsid w:val="003A58BA"/>
    <w:rsid w:val="003A5AE7"/>
    <w:rsid w:val="003A7221"/>
    <w:rsid w:val="003B3493"/>
    <w:rsid w:val="003B5931"/>
    <w:rsid w:val="003C13AE"/>
    <w:rsid w:val="003C2069"/>
    <w:rsid w:val="003C3053"/>
    <w:rsid w:val="003C7152"/>
    <w:rsid w:val="003D1816"/>
    <w:rsid w:val="003D2CDE"/>
    <w:rsid w:val="003D2E73"/>
    <w:rsid w:val="003D4D0E"/>
    <w:rsid w:val="003E4C1D"/>
    <w:rsid w:val="003E72B6"/>
    <w:rsid w:val="003E754C"/>
    <w:rsid w:val="003E7BBE"/>
    <w:rsid w:val="003F58E1"/>
    <w:rsid w:val="003F75A8"/>
    <w:rsid w:val="003F7DAC"/>
    <w:rsid w:val="0040259B"/>
    <w:rsid w:val="004127E3"/>
    <w:rsid w:val="004144A4"/>
    <w:rsid w:val="00424984"/>
    <w:rsid w:val="00427A6E"/>
    <w:rsid w:val="00430C14"/>
    <w:rsid w:val="0043212E"/>
    <w:rsid w:val="00434366"/>
    <w:rsid w:val="00434ECE"/>
    <w:rsid w:val="00444423"/>
    <w:rsid w:val="0044667C"/>
    <w:rsid w:val="00452F3E"/>
    <w:rsid w:val="00456FD1"/>
    <w:rsid w:val="0046239A"/>
    <w:rsid w:val="004640AE"/>
    <w:rsid w:val="00465C3A"/>
    <w:rsid w:val="00466EB6"/>
    <w:rsid w:val="00466F18"/>
    <w:rsid w:val="004678E6"/>
    <w:rsid w:val="004679E3"/>
    <w:rsid w:val="00475172"/>
    <w:rsid w:val="004758B0"/>
    <w:rsid w:val="0048067C"/>
    <w:rsid w:val="004832D2"/>
    <w:rsid w:val="00485559"/>
    <w:rsid w:val="004A142B"/>
    <w:rsid w:val="004A3860"/>
    <w:rsid w:val="004A3FF7"/>
    <w:rsid w:val="004A44E8"/>
    <w:rsid w:val="004A581D"/>
    <w:rsid w:val="004A7706"/>
    <w:rsid w:val="004A77E3"/>
    <w:rsid w:val="004B256A"/>
    <w:rsid w:val="004B29B7"/>
    <w:rsid w:val="004B3DC1"/>
    <w:rsid w:val="004B4BE7"/>
    <w:rsid w:val="004B7A28"/>
    <w:rsid w:val="004C1BB0"/>
    <w:rsid w:val="004C2244"/>
    <w:rsid w:val="004C740C"/>
    <w:rsid w:val="004C79A1"/>
    <w:rsid w:val="004D0D5F"/>
    <w:rsid w:val="004D1569"/>
    <w:rsid w:val="004D249A"/>
    <w:rsid w:val="004D44B1"/>
    <w:rsid w:val="004D5B3B"/>
    <w:rsid w:val="004E0460"/>
    <w:rsid w:val="004E1579"/>
    <w:rsid w:val="004E5FAE"/>
    <w:rsid w:val="004E6245"/>
    <w:rsid w:val="004E6741"/>
    <w:rsid w:val="004E7094"/>
    <w:rsid w:val="004F1C71"/>
    <w:rsid w:val="004F3DDB"/>
    <w:rsid w:val="004F5DC7"/>
    <w:rsid w:val="004F78DA"/>
    <w:rsid w:val="0050051E"/>
    <w:rsid w:val="00506AB2"/>
    <w:rsid w:val="00506C03"/>
    <w:rsid w:val="00506DC7"/>
    <w:rsid w:val="00512F06"/>
    <w:rsid w:val="005135D9"/>
    <w:rsid w:val="005145AB"/>
    <w:rsid w:val="00520E9A"/>
    <w:rsid w:val="00522CBC"/>
    <w:rsid w:val="005241D0"/>
    <w:rsid w:val="005248C1"/>
    <w:rsid w:val="00526134"/>
    <w:rsid w:val="00527978"/>
    <w:rsid w:val="00530D31"/>
    <w:rsid w:val="00534E5A"/>
    <w:rsid w:val="005404CB"/>
    <w:rsid w:val="005405B2"/>
    <w:rsid w:val="005427C8"/>
    <w:rsid w:val="00542BDE"/>
    <w:rsid w:val="005431F5"/>
    <w:rsid w:val="005446D1"/>
    <w:rsid w:val="00544709"/>
    <w:rsid w:val="00546279"/>
    <w:rsid w:val="0055182E"/>
    <w:rsid w:val="00556C4C"/>
    <w:rsid w:val="00557369"/>
    <w:rsid w:val="00557D22"/>
    <w:rsid w:val="00563AA0"/>
    <w:rsid w:val="00564ADD"/>
    <w:rsid w:val="005708EB"/>
    <w:rsid w:val="00575BC6"/>
    <w:rsid w:val="00577734"/>
    <w:rsid w:val="00583552"/>
    <w:rsid w:val="00583902"/>
    <w:rsid w:val="005A1D70"/>
    <w:rsid w:val="005A3AA5"/>
    <w:rsid w:val="005A47F7"/>
    <w:rsid w:val="005A6C9C"/>
    <w:rsid w:val="005A74DC"/>
    <w:rsid w:val="005B0FB9"/>
    <w:rsid w:val="005B4B7E"/>
    <w:rsid w:val="005B5146"/>
    <w:rsid w:val="005B69DE"/>
    <w:rsid w:val="005C0829"/>
    <w:rsid w:val="005C433B"/>
    <w:rsid w:val="005D1AFD"/>
    <w:rsid w:val="005D6FE1"/>
    <w:rsid w:val="005D71AD"/>
    <w:rsid w:val="005E4F4D"/>
    <w:rsid w:val="005E5192"/>
    <w:rsid w:val="005E51E6"/>
    <w:rsid w:val="005F027A"/>
    <w:rsid w:val="005F33CC"/>
    <w:rsid w:val="005F760F"/>
    <w:rsid w:val="005F771F"/>
    <w:rsid w:val="006056C4"/>
    <w:rsid w:val="006121D4"/>
    <w:rsid w:val="00613B49"/>
    <w:rsid w:val="00616845"/>
    <w:rsid w:val="00620E8E"/>
    <w:rsid w:val="00631530"/>
    <w:rsid w:val="00633CFE"/>
    <w:rsid w:val="00634FCA"/>
    <w:rsid w:val="006354EB"/>
    <w:rsid w:val="00643D1B"/>
    <w:rsid w:val="006452B8"/>
    <w:rsid w:val="00652E62"/>
    <w:rsid w:val="00662AB3"/>
    <w:rsid w:val="00665358"/>
    <w:rsid w:val="006672FF"/>
    <w:rsid w:val="006845D4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2C91"/>
    <w:rsid w:val="006E42FE"/>
    <w:rsid w:val="006E5C42"/>
    <w:rsid w:val="006F0D02"/>
    <w:rsid w:val="006F10FE"/>
    <w:rsid w:val="006F34C4"/>
    <w:rsid w:val="006F3622"/>
    <w:rsid w:val="006F42C3"/>
    <w:rsid w:val="006F6234"/>
    <w:rsid w:val="006F74E7"/>
    <w:rsid w:val="00705EEC"/>
    <w:rsid w:val="007067AF"/>
    <w:rsid w:val="00707741"/>
    <w:rsid w:val="007134FE"/>
    <w:rsid w:val="0071409D"/>
    <w:rsid w:val="00715794"/>
    <w:rsid w:val="00717385"/>
    <w:rsid w:val="00722769"/>
    <w:rsid w:val="00723821"/>
    <w:rsid w:val="00727901"/>
    <w:rsid w:val="0073075B"/>
    <w:rsid w:val="0073404B"/>
    <w:rsid w:val="007341FF"/>
    <w:rsid w:val="007404E9"/>
    <w:rsid w:val="00741091"/>
    <w:rsid w:val="00743102"/>
    <w:rsid w:val="007444CF"/>
    <w:rsid w:val="00752C75"/>
    <w:rsid w:val="00757005"/>
    <w:rsid w:val="00761941"/>
    <w:rsid w:val="00761DBE"/>
    <w:rsid w:val="0076523B"/>
    <w:rsid w:val="00767AB2"/>
    <w:rsid w:val="00771B60"/>
    <w:rsid w:val="00781D77"/>
    <w:rsid w:val="00782212"/>
    <w:rsid w:val="00783549"/>
    <w:rsid w:val="007860B7"/>
    <w:rsid w:val="00786232"/>
    <w:rsid w:val="00786DC8"/>
    <w:rsid w:val="00793BF6"/>
    <w:rsid w:val="00795436"/>
    <w:rsid w:val="007A300D"/>
    <w:rsid w:val="007C1588"/>
    <w:rsid w:val="007C2092"/>
    <w:rsid w:val="007D0ADE"/>
    <w:rsid w:val="007D291F"/>
    <w:rsid w:val="007D55C5"/>
    <w:rsid w:val="007D5A78"/>
    <w:rsid w:val="007E3BD1"/>
    <w:rsid w:val="007F095B"/>
    <w:rsid w:val="007F1563"/>
    <w:rsid w:val="007F1600"/>
    <w:rsid w:val="007F1EB2"/>
    <w:rsid w:val="007F44DB"/>
    <w:rsid w:val="007F5A8B"/>
    <w:rsid w:val="00817D51"/>
    <w:rsid w:val="00823530"/>
    <w:rsid w:val="00823FF4"/>
    <w:rsid w:val="008255E7"/>
    <w:rsid w:val="00830267"/>
    <w:rsid w:val="008306E7"/>
    <w:rsid w:val="008322BE"/>
    <w:rsid w:val="00833370"/>
    <w:rsid w:val="00834BC8"/>
    <w:rsid w:val="008354A5"/>
    <w:rsid w:val="00837FD6"/>
    <w:rsid w:val="00845533"/>
    <w:rsid w:val="00847B60"/>
    <w:rsid w:val="00850243"/>
    <w:rsid w:val="00851BE5"/>
    <w:rsid w:val="008545EB"/>
    <w:rsid w:val="0086016A"/>
    <w:rsid w:val="0086183E"/>
    <w:rsid w:val="00865011"/>
    <w:rsid w:val="00872742"/>
    <w:rsid w:val="00877DB9"/>
    <w:rsid w:val="00886790"/>
    <w:rsid w:val="008908DE"/>
    <w:rsid w:val="0089176C"/>
    <w:rsid w:val="00893930"/>
    <w:rsid w:val="00897AE3"/>
    <w:rsid w:val="008A12ED"/>
    <w:rsid w:val="008A39D3"/>
    <w:rsid w:val="008A523E"/>
    <w:rsid w:val="008B2C77"/>
    <w:rsid w:val="008B3FC8"/>
    <w:rsid w:val="008B4AD2"/>
    <w:rsid w:val="008B5746"/>
    <w:rsid w:val="008B636F"/>
    <w:rsid w:val="008B663E"/>
    <w:rsid w:val="008B7138"/>
    <w:rsid w:val="008B76CA"/>
    <w:rsid w:val="008C2A2D"/>
    <w:rsid w:val="008C74A9"/>
    <w:rsid w:val="008E260C"/>
    <w:rsid w:val="008E39BE"/>
    <w:rsid w:val="008E62EC"/>
    <w:rsid w:val="008F32F6"/>
    <w:rsid w:val="008F72C4"/>
    <w:rsid w:val="00900C7B"/>
    <w:rsid w:val="009028C9"/>
    <w:rsid w:val="00903249"/>
    <w:rsid w:val="00903B8F"/>
    <w:rsid w:val="009049BA"/>
    <w:rsid w:val="00906571"/>
    <w:rsid w:val="00916CD7"/>
    <w:rsid w:val="00920927"/>
    <w:rsid w:val="00920E8C"/>
    <w:rsid w:val="00921B38"/>
    <w:rsid w:val="00923720"/>
    <w:rsid w:val="00925B51"/>
    <w:rsid w:val="009278C9"/>
    <w:rsid w:val="00930C89"/>
    <w:rsid w:val="00932CD7"/>
    <w:rsid w:val="00936570"/>
    <w:rsid w:val="00942559"/>
    <w:rsid w:val="00944C09"/>
    <w:rsid w:val="009527CB"/>
    <w:rsid w:val="00953835"/>
    <w:rsid w:val="00954F9F"/>
    <w:rsid w:val="00956133"/>
    <w:rsid w:val="00960F6C"/>
    <w:rsid w:val="009679CF"/>
    <w:rsid w:val="00970747"/>
    <w:rsid w:val="0097555B"/>
    <w:rsid w:val="009807F6"/>
    <w:rsid w:val="00987DBB"/>
    <w:rsid w:val="00990060"/>
    <w:rsid w:val="009908BC"/>
    <w:rsid w:val="00997A57"/>
    <w:rsid w:val="00997BFC"/>
    <w:rsid w:val="009A0BB8"/>
    <w:rsid w:val="009A477C"/>
    <w:rsid w:val="009A5900"/>
    <w:rsid w:val="009A6E6C"/>
    <w:rsid w:val="009A6F3F"/>
    <w:rsid w:val="009A72EA"/>
    <w:rsid w:val="009B0AA6"/>
    <w:rsid w:val="009B1C49"/>
    <w:rsid w:val="009B2F8F"/>
    <w:rsid w:val="009B331A"/>
    <w:rsid w:val="009C1437"/>
    <w:rsid w:val="009C2650"/>
    <w:rsid w:val="009C34EE"/>
    <w:rsid w:val="009C79E6"/>
    <w:rsid w:val="009C7F6A"/>
    <w:rsid w:val="009D15E2"/>
    <w:rsid w:val="009D15FE"/>
    <w:rsid w:val="009D20AC"/>
    <w:rsid w:val="009D21BD"/>
    <w:rsid w:val="009D5D2C"/>
    <w:rsid w:val="009E0175"/>
    <w:rsid w:val="009F0DCC"/>
    <w:rsid w:val="009F11CA"/>
    <w:rsid w:val="009F362D"/>
    <w:rsid w:val="009F6DB3"/>
    <w:rsid w:val="00A00EF2"/>
    <w:rsid w:val="00A054D2"/>
    <w:rsid w:val="00A0676A"/>
    <w:rsid w:val="00A0695B"/>
    <w:rsid w:val="00A1060A"/>
    <w:rsid w:val="00A13052"/>
    <w:rsid w:val="00A15CB9"/>
    <w:rsid w:val="00A216A8"/>
    <w:rsid w:val="00A223A6"/>
    <w:rsid w:val="00A337A5"/>
    <w:rsid w:val="00A3639E"/>
    <w:rsid w:val="00A44CD7"/>
    <w:rsid w:val="00A4769F"/>
    <w:rsid w:val="00A5092E"/>
    <w:rsid w:val="00A554D6"/>
    <w:rsid w:val="00A56E14"/>
    <w:rsid w:val="00A6476B"/>
    <w:rsid w:val="00A70F7B"/>
    <w:rsid w:val="00A74147"/>
    <w:rsid w:val="00A76C6C"/>
    <w:rsid w:val="00A81659"/>
    <w:rsid w:val="00A87356"/>
    <w:rsid w:val="00A92DD1"/>
    <w:rsid w:val="00A94BBF"/>
    <w:rsid w:val="00AA5338"/>
    <w:rsid w:val="00AA5D02"/>
    <w:rsid w:val="00AA656D"/>
    <w:rsid w:val="00AA6E79"/>
    <w:rsid w:val="00AB1B8E"/>
    <w:rsid w:val="00AB1BEC"/>
    <w:rsid w:val="00AB3EC1"/>
    <w:rsid w:val="00AB46DE"/>
    <w:rsid w:val="00AB4750"/>
    <w:rsid w:val="00AB601B"/>
    <w:rsid w:val="00AB7E58"/>
    <w:rsid w:val="00AC0696"/>
    <w:rsid w:val="00AC4C98"/>
    <w:rsid w:val="00AC5F6B"/>
    <w:rsid w:val="00AD3896"/>
    <w:rsid w:val="00AD5B47"/>
    <w:rsid w:val="00AE1ED9"/>
    <w:rsid w:val="00AE32CB"/>
    <w:rsid w:val="00AE5C93"/>
    <w:rsid w:val="00AE6F9D"/>
    <w:rsid w:val="00AE72DF"/>
    <w:rsid w:val="00AE7696"/>
    <w:rsid w:val="00AF09A4"/>
    <w:rsid w:val="00AF0ADB"/>
    <w:rsid w:val="00AF2FD3"/>
    <w:rsid w:val="00AF3957"/>
    <w:rsid w:val="00AF3A2E"/>
    <w:rsid w:val="00AF4D0C"/>
    <w:rsid w:val="00B00441"/>
    <w:rsid w:val="00B03DFC"/>
    <w:rsid w:val="00B0712C"/>
    <w:rsid w:val="00B115F1"/>
    <w:rsid w:val="00B12013"/>
    <w:rsid w:val="00B125B5"/>
    <w:rsid w:val="00B201A6"/>
    <w:rsid w:val="00B223C1"/>
    <w:rsid w:val="00B22C67"/>
    <w:rsid w:val="00B25DC0"/>
    <w:rsid w:val="00B3508F"/>
    <w:rsid w:val="00B36B4F"/>
    <w:rsid w:val="00B41D9B"/>
    <w:rsid w:val="00B4383A"/>
    <w:rsid w:val="00B443EE"/>
    <w:rsid w:val="00B45358"/>
    <w:rsid w:val="00B51242"/>
    <w:rsid w:val="00B538EA"/>
    <w:rsid w:val="00B560C8"/>
    <w:rsid w:val="00B61150"/>
    <w:rsid w:val="00B65BC7"/>
    <w:rsid w:val="00B6780A"/>
    <w:rsid w:val="00B746B9"/>
    <w:rsid w:val="00B7693B"/>
    <w:rsid w:val="00B848D4"/>
    <w:rsid w:val="00B84916"/>
    <w:rsid w:val="00B865B7"/>
    <w:rsid w:val="00B97023"/>
    <w:rsid w:val="00BA1CB1"/>
    <w:rsid w:val="00BA3016"/>
    <w:rsid w:val="00BA4178"/>
    <w:rsid w:val="00BA482D"/>
    <w:rsid w:val="00BB1755"/>
    <w:rsid w:val="00BB23F4"/>
    <w:rsid w:val="00BC346B"/>
    <w:rsid w:val="00BC3DDB"/>
    <w:rsid w:val="00BC5075"/>
    <w:rsid w:val="00BC5419"/>
    <w:rsid w:val="00BD3B0F"/>
    <w:rsid w:val="00BD56C7"/>
    <w:rsid w:val="00BE5889"/>
    <w:rsid w:val="00BF1D4C"/>
    <w:rsid w:val="00BF3F0A"/>
    <w:rsid w:val="00BF47A2"/>
    <w:rsid w:val="00BF502C"/>
    <w:rsid w:val="00C04238"/>
    <w:rsid w:val="00C072A2"/>
    <w:rsid w:val="00C143C3"/>
    <w:rsid w:val="00C1739B"/>
    <w:rsid w:val="00C204D1"/>
    <w:rsid w:val="00C214C1"/>
    <w:rsid w:val="00C21ADE"/>
    <w:rsid w:val="00C23D97"/>
    <w:rsid w:val="00C26067"/>
    <w:rsid w:val="00C30A29"/>
    <w:rsid w:val="00C317DC"/>
    <w:rsid w:val="00C45890"/>
    <w:rsid w:val="00C45D89"/>
    <w:rsid w:val="00C46BBF"/>
    <w:rsid w:val="00C46EEA"/>
    <w:rsid w:val="00C52547"/>
    <w:rsid w:val="00C578E9"/>
    <w:rsid w:val="00C67508"/>
    <w:rsid w:val="00C70626"/>
    <w:rsid w:val="00C72860"/>
    <w:rsid w:val="00C72A48"/>
    <w:rsid w:val="00C73361"/>
    <w:rsid w:val="00C73582"/>
    <w:rsid w:val="00C73B90"/>
    <w:rsid w:val="00C742EC"/>
    <w:rsid w:val="00C76120"/>
    <w:rsid w:val="00C8713C"/>
    <w:rsid w:val="00C96AF3"/>
    <w:rsid w:val="00C97CCC"/>
    <w:rsid w:val="00CA0274"/>
    <w:rsid w:val="00CA139A"/>
    <w:rsid w:val="00CB746F"/>
    <w:rsid w:val="00CC260D"/>
    <w:rsid w:val="00CC371D"/>
    <w:rsid w:val="00CC38D6"/>
    <w:rsid w:val="00CC451E"/>
    <w:rsid w:val="00CC6EBD"/>
    <w:rsid w:val="00CD0D74"/>
    <w:rsid w:val="00CD4E9D"/>
    <w:rsid w:val="00CD4F4D"/>
    <w:rsid w:val="00CE101F"/>
    <w:rsid w:val="00CE416E"/>
    <w:rsid w:val="00CE7D19"/>
    <w:rsid w:val="00CF0CF5"/>
    <w:rsid w:val="00CF2B3E"/>
    <w:rsid w:val="00CF41F3"/>
    <w:rsid w:val="00D0201F"/>
    <w:rsid w:val="00D03685"/>
    <w:rsid w:val="00D05757"/>
    <w:rsid w:val="00D0737D"/>
    <w:rsid w:val="00D077F8"/>
    <w:rsid w:val="00D07D4E"/>
    <w:rsid w:val="00D10D30"/>
    <w:rsid w:val="00D115AA"/>
    <w:rsid w:val="00D1432B"/>
    <w:rsid w:val="00D145BE"/>
    <w:rsid w:val="00D2035A"/>
    <w:rsid w:val="00D20C57"/>
    <w:rsid w:val="00D25D16"/>
    <w:rsid w:val="00D25F12"/>
    <w:rsid w:val="00D31FB3"/>
    <w:rsid w:val="00D32124"/>
    <w:rsid w:val="00D3670E"/>
    <w:rsid w:val="00D37D45"/>
    <w:rsid w:val="00D42F9B"/>
    <w:rsid w:val="00D4447C"/>
    <w:rsid w:val="00D47FDC"/>
    <w:rsid w:val="00D54C76"/>
    <w:rsid w:val="00D61BBD"/>
    <w:rsid w:val="00D632BB"/>
    <w:rsid w:val="00D7047D"/>
    <w:rsid w:val="00D70622"/>
    <w:rsid w:val="00D706DB"/>
    <w:rsid w:val="00D70F36"/>
    <w:rsid w:val="00D71E43"/>
    <w:rsid w:val="00D72443"/>
    <w:rsid w:val="00D727F3"/>
    <w:rsid w:val="00D73695"/>
    <w:rsid w:val="00D769FF"/>
    <w:rsid w:val="00D810DE"/>
    <w:rsid w:val="00D84133"/>
    <w:rsid w:val="00D87D32"/>
    <w:rsid w:val="00D91188"/>
    <w:rsid w:val="00D92C83"/>
    <w:rsid w:val="00DA0A81"/>
    <w:rsid w:val="00DA3C10"/>
    <w:rsid w:val="00DA53B5"/>
    <w:rsid w:val="00DA74BF"/>
    <w:rsid w:val="00DA78FE"/>
    <w:rsid w:val="00DB390B"/>
    <w:rsid w:val="00DC1D69"/>
    <w:rsid w:val="00DC40E1"/>
    <w:rsid w:val="00DC5A3A"/>
    <w:rsid w:val="00DD0726"/>
    <w:rsid w:val="00DD4AFD"/>
    <w:rsid w:val="00DE193A"/>
    <w:rsid w:val="00DE329E"/>
    <w:rsid w:val="00DE6CFF"/>
    <w:rsid w:val="00E050ED"/>
    <w:rsid w:val="00E13BA8"/>
    <w:rsid w:val="00E238E6"/>
    <w:rsid w:val="00E30772"/>
    <w:rsid w:val="00E33A1F"/>
    <w:rsid w:val="00E34A94"/>
    <w:rsid w:val="00E34CD8"/>
    <w:rsid w:val="00E35064"/>
    <w:rsid w:val="00E3681D"/>
    <w:rsid w:val="00E40225"/>
    <w:rsid w:val="00E501F0"/>
    <w:rsid w:val="00E508CE"/>
    <w:rsid w:val="00E54DEC"/>
    <w:rsid w:val="00E6166D"/>
    <w:rsid w:val="00E71957"/>
    <w:rsid w:val="00E74756"/>
    <w:rsid w:val="00E82992"/>
    <w:rsid w:val="00E9054F"/>
    <w:rsid w:val="00E91BFF"/>
    <w:rsid w:val="00E92933"/>
    <w:rsid w:val="00E94FAD"/>
    <w:rsid w:val="00E964E5"/>
    <w:rsid w:val="00EA065F"/>
    <w:rsid w:val="00EA1E00"/>
    <w:rsid w:val="00EA28A8"/>
    <w:rsid w:val="00EA65B8"/>
    <w:rsid w:val="00EB0AA4"/>
    <w:rsid w:val="00EB5C88"/>
    <w:rsid w:val="00EC0469"/>
    <w:rsid w:val="00EC0C3E"/>
    <w:rsid w:val="00EC35A3"/>
    <w:rsid w:val="00ED3278"/>
    <w:rsid w:val="00EE1B43"/>
    <w:rsid w:val="00EE7F94"/>
    <w:rsid w:val="00EF01F8"/>
    <w:rsid w:val="00EF0233"/>
    <w:rsid w:val="00EF3268"/>
    <w:rsid w:val="00EF40EF"/>
    <w:rsid w:val="00EF47FE"/>
    <w:rsid w:val="00F00B8B"/>
    <w:rsid w:val="00F069BD"/>
    <w:rsid w:val="00F10FC2"/>
    <w:rsid w:val="00F13BA5"/>
    <w:rsid w:val="00F1480E"/>
    <w:rsid w:val="00F1497D"/>
    <w:rsid w:val="00F16AAC"/>
    <w:rsid w:val="00F203FC"/>
    <w:rsid w:val="00F20E04"/>
    <w:rsid w:val="00F249E4"/>
    <w:rsid w:val="00F30C7D"/>
    <w:rsid w:val="00F31046"/>
    <w:rsid w:val="00F33FF2"/>
    <w:rsid w:val="00F37611"/>
    <w:rsid w:val="00F37FC9"/>
    <w:rsid w:val="00F407BE"/>
    <w:rsid w:val="00F438FC"/>
    <w:rsid w:val="00F50052"/>
    <w:rsid w:val="00F5616F"/>
    <w:rsid w:val="00F56451"/>
    <w:rsid w:val="00F56720"/>
    <w:rsid w:val="00F56827"/>
    <w:rsid w:val="00F608DC"/>
    <w:rsid w:val="00F62866"/>
    <w:rsid w:val="00F64CAE"/>
    <w:rsid w:val="00F65EF0"/>
    <w:rsid w:val="00F71651"/>
    <w:rsid w:val="00F76191"/>
    <w:rsid w:val="00F76CC6"/>
    <w:rsid w:val="00F83D7C"/>
    <w:rsid w:val="00F914E9"/>
    <w:rsid w:val="00FA1927"/>
    <w:rsid w:val="00FB232E"/>
    <w:rsid w:val="00FB4028"/>
    <w:rsid w:val="00FC5EB6"/>
    <w:rsid w:val="00FD557D"/>
    <w:rsid w:val="00FD62FE"/>
    <w:rsid w:val="00FE0282"/>
    <w:rsid w:val="00FE063E"/>
    <w:rsid w:val="00FE124D"/>
    <w:rsid w:val="00FE291B"/>
    <w:rsid w:val="00FE792C"/>
    <w:rsid w:val="00FF0A74"/>
    <w:rsid w:val="00FF58F8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57A1FCC7-6555-445C-BFF8-61A33776E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C4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530D3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9dbd719f-884c-4c30-a8ee-30d62c5bb563">Validation</Project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8F7344B45C3468C00590DB91D4E15" ma:contentTypeVersion="3" ma:contentTypeDescription="Create a new document." ma:contentTypeScope="" ma:versionID="cbcd30767bb4e9e88535538e4e9007c8">
  <xsd:schema xmlns:xsd="http://www.w3.org/2001/XMLSchema" xmlns:xs="http://www.w3.org/2001/XMLSchema" xmlns:p="http://schemas.microsoft.com/office/2006/metadata/properties" xmlns:ns2="9dbd719f-884c-4c30-a8ee-30d62c5bb563" targetNamespace="http://schemas.microsoft.com/office/2006/metadata/properties" ma:root="true" ma:fieldsID="0ba493235f2975d130472acaaebef414" ns2:_="">
    <xsd:import namespace="9dbd719f-884c-4c30-a8ee-30d62c5bb563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bd719f-884c-4c30-a8ee-30d62c5bb563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Edit &amp; Equity"/>
          <xsd:enumeration value="Quality Assurance"/>
          <xsd:enumeration value="STA Approval"/>
          <xsd:enumeration value="TGA Upload"/>
          <xsd:enumeration value="TGA Checking"/>
          <xsd:enumeration value="Complet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dbd719f-884c-4c30-a8ee-30d62c5bb563"/>
  </ds:schemaRefs>
</ds:datastoreItem>
</file>

<file path=customXml/itemProps4.xml><?xml version="1.0" encoding="utf-8"?>
<ds:datastoreItem xmlns:ds="http://schemas.openxmlformats.org/officeDocument/2006/customXml" ds:itemID="{778FEC1E-9278-40E2-822A-B0790A8B7F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bd719f-884c-4c30-a8ee-30d62c5bb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124</TotalTime>
  <Pages>5</Pages>
  <Words>1412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Danni McDonald</cp:lastModifiedBy>
  <cp:revision>8</cp:revision>
  <cp:lastPrinted>2016-05-27T05:21:00Z</cp:lastPrinted>
  <dcterms:created xsi:type="dcterms:W3CDTF">2022-04-23T05:01:00Z</dcterms:created>
  <dcterms:modified xsi:type="dcterms:W3CDTF">2022-04-28T03:04:00Z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0x0101005C58F7344B45C3468C00590DB91D4E15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</Properties>
</file>