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17138" w14:paraId="695EF0CC" w14:textId="77777777" w:rsidTr="00146EEC">
        <w:tc>
          <w:tcPr>
            <w:tcW w:w="2689" w:type="dxa"/>
          </w:tcPr>
          <w:p w14:paraId="3752BE50" w14:textId="005BA55E" w:rsidR="00217138" w:rsidRPr="00414E02" w:rsidRDefault="00217138" w:rsidP="00414E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14E02">
              <w:t xml:space="preserve">Release </w:t>
            </w:r>
            <w:r w:rsidR="00687F98" w:rsidRPr="00414E02">
              <w:t>1</w:t>
            </w:r>
          </w:p>
        </w:tc>
        <w:tc>
          <w:tcPr>
            <w:tcW w:w="6939" w:type="dxa"/>
          </w:tcPr>
          <w:p w14:paraId="7C5BD09C" w14:textId="1B68C298" w:rsidR="00217138" w:rsidRPr="00414E02" w:rsidRDefault="00217138" w:rsidP="00414E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14E02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76F99F60" w:rsidR="00F1480E" w:rsidRPr="005404CB" w:rsidRDefault="006234C1" w:rsidP="005404CB">
            <w:pPr>
              <w:pStyle w:val="SIUNITCODE"/>
            </w:pPr>
            <w:r>
              <w:t>FWP</w:t>
            </w:r>
            <w:r w:rsidR="00063191">
              <w:t>COT</w:t>
            </w:r>
            <w:r>
              <w:t>3XXX</w:t>
            </w:r>
          </w:p>
        </w:tc>
        <w:tc>
          <w:tcPr>
            <w:tcW w:w="3604" w:type="pct"/>
            <w:shd w:val="clear" w:color="auto" w:fill="auto"/>
          </w:tcPr>
          <w:p w14:paraId="731773B3" w14:textId="5723E5C3" w:rsidR="00F1480E" w:rsidRPr="005404CB" w:rsidRDefault="00AC620F" w:rsidP="005404CB">
            <w:pPr>
              <w:pStyle w:val="SIUnittitle"/>
            </w:pPr>
            <w:r w:rsidRPr="00AC620F">
              <w:t>Screen wood chips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9BC95C" w14:textId="3EF03E49" w:rsidR="00EE247F" w:rsidRPr="00EF68AC" w:rsidRDefault="00F1480E" w:rsidP="00EF68AC">
            <w:pPr>
              <w:pStyle w:val="SIText"/>
            </w:pPr>
            <w:r w:rsidRPr="00EF68AC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422A9C" w:rsidRPr="00422A9C">
              <w:t>us</w:t>
            </w:r>
            <w:r w:rsidR="00422A9C">
              <w:t>e</w:t>
            </w:r>
            <w:r w:rsidR="00422A9C" w:rsidRPr="00422A9C">
              <w:t xml:space="preserve"> mechanical screen processes </w:t>
            </w:r>
            <w:r w:rsidR="005409B5">
              <w:t xml:space="preserve">to </w:t>
            </w:r>
            <w:r w:rsidR="00D80C66">
              <w:t xml:space="preserve">separate </w:t>
            </w:r>
            <w:r w:rsidR="000A1A8C" w:rsidRPr="000A1A8C">
              <w:t xml:space="preserve">oversize, overthick, pins, fines and any contaminants in the </w:t>
            </w:r>
            <w:r w:rsidR="0007167A">
              <w:t xml:space="preserve">wood </w:t>
            </w:r>
            <w:r w:rsidR="000A1A8C" w:rsidRPr="000A1A8C">
              <w:t>chip flow</w:t>
            </w:r>
            <w:r w:rsidR="00226EEA" w:rsidRPr="00226EEA">
              <w:t xml:space="preserve"> </w:t>
            </w:r>
            <w:r w:rsidR="00FB6FDB">
              <w:t xml:space="preserve">from the accept </w:t>
            </w:r>
            <w:r w:rsidR="009A2CE6">
              <w:t>chips</w:t>
            </w:r>
            <w:r w:rsidR="00EE247F" w:rsidRPr="00EF68AC">
              <w:t xml:space="preserve">. </w:t>
            </w:r>
          </w:p>
          <w:p w14:paraId="541E7775" w14:textId="77777777" w:rsidR="00EE247F" w:rsidRDefault="00EE247F" w:rsidP="00EE247F"/>
          <w:p w14:paraId="0388B0BB" w14:textId="557EAED3" w:rsidR="00EE247F" w:rsidRPr="00EE247F" w:rsidRDefault="00EE247F" w:rsidP="00EE247F">
            <w:r w:rsidRPr="00EE247F">
              <w:t xml:space="preserve">The unit applies to </w:t>
            </w:r>
            <w:r w:rsidR="00EF68AC">
              <w:t>individuals who screen wood</w:t>
            </w:r>
            <w:r w:rsidR="0007167A">
              <w:t xml:space="preserve"> </w:t>
            </w:r>
            <w:r w:rsidR="00EF68AC">
              <w:t>chips</w:t>
            </w:r>
            <w:r w:rsidR="00EF68AC" w:rsidRPr="00EF68AC">
              <w:t xml:space="preserve"> in </w:t>
            </w:r>
            <w:r w:rsidR="00C30A67">
              <w:t>wood processing</w:t>
            </w:r>
            <w:r w:rsidR="0007167A">
              <w:t xml:space="preserve"> </w:t>
            </w:r>
            <w:r w:rsidR="002C07DA">
              <w:t>wo</w:t>
            </w:r>
            <w:r w:rsidR="00EF68AC" w:rsidRPr="00EF68AC">
              <w:t>rk environments.</w:t>
            </w:r>
          </w:p>
          <w:p w14:paraId="0041BBC6" w14:textId="77777777" w:rsidR="00055137" w:rsidRDefault="00055137" w:rsidP="00055137"/>
          <w:p w14:paraId="57EC0FD2" w14:textId="46F6AC6D" w:rsidR="00055137" w:rsidRPr="00055137" w:rsidRDefault="00055137" w:rsidP="00055137">
            <w:r w:rsidRPr="00626DAB">
              <w:t>All work must be carried out to comply with workplace procedures, according to state/territory health and safety regulations, legislation and standards that apply to the workplace.</w:t>
            </w:r>
          </w:p>
          <w:p w14:paraId="4E7DFC36" w14:textId="77777777" w:rsidR="00EE247F" w:rsidRDefault="00EE247F" w:rsidP="00EE247F"/>
          <w:p w14:paraId="30C6ACCB" w14:textId="681B4A31" w:rsidR="006B277A" w:rsidRPr="000754EC" w:rsidRDefault="00EE247F" w:rsidP="007578F8">
            <w:r w:rsidRPr="00EE247F">
              <w:t>No licensing, legislative</w:t>
            </w:r>
            <w:r w:rsidR="00217138">
              <w:t xml:space="preserve"> </w:t>
            </w:r>
            <w:r w:rsidRPr="00EE247F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7C0E8C0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0DBDB952" w:rsidR="005E022A" w:rsidRPr="0049383E" w:rsidRDefault="009E447F" w:rsidP="005941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4346D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5351AECA" w:rsidR="00F4346D" w:rsidRPr="00F4346D" w:rsidRDefault="00F4346D" w:rsidP="00F4346D">
            <w:pPr>
              <w:pStyle w:val="SIText"/>
            </w:pPr>
            <w:r w:rsidRPr="00F4346D">
              <w:t xml:space="preserve">1. Prepare for </w:t>
            </w:r>
            <w:r w:rsidR="009167D2">
              <w:t xml:space="preserve">wood chip </w:t>
            </w:r>
            <w:r w:rsidRPr="00F4346D">
              <w:t>screening</w:t>
            </w:r>
          </w:p>
        </w:tc>
        <w:tc>
          <w:tcPr>
            <w:tcW w:w="3604" w:type="pct"/>
            <w:shd w:val="clear" w:color="auto" w:fill="auto"/>
          </w:tcPr>
          <w:p w14:paraId="23062BCB" w14:textId="4EDBEEA0" w:rsidR="00F4346D" w:rsidRDefault="00F4346D" w:rsidP="00F4346D">
            <w:r w:rsidRPr="00F4346D">
              <w:t xml:space="preserve">1.1 </w:t>
            </w:r>
            <w:r w:rsidR="00727BFA">
              <w:t xml:space="preserve">Determine job requirements from </w:t>
            </w:r>
            <w:r w:rsidRPr="00F4346D">
              <w:t xml:space="preserve">work order </w:t>
            </w:r>
            <w:r w:rsidR="00727BFA">
              <w:t xml:space="preserve">or instructions </w:t>
            </w:r>
            <w:r w:rsidRPr="00F4346D">
              <w:t>and</w:t>
            </w:r>
            <w:r w:rsidR="00727BFA">
              <w:t>,</w:t>
            </w:r>
            <w:r w:rsidRPr="00F4346D">
              <w:t xml:space="preserve"> where required</w:t>
            </w:r>
            <w:r w:rsidR="00727BFA">
              <w:t>,</w:t>
            </w:r>
            <w:r w:rsidRPr="00F4346D">
              <w:t xml:space="preserve"> check with appropriate personnel</w:t>
            </w:r>
          </w:p>
          <w:p w14:paraId="53A68986" w14:textId="77777777" w:rsidR="00991762" w:rsidRDefault="00991762" w:rsidP="00991762">
            <w:pPr>
              <w:pStyle w:val="SIText"/>
            </w:pPr>
            <w:r w:rsidRPr="00991762">
              <w:t>1.2 Confirm workplace safety and environmental requirements for the task, including use of personal protective equipment</w:t>
            </w:r>
          </w:p>
          <w:p w14:paraId="66F64D1A" w14:textId="19DB7E1A" w:rsidR="00BE0A19" w:rsidRPr="00BE0A19" w:rsidRDefault="00BE0A19" w:rsidP="00BE0A19">
            <w:pPr>
              <w:pStyle w:val="SIText"/>
            </w:pPr>
            <w:r w:rsidRPr="00BE0A19">
              <w:t xml:space="preserve">1.3 Identify, assess and take actions to mitigate hazards and associated risks with operation of </w:t>
            </w:r>
            <w:r w:rsidR="00452868">
              <w:t>wood chip screen</w:t>
            </w:r>
            <w:r w:rsidR="00CC7C4A">
              <w:t xml:space="preserve">ing </w:t>
            </w:r>
            <w:r w:rsidR="0060611B">
              <w:t>system</w:t>
            </w:r>
          </w:p>
          <w:p w14:paraId="5EE54E0C" w14:textId="721D4E03" w:rsidR="00491CF5" w:rsidRDefault="00491CF5" w:rsidP="004A35F9">
            <w:r w:rsidRPr="00491CF5">
              <w:t>1.</w:t>
            </w:r>
            <w:r>
              <w:t>4</w:t>
            </w:r>
            <w:r w:rsidRPr="00491CF5">
              <w:t xml:space="preserve"> Confirm type and quantity of wood chips to be screened from production process</w:t>
            </w:r>
          </w:p>
          <w:p w14:paraId="2523AD6F" w14:textId="3B44A17F" w:rsidR="00F4346D" w:rsidRPr="00F4346D" w:rsidRDefault="004A35F9" w:rsidP="00491CF5">
            <w:r>
              <w:t>1</w:t>
            </w:r>
            <w:r w:rsidRPr="004A35F9">
              <w:t>.</w:t>
            </w:r>
            <w:r w:rsidR="00491CF5">
              <w:t>5</w:t>
            </w:r>
            <w:r w:rsidRPr="004A35F9">
              <w:t xml:space="preserve"> Complete pre-operational checks </w:t>
            </w:r>
            <w:r w:rsidR="004B2AC1">
              <w:t xml:space="preserve">on </w:t>
            </w:r>
            <w:r w:rsidR="00667326">
              <w:t xml:space="preserve">wood chip screening system </w:t>
            </w:r>
            <w:r w:rsidRPr="004A35F9">
              <w:t>according to manufacturer instructions and workplace procedures</w:t>
            </w:r>
          </w:p>
        </w:tc>
      </w:tr>
      <w:tr w:rsidR="00F4346D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513AB01C" w:rsidR="00F4346D" w:rsidRPr="00F4346D" w:rsidRDefault="00F4346D" w:rsidP="00F4346D">
            <w:pPr>
              <w:pStyle w:val="SIText"/>
            </w:pPr>
            <w:r w:rsidRPr="00F4346D">
              <w:t>2. Screen wood chips</w:t>
            </w:r>
          </w:p>
        </w:tc>
        <w:tc>
          <w:tcPr>
            <w:tcW w:w="3604" w:type="pct"/>
            <w:shd w:val="clear" w:color="auto" w:fill="auto"/>
          </w:tcPr>
          <w:p w14:paraId="390214F8" w14:textId="0E0D37B9" w:rsidR="00D409C1" w:rsidRDefault="00F4346D" w:rsidP="00203038">
            <w:r w:rsidRPr="00F4346D">
              <w:t>2.</w:t>
            </w:r>
            <w:r w:rsidR="003D1ED1">
              <w:t>1</w:t>
            </w:r>
            <w:r w:rsidRPr="00F4346D">
              <w:t xml:space="preserve"> Start </w:t>
            </w:r>
            <w:r w:rsidR="002B321F">
              <w:t xml:space="preserve">wood </w:t>
            </w:r>
            <w:r w:rsidR="006C6FD4" w:rsidRPr="007C4E23">
              <w:t>chip screen</w:t>
            </w:r>
            <w:r w:rsidR="006C6FD4" w:rsidRPr="006C6FD4">
              <w:t xml:space="preserve">ing </w:t>
            </w:r>
            <w:r w:rsidR="00667326">
              <w:t>system</w:t>
            </w:r>
            <w:r w:rsidR="00362C5E">
              <w:t xml:space="preserve"> according to workplace procedure</w:t>
            </w:r>
          </w:p>
          <w:p w14:paraId="7AD6C893" w14:textId="0BA3759F" w:rsidR="00F4346D" w:rsidRPr="00F4346D" w:rsidRDefault="00362C5E" w:rsidP="006C7C50">
            <w:r>
              <w:t>2.2 S</w:t>
            </w:r>
            <w:r w:rsidR="00AA4DFA">
              <w:t xml:space="preserve">et and adjust </w:t>
            </w:r>
            <w:r w:rsidR="00203038">
              <w:t>operating parameters to achieve production requirements</w:t>
            </w:r>
          </w:p>
        </w:tc>
      </w:tr>
      <w:tr w:rsidR="000A5701" w:rsidRPr="00963A46" w14:paraId="357033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D34E89" w14:textId="15DB91CA" w:rsidR="000A5701" w:rsidRPr="00F4346D" w:rsidRDefault="007C4E23" w:rsidP="00F4346D">
            <w:pPr>
              <w:pStyle w:val="SIText"/>
            </w:pPr>
            <w:r>
              <w:t xml:space="preserve">3. </w:t>
            </w:r>
            <w:r w:rsidRPr="007C4E23">
              <w:t xml:space="preserve">Monitor and control performance of </w:t>
            </w:r>
            <w:r w:rsidR="00E13DAE">
              <w:t xml:space="preserve">wood </w:t>
            </w:r>
            <w:r w:rsidRPr="007C4E23">
              <w:t>chip screen</w:t>
            </w:r>
            <w:r>
              <w:t xml:space="preserve">ing </w:t>
            </w:r>
            <w:r w:rsidR="008258EF">
              <w:t>system</w:t>
            </w:r>
          </w:p>
        </w:tc>
        <w:tc>
          <w:tcPr>
            <w:tcW w:w="3604" w:type="pct"/>
            <w:shd w:val="clear" w:color="auto" w:fill="auto"/>
          </w:tcPr>
          <w:p w14:paraId="23105529" w14:textId="77777777" w:rsidR="00A814BD" w:rsidRPr="00182030" w:rsidRDefault="00A814BD" w:rsidP="00A814BD">
            <w:r>
              <w:t>3.1 Monitor p</w:t>
            </w:r>
            <w:r w:rsidRPr="00182030">
              <w:t>roduct quality, plant performance</w:t>
            </w:r>
            <w:r>
              <w:t xml:space="preserve"> and</w:t>
            </w:r>
            <w:r w:rsidRPr="00182030">
              <w:t xml:space="preserve"> process</w:t>
            </w:r>
            <w:r>
              <w:t xml:space="preserve"> according to workplace procedures</w:t>
            </w:r>
            <w:r w:rsidRPr="00182030">
              <w:t xml:space="preserve"> </w:t>
            </w:r>
          </w:p>
          <w:p w14:paraId="66FD7140" w14:textId="0673B53E" w:rsidR="00A814BD" w:rsidRPr="00A814BD" w:rsidRDefault="00A814BD" w:rsidP="00A814BD">
            <w:r>
              <w:t>3.2</w:t>
            </w:r>
            <w:r w:rsidRPr="00F4346D">
              <w:t xml:space="preserve"> Monitor screening continually for matter which may cause contamination</w:t>
            </w:r>
          </w:p>
          <w:p w14:paraId="23EE9ADD" w14:textId="5E3CCDAB" w:rsidR="00A814BD" w:rsidRPr="00A814BD" w:rsidRDefault="00A814BD" w:rsidP="00A814BD">
            <w:r>
              <w:t>3.3</w:t>
            </w:r>
            <w:r w:rsidRPr="00F4346D">
              <w:t xml:space="preserve"> Monitor conveyor operations and clear jams to ensure free flow of output material to transfer systems</w:t>
            </w:r>
          </w:p>
          <w:p w14:paraId="1F315CA3" w14:textId="7F24156B" w:rsidR="00182030" w:rsidRPr="00182030" w:rsidRDefault="00182030" w:rsidP="00182030">
            <w:r w:rsidRPr="00182030">
              <w:t>3.</w:t>
            </w:r>
            <w:r w:rsidR="00B05184">
              <w:t>4</w:t>
            </w:r>
            <w:r w:rsidR="001F4876">
              <w:t xml:space="preserve"> Maintain i</w:t>
            </w:r>
            <w:r w:rsidRPr="00182030">
              <w:t>ncoming chip supply to match downstream production requirements</w:t>
            </w:r>
          </w:p>
          <w:p w14:paraId="10025218" w14:textId="197164E5" w:rsidR="00182030" w:rsidRPr="00182030" w:rsidRDefault="00182030" w:rsidP="00182030">
            <w:r w:rsidRPr="00182030">
              <w:t>3.</w:t>
            </w:r>
            <w:r w:rsidR="00B05184">
              <w:t>5</w:t>
            </w:r>
            <w:r w:rsidR="001F4876">
              <w:t xml:space="preserve"> Identify o</w:t>
            </w:r>
            <w:r w:rsidRPr="00182030">
              <w:t xml:space="preserve">perating and equipment faults and malfunctions and </w:t>
            </w:r>
            <w:r w:rsidR="001F4876">
              <w:t xml:space="preserve">take </w:t>
            </w:r>
            <w:r w:rsidRPr="00182030">
              <w:t xml:space="preserve">corrective action </w:t>
            </w:r>
            <w:r w:rsidR="001F4876">
              <w:t>as required</w:t>
            </w:r>
          </w:p>
          <w:p w14:paraId="7578C6D1" w14:textId="2C071AE8" w:rsidR="000A5701" w:rsidRPr="00F4346D" w:rsidRDefault="00182030" w:rsidP="00F4346D">
            <w:r w:rsidRPr="00182030">
              <w:t>3.</w:t>
            </w:r>
            <w:r w:rsidR="00B05184">
              <w:t>6</w:t>
            </w:r>
            <w:r w:rsidR="00656151">
              <w:t xml:space="preserve"> Check o</w:t>
            </w:r>
            <w:r w:rsidRPr="00182030">
              <w:t xml:space="preserve">utput chips </w:t>
            </w:r>
            <w:r w:rsidR="00656151">
              <w:t>for</w:t>
            </w:r>
            <w:r w:rsidRPr="00182030">
              <w:t xml:space="preserve"> conform</w:t>
            </w:r>
            <w:r w:rsidR="00656151">
              <w:t>ity</w:t>
            </w:r>
            <w:r w:rsidRPr="00182030">
              <w:t xml:space="preserve"> with</w:t>
            </w:r>
            <w:r w:rsidR="00D81549">
              <w:t xml:space="preserve"> quality specifications and</w:t>
            </w:r>
            <w:r w:rsidRPr="00182030">
              <w:t xml:space="preserve"> </w:t>
            </w:r>
            <w:r w:rsidR="00656151">
              <w:t>production requirements</w:t>
            </w:r>
          </w:p>
        </w:tc>
      </w:tr>
      <w:tr w:rsidR="003B5F24" w:rsidRPr="00963A46" w14:paraId="7A4B5D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C5A92B" w14:textId="5D450962" w:rsidR="003B5F24" w:rsidRDefault="00116E59" w:rsidP="00F4346D">
            <w:pPr>
              <w:pStyle w:val="SIText"/>
            </w:pPr>
            <w:r>
              <w:lastRenderedPageBreak/>
              <w:t>4.</w:t>
            </w:r>
            <w:r w:rsidR="00E13DAE">
              <w:t xml:space="preserve"> </w:t>
            </w:r>
            <w:r w:rsidR="00E13DAE" w:rsidRPr="00E13DAE">
              <w:t xml:space="preserve">Perform </w:t>
            </w:r>
            <w:r w:rsidR="00E13DAE">
              <w:t xml:space="preserve">operator maintenance on </w:t>
            </w:r>
            <w:r w:rsidR="00E13DAE" w:rsidRPr="00E13DAE">
              <w:t xml:space="preserve">wood chip screening </w:t>
            </w:r>
            <w:r w:rsidR="00D26C87">
              <w:t>system</w:t>
            </w:r>
          </w:p>
        </w:tc>
        <w:tc>
          <w:tcPr>
            <w:tcW w:w="3604" w:type="pct"/>
            <w:shd w:val="clear" w:color="auto" w:fill="auto"/>
          </w:tcPr>
          <w:p w14:paraId="20CA06AC" w14:textId="5BF18DCA" w:rsidR="00116E59" w:rsidRPr="00116E59" w:rsidRDefault="00116E59" w:rsidP="00116E59">
            <w:r w:rsidRPr="00116E59">
              <w:t xml:space="preserve">5.1 </w:t>
            </w:r>
            <w:r w:rsidR="00E13DAE">
              <w:t>S</w:t>
            </w:r>
            <w:r w:rsidRPr="00116E59">
              <w:t xml:space="preserve">hut down </w:t>
            </w:r>
            <w:r w:rsidR="00E13DAE">
              <w:t xml:space="preserve">and isolate </w:t>
            </w:r>
            <w:r w:rsidR="00D26C87" w:rsidRPr="00D26C87">
              <w:t xml:space="preserve">wood chip screening system </w:t>
            </w:r>
            <w:r w:rsidR="006E5135">
              <w:t xml:space="preserve">according to </w:t>
            </w:r>
            <w:r w:rsidR="00E13DAE" w:rsidRPr="00E13DAE">
              <w:t>workplace safety procedures</w:t>
            </w:r>
          </w:p>
          <w:p w14:paraId="016EB740" w14:textId="1D2AE591" w:rsidR="00116E59" w:rsidRPr="00116E59" w:rsidRDefault="00116E59" w:rsidP="00116E59">
            <w:r w:rsidRPr="00116E59">
              <w:t xml:space="preserve">5.2 Clean </w:t>
            </w:r>
            <w:r w:rsidR="00D26C87" w:rsidRPr="00D26C87">
              <w:t>wood chip screening system</w:t>
            </w:r>
            <w:r w:rsidRPr="00116E59">
              <w:t xml:space="preserve"> according to manufacturer instructions</w:t>
            </w:r>
          </w:p>
          <w:p w14:paraId="0F78BFA9" w14:textId="003CE61E" w:rsidR="00116E59" w:rsidRPr="00116E59" w:rsidRDefault="00116E59" w:rsidP="00116E59">
            <w:r w:rsidRPr="00116E59">
              <w:t xml:space="preserve">5.3 Conduct visual inspection of </w:t>
            </w:r>
            <w:r w:rsidR="00D26C87" w:rsidRPr="00D26C87">
              <w:t>wood chip screening system</w:t>
            </w:r>
            <w:r w:rsidRPr="00116E59">
              <w:t xml:space="preserve"> according to workplace procedures</w:t>
            </w:r>
          </w:p>
          <w:p w14:paraId="265D6CB8" w14:textId="3C2E7E58" w:rsidR="00116E59" w:rsidRDefault="00116E59" w:rsidP="00116E59">
            <w:r w:rsidRPr="00116E59">
              <w:t xml:space="preserve">5.4 Check condition of </w:t>
            </w:r>
            <w:r w:rsidR="00291BAD" w:rsidRPr="00291BAD">
              <w:t>wood chip screening system</w:t>
            </w:r>
            <w:r w:rsidR="00291BAD">
              <w:t xml:space="preserve"> components</w:t>
            </w:r>
          </w:p>
          <w:p w14:paraId="3B27BDDF" w14:textId="4B6F3E19" w:rsidR="009375C6" w:rsidRPr="00116E59" w:rsidRDefault="007C0E48" w:rsidP="00116E59">
            <w:r>
              <w:t>5</w:t>
            </w:r>
            <w:r w:rsidR="009375C6" w:rsidRPr="009375C6">
              <w:t>.</w:t>
            </w:r>
            <w:r>
              <w:t>5</w:t>
            </w:r>
            <w:r w:rsidR="009375C6" w:rsidRPr="009375C6">
              <w:t xml:space="preserve"> Dispose of </w:t>
            </w:r>
            <w:r w:rsidR="00F20119">
              <w:t xml:space="preserve">waste </w:t>
            </w:r>
            <w:r w:rsidR="009375C6" w:rsidRPr="009375C6">
              <w:t>according to environmental protection practices</w:t>
            </w:r>
          </w:p>
          <w:p w14:paraId="09F7963D" w14:textId="04D3AAAD" w:rsidR="003B5F24" w:rsidRDefault="00116E59" w:rsidP="00116E59">
            <w:r w:rsidRPr="00116E59">
              <w:t>5.</w:t>
            </w:r>
            <w:r w:rsidR="007C0E48">
              <w:t>6</w:t>
            </w:r>
            <w:r w:rsidRPr="00116E59">
              <w:t xml:space="preserve"> Record and report </w:t>
            </w:r>
            <w:r w:rsidR="00812061">
              <w:t xml:space="preserve">system </w:t>
            </w:r>
            <w:r w:rsidRPr="00116E59">
              <w:t>faults and maintenance requirements to appropriate personnel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6948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D29FE" w:rsidRPr="00336FCA" w:rsidDel="00423CB2" w14:paraId="143D9DCF" w14:textId="77777777" w:rsidTr="00A27D5C">
        <w:trPr>
          <w:tblHeader/>
        </w:trPr>
        <w:tc>
          <w:tcPr>
            <w:tcW w:w="1392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8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D73A5" w:rsidRPr="00336FCA" w:rsidDel="00423CB2" w14:paraId="65576D3A" w14:textId="77777777" w:rsidTr="00A27D5C">
        <w:tc>
          <w:tcPr>
            <w:tcW w:w="1392" w:type="pct"/>
          </w:tcPr>
          <w:p w14:paraId="73F0F9F0" w14:textId="77777777" w:rsidR="00FC1A6B" w:rsidRPr="00414E02" w:rsidRDefault="00FC1A6B" w:rsidP="00414E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4E02">
              <w:t xml:space="preserve">Reading </w:t>
            </w:r>
          </w:p>
        </w:tc>
        <w:tc>
          <w:tcPr>
            <w:tcW w:w="3605" w:type="pct"/>
          </w:tcPr>
          <w:p w14:paraId="36EEB69B" w14:textId="030BF9BB" w:rsidR="00FC1A6B" w:rsidRPr="00687F98" w:rsidRDefault="004543C3" w:rsidP="004543C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 xml:space="preserve">Read routine workplace </w:t>
            </w:r>
            <w:r w:rsidR="00191195">
              <w:t>documentation</w:t>
            </w:r>
            <w:r w:rsidR="00783148">
              <w:t xml:space="preserve"> related to screening wood chips</w:t>
            </w:r>
          </w:p>
        </w:tc>
      </w:tr>
      <w:tr w:rsidR="009D73A5" w:rsidRPr="00336FCA" w:rsidDel="00423CB2" w14:paraId="5A833822" w14:textId="77777777" w:rsidTr="00A27D5C">
        <w:tc>
          <w:tcPr>
            <w:tcW w:w="1392" w:type="pct"/>
          </w:tcPr>
          <w:p w14:paraId="7880BE07" w14:textId="77777777" w:rsidR="00FC1A6B" w:rsidRPr="00414E02" w:rsidRDefault="00FC1A6B" w:rsidP="00414E02">
            <w:pPr>
              <w:pStyle w:val="SIText"/>
            </w:pPr>
            <w:r w:rsidRPr="00414E02">
              <w:t xml:space="preserve">Writing </w:t>
            </w:r>
          </w:p>
        </w:tc>
        <w:tc>
          <w:tcPr>
            <w:tcW w:w="3605" w:type="pct"/>
          </w:tcPr>
          <w:p w14:paraId="7E0708DA" w14:textId="69AA5DBD" w:rsidR="00FC1A6B" w:rsidRPr="00FC1A6B" w:rsidRDefault="004543C3" w:rsidP="00FC1A6B">
            <w:pPr>
              <w:pStyle w:val="SIBulletList1"/>
            </w:pPr>
            <w:r>
              <w:t>C</w:t>
            </w:r>
            <w:r w:rsidR="00FC1A6B" w:rsidRPr="00F4346D">
              <w:t xml:space="preserve">omplete </w:t>
            </w:r>
            <w:r>
              <w:t>routine</w:t>
            </w:r>
            <w:r w:rsidR="00FC1A6B" w:rsidRPr="00F4346D">
              <w:t xml:space="preserve"> records for </w:t>
            </w:r>
            <w:r w:rsidR="00FC1A6B" w:rsidRPr="00FC1A6B">
              <w:t>processing and equipment faults</w:t>
            </w:r>
          </w:p>
        </w:tc>
      </w:tr>
      <w:tr w:rsidR="009D73A5" w:rsidRPr="00336FCA" w:rsidDel="00423CB2" w14:paraId="65208656" w14:textId="77777777" w:rsidTr="00A27D5C">
        <w:trPr>
          <w:trHeight w:val="409"/>
        </w:trPr>
        <w:tc>
          <w:tcPr>
            <w:tcW w:w="1392" w:type="pct"/>
          </w:tcPr>
          <w:p w14:paraId="25F2E169" w14:textId="77777777" w:rsidR="00A27D5C" w:rsidRPr="00414E02" w:rsidRDefault="00A27D5C" w:rsidP="00414E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4E02">
              <w:t xml:space="preserve">Oral communication </w:t>
            </w:r>
          </w:p>
        </w:tc>
        <w:tc>
          <w:tcPr>
            <w:tcW w:w="3608" w:type="pct"/>
          </w:tcPr>
          <w:p w14:paraId="71BE52FB" w14:textId="7D782FE8" w:rsidR="00A27D5C" w:rsidRPr="00414E02" w:rsidRDefault="004543C3" w:rsidP="00414E0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4E02">
              <w:t>A</w:t>
            </w:r>
            <w:r w:rsidR="00A27D5C" w:rsidRPr="00414E02">
              <w:t>sk open and closed probe questions and actively listen to clarify contents of work orders</w:t>
            </w:r>
          </w:p>
        </w:tc>
      </w:tr>
      <w:tr w:rsidR="00ED29FE" w:rsidRPr="00336FCA" w:rsidDel="00423CB2" w14:paraId="62CAA42A" w14:textId="77777777" w:rsidTr="00A27D5C">
        <w:tc>
          <w:tcPr>
            <w:tcW w:w="1392" w:type="pct"/>
          </w:tcPr>
          <w:p w14:paraId="273DEB8F" w14:textId="5C9C6C67" w:rsidR="00F4346D" w:rsidRPr="00414E02" w:rsidRDefault="00F4346D" w:rsidP="00414E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4E02">
              <w:t xml:space="preserve">Numeracy </w:t>
            </w:r>
          </w:p>
        </w:tc>
        <w:tc>
          <w:tcPr>
            <w:tcW w:w="3608" w:type="pct"/>
          </w:tcPr>
          <w:p w14:paraId="4ECD656D" w14:textId="089AD3C4" w:rsidR="00F4346D" w:rsidRPr="00414E02" w:rsidRDefault="00910B2C" w:rsidP="00414E02">
            <w:pPr>
              <w:pStyle w:val="SIBulletList1"/>
            </w:pPr>
            <w:r w:rsidRPr="00414E02">
              <w:t>R</w:t>
            </w:r>
            <w:r w:rsidR="00F4346D" w:rsidRPr="00414E02">
              <w:t xml:space="preserve">ead </w:t>
            </w:r>
            <w:r w:rsidRPr="00414E02">
              <w:t xml:space="preserve">routine </w:t>
            </w:r>
            <w:r w:rsidR="00F4346D" w:rsidRPr="00414E02">
              <w:t xml:space="preserve">numerical machine settings and choose according to </w:t>
            </w:r>
            <w:r w:rsidR="002B00A0">
              <w:t xml:space="preserve">wood </w:t>
            </w:r>
            <w:r w:rsidR="00F4346D" w:rsidRPr="00414E02">
              <w:t>chip size</w:t>
            </w:r>
            <w:r w:rsidR="002B00A0">
              <w:t xml:space="preserve"> specifications</w:t>
            </w:r>
          </w:p>
          <w:p w14:paraId="0D82823A" w14:textId="47DB1545" w:rsidR="00F4346D" w:rsidRPr="00414E02" w:rsidRDefault="004543C3" w:rsidP="00414E0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4E02">
              <w:t>Estimate</w:t>
            </w:r>
            <w:r w:rsidR="00F4346D" w:rsidRPr="00414E02">
              <w:t xml:space="preserve"> sizes of wood chips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2126"/>
        <w:gridCol w:w="2409"/>
        <w:gridCol w:w="3116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4543C3" w14:paraId="4C1D6689" w14:textId="77777777" w:rsidTr="00860E40">
        <w:tc>
          <w:tcPr>
            <w:tcW w:w="1027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8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860E40" w14:paraId="187D9B9A" w14:textId="77777777" w:rsidTr="00860E40">
        <w:tc>
          <w:tcPr>
            <w:tcW w:w="1027" w:type="pct"/>
          </w:tcPr>
          <w:p w14:paraId="34432CF2" w14:textId="5D5453C2" w:rsidR="00860E40" w:rsidRDefault="00860E40" w:rsidP="00860E40">
            <w:pPr>
              <w:pStyle w:val="SIText"/>
            </w:pPr>
            <w:r w:rsidRPr="00F4346D">
              <w:t>F</w:t>
            </w:r>
            <w:r>
              <w:t>WP</w:t>
            </w:r>
            <w:r w:rsidR="009E447F">
              <w:t>COT</w:t>
            </w:r>
            <w:r w:rsidRPr="00F4346D">
              <w:t>3</w:t>
            </w:r>
            <w:r w:rsidR="006C3B8D">
              <w:t>XXX</w:t>
            </w:r>
            <w:r w:rsidRPr="00F4346D">
              <w:t xml:space="preserve"> Screen wood chips</w:t>
            </w:r>
          </w:p>
          <w:p w14:paraId="7426CEDA" w14:textId="7F763487" w:rsidR="00860E40" w:rsidRPr="00860E40" w:rsidRDefault="00860E40" w:rsidP="00860E40">
            <w:pPr>
              <w:pStyle w:val="SIText"/>
            </w:pPr>
          </w:p>
        </w:tc>
        <w:tc>
          <w:tcPr>
            <w:tcW w:w="1104" w:type="pct"/>
          </w:tcPr>
          <w:p w14:paraId="4DCA0596" w14:textId="0AD9EF8C" w:rsidR="00860E40" w:rsidRDefault="00860E40" w:rsidP="00860E40">
            <w:pPr>
              <w:pStyle w:val="SIText"/>
            </w:pPr>
            <w:r w:rsidRPr="00F4346D">
              <w:t>F</w:t>
            </w:r>
            <w:r>
              <w:t>WP</w:t>
            </w:r>
            <w:r w:rsidRPr="00F4346D">
              <w:t>SAW3215 Screen wood chips</w:t>
            </w:r>
          </w:p>
          <w:p w14:paraId="0FDA696D" w14:textId="1F2DC735" w:rsidR="00860E40" w:rsidRPr="00860E40" w:rsidRDefault="00860E40" w:rsidP="00860E40">
            <w:pPr>
              <w:pStyle w:val="SIText"/>
            </w:pPr>
          </w:p>
        </w:tc>
        <w:tc>
          <w:tcPr>
            <w:tcW w:w="1251" w:type="pct"/>
          </w:tcPr>
          <w:p w14:paraId="490B212F" w14:textId="7F34F555" w:rsidR="00860E40" w:rsidRDefault="003E57C6" w:rsidP="00085D22">
            <w:pPr>
              <w:pStyle w:val="SIText"/>
            </w:pPr>
            <w:r>
              <w:t>Updated Application; Revised and a</w:t>
            </w:r>
            <w:r w:rsidR="008F6482">
              <w:t xml:space="preserve">dded new </w:t>
            </w:r>
            <w:r>
              <w:t>E</w:t>
            </w:r>
            <w:r w:rsidR="0029164A">
              <w:t>lements and Performance Criteria</w:t>
            </w:r>
            <w:r w:rsidR="008F6482">
              <w:t xml:space="preserve">; Revised </w:t>
            </w:r>
            <w:r w:rsidR="00860E40" w:rsidRPr="00860E40">
              <w:t>Foundation Skills</w:t>
            </w:r>
            <w:r w:rsidR="008F6482">
              <w:t xml:space="preserve">, </w:t>
            </w:r>
            <w:r w:rsidR="00860E40" w:rsidRPr="00860E40">
              <w:t>Performance Evidence</w:t>
            </w:r>
            <w:r w:rsidR="008F6482">
              <w:t xml:space="preserve"> and </w:t>
            </w:r>
            <w:r w:rsidR="008F6482" w:rsidRPr="008F6482">
              <w:t>Assessment Conditions</w:t>
            </w:r>
            <w:r w:rsidR="00085D22">
              <w:t xml:space="preserve">; Added </w:t>
            </w:r>
            <w:r w:rsidR="00A52B44">
              <w:t xml:space="preserve">new </w:t>
            </w:r>
            <w:r w:rsidR="00A52B44" w:rsidRPr="008F6482">
              <w:t>Knowledge</w:t>
            </w:r>
            <w:r w:rsidR="0029164A">
              <w:t xml:space="preserve"> Evidence</w:t>
            </w:r>
            <w:r w:rsidR="00085D22">
              <w:t xml:space="preserve"> items</w:t>
            </w:r>
          </w:p>
        </w:tc>
        <w:tc>
          <w:tcPr>
            <w:tcW w:w="1618" w:type="pct"/>
          </w:tcPr>
          <w:p w14:paraId="4B04F6D1" w14:textId="15576B6B" w:rsidR="00860E40" w:rsidRPr="00860E40" w:rsidRDefault="00056330" w:rsidP="00860E40">
            <w:pPr>
              <w:pStyle w:val="SIText"/>
            </w:pPr>
            <w:r>
              <w:t>Not e</w:t>
            </w:r>
            <w:r w:rsidR="00860E40">
              <w:t>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032BD536" w:rsidR="005E022A" w:rsidRPr="005404CB" w:rsidRDefault="00520E9A" w:rsidP="00860E40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4EECEDE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E247F" w:rsidRPr="00EE247F">
              <w:t>FWP</w:t>
            </w:r>
            <w:r w:rsidR="009E447F">
              <w:t>COT</w:t>
            </w:r>
            <w:r w:rsidR="00EE247F" w:rsidRPr="00EE247F">
              <w:t>3</w:t>
            </w:r>
            <w:r w:rsidR="00AF6329">
              <w:t>XXX</w:t>
            </w:r>
            <w:r w:rsidR="00EE247F" w:rsidRPr="00EE247F">
              <w:t xml:space="preserve"> Screen wood chips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099C014B" w14:textId="3B8B0D11" w:rsidR="00886C8C" w:rsidRPr="00687F98" w:rsidRDefault="006E42FE" w:rsidP="00C338F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7F98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687F98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687F98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687F98">
              <w:rPr>
                <w:rStyle w:val="SITemporaryText-blue"/>
                <w:color w:val="auto"/>
                <w:sz w:val="20"/>
              </w:rPr>
              <w:t>in</w:t>
            </w:r>
            <w:r w:rsidRPr="00687F98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BF74915" w14:textId="77777777" w:rsidR="007A300D" w:rsidRPr="00C338F3" w:rsidRDefault="007A300D" w:rsidP="00C338F3">
            <w:pPr>
              <w:pStyle w:val="SIText"/>
            </w:pPr>
          </w:p>
          <w:p w14:paraId="3B2510E1" w14:textId="51B5E5DE" w:rsidR="00886C8C" w:rsidRPr="00D92255" w:rsidRDefault="007A300D" w:rsidP="00D9225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92255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860E40" w:rsidRPr="00D92255">
              <w:rPr>
                <w:rStyle w:val="SITemporaryText-blue"/>
                <w:color w:val="auto"/>
                <w:sz w:val="20"/>
              </w:rPr>
              <w:t xml:space="preserve"> </w:t>
            </w:r>
            <w:r w:rsidR="00860E40" w:rsidRPr="00D92255">
              <w:t>screened wood chips using mechanical screen processes</w:t>
            </w:r>
            <w:r w:rsidR="00AF6329" w:rsidRPr="00D92255">
              <w:t xml:space="preserve"> for one production </w:t>
            </w:r>
            <w:r w:rsidR="00FB1913" w:rsidRPr="00D92255">
              <w:t>period</w:t>
            </w:r>
            <w:r w:rsidR="00645839" w:rsidRPr="00C338F3">
              <w:t xml:space="preserve"> </w:t>
            </w:r>
            <w:r w:rsidR="00645839">
              <w:t xml:space="preserve">according to </w:t>
            </w:r>
            <w:r w:rsidR="00645839" w:rsidRPr="00645839">
              <w:t>workplace procedures</w:t>
            </w:r>
            <w:r w:rsidR="004F6947">
              <w:t xml:space="preserve"> and </w:t>
            </w:r>
            <w:r w:rsidR="00733181">
              <w:t>quality</w:t>
            </w:r>
            <w:r w:rsidR="004F6947">
              <w:t xml:space="preserve"> specifications</w:t>
            </w:r>
            <w:r w:rsidR="00886C8C" w:rsidRPr="00D92255">
              <w:rPr>
                <w:rStyle w:val="SITemporaryText-blue"/>
                <w:color w:val="auto"/>
                <w:sz w:val="20"/>
              </w:rPr>
              <w:t>.</w:t>
            </w:r>
          </w:p>
          <w:p w14:paraId="15F4ED2A" w14:textId="77777777" w:rsidR="00886C8C" w:rsidRPr="00D92255" w:rsidRDefault="00886C8C" w:rsidP="00D92255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7DD61120" w14:textId="153260CB" w:rsidR="00B231EB" w:rsidRPr="00D92255" w:rsidRDefault="00B231EB" w:rsidP="00D9225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92255">
              <w:t>In performing this task</w:t>
            </w:r>
            <w:r w:rsidR="00191195" w:rsidRPr="00D92255">
              <w:t xml:space="preserve">, </w:t>
            </w:r>
            <w:r w:rsidRPr="00D92255">
              <w:t xml:space="preserve">the individual </w:t>
            </w:r>
            <w:r w:rsidR="00EF0552" w:rsidRPr="00D92255">
              <w:t>has</w:t>
            </w:r>
            <w:r w:rsidRPr="00D92255">
              <w:t xml:space="preserve">: </w:t>
            </w:r>
          </w:p>
          <w:p w14:paraId="6353A2DF" w14:textId="63599643" w:rsidR="00F66484" w:rsidRPr="00F66484" w:rsidRDefault="006B39A4" w:rsidP="00C338F3">
            <w:pPr>
              <w:pStyle w:val="SIBulletList1"/>
              <w:rPr>
                <w:rFonts w:eastAsia="Calibri"/>
              </w:rPr>
            </w:pPr>
            <w:r>
              <w:t>o</w:t>
            </w:r>
            <w:r w:rsidR="002B321F">
              <w:t>perate</w:t>
            </w:r>
            <w:r>
              <w:t>d</w:t>
            </w:r>
            <w:r w:rsidR="002B321F">
              <w:t xml:space="preserve"> wood chip scre</w:t>
            </w:r>
            <w:r>
              <w:t xml:space="preserve">ening </w:t>
            </w:r>
            <w:r w:rsidR="00180720">
              <w:t xml:space="preserve">system according to </w:t>
            </w:r>
            <w:r w:rsidR="00F66484" w:rsidRPr="00F66484">
              <w:t xml:space="preserve">workplace safety and </w:t>
            </w:r>
            <w:r w:rsidR="00F40BD5">
              <w:t xml:space="preserve">operating </w:t>
            </w:r>
            <w:r w:rsidR="00F66484" w:rsidRPr="00F66484">
              <w:t xml:space="preserve">requirements </w:t>
            </w:r>
          </w:p>
          <w:p w14:paraId="5C061BBB" w14:textId="2629659B" w:rsidR="00C338F3" w:rsidRPr="00687F98" w:rsidRDefault="00C338F3" w:rsidP="00C338F3">
            <w:pPr>
              <w:pStyle w:val="SIBulletList1"/>
              <w:rPr>
                <w:rFonts w:eastAsia="Calibri"/>
              </w:rPr>
            </w:pPr>
            <w:r w:rsidRPr="00C338F3">
              <w:t xml:space="preserve">adjusted </w:t>
            </w:r>
            <w:r w:rsidR="009D2150" w:rsidRPr="009D2150">
              <w:t xml:space="preserve">operating parameters </w:t>
            </w:r>
            <w:r w:rsidRPr="00C338F3">
              <w:t xml:space="preserve">to </w:t>
            </w:r>
            <w:r w:rsidR="00692270">
              <w:t xml:space="preserve">accommodate </w:t>
            </w:r>
            <w:r w:rsidR="006E655B">
              <w:t xml:space="preserve">specified </w:t>
            </w:r>
            <w:r w:rsidRPr="00C338F3">
              <w:t>wood chip size</w:t>
            </w:r>
            <w:r w:rsidR="006E655B">
              <w:t xml:space="preserve"> and </w:t>
            </w:r>
            <w:r w:rsidR="006E655B" w:rsidRPr="006E655B">
              <w:t>production requirements</w:t>
            </w:r>
          </w:p>
          <w:p w14:paraId="5CEDA1C4" w14:textId="19E9438B" w:rsidR="00E85235" w:rsidRDefault="00977A32" w:rsidP="007861FE">
            <w:pPr>
              <w:pStyle w:val="SIBulletList1"/>
            </w:pPr>
            <w:r>
              <w:t>m</w:t>
            </w:r>
            <w:r w:rsidR="00733181" w:rsidRPr="00733181">
              <w:t xml:space="preserve">onitored incoming </w:t>
            </w:r>
            <w:r w:rsidR="00373C21">
              <w:t xml:space="preserve">wood </w:t>
            </w:r>
            <w:r w:rsidR="00733181" w:rsidRPr="00733181">
              <w:t xml:space="preserve">chip supply and operation to detect and resolve operational problems and ensure </w:t>
            </w:r>
            <w:r w:rsidR="00AF042E" w:rsidRPr="00AF042E">
              <w:t xml:space="preserve">product quality </w:t>
            </w:r>
            <w:r w:rsidR="00AF042E">
              <w:t xml:space="preserve">and </w:t>
            </w:r>
            <w:r w:rsidR="00733181" w:rsidRPr="00733181">
              <w:t xml:space="preserve">efficient flow of output to transfer systems </w:t>
            </w:r>
          </w:p>
          <w:p w14:paraId="4FB37A08" w14:textId="69A006A3" w:rsidR="00C51A7C" w:rsidRPr="005404CB" w:rsidRDefault="00977A32" w:rsidP="00977A32">
            <w:pPr>
              <w:pStyle w:val="SIBulletList1"/>
            </w:pPr>
            <w:r>
              <w:t>c</w:t>
            </w:r>
            <w:r w:rsidRPr="00977A32">
              <w:t>leaned, checked and reported on the condition of wood chip screening system</w:t>
            </w:r>
            <w:r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687F98" w:rsidRDefault="006E42FE" w:rsidP="00C56E5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7F98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7A43191" w14:textId="171282AF" w:rsidR="00036CF6" w:rsidRPr="00D92255" w:rsidRDefault="00036CF6" w:rsidP="00D9225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92255">
              <w:t xml:space="preserve">purpose of screening wood chips </w:t>
            </w:r>
          </w:p>
          <w:p w14:paraId="74671C58" w14:textId="4DCF051D" w:rsidR="00546099" w:rsidRPr="00432052" w:rsidRDefault="00036CF6" w:rsidP="00432052">
            <w:pPr>
              <w:pStyle w:val="SIBulletList1"/>
            </w:pPr>
            <w:r w:rsidRPr="00432052">
              <w:rPr>
                <w:rStyle w:val="SITemporaryText-blue"/>
                <w:rFonts w:eastAsia="Calibri"/>
                <w:color w:val="auto"/>
                <w:sz w:val="20"/>
              </w:rPr>
              <w:t>operating capacity</w:t>
            </w:r>
            <w:r w:rsidR="00432052" w:rsidRPr="00432052">
              <w:rPr>
                <w:rStyle w:val="SITemporaryText-blue"/>
                <w:rFonts w:eastAsia="Calibri"/>
                <w:color w:val="auto"/>
                <w:sz w:val="20"/>
              </w:rPr>
              <w:t>, parameters</w:t>
            </w:r>
            <w:r w:rsidR="00546099" w:rsidRPr="00432052">
              <w:t>, features</w:t>
            </w:r>
            <w:r w:rsidR="00B15207">
              <w:t>, components</w:t>
            </w:r>
            <w:r w:rsidR="00546099" w:rsidRPr="00432052">
              <w:t xml:space="preserve"> and operation of wood chips</w:t>
            </w:r>
            <w:r w:rsidR="00FA3CFC" w:rsidRPr="00432052">
              <w:t xml:space="preserve"> screening system</w:t>
            </w:r>
          </w:p>
          <w:p w14:paraId="2F6598A5" w14:textId="10FCD621" w:rsidR="00546099" w:rsidRPr="00546099" w:rsidRDefault="00546099" w:rsidP="00546099">
            <w:pPr>
              <w:pStyle w:val="SIBulletList1"/>
            </w:pPr>
            <w:r w:rsidRPr="00546099">
              <w:t>characteristics used to screen and sort wood chips:</w:t>
            </w:r>
          </w:p>
          <w:p w14:paraId="679DABB6" w14:textId="77777777" w:rsidR="00546099" w:rsidRPr="00546099" w:rsidRDefault="00546099" w:rsidP="00546099">
            <w:pPr>
              <w:pStyle w:val="SIBulletList2"/>
            </w:pPr>
            <w:r w:rsidRPr="00546099">
              <w:t>species</w:t>
            </w:r>
          </w:p>
          <w:p w14:paraId="26D140AE" w14:textId="77777777" w:rsidR="00546099" w:rsidRPr="00546099" w:rsidRDefault="00546099" w:rsidP="00546099">
            <w:pPr>
              <w:pStyle w:val="SIBulletList2"/>
            </w:pPr>
            <w:r w:rsidRPr="00546099">
              <w:t>size</w:t>
            </w:r>
          </w:p>
          <w:p w14:paraId="44AB2BB4" w14:textId="77777777" w:rsidR="00546099" w:rsidRPr="00546099" w:rsidRDefault="00546099" w:rsidP="00546099">
            <w:pPr>
              <w:pStyle w:val="SIBulletList2"/>
            </w:pPr>
            <w:r w:rsidRPr="00546099">
              <w:t>moisture content</w:t>
            </w:r>
          </w:p>
          <w:p w14:paraId="75B85FB8" w14:textId="77777777" w:rsidR="00546099" w:rsidRPr="00546099" w:rsidRDefault="00546099" w:rsidP="00546099">
            <w:pPr>
              <w:pStyle w:val="SIBulletList2"/>
            </w:pPr>
            <w:r w:rsidRPr="00546099">
              <w:t>contaminants</w:t>
            </w:r>
          </w:p>
          <w:p w14:paraId="3D3D130D" w14:textId="4EAF6EB4" w:rsidR="00546099" w:rsidRPr="00546099" w:rsidRDefault="00546099" w:rsidP="00546099">
            <w:pPr>
              <w:pStyle w:val="SIBulletList1"/>
            </w:pPr>
            <w:r w:rsidRPr="00546099">
              <w:t>typical contaminants found in wood chips and how they affect ability to produce quality products:</w:t>
            </w:r>
          </w:p>
          <w:p w14:paraId="6B10A147" w14:textId="77777777" w:rsidR="00546099" w:rsidRPr="00546099" w:rsidRDefault="00546099" w:rsidP="00546099">
            <w:pPr>
              <w:pStyle w:val="SIBulletList2"/>
            </w:pPr>
            <w:r w:rsidRPr="00546099">
              <w:t>bark</w:t>
            </w:r>
          </w:p>
          <w:p w14:paraId="78080C89" w14:textId="77777777" w:rsidR="00546099" w:rsidRPr="00546099" w:rsidRDefault="00546099" w:rsidP="00546099">
            <w:pPr>
              <w:pStyle w:val="SIBulletList2"/>
            </w:pPr>
            <w:r w:rsidRPr="00546099">
              <w:t>charcoal</w:t>
            </w:r>
          </w:p>
          <w:p w14:paraId="67D5EBC3" w14:textId="27E9615C" w:rsidR="00546099" w:rsidRPr="00546099" w:rsidRDefault="00F47ADE" w:rsidP="00546099">
            <w:pPr>
              <w:pStyle w:val="SIBulletList2"/>
            </w:pPr>
            <w:r>
              <w:t xml:space="preserve">sand, stones, </w:t>
            </w:r>
            <w:r w:rsidR="00546099" w:rsidRPr="00546099">
              <w:t>and metal</w:t>
            </w:r>
          </w:p>
          <w:p w14:paraId="73B1BEAF" w14:textId="3042A75A" w:rsidR="006D0DFE" w:rsidRDefault="006D0DFE" w:rsidP="00546099">
            <w:pPr>
              <w:pStyle w:val="SIBulletList1"/>
            </w:pPr>
            <w:r>
              <w:t>h</w:t>
            </w:r>
            <w:r w:rsidRPr="006D0DFE">
              <w:t xml:space="preserve">azards associated with </w:t>
            </w:r>
            <w:r w:rsidR="00301603">
              <w:t xml:space="preserve">wood </w:t>
            </w:r>
            <w:r w:rsidRPr="006D0DFE">
              <w:t>chip</w:t>
            </w:r>
            <w:r w:rsidR="00301603">
              <w:t>s</w:t>
            </w:r>
            <w:r w:rsidRPr="006D0DFE">
              <w:t xml:space="preserve"> screening </w:t>
            </w:r>
          </w:p>
          <w:p w14:paraId="3A97DDAF" w14:textId="547CE677" w:rsidR="00975084" w:rsidRDefault="00975084" w:rsidP="00546099">
            <w:pPr>
              <w:pStyle w:val="SIBulletList1"/>
            </w:pPr>
            <w:r>
              <w:t>c</w:t>
            </w:r>
            <w:r w:rsidRPr="00975084">
              <w:t xml:space="preserve">onsequences of non-conformance </w:t>
            </w:r>
            <w:r>
              <w:t xml:space="preserve">of </w:t>
            </w:r>
            <w:r w:rsidR="00603B06">
              <w:t xml:space="preserve">wood </w:t>
            </w:r>
            <w:r>
              <w:t xml:space="preserve">chips </w:t>
            </w:r>
            <w:r w:rsidRPr="00975084">
              <w:t xml:space="preserve">with quality standards </w:t>
            </w:r>
          </w:p>
          <w:p w14:paraId="790DAF88" w14:textId="4623303E" w:rsidR="00E25DE0" w:rsidRPr="00E25DE0" w:rsidRDefault="00E25DE0" w:rsidP="00E25DE0">
            <w:pPr>
              <w:pStyle w:val="SIBulletList1"/>
            </w:pPr>
            <w:r w:rsidRPr="00E25DE0">
              <w:t xml:space="preserve">typical flow of </w:t>
            </w:r>
            <w:r w:rsidR="00603B06">
              <w:t xml:space="preserve">wood chips </w:t>
            </w:r>
            <w:r w:rsidRPr="00E25DE0">
              <w:t>supply in and out of the screening area</w:t>
            </w:r>
          </w:p>
          <w:p w14:paraId="14C28BC2" w14:textId="3B36CA81" w:rsidR="00546099" w:rsidRPr="00546099" w:rsidRDefault="00546099" w:rsidP="00546099">
            <w:pPr>
              <w:pStyle w:val="SIBulletList1"/>
            </w:pPr>
            <w:r w:rsidRPr="00546099">
              <w:t xml:space="preserve">industry and </w:t>
            </w:r>
            <w:r w:rsidR="00325AC6">
              <w:t>workplace</w:t>
            </w:r>
            <w:r w:rsidR="00325AC6" w:rsidRPr="00546099">
              <w:t xml:space="preserve"> </w:t>
            </w:r>
            <w:r w:rsidRPr="00546099">
              <w:t>specific quality specifications for wood chips</w:t>
            </w:r>
          </w:p>
          <w:p w14:paraId="067844E2" w14:textId="77777777" w:rsidR="00546099" w:rsidRDefault="00546099" w:rsidP="00546099">
            <w:pPr>
              <w:pStyle w:val="SIBulletList1"/>
            </w:pPr>
            <w:r w:rsidRPr="00546099">
              <w:t>stages of the wood chip production, screening and transfer process</w:t>
            </w:r>
          </w:p>
          <w:p w14:paraId="60A1E679" w14:textId="085E080B" w:rsidR="00C812CD" w:rsidRPr="00546099" w:rsidRDefault="00C812CD" w:rsidP="00546099">
            <w:pPr>
              <w:pStyle w:val="SIBulletList1"/>
            </w:pPr>
            <w:r w:rsidRPr="00C812CD">
              <w:t>operating faults and malfunctions</w:t>
            </w:r>
            <w:r w:rsidR="00DF4EE1" w:rsidRPr="00D92255">
              <w:t xml:space="preserve"> </w:t>
            </w:r>
            <w:r w:rsidR="00DF4EE1">
              <w:t xml:space="preserve">related to </w:t>
            </w:r>
            <w:r w:rsidR="00DF4EE1" w:rsidRPr="00DF4EE1">
              <w:t>wood chips screening system</w:t>
            </w:r>
          </w:p>
          <w:p w14:paraId="4EF73671" w14:textId="77777777" w:rsidR="00546099" w:rsidRPr="00546099" w:rsidRDefault="00546099" w:rsidP="00546099">
            <w:pPr>
              <w:pStyle w:val="SIBulletList1"/>
            </w:pPr>
            <w:r w:rsidRPr="00546099">
              <w:t>environmental protection practices for forest products factory settings:</w:t>
            </w:r>
          </w:p>
          <w:p w14:paraId="7CF06A8F" w14:textId="77777777" w:rsidR="00546099" w:rsidRPr="00546099" w:rsidRDefault="00546099" w:rsidP="00546099">
            <w:pPr>
              <w:pStyle w:val="SIBulletList2"/>
            </w:pPr>
            <w:r w:rsidRPr="00546099">
              <w:t>cleaning of plant, tools and equipment</w:t>
            </w:r>
          </w:p>
          <w:p w14:paraId="2E34E42A" w14:textId="77777777" w:rsidR="00546099" w:rsidRPr="00546099" w:rsidRDefault="00546099" w:rsidP="00546099">
            <w:pPr>
              <w:pStyle w:val="SIBulletList2"/>
            </w:pPr>
            <w:r w:rsidRPr="00546099">
              <w:t>reducing water and energy use</w:t>
            </w:r>
          </w:p>
          <w:p w14:paraId="3E21EE9B" w14:textId="5EB1D653" w:rsidR="00546099" w:rsidRPr="00546099" w:rsidRDefault="00546099" w:rsidP="00546099">
            <w:pPr>
              <w:pStyle w:val="SIBulletList2"/>
            </w:pPr>
            <w:r w:rsidRPr="00546099">
              <w:t xml:space="preserve">disposing of, recycling and reusing </w:t>
            </w:r>
          </w:p>
          <w:p w14:paraId="3B8DADCF" w14:textId="40038BE8" w:rsidR="00546099" w:rsidRPr="00546099" w:rsidRDefault="00C27420" w:rsidP="00546099">
            <w:pPr>
              <w:pStyle w:val="SIBulletList1"/>
            </w:pPr>
            <w:r>
              <w:t>workplace</w:t>
            </w:r>
            <w:r w:rsidRPr="00546099">
              <w:t xml:space="preserve"> </w:t>
            </w:r>
            <w:r w:rsidR="00546099" w:rsidRPr="00546099">
              <w:t>policies and procedures specific to screening woodchips:</w:t>
            </w:r>
          </w:p>
          <w:p w14:paraId="4551C4B3" w14:textId="06748CF8" w:rsidR="00546099" w:rsidRPr="00546099" w:rsidRDefault="00546099" w:rsidP="00546099">
            <w:pPr>
              <w:pStyle w:val="SIBulletList2"/>
            </w:pPr>
            <w:r w:rsidRPr="00546099">
              <w:t xml:space="preserve">health and safety with particular emphasis </w:t>
            </w:r>
            <w:r w:rsidR="00937C53">
              <w:t xml:space="preserve">on the </w:t>
            </w:r>
            <w:r w:rsidRPr="00546099">
              <w:t xml:space="preserve">use of </w:t>
            </w:r>
            <w:r w:rsidR="00937C53">
              <w:t>PPE</w:t>
            </w:r>
            <w:r w:rsidR="00C73C98">
              <w:t xml:space="preserve">, </w:t>
            </w:r>
            <w:r w:rsidR="00E6483F">
              <w:t xml:space="preserve">equipment </w:t>
            </w:r>
            <w:r w:rsidR="00E6483F" w:rsidRPr="00E6483F">
              <w:t>lock outs</w:t>
            </w:r>
            <w:r w:rsidR="00E6483F">
              <w:t xml:space="preserve"> and isolation</w:t>
            </w:r>
            <w:r w:rsidR="00E6483F" w:rsidRPr="00E6483F">
              <w:t>, emergency stops, machine guarding</w:t>
            </w:r>
            <w:r w:rsidRPr="00546099">
              <w:t xml:space="preserve"> </w:t>
            </w:r>
          </w:p>
          <w:p w14:paraId="6CF3F372" w14:textId="77777777" w:rsidR="00546099" w:rsidRPr="00546099" w:rsidRDefault="00546099" w:rsidP="00546099">
            <w:pPr>
              <w:pStyle w:val="SIBulletList2"/>
            </w:pPr>
            <w:r w:rsidRPr="00546099">
              <w:t>communication reporting lines</w:t>
            </w:r>
          </w:p>
          <w:p w14:paraId="3001B9EA" w14:textId="5E4679FA" w:rsidR="00C51A7C" w:rsidRPr="005404CB" w:rsidRDefault="00546099" w:rsidP="00210B89">
            <w:pPr>
              <w:pStyle w:val="SIBulletList2"/>
            </w:pPr>
            <w:r w:rsidRPr="00546099">
              <w:t>recording and reporting processing and equipment faults.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p w14:paraId="43A38533" w14:textId="77777777" w:rsidR="00414E02" w:rsidRDefault="00414E02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73A46C15" w14:textId="77777777" w:rsidR="004456B8" w:rsidRPr="00687F98" w:rsidRDefault="004456B8" w:rsidP="00377BD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7F98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D35373" w14:textId="77777777" w:rsidR="004456B8" w:rsidRPr="00210B89" w:rsidRDefault="004456B8" w:rsidP="00210B8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10B89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173512F6" w14:textId="77777777" w:rsidR="004456B8" w:rsidRPr="00210B89" w:rsidRDefault="004456B8" w:rsidP="00210B8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10B89">
              <w:rPr>
                <w:rStyle w:val="SITemporaryText-blue"/>
                <w:color w:val="auto"/>
                <w:sz w:val="20"/>
              </w:rPr>
              <w:t>skills must be demonstrated in the workplace or an environment that accurately represents workplace conditions</w:t>
            </w:r>
          </w:p>
          <w:p w14:paraId="6A2512F9" w14:textId="77777777" w:rsidR="004456B8" w:rsidRPr="00687F98" w:rsidRDefault="004456B8" w:rsidP="00377BD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87F98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16B446A2" w14:textId="77777777" w:rsidR="00D77B83" w:rsidRDefault="00D77B83" w:rsidP="00516451">
            <w:pPr>
              <w:pStyle w:val="SIBulletList2"/>
            </w:pPr>
            <w:r w:rsidRPr="00D77B83">
              <w:t>wood chips screening system</w:t>
            </w:r>
            <w:r w:rsidRPr="00D77B83">
              <w:t xml:space="preserve"> </w:t>
            </w:r>
          </w:p>
          <w:p w14:paraId="796979A9" w14:textId="77777777" w:rsidR="004456B8" w:rsidRPr="004456B8" w:rsidRDefault="004456B8" w:rsidP="00687F98">
            <w:pPr>
              <w:pStyle w:val="SIBulletList2"/>
            </w:pPr>
            <w:r w:rsidRPr="007871CA">
              <w:t>a selection of wood chips</w:t>
            </w:r>
          </w:p>
          <w:p w14:paraId="5E6D479F" w14:textId="5EE1DCFF" w:rsidR="004456B8" w:rsidRPr="004456B8" w:rsidRDefault="00FB1913" w:rsidP="00687F98">
            <w:pPr>
              <w:pStyle w:val="SIBulletList2"/>
            </w:pPr>
            <w:r>
              <w:lastRenderedPageBreak/>
              <w:t>PPE</w:t>
            </w:r>
            <w:r w:rsidR="004456B8" w:rsidRPr="007871CA">
              <w:t xml:space="preserve"> suitable for screening wood chips</w:t>
            </w:r>
          </w:p>
          <w:p w14:paraId="45F7571F" w14:textId="77777777" w:rsidR="004456B8" w:rsidRPr="00687F98" w:rsidRDefault="004456B8" w:rsidP="00377BD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87F98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F4BE95F" w14:textId="77777777" w:rsidR="00E2369C" w:rsidRDefault="00E2369C" w:rsidP="004456B8">
            <w:pPr>
              <w:pStyle w:val="SIBulletList2"/>
            </w:pPr>
            <w:r w:rsidRPr="00E2369C">
              <w:t>workplace procedures for screening woodchips</w:t>
            </w:r>
            <w:r w:rsidRPr="00E2369C">
              <w:t xml:space="preserve"> </w:t>
            </w:r>
          </w:p>
          <w:p w14:paraId="69DAAB25" w14:textId="4D3F25F0" w:rsidR="00E2369C" w:rsidRDefault="00E2369C" w:rsidP="004456B8">
            <w:pPr>
              <w:pStyle w:val="SIBulletList2"/>
            </w:pPr>
            <w:r>
              <w:t>production requirements</w:t>
            </w:r>
          </w:p>
          <w:p w14:paraId="6286D3DC" w14:textId="69CF1864" w:rsidR="004456B8" w:rsidRPr="004456B8" w:rsidRDefault="004456B8" w:rsidP="00A71056">
            <w:pPr>
              <w:pStyle w:val="SIBulletList2"/>
            </w:pPr>
            <w:r w:rsidRPr="003C17D9">
              <w:t xml:space="preserve">workplace </w:t>
            </w:r>
            <w:r w:rsidR="00BC1042">
              <w:t xml:space="preserve">health and safety and environment protection </w:t>
            </w:r>
            <w:r w:rsidRPr="003C17D9">
              <w:t xml:space="preserve">policies and applicable to </w:t>
            </w:r>
            <w:r w:rsidR="00516451" w:rsidRPr="007871CA">
              <w:t>screening woodchips</w:t>
            </w:r>
            <w:r w:rsidRPr="004456B8">
              <w:t>.</w:t>
            </w:r>
          </w:p>
          <w:p w14:paraId="697A8220" w14:textId="77777777" w:rsidR="004456B8" w:rsidRPr="00E17648" w:rsidRDefault="004456B8" w:rsidP="00687F98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1D28DFF6" w14:textId="67E5729D" w:rsidR="00C51A7C" w:rsidRPr="005404CB" w:rsidRDefault="004456B8" w:rsidP="00894245">
            <w:pPr>
              <w:pStyle w:val="SIText"/>
              <w:rPr>
                <w:rFonts w:eastAsia="Calibri"/>
              </w:rPr>
            </w:pPr>
            <w:r w:rsidRPr="00687F9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686ADEA7" w:rsidR="005E022A" w:rsidRPr="005404CB" w:rsidRDefault="002970C3" w:rsidP="00516451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894245">
              <w:t xml:space="preserve">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9C084" w14:textId="77777777" w:rsidR="00062F15" w:rsidRDefault="00062F15" w:rsidP="00BF3F0A">
      <w:r>
        <w:separator/>
      </w:r>
    </w:p>
    <w:p w14:paraId="25FB7C18" w14:textId="77777777" w:rsidR="00062F15" w:rsidRDefault="00062F15"/>
  </w:endnote>
  <w:endnote w:type="continuationSeparator" w:id="0">
    <w:p w14:paraId="5F6D23A0" w14:textId="77777777" w:rsidR="00062F15" w:rsidRDefault="00062F15" w:rsidP="00BF3F0A">
      <w:r>
        <w:continuationSeparator/>
      </w:r>
    </w:p>
    <w:p w14:paraId="78FC8784" w14:textId="77777777" w:rsidR="00062F15" w:rsidRDefault="00062F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D1E94" w14:textId="77777777" w:rsidR="00062F15" w:rsidRDefault="00062F15" w:rsidP="00BF3F0A">
      <w:r>
        <w:separator/>
      </w:r>
    </w:p>
    <w:p w14:paraId="0BFAB723" w14:textId="77777777" w:rsidR="00062F15" w:rsidRDefault="00062F15"/>
  </w:footnote>
  <w:footnote w:type="continuationSeparator" w:id="0">
    <w:p w14:paraId="22F2D410" w14:textId="77777777" w:rsidR="00062F15" w:rsidRDefault="00062F15" w:rsidP="00BF3F0A">
      <w:r>
        <w:continuationSeparator/>
      </w:r>
    </w:p>
    <w:p w14:paraId="58BE3437" w14:textId="77777777" w:rsidR="00062F15" w:rsidRDefault="00062F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374D993D" w:rsidR="009C2650" w:rsidRPr="000754EC" w:rsidRDefault="00062F15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C620F" w:rsidRPr="00AC620F">
      <w:t>FWP</w:t>
    </w:r>
    <w:r w:rsidR="009E447F">
      <w:t>COT</w:t>
    </w:r>
    <w:r w:rsidR="00AC620F" w:rsidRPr="00AC620F">
      <w:t>3</w:t>
    </w:r>
    <w:r w:rsidR="00D51B25">
      <w:t>XXX</w:t>
    </w:r>
    <w:r w:rsidR="00AC620F" w:rsidRPr="00AC620F">
      <w:t xml:space="preserve"> Screen wood chips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704F0"/>
    <w:multiLevelType w:val="multilevel"/>
    <w:tmpl w:val="348082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4A4C32"/>
    <w:multiLevelType w:val="multilevel"/>
    <w:tmpl w:val="B0BA4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D13CEE"/>
    <w:multiLevelType w:val="multilevel"/>
    <w:tmpl w:val="58AEA6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86503E"/>
    <w:multiLevelType w:val="multilevel"/>
    <w:tmpl w:val="20D031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E22297"/>
    <w:multiLevelType w:val="multilevel"/>
    <w:tmpl w:val="430202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A22B5D"/>
    <w:multiLevelType w:val="multilevel"/>
    <w:tmpl w:val="B11C0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835ED2"/>
    <w:multiLevelType w:val="multilevel"/>
    <w:tmpl w:val="B5A29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B01075"/>
    <w:multiLevelType w:val="multilevel"/>
    <w:tmpl w:val="072A3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1A2197"/>
    <w:multiLevelType w:val="multilevel"/>
    <w:tmpl w:val="91423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F91B57"/>
    <w:multiLevelType w:val="multilevel"/>
    <w:tmpl w:val="35DA4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3C376E2"/>
    <w:multiLevelType w:val="multilevel"/>
    <w:tmpl w:val="09B02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E772AB"/>
    <w:multiLevelType w:val="multilevel"/>
    <w:tmpl w:val="90489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1C5ECC"/>
    <w:multiLevelType w:val="multilevel"/>
    <w:tmpl w:val="FBC4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447912"/>
    <w:multiLevelType w:val="multilevel"/>
    <w:tmpl w:val="0CE041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552CAE"/>
    <w:multiLevelType w:val="multilevel"/>
    <w:tmpl w:val="7CA08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9C78B8"/>
    <w:multiLevelType w:val="multilevel"/>
    <w:tmpl w:val="1F462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8E5E39"/>
    <w:multiLevelType w:val="multilevel"/>
    <w:tmpl w:val="EAFA3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1D75C00"/>
    <w:multiLevelType w:val="multilevel"/>
    <w:tmpl w:val="4600DA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1079A4"/>
    <w:multiLevelType w:val="multilevel"/>
    <w:tmpl w:val="C4EE6A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5F4F05"/>
    <w:multiLevelType w:val="multilevel"/>
    <w:tmpl w:val="5FBC2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875DE5"/>
    <w:multiLevelType w:val="multilevel"/>
    <w:tmpl w:val="B2A60A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0"/>
  </w:num>
  <w:num w:numId="3">
    <w:abstractNumId w:val="13"/>
  </w:num>
  <w:num w:numId="4">
    <w:abstractNumId w:val="18"/>
  </w:num>
  <w:num w:numId="5">
    <w:abstractNumId w:val="4"/>
  </w:num>
  <w:num w:numId="6">
    <w:abstractNumId w:val="6"/>
  </w:num>
  <w:num w:numId="7">
    <w:abstractNumId w:val="21"/>
  </w:num>
  <w:num w:numId="8">
    <w:abstractNumId w:val="8"/>
  </w:num>
  <w:num w:numId="9">
    <w:abstractNumId w:val="14"/>
  </w:num>
  <w:num w:numId="10">
    <w:abstractNumId w:val="10"/>
  </w:num>
  <w:num w:numId="11">
    <w:abstractNumId w:val="1"/>
  </w:num>
  <w:num w:numId="12">
    <w:abstractNumId w:val="25"/>
  </w:num>
  <w:num w:numId="13">
    <w:abstractNumId w:val="3"/>
  </w:num>
  <w:num w:numId="14">
    <w:abstractNumId w:val="23"/>
  </w:num>
  <w:num w:numId="15">
    <w:abstractNumId w:val="17"/>
  </w:num>
  <w:num w:numId="16">
    <w:abstractNumId w:val="9"/>
  </w:num>
  <w:num w:numId="17">
    <w:abstractNumId w:val="2"/>
  </w:num>
  <w:num w:numId="18">
    <w:abstractNumId w:val="19"/>
  </w:num>
  <w:num w:numId="19">
    <w:abstractNumId w:val="22"/>
  </w:num>
  <w:num w:numId="20">
    <w:abstractNumId w:val="15"/>
  </w:num>
  <w:num w:numId="21">
    <w:abstractNumId w:val="7"/>
  </w:num>
  <w:num w:numId="22">
    <w:abstractNumId w:val="16"/>
  </w:num>
  <w:num w:numId="2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wN7G0MDC1MDUwNTJQ0lEKTi0uzszPAykwqQUAYxkbliwAAAA="/>
  </w:docVars>
  <w:rsids>
    <w:rsidRoot w:val="005E022A"/>
    <w:rsid w:val="000014B9"/>
    <w:rsid w:val="00005A15"/>
    <w:rsid w:val="000063EE"/>
    <w:rsid w:val="0001108F"/>
    <w:rsid w:val="000115E2"/>
    <w:rsid w:val="000126D0"/>
    <w:rsid w:val="0001296A"/>
    <w:rsid w:val="00016803"/>
    <w:rsid w:val="00023992"/>
    <w:rsid w:val="000275AE"/>
    <w:rsid w:val="00032AA3"/>
    <w:rsid w:val="00036CF6"/>
    <w:rsid w:val="00041E59"/>
    <w:rsid w:val="00050920"/>
    <w:rsid w:val="000526DA"/>
    <w:rsid w:val="00055137"/>
    <w:rsid w:val="00056330"/>
    <w:rsid w:val="00062F15"/>
    <w:rsid w:val="00063191"/>
    <w:rsid w:val="00064BFE"/>
    <w:rsid w:val="00070B3E"/>
    <w:rsid w:val="0007167A"/>
    <w:rsid w:val="00071F95"/>
    <w:rsid w:val="000737BB"/>
    <w:rsid w:val="00074E47"/>
    <w:rsid w:val="000754EC"/>
    <w:rsid w:val="00075A31"/>
    <w:rsid w:val="00085D22"/>
    <w:rsid w:val="0009093B"/>
    <w:rsid w:val="000A1A8C"/>
    <w:rsid w:val="000A5441"/>
    <w:rsid w:val="000A5701"/>
    <w:rsid w:val="000B2022"/>
    <w:rsid w:val="000B30C3"/>
    <w:rsid w:val="000C149A"/>
    <w:rsid w:val="000C224E"/>
    <w:rsid w:val="000E25E6"/>
    <w:rsid w:val="000E2C86"/>
    <w:rsid w:val="000F11CC"/>
    <w:rsid w:val="000F29F2"/>
    <w:rsid w:val="00101659"/>
    <w:rsid w:val="001038FD"/>
    <w:rsid w:val="00105AEA"/>
    <w:rsid w:val="001078BF"/>
    <w:rsid w:val="00116E59"/>
    <w:rsid w:val="00133957"/>
    <w:rsid w:val="001372F6"/>
    <w:rsid w:val="00144385"/>
    <w:rsid w:val="00146EEC"/>
    <w:rsid w:val="00151D55"/>
    <w:rsid w:val="00151D93"/>
    <w:rsid w:val="00156EF3"/>
    <w:rsid w:val="0016011E"/>
    <w:rsid w:val="00170D4D"/>
    <w:rsid w:val="00176E4F"/>
    <w:rsid w:val="00180720"/>
    <w:rsid w:val="00182030"/>
    <w:rsid w:val="0018546B"/>
    <w:rsid w:val="00191195"/>
    <w:rsid w:val="001A6A3E"/>
    <w:rsid w:val="001A7B6D"/>
    <w:rsid w:val="001B34D5"/>
    <w:rsid w:val="001B513A"/>
    <w:rsid w:val="001C0A75"/>
    <w:rsid w:val="001C1306"/>
    <w:rsid w:val="001D30EB"/>
    <w:rsid w:val="001D5A4F"/>
    <w:rsid w:val="001D5C1B"/>
    <w:rsid w:val="001D7F5B"/>
    <w:rsid w:val="001E0849"/>
    <w:rsid w:val="001E16BC"/>
    <w:rsid w:val="001E16DF"/>
    <w:rsid w:val="001F2BA5"/>
    <w:rsid w:val="001F308D"/>
    <w:rsid w:val="001F4876"/>
    <w:rsid w:val="00201A7C"/>
    <w:rsid w:val="00203038"/>
    <w:rsid w:val="00210B89"/>
    <w:rsid w:val="0021210E"/>
    <w:rsid w:val="002139A4"/>
    <w:rsid w:val="0021414D"/>
    <w:rsid w:val="00217138"/>
    <w:rsid w:val="00223124"/>
    <w:rsid w:val="00226EEA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64A"/>
    <w:rsid w:val="00291BAD"/>
    <w:rsid w:val="002970C3"/>
    <w:rsid w:val="002A4CD3"/>
    <w:rsid w:val="002A6CC4"/>
    <w:rsid w:val="002B00A0"/>
    <w:rsid w:val="002B321F"/>
    <w:rsid w:val="002C07DA"/>
    <w:rsid w:val="002C292E"/>
    <w:rsid w:val="002C55E9"/>
    <w:rsid w:val="002C5630"/>
    <w:rsid w:val="002D0C8B"/>
    <w:rsid w:val="002D330A"/>
    <w:rsid w:val="002D3AA6"/>
    <w:rsid w:val="002E170C"/>
    <w:rsid w:val="002E193E"/>
    <w:rsid w:val="002E1C6B"/>
    <w:rsid w:val="00301603"/>
    <w:rsid w:val="003033FF"/>
    <w:rsid w:val="00305EFF"/>
    <w:rsid w:val="00310A6A"/>
    <w:rsid w:val="003144E6"/>
    <w:rsid w:val="00325AC6"/>
    <w:rsid w:val="00331AD2"/>
    <w:rsid w:val="00337E82"/>
    <w:rsid w:val="00346FDC"/>
    <w:rsid w:val="00350BB1"/>
    <w:rsid w:val="00352C83"/>
    <w:rsid w:val="00362C5E"/>
    <w:rsid w:val="00366805"/>
    <w:rsid w:val="0037067D"/>
    <w:rsid w:val="00373436"/>
    <w:rsid w:val="00373C21"/>
    <w:rsid w:val="00377BDD"/>
    <w:rsid w:val="0038735B"/>
    <w:rsid w:val="0039124D"/>
    <w:rsid w:val="003916D1"/>
    <w:rsid w:val="00393D22"/>
    <w:rsid w:val="00394C90"/>
    <w:rsid w:val="003A21F0"/>
    <w:rsid w:val="003A277F"/>
    <w:rsid w:val="003A58BA"/>
    <w:rsid w:val="003A5AE7"/>
    <w:rsid w:val="003A7221"/>
    <w:rsid w:val="003B3493"/>
    <w:rsid w:val="003B5F24"/>
    <w:rsid w:val="003C13AE"/>
    <w:rsid w:val="003C479F"/>
    <w:rsid w:val="003C7152"/>
    <w:rsid w:val="003D1ED1"/>
    <w:rsid w:val="003D2E73"/>
    <w:rsid w:val="003D45AE"/>
    <w:rsid w:val="003D750F"/>
    <w:rsid w:val="003E2413"/>
    <w:rsid w:val="003E57C6"/>
    <w:rsid w:val="003E72B6"/>
    <w:rsid w:val="003E7BBE"/>
    <w:rsid w:val="0041251F"/>
    <w:rsid w:val="004127E3"/>
    <w:rsid w:val="004138FC"/>
    <w:rsid w:val="00414E02"/>
    <w:rsid w:val="0041696C"/>
    <w:rsid w:val="00422A9C"/>
    <w:rsid w:val="004261C0"/>
    <w:rsid w:val="00432052"/>
    <w:rsid w:val="0043212E"/>
    <w:rsid w:val="00434366"/>
    <w:rsid w:val="00434ECE"/>
    <w:rsid w:val="00444423"/>
    <w:rsid w:val="004456B8"/>
    <w:rsid w:val="00452868"/>
    <w:rsid w:val="00452F3E"/>
    <w:rsid w:val="004543C3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1CF5"/>
    <w:rsid w:val="0049383E"/>
    <w:rsid w:val="00495FEF"/>
    <w:rsid w:val="004A142B"/>
    <w:rsid w:val="004A35F9"/>
    <w:rsid w:val="004A3860"/>
    <w:rsid w:val="004A44E8"/>
    <w:rsid w:val="004A581D"/>
    <w:rsid w:val="004A7706"/>
    <w:rsid w:val="004A77E3"/>
    <w:rsid w:val="004B29B7"/>
    <w:rsid w:val="004B2AC1"/>
    <w:rsid w:val="004B7A28"/>
    <w:rsid w:val="004C2244"/>
    <w:rsid w:val="004C447E"/>
    <w:rsid w:val="004C79A1"/>
    <w:rsid w:val="004D0D5F"/>
    <w:rsid w:val="004D1569"/>
    <w:rsid w:val="004D193E"/>
    <w:rsid w:val="004D44B1"/>
    <w:rsid w:val="004E0460"/>
    <w:rsid w:val="004E1579"/>
    <w:rsid w:val="004E5FAE"/>
    <w:rsid w:val="004E6245"/>
    <w:rsid w:val="004E6741"/>
    <w:rsid w:val="004E7094"/>
    <w:rsid w:val="004E768E"/>
    <w:rsid w:val="004F5DC7"/>
    <w:rsid w:val="004F6947"/>
    <w:rsid w:val="004F78DA"/>
    <w:rsid w:val="00500CE0"/>
    <w:rsid w:val="005145AB"/>
    <w:rsid w:val="00516451"/>
    <w:rsid w:val="00520E9A"/>
    <w:rsid w:val="005248C1"/>
    <w:rsid w:val="00526134"/>
    <w:rsid w:val="005404CB"/>
    <w:rsid w:val="005405B2"/>
    <w:rsid w:val="005409B5"/>
    <w:rsid w:val="005427C8"/>
    <w:rsid w:val="005446D1"/>
    <w:rsid w:val="00546099"/>
    <w:rsid w:val="00556C4C"/>
    <w:rsid w:val="00557369"/>
    <w:rsid w:val="00557D22"/>
    <w:rsid w:val="00561952"/>
    <w:rsid w:val="00564ADD"/>
    <w:rsid w:val="005708EB"/>
    <w:rsid w:val="00575BC6"/>
    <w:rsid w:val="00583902"/>
    <w:rsid w:val="00594121"/>
    <w:rsid w:val="005A1D70"/>
    <w:rsid w:val="005A3AA5"/>
    <w:rsid w:val="005A6BEE"/>
    <w:rsid w:val="005A6C9C"/>
    <w:rsid w:val="005A74DC"/>
    <w:rsid w:val="005B5146"/>
    <w:rsid w:val="005D1AFD"/>
    <w:rsid w:val="005E022A"/>
    <w:rsid w:val="005E51E6"/>
    <w:rsid w:val="005F027A"/>
    <w:rsid w:val="005F33CC"/>
    <w:rsid w:val="005F42BF"/>
    <w:rsid w:val="005F771F"/>
    <w:rsid w:val="00601E14"/>
    <w:rsid w:val="00603B06"/>
    <w:rsid w:val="0060611B"/>
    <w:rsid w:val="006121D4"/>
    <w:rsid w:val="00613B49"/>
    <w:rsid w:val="00616845"/>
    <w:rsid w:val="006170C8"/>
    <w:rsid w:val="00620E8E"/>
    <w:rsid w:val="0062157A"/>
    <w:rsid w:val="006234C1"/>
    <w:rsid w:val="00633CFE"/>
    <w:rsid w:val="0063419E"/>
    <w:rsid w:val="00634FCA"/>
    <w:rsid w:val="00635ACB"/>
    <w:rsid w:val="00643D1B"/>
    <w:rsid w:val="006452B8"/>
    <w:rsid w:val="00645839"/>
    <w:rsid w:val="00652E62"/>
    <w:rsid w:val="00656151"/>
    <w:rsid w:val="00667326"/>
    <w:rsid w:val="00681D6C"/>
    <w:rsid w:val="00686A49"/>
    <w:rsid w:val="00687B62"/>
    <w:rsid w:val="00687F98"/>
    <w:rsid w:val="00690C44"/>
    <w:rsid w:val="00692270"/>
    <w:rsid w:val="00695C89"/>
    <w:rsid w:val="006969D9"/>
    <w:rsid w:val="006A29A7"/>
    <w:rsid w:val="006A2B68"/>
    <w:rsid w:val="006A353D"/>
    <w:rsid w:val="006B0ABB"/>
    <w:rsid w:val="006B277A"/>
    <w:rsid w:val="006B39A4"/>
    <w:rsid w:val="006C2F32"/>
    <w:rsid w:val="006C3B8D"/>
    <w:rsid w:val="006C6FD4"/>
    <w:rsid w:val="006C7C50"/>
    <w:rsid w:val="006D0DFE"/>
    <w:rsid w:val="006D1AF9"/>
    <w:rsid w:val="006D38C3"/>
    <w:rsid w:val="006D4448"/>
    <w:rsid w:val="006D6DFD"/>
    <w:rsid w:val="006E02BD"/>
    <w:rsid w:val="006E2C4D"/>
    <w:rsid w:val="006E3253"/>
    <w:rsid w:val="006E42FE"/>
    <w:rsid w:val="006E5135"/>
    <w:rsid w:val="006E655B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BFA"/>
    <w:rsid w:val="0073075B"/>
    <w:rsid w:val="00733181"/>
    <w:rsid w:val="0073404B"/>
    <w:rsid w:val="007341FF"/>
    <w:rsid w:val="007404E9"/>
    <w:rsid w:val="007444CF"/>
    <w:rsid w:val="00752C75"/>
    <w:rsid w:val="00757005"/>
    <w:rsid w:val="007578F8"/>
    <w:rsid w:val="00761DBE"/>
    <w:rsid w:val="0076523B"/>
    <w:rsid w:val="00771B60"/>
    <w:rsid w:val="007730FC"/>
    <w:rsid w:val="00781D77"/>
    <w:rsid w:val="00783148"/>
    <w:rsid w:val="00783549"/>
    <w:rsid w:val="0078599C"/>
    <w:rsid w:val="007860B7"/>
    <w:rsid w:val="007861FE"/>
    <w:rsid w:val="00786DC8"/>
    <w:rsid w:val="007871CA"/>
    <w:rsid w:val="007A300D"/>
    <w:rsid w:val="007C0E48"/>
    <w:rsid w:val="007C4E23"/>
    <w:rsid w:val="007D5A78"/>
    <w:rsid w:val="007E3BD1"/>
    <w:rsid w:val="007F1563"/>
    <w:rsid w:val="007F1EB2"/>
    <w:rsid w:val="007F44DB"/>
    <w:rsid w:val="007F5A8B"/>
    <w:rsid w:val="00801280"/>
    <w:rsid w:val="00812061"/>
    <w:rsid w:val="00817D51"/>
    <w:rsid w:val="00823530"/>
    <w:rsid w:val="00823FF4"/>
    <w:rsid w:val="008258EF"/>
    <w:rsid w:val="0082760A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E40"/>
    <w:rsid w:val="00865011"/>
    <w:rsid w:val="00880FE4"/>
    <w:rsid w:val="00886790"/>
    <w:rsid w:val="00886C8C"/>
    <w:rsid w:val="008908DE"/>
    <w:rsid w:val="00894245"/>
    <w:rsid w:val="00895F47"/>
    <w:rsid w:val="008A12ED"/>
    <w:rsid w:val="008A39D3"/>
    <w:rsid w:val="008B2C77"/>
    <w:rsid w:val="008B4AD2"/>
    <w:rsid w:val="008B663E"/>
    <w:rsid w:val="008B7138"/>
    <w:rsid w:val="008B7F76"/>
    <w:rsid w:val="008C4020"/>
    <w:rsid w:val="008E260C"/>
    <w:rsid w:val="008E39BE"/>
    <w:rsid w:val="008E62EC"/>
    <w:rsid w:val="008F32F6"/>
    <w:rsid w:val="008F6482"/>
    <w:rsid w:val="00910B2C"/>
    <w:rsid w:val="009167D2"/>
    <w:rsid w:val="00916CD7"/>
    <w:rsid w:val="00920927"/>
    <w:rsid w:val="00920E5A"/>
    <w:rsid w:val="00921B38"/>
    <w:rsid w:val="00923720"/>
    <w:rsid w:val="009278C9"/>
    <w:rsid w:val="00932CD7"/>
    <w:rsid w:val="009375C6"/>
    <w:rsid w:val="00937C53"/>
    <w:rsid w:val="00944C09"/>
    <w:rsid w:val="009469EA"/>
    <w:rsid w:val="009527CB"/>
    <w:rsid w:val="00953835"/>
    <w:rsid w:val="00957F14"/>
    <w:rsid w:val="00960F6C"/>
    <w:rsid w:val="00970747"/>
    <w:rsid w:val="00975084"/>
    <w:rsid w:val="00977A32"/>
    <w:rsid w:val="00991762"/>
    <w:rsid w:val="00997BFC"/>
    <w:rsid w:val="009A2CE6"/>
    <w:rsid w:val="009A5900"/>
    <w:rsid w:val="009A6E6C"/>
    <w:rsid w:val="009A6F3F"/>
    <w:rsid w:val="009B331A"/>
    <w:rsid w:val="009C2650"/>
    <w:rsid w:val="009D15E2"/>
    <w:rsid w:val="009D15FE"/>
    <w:rsid w:val="009D2150"/>
    <w:rsid w:val="009D5D2C"/>
    <w:rsid w:val="009D73A5"/>
    <w:rsid w:val="009E447F"/>
    <w:rsid w:val="009E7F6D"/>
    <w:rsid w:val="009F0DCC"/>
    <w:rsid w:val="009F11CA"/>
    <w:rsid w:val="00A0695B"/>
    <w:rsid w:val="00A13052"/>
    <w:rsid w:val="00A216A8"/>
    <w:rsid w:val="00A223A6"/>
    <w:rsid w:val="00A22F15"/>
    <w:rsid w:val="00A27D5C"/>
    <w:rsid w:val="00A3639E"/>
    <w:rsid w:val="00A5092E"/>
    <w:rsid w:val="00A52B44"/>
    <w:rsid w:val="00A554D6"/>
    <w:rsid w:val="00A56E14"/>
    <w:rsid w:val="00A6476B"/>
    <w:rsid w:val="00A76C6C"/>
    <w:rsid w:val="00A814BD"/>
    <w:rsid w:val="00A8494E"/>
    <w:rsid w:val="00A87356"/>
    <w:rsid w:val="00A92DD1"/>
    <w:rsid w:val="00AA4DFA"/>
    <w:rsid w:val="00AA5338"/>
    <w:rsid w:val="00AA5D02"/>
    <w:rsid w:val="00AB1B8E"/>
    <w:rsid w:val="00AB307D"/>
    <w:rsid w:val="00AB3123"/>
    <w:rsid w:val="00AB3180"/>
    <w:rsid w:val="00AB3EC1"/>
    <w:rsid w:val="00AB46DE"/>
    <w:rsid w:val="00AB5445"/>
    <w:rsid w:val="00AC0696"/>
    <w:rsid w:val="00AC4C98"/>
    <w:rsid w:val="00AC5F6B"/>
    <w:rsid w:val="00AC620F"/>
    <w:rsid w:val="00AD3896"/>
    <w:rsid w:val="00AD5B47"/>
    <w:rsid w:val="00AE1ED9"/>
    <w:rsid w:val="00AE32CB"/>
    <w:rsid w:val="00AF042E"/>
    <w:rsid w:val="00AF3957"/>
    <w:rsid w:val="00AF6329"/>
    <w:rsid w:val="00B05184"/>
    <w:rsid w:val="00B0712C"/>
    <w:rsid w:val="00B12013"/>
    <w:rsid w:val="00B15207"/>
    <w:rsid w:val="00B22C67"/>
    <w:rsid w:val="00B231EB"/>
    <w:rsid w:val="00B27B66"/>
    <w:rsid w:val="00B3508F"/>
    <w:rsid w:val="00B443EE"/>
    <w:rsid w:val="00B560C8"/>
    <w:rsid w:val="00B61150"/>
    <w:rsid w:val="00B65BC7"/>
    <w:rsid w:val="00B746B9"/>
    <w:rsid w:val="00B848D4"/>
    <w:rsid w:val="00B865B7"/>
    <w:rsid w:val="00B9021F"/>
    <w:rsid w:val="00B93E73"/>
    <w:rsid w:val="00BA1CB1"/>
    <w:rsid w:val="00BA4178"/>
    <w:rsid w:val="00BA482D"/>
    <w:rsid w:val="00BB1755"/>
    <w:rsid w:val="00BB23F4"/>
    <w:rsid w:val="00BB5AAB"/>
    <w:rsid w:val="00BC1042"/>
    <w:rsid w:val="00BC5075"/>
    <w:rsid w:val="00BC5419"/>
    <w:rsid w:val="00BD3B0F"/>
    <w:rsid w:val="00BE0A19"/>
    <w:rsid w:val="00BE5889"/>
    <w:rsid w:val="00BF1D4C"/>
    <w:rsid w:val="00BF3F0A"/>
    <w:rsid w:val="00C0365A"/>
    <w:rsid w:val="00C04238"/>
    <w:rsid w:val="00C143C3"/>
    <w:rsid w:val="00C1739B"/>
    <w:rsid w:val="00C21ADE"/>
    <w:rsid w:val="00C23D97"/>
    <w:rsid w:val="00C26067"/>
    <w:rsid w:val="00C27420"/>
    <w:rsid w:val="00C30A29"/>
    <w:rsid w:val="00C30A67"/>
    <w:rsid w:val="00C317DC"/>
    <w:rsid w:val="00C338F3"/>
    <w:rsid w:val="00C3452F"/>
    <w:rsid w:val="00C5044B"/>
    <w:rsid w:val="00C51A7C"/>
    <w:rsid w:val="00C56E58"/>
    <w:rsid w:val="00C578E9"/>
    <w:rsid w:val="00C70626"/>
    <w:rsid w:val="00C72860"/>
    <w:rsid w:val="00C72A48"/>
    <w:rsid w:val="00C73582"/>
    <w:rsid w:val="00C73B90"/>
    <w:rsid w:val="00C73C98"/>
    <w:rsid w:val="00C742EC"/>
    <w:rsid w:val="00C76266"/>
    <w:rsid w:val="00C812CD"/>
    <w:rsid w:val="00C92DF3"/>
    <w:rsid w:val="00C9571B"/>
    <w:rsid w:val="00C96AF3"/>
    <w:rsid w:val="00C97CCC"/>
    <w:rsid w:val="00CA0274"/>
    <w:rsid w:val="00CA139A"/>
    <w:rsid w:val="00CB746F"/>
    <w:rsid w:val="00CC451E"/>
    <w:rsid w:val="00CC7C4A"/>
    <w:rsid w:val="00CD4E9D"/>
    <w:rsid w:val="00CD4F4D"/>
    <w:rsid w:val="00CE05A4"/>
    <w:rsid w:val="00CE1AC4"/>
    <w:rsid w:val="00CE7D19"/>
    <w:rsid w:val="00CF0CF5"/>
    <w:rsid w:val="00CF2B3E"/>
    <w:rsid w:val="00D0201F"/>
    <w:rsid w:val="00D03685"/>
    <w:rsid w:val="00D07D4E"/>
    <w:rsid w:val="00D115AA"/>
    <w:rsid w:val="00D1440B"/>
    <w:rsid w:val="00D145BE"/>
    <w:rsid w:val="00D2035A"/>
    <w:rsid w:val="00D20C57"/>
    <w:rsid w:val="00D25D16"/>
    <w:rsid w:val="00D26C87"/>
    <w:rsid w:val="00D31F32"/>
    <w:rsid w:val="00D32124"/>
    <w:rsid w:val="00D409C1"/>
    <w:rsid w:val="00D51B25"/>
    <w:rsid w:val="00D54C76"/>
    <w:rsid w:val="00D632BB"/>
    <w:rsid w:val="00D71E43"/>
    <w:rsid w:val="00D727F3"/>
    <w:rsid w:val="00D73695"/>
    <w:rsid w:val="00D77B83"/>
    <w:rsid w:val="00D80C66"/>
    <w:rsid w:val="00D810DE"/>
    <w:rsid w:val="00D81549"/>
    <w:rsid w:val="00D87D32"/>
    <w:rsid w:val="00D91188"/>
    <w:rsid w:val="00D92255"/>
    <w:rsid w:val="00D92C83"/>
    <w:rsid w:val="00DA0A81"/>
    <w:rsid w:val="00DA3C10"/>
    <w:rsid w:val="00DA53B5"/>
    <w:rsid w:val="00DC1D69"/>
    <w:rsid w:val="00DC5A3A"/>
    <w:rsid w:val="00DD0726"/>
    <w:rsid w:val="00DF2369"/>
    <w:rsid w:val="00DF4EE1"/>
    <w:rsid w:val="00E13DAE"/>
    <w:rsid w:val="00E2369C"/>
    <w:rsid w:val="00E238E6"/>
    <w:rsid w:val="00E25DE0"/>
    <w:rsid w:val="00E34CD8"/>
    <w:rsid w:val="00E35064"/>
    <w:rsid w:val="00E3681D"/>
    <w:rsid w:val="00E40225"/>
    <w:rsid w:val="00E501F0"/>
    <w:rsid w:val="00E6166D"/>
    <w:rsid w:val="00E6483F"/>
    <w:rsid w:val="00E85235"/>
    <w:rsid w:val="00E91BFF"/>
    <w:rsid w:val="00E92933"/>
    <w:rsid w:val="00E933AC"/>
    <w:rsid w:val="00E9387F"/>
    <w:rsid w:val="00E94FAD"/>
    <w:rsid w:val="00EB0AA4"/>
    <w:rsid w:val="00EB5C88"/>
    <w:rsid w:val="00EC0469"/>
    <w:rsid w:val="00EC0C3E"/>
    <w:rsid w:val="00EC5D94"/>
    <w:rsid w:val="00ED29FE"/>
    <w:rsid w:val="00ED2A00"/>
    <w:rsid w:val="00EE247F"/>
    <w:rsid w:val="00EF01F8"/>
    <w:rsid w:val="00EF0552"/>
    <w:rsid w:val="00EF3268"/>
    <w:rsid w:val="00EF40EF"/>
    <w:rsid w:val="00EF47FE"/>
    <w:rsid w:val="00EF68AC"/>
    <w:rsid w:val="00F069BD"/>
    <w:rsid w:val="00F11A8E"/>
    <w:rsid w:val="00F1480E"/>
    <w:rsid w:val="00F1497D"/>
    <w:rsid w:val="00F16AAC"/>
    <w:rsid w:val="00F20119"/>
    <w:rsid w:val="00F25D57"/>
    <w:rsid w:val="00F30C7D"/>
    <w:rsid w:val="00F33FF2"/>
    <w:rsid w:val="00F354C8"/>
    <w:rsid w:val="00F40BD5"/>
    <w:rsid w:val="00F4346D"/>
    <w:rsid w:val="00F438FC"/>
    <w:rsid w:val="00F47ADE"/>
    <w:rsid w:val="00F52B19"/>
    <w:rsid w:val="00F55600"/>
    <w:rsid w:val="00F5616F"/>
    <w:rsid w:val="00F56451"/>
    <w:rsid w:val="00F56827"/>
    <w:rsid w:val="00F62866"/>
    <w:rsid w:val="00F65EF0"/>
    <w:rsid w:val="00F66484"/>
    <w:rsid w:val="00F71651"/>
    <w:rsid w:val="00F76191"/>
    <w:rsid w:val="00F76CC6"/>
    <w:rsid w:val="00F83D7C"/>
    <w:rsid w:val="00F9423C"/>
    <w:rsid w:val="00FA3CFC"/>
    <w:rsid w:val="00FB1913"/>
    <w:rsid w:val="00FB232E"/>
    <w:rsid w:val="00FB6FDB"/>
    <w:rsid w:val="00FC1119"/>
    <w:rsid w:val="00FC1A6B"/>
    <w:rsid w:val="00FC793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EF68A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E61C5F6-96B4-47FF-AD73-1A22D190D73A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190E90-48A9-4396-943F-0AE319B0A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366</TotalTime>
  <Pages>5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224</cp:revision>
  <cp:lastPrinted>2016-05-27T05:21:00Z</cp:lastPrinted>
  <dcterms:created xsi:type="dcterms:W3CDTF">2021-08-18T01:46:00Z</dcterms:created>
  <dcterms:modified xsi:type="dcterms:W3CDTF">2022-01-31T10:00:00Z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