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8F51BB8" w14:textId="77777777" w:rsidTr="00F279E6">
        <w:tc>
          <w:tcPr>
            <w:tcW w:w="1396" w:type="pct"/>
            <w:shd w:val="clear" w:color="auto" w:fill="auto"/>
          </w:tcPr>
          <w:p w14:paraId="16BADE17" w14:textId="2C4AEFAE" w:rsidR="00A301E0" w:rsidRPr="00752A41" w:rsidRDefault="00485FEF" w:rsidP="00752A41">
            <w:pPr>
              <w:pStyle w:val="SISSCODE"/>
            </w:pPr>
            <w:r>
              <w:t>AHC</w:t>
            </w:r>
            <w:r w:rsidR="00A301E0" w:rsidRPr="00752A41">
              <w:t>ss</w:t>
            </w:r>
            <w:r w:rsidR="008D5247">
              <w:t>NEW</w:t>
            </w:r>
            <w:r w:rsidR="00A301E0" w:rsidRPr="00752A41">
              <w:t>xx</w:t>
            </w:r>
            <w:r w:rsidR="008D5247">
              <w:t>1</w:t>
            </w:r>
          </w:p>
        </w:tc>
        <w:tc>
          <w:tcPr>
            <w:tcW w:w="3604" w:type="pct"/>
            <w:shd w:val="clear" w:color="auto" w:fill="auto"/>
          </w:tcPr>
          <w:p w14:paraId="19E6DE91" w14:textId="1D3EE4F8" w:rsidR="00A301E0" w:rsidRPr="00752A41" w:rsidRDefault="0074017B" w:rsidP="00752A41">
            <w:pPr>
              <w:pStyle w:val="SISStitle"/>
            </w:pPr>
            <w:r>
              <w:t xml:space="preserve">Allocation and/or Temporary </w:t>
            </w:r>
            <w:r w:rsidR="005879BC" w:rsidRPr="005879BC">
              <w:t xml:space="preserve">Water Trading for </w:t>
            </w:r>
            <w:r w:rsidR="002567F0">
              <w:t>Agriculture Managers</w:t>
            </w:r>
            <w:r w:rsidR="005879BC" w:rsidRPr="005879BC">
              <w:t xml:space="preserve"> Skill Set</w:t>
            </w:r>
          </w:p>
        </w:tc>
      </w:tr>
    </w:tbl>
    <w:p w14:paraId="30E981E2" w14:textId="77777777" w:rsidR="002567F0" w:rsidRDefault="002567F0" w:rsidP="000D7BE6">
      <w:pPr>
        <w:pStyle w:val="SITextHeading2"/>
      </w:pPr>
    </w:p>
    <w:p w14:paraId="5C02F173" w14:textId="66D9143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E32DFCE" w14:textId="77777777" w:rsidTr="002A1BEA">
        <w:tc>
          <w:tcPr>
            <w:tcW w:w="1396" w:type="pct"/>
            <w:shd w:val="clear" w:color="auto" w:fill="auto"/>
          </w:tcPr>
          <w:p w14:paraId="29602B8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9737A97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F3F0D04" w14:textId="77777777" w:rsidTr="002A1BEA">
        <w:tc>
          <w:tcPr>
            <w:tcW w:w="1396" w:type="pct"/>
            <w:shd w:val="clear" w:color="auto" w:fill="auto"/>
          </w:tcPr>
          <w:p w14:paraId="50C0995B" w14:textId="73157AD6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18ED2F0" w14:textId="3ED26E60" w:rsidR="00536741" w:rsidRDefault="00153D29" w:rsidP="00752A41">
            <w:pPr>
              <w:pStyle w:val="SIText"/>
            </w:pPr>
            <w:r w:rsidRPr="00153D29">
              <w:t>This version released with AHC Agriculture, Horticulture and Conservation and Land Management Training Package Version 8.0.</w:t>
            </w:r>
          </w:p>
        </w:tc>
      </w:tr>
    </w:tbl>
    <w:p w14:paraId="351E96D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1BCFA2" w14:textId="77777777" w:rsidTr="000D7BE6">
        <w:tc>
          <w:tcPr>
            <w:tcW w:w="5000" w:type="pct"/>
            <w:shd w:val="clear" w:color="auto" w:fill="auto"/>
          </w:tcPr>
          <w:p w14:paraId="718CA4D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B9BDE69" w14:textId="0A6B9F68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61FBB">
              <w:t xml:space="preserve">is designed to provide </w:t>
            </w:r>
            <w:r w:rsidR="00641041">
              <w:t xml:space="preserve">the skills and knowledge </w:t>
            </w:r>
            <w:r w:rsidR="00161FBB">
              <w:t xml:space="preserve">to navigate water markets to purchase, sell or carry over </w:t>
            </w:r>
            <w:r w:rsidR="009437B8" w:rsidRPr="009437B8">
              <w:t xml:space="preserve">allocation or temporary </w:t>
            </w:r>
            <w:r w:rsidR="00161FBB">
              <w:t>water for agriculture use.</w:t>
            </w:r>
          </w:p>
          <w:p w14:paraId="31813D5C" w14:textId="77777777" w:rsidR="00A772D9" w:rsidRPr="00536741" w:rsidRDefault="00A772D9" w:rsidP="009437B8">
            <w:pPr>
              <w:pStyle w:val="SIText"/>
            </w:pPr>
          </w:p>
        </w:tc>
      </w:tr>
      <w:tr w:rsidR="00A301E0" w:rsidRPr="00963A46" w14:paraId="4693FA56" w14:textId="77777777" w:rsidTr="002567F0">
        <w:trPr>
          <w:trHeight w:val="2446"/>
        </w:trPr>
        <w:tc>
          <w:tcPr>
            <w:tcW w:w="5000" w:type="pct"/>
            <w:shd w:val="clear" w:color="auto" w:fill="auto"/>
          </w:tcPr>
          <w:p w14:paraId="7FEFAA08" w14:textId="1789C7AD" w:rsidR="00890663" w:rsidRPr="00536741" w:rsidRDefault="00A301E0" w:rsidP="00253172">
            <w:pPr>
              <w:pStyle w:val="SITextHeading2"/>
            </w:pPr>
            <w:r>
              <w:t>Pathways Information</w:t>
            </w:r>
          </w:p>
          <w:p w14:paraId="613A5039" w14:textId="147C710F" w:rsidR="00AB382F" w:rsidRDefault="00A301E0" w:rsidP="00AB382F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81815">
              <w:rPr>
                <w:rStyle w:val="SITemporarytext-red"/>
                <w:color w:val="auto"/>
                <w:sz w:val="20"/>
                <w:szCs w:val="22"/>
              </w:rPr>
              <w:t>These units of competency provide credit toward</w:t>
            </w:r>
            <w:r w:rsidR="00F4044F" w:rsidRPr="00A81815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="00A37A13">
              <w:rPr>
                <w:rStyle w:val="SITemporarytext-red"/>
              </w:rPr>
              <w:t xml:space="preserve"> </w:t>
            </w:r>
            <w:r w:rsidR="00F6592A" w:rsidRPr="000100F3">
              <w:rPr>
                <w:rStyle w:val="SITemporarytext-red"/>
                <w:color w:val="auto"/>
                <w:sz w:val="20"/>
                <w:szCs w:val="22"/>
              </w:rPr>
              <w:t>a range of qualifications in the</w:t>
            </w:r>
            <w:r w:rsidR="00F6592A">
              <w:rPr>
                <w:rStyle w:val="SITemporarytext-red"/>
              </w:rPr>
              <w:t xml:space="preserve"> </w:t>
            </w:r>
            <w:r w:rsidR="00F6592A" w:rsidRPr="000100F3">
              <w:rPr>
                <w:rStyle w:val="SIText-Italic"/>
              </w:rPr>
              <w:t>AHC Agriculture, Horticulture and Conservation and Land Management Training Package</w:t>
            </w:r>
            <w:r w:rsidR="00F64F3A">
              <w:rPr>
                <w:rStyle w:val="SIText-Italic"/>
              </w:rPr>
              <w:t xml:space="preserve">, </w:t>
            </w:r>
            <w:r w:rsidR="00F64F3A" w:rsidRPr="00AB382F">
              <w:rPr>
                <w:rStyle w:val="SIText-Italic"/>
                <w:i w:val="0"/>
                <w:szCs w:val="22"/>
              </w:rPr>
              <w:t>including</w:t>
            </w:r>
            <w:r w:rsidR="00F64F3A">
              <w:rPr>
                <w:rStyle w:val="SIText-Italic"/>
              </w:rPr>
              <w:t>:</w:t>
            </w:r>
          </w:p>
          <w:p w14:paraId="5E46B744" w14:textId="505F08DA" w:rsidR="00A301E0" w:rsidRPr="009E5FAC" w:rsidRDefault="00F64F3A" w:rsidP="009E5FAC">
            <w:pPr>
              <w:pStyle w:val="SIBulletList1"/>
            </w:pPr>
            <w:r w:rsidRPr="009E5FAC">
              <w:t>AHC401</w:t>
            </w:r>
            <w:r w:rsidRPr="009E5FAC">
              <w:rPr>
                <w:rStyle w:val="SITemporaryText-blue"/>
                <w:color w:val="auto"/>
                <w:sz w:val="20"/>
              </w:rPr>
              <w:t>XX</w:t>
            </w:r>
            <w:r w:rsidRPr="009E5FAC">
              <w:t xml:space="preserve"> Certificate IV in Agriculture</w:t>
            </w:r>
          </w:p>
          <w:p w14:paraId="7B9E0690" w14:textId="77777777" w:rsidR="0022296C" w:rsidRPr="009E5FAC" w:rsidRDefault="0022296C" w:rsidP="009E5FAC">
            <w:pPr>
              <w:pStyle w:val="SIBulletList1"/>
            </w:pPr>
            <w:r w:rsidRPr="009E5FAC">
              <w:t>AHC404</w:t>
            </w:r>
            <w:r w:rsidRPr="009E5FAC">
              <w:rPr>
                <w:rStyle w:val="SITemporaryText-blue"/>
                <w:color w:val="auto"/>
                <w:sz w:val="20"/>
              </w:rPr>
              <w:t>XX</w:t>
            </w:r>
            <w:r w:rsidRPr="009E5FAC">
              <w:t xml:space="preserve"> Certificate IV in Horticulture </w:t>
            </w:r>
          </w:p>
          <w:p w14:paraId="50485828" w14:textId="3BD87F72" w:rsidR="00F64F3A" w:rsidRPr="009E5FAC" w:rsidRDefault="00F64F3A" w:rsidP="009E5FAC">
            <w:pPr>
              <w:pStyle w:val="SIBulletList1"/>
            </w:pPr>
            <w:r w:rsidRPr="009E5FAC">
              <w:t>AHC501</w:t>
            </w:r>
            <w:r w:rsidRPr="009E5FAC">
              <w:rPr>
                <w:rStyle w:val="SITemporaryText-blue"/>
                <w:color w:val="auto"/>
                <w:sz w:val="20"/>
              </w:rPr>
              <w:t>XX</w:t>
            </w:r>
            <w:r w:rsidRPr="009E5FAC">
              <w:t xml:space="preserve"> Diploma of Agriculture</w:t>
            </w:r>
          </w:p>
          <w:p w14:paraId="461EAF20" w14:textId="77777777" w:rsidR="00A80F40" w:rsidRPr="009E5FAC" w:rsidRDefault="00A80F40" w:rsidP="009E5FAC">
            <w:pPr>
              <w:pStyle w:val="SIBulletList1"/>
            </w:pPr>
            <w:r w:rsidRPr="009E5FAC">
              <w:t>AHC50320 Diploma of Production Horticulture</w:t>
            </w:r>
          </w:p>
          <w:p w14:paraId="3DD9C9B7" w14:textId="77777777" w:rsidR="0022296C" w:rsidRPr="009E5FAC" w:rsidRDefault="0022296C" w:rsidP="009E5FAC">
            <w:pPr>
              <w:pStyle w:val="SIBulletList1"/>
            </w:pPr>
            <w:r w:rsidRPr="009E5FAC">
              <w:t>AHC504</w:t>
            </w:r>
            <w:r w:rsidRPr="009E5FAC">
              <w:rPr>
                <w:rStyle w:val="SITemporaryText-blue"/>
                <w:color w:val="auto"/>
                <w:sz w:val="20"/>
              </w:rPr>
              <w:t xml:space="preserve">XX </w:t>
            </w:r>
            <w:r w:rsidRPr="009E5FAC">
              <w:t xml:space="preserve">Diploma of Horticulture Management </w:t>
            </w:r>
          </w:p>
          <w:p w14:paraId="0DD5648F" w14:textId="47B46C1B" w:rsidR="00F64F3A" w:rsidRPr="009E5FAC" w:rsidRDefault="00F64F3A" w:rsidP="009E5FAC">
            <w:pPr>
              <w:pStyle w:val="SIBulletList1"/>
            </w:pPr>
            <w:r w:rsidRPr="009E5FAC">
              <w:t>AHC51419 Diploma of Agribusiness Management</w:t>
            </w:r>
          </w:p>
          <w:p w14:paraId="6FA418CE" w14:textId="64F072AF" w:rsidR="00992988" w:rsidRPr="009E5FAC" w:rsidRDefault="00992988" w:rsidP="009E5FAC">
            <w:pPr>
              <w:pStyle w:val="SIBulletList1"/>
            </w:pPr>
            <w:r w:rsidRPr="009E5FAC">
              <w:t>AHC</w:t>
            </w:r>
            <w:r w:rsidR="0022296C" w:rsidRPr="009E5FAC">
              <w:t xml:space="preserve">51619 Diploma of irrigation </w:t>
            </w:r>
          </w:p>
          <w:p w14:paraId="147BC0C2" w14:textId="5DB9A1C8" w:rsidR="0022296C" w:rsidRDefault="0022296C" w:rsidP="009E5FA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E5FAC">
              <w:rPr>
                <w:rStyle w:val="SITemporarytext-red"/>
                <w:color w:val="auto"/>
                <w:sz w:val="20"/>
              </w:rPr>
              <w:t>AHC604</w:t>
            </w:r>
            <w:r w:rsidRPr="009E5FAC">
              <w:rPr>
                <w:rStyle w:val="SITemporaryText-blue"/>
                <w:color w:val="auto"/>
                <w:sz w:val="20"/>
              </w:rPr>
              <w:t>XX</w:t>
            </w:r>
            <w:r w:rsidRPr="009E5FAC">
              <w:rPr>
                <w:rStyle w:val="SITemporarytext-red"/>
                <w:color w:val="auto"/>
                <w:sz w:val="20"/>
              </w:rPr>
              <w:t xml:space="preserve"> Advanced</w:t>
            </w:r>
            <w:r w:rsidRPr="0022296C">
              <w:rPr>
                <w:rStyle w:val="SITemporarytext-red"/>
                <w:color w:val="auto"/>
                <w:sz w:val="20"/>
              </w:rPr>
              <w:t xml:space="preserve"> Diploma of Conservation and Land Management</w:t>
            </w:r>
          </w:p>
          <w:p w14:paraId="2D9E21EE" w14:textId="77777777" w:rsidR="00A80F40" w:rsidRPr="002567F0" w:rsidRDefault="00A80F40" w:rsidP="002567F0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  <w:p w14:paraId="553753BA" w14:textId="31AB22CB" w:rsidR="0022296C" w:rsidRPr="002567F0" w:rsidRDefault="00AB382F" w:rsidP="009E5FAC">
            <w:pPr>
              <w:pStyle w:val="SIText"/>
              <w:rPr>
                <w:rStyle w:val="SITemporarytext-red"/>
                <w:rFonts w:asciiTheme="minorHAnsi" w:hAnsiTheme="minorHAnsi"/>
                <w:color w:val="auto"/>
                <w:szCs w:val="22"/>
                <w:lang w:eastAsia="en-AU"/>
              </w:rPr>
            </w:pPr>
            <w:r w:rsidRPr="009E5FAC">
              <w:rPr>
                <w:rStyle w:val="SITemporaryText-blue"/>
                <w:color w:val="auto"/>
                <w:sz w:val="20"/>
                <w:szCs w:val="22"/>
              </w:rPr>
              <w:t>XX</w:t>
            </w:r>
            <w:r w:rsidRPr="00AB382F">
              <w:rPr>
                <w:lang w:eastAsia="en-AU"/>
              </w:rPr>
              <w:t xml:space="preserve"> </w:t>
            </w:r>
            <w:r w:rsidRPr="002567F0">
              <w:rPr>
                <w:rStyle w:val="SIText-Italic"/>
              </w:rPr>
              <w:t xml:space="preserve">indicates the qualification is currently under review as part of </w:t>
            </w:r>
            <w:hyperlink r:id="rId11" w:history="1">
              <w:r w:rsidRPr="002567F0">
                <w:rPr>
                  <w:rStyle w:val="SIText-Italic"/>
                </w:rPr>
                <w:t>Ag &amp; Horticulture Core Skills project.</w:t>
              </w:r>
            </w:hyperlink>
            <w:r w:rsidRPr="002567F0">
              <w:rPr>
                <w:rStyle w:val="SIText-Italic"/>
              </w:rPr>
              <w:t xml:space="preserve"> </w:t>
            </w:r>
          </w:p>
        </w:tc>
      </w:tr>
      <w:tr w:rsidR="00A301E0" w:rsidRPr="00963A46" w14:paraId="2FBECBB9" w14:textId="77777777" w:rsidTr="002D2468">
        <w:trPr>
          <w:trHeight w:val="685"/>
        </w:trPr>
        <w:tc>
          <w:tcPr>
            <w:tcW w:w="5000" w:type="pct"/>
            <w:shd w:val="clear" w:color="auto" w:fill="auto"/>
          </w:tcPr>
          <w:p w14:paraId="35F7811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7A9FF95" w14:textId="3F7FF2B7" w:rsidR="00A301E0" w:rsidRPr="00A301E0" w:rsidRDefault="004463CA" w:rsidP="00451F69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686A65A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59A54D2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DCC2DAE" w14:textId="602C8BFA" w:rsidR="008C4E8C" w:rsidRDefault="008C4E8C" w:rsidP="00752A41">
            <w:pPr>
              <w:pStyle w:val="SIBulletList1"/>
            </w:pPr>
            <w:r>
              <w:t xml:space="preserve">AHCWAT5X1 </w:t>
            </w:r>
            <w:r w:rsidR="00046E02" w:rsidRPr="00046E02">
              <w:t xml:space="preserve">Purchase </w:t>
            </w:r>
            <w:r w:rsidR="003A39D2">
              <w:t xml:space="preserve">and sell </w:t>
            </w:r>
            <w:r w:rsidR="00555454">
              <w:t xml:space="preserve">temporary </w:t>
            </w:r>
            <w:r w:rsidR="00046E02" w:rsidRPr="00046E02">
              <w:t xml:space="preserve">water for </w:t>
            </w:r>
            <w:r w:rsidR="00983668">
              <w:t xml:space="preserve">irrigated </w:t>
            </w:r>
            <w:r w:rsidR="00046E02" w:rsidRPr="00046E02">
              <w:t>agriculture</w:t>
            </w:r>
            <w:r w:rsidR="00983668">
              <w:t xml:space="preserve">, </w:t>
            </w:r>
            <w:proofErr w:type="gramStart"/>
            <w:r w:rsidR="00983668">
              <w:t>horticulture</w:t>
            </w:r>
            <w:proofErr w:type="gramEnd"/>
            <w:r w:rsidR="00046E02" w:rsidRPr="00046E02">
              <w:t xml:space="preserve"> and production horticulture</w:t>
            </w:r>
          </w:p>
          <w:p w14:paraId="67133F25" w14:textId="45695C7C" w:rsidR="001F28F9" w:rsidRPr="00536741" w:rsidRDefault="00246A6B" w:rsidP="009E5FAC">
            <w:pPr>
              <w:pStyle w:val="SIBulletList1"/>
            </w:pPr>
            <w:r w:rsidRPr="008C4E8C">
              <w:t>AHCWAT5X</w:t>
            </w:r>
            <w:r>
              <w:t>2</w:t>
            </w:r>
            <w:r w:rsidRPr="008C4E8C">
              <w:t xml:space="preserve"> </w:t>
            </w:r>
            <w:r w:rsidR="008C19A7">
              <w:t xml:space="preserve">Identify carry over water </w:t>
            </w:r>
            <w:r w:rsidR="00555454">
              <w:t xml:space="preserve">or continuous accounting </w:t>
            </w:r>
            <w:r w:rsidR="008C19A7">
              <w:t>options</w:t>
            </w:r>
          </w:p>
        </w:tc>
      </w:tr>
      <w:tr w:rsidR="005C7EA8" w:rsidRPr="00963A46" w14:paraId="52F71D2B" w14:textId="77777777" w:rsidTr="0068286A">
        <w:trPr>
          <w:trHeight w:val="1038"/>
        </w:trPr>
        <w:tc>
          <w:tcPr>
            <w:tcW w:w="5000" w:type="pct"/>
            <w:shd w:val="clear" w:color="auto" w:fill="auto"/>
          </w:tcPr>
          <w:p w14:paraId="54CA912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A2E9A8B" w14:textId="11E57753" w:rsidR="001D2756" w:rsidRPr="00752A41" w:rsidRDefault="006A1D6C" w:rsidP="00752A41">
            <w:pPr>
              <w:pStyle w:val="SIText"/>
            </w:pPr>
            <w:r>
              <w:t xml:space="preserve">This skill set is for </w:t>
            </w:r>
            <w:r w:rsidR="005B052D">
              <w:t xml:space="preserve">skilled and experienced </w:t>
            </w:r>
            <w:r w:rsidR="003F4317">
              <w:t xml:space="preserve">individuals that </w:t>
            </w:r>
            <w:r w:rsidR="00A231AD" w:rsidRPr="00A231AD">
              <w:t>manage and/or own</w:t>
            </w:r>
            <w:r w:rsidR="003F4317">
              <w:t xml:space="preserve"> agricultural enterprises and are </w:t>
            </w:r>
            <w:r w:rsidR="005B052D">
              <w:t xml:space="preserve">seeking to develop the </w:t>
            </w:r>
            <w:r w:rsidR="00A231AD" w:rsidRPr="00A231AD">
              <w:t xml:space="preserve">skills and knowledge to navigate water markets to purchase, sell or carry over </w:t>
            </w:r>
            <w:r w:rsidR="005A1A3C" w:rsidRPr="005A1A3C">
              <w:t xml:space="preserve">allocation or temporary </w:t>
            </w:r>
            <w:r w:rsidR="00A231AD" w:rsidRPr="00A231AD">
              <w:t>water for agriculture use.</w:t>
            </w:r>
          </w:p>
          <w:p w14:paraId="1E1CD3D4" w14:textId="77777777" w:rsidR="0016138C" w:rsidRPr="00536741" w:rsidRDefault="0016138C" w:rsidP="00EC2620">
            <w:pPr>
              <w:pStyle w:val="SIText"/>
            </w:pPr>
          </w:p>
        </w:tc>
      </w:tr>
      <w:tr w:rsidR="00DB557A" w:rsidRPr="00963A46" w14:paraId="21850174" w14:textId="77777777" w:rsidTr="008960EF">
        <w:trPr>
          <w:trHeight w:val="1042"/>
        </w:trPr>
        <w:tc>
          <w:tcPr>
            <w:tcW w:w="5000" w:type="pct"/>
            <w:shd w:val="clear" w:color="auto" w:fill="auto"/>
          </w:tcPr>
          <w:p w14:paraId="6D26DA74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5419F31" w14:textId="5E6992BD" w:rsidR="00DB557A" w:rsidRPr="00536741" w:rsidRDefault="00DB557A" w:rsidP="00707FF0">
            <w:pPr>
              <w:pStyle w:val="SIText"/>
            </w:pPr>
            <w:r w:rsidRPr="00707FF0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7D3AB3" w:rsidRPr="00FA0BCF">
              <w:rPr>
                <w:rStyle w:val="SIText-Italic"/>
              </w:rPr>
              <w:t>A</w:t>
            </w:r>
            <w:r w:rsidR="007D3AB3" w:rsidRPr="00707FF0">
              <w:rPr>
                <w:rStyle w:val="SIText-Italic"/>
              </w:rPr>
              <w:t xml:space="preserve">HC Agriculture, Horticulture and Conservation and Land Management Training Package </w:t>
            </w:r>
            <w:r w:rsidRPr="00707FF0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7D3AB3" w:rsidRPr="00707FF0">
              <w:rPr>
                <w:rStyle w:val="SITemporarytext-red"/>
                <w:color w:val="auto"/>
                <w:sz w:val="20"/>
                <w:szCs w:val="22"/>
              </w:rPr>
              <w:t xml:space="preserve"> industry requirements </w:t>
            </w:r>
            <w:r w:rsidR="00707FF0" w:rsidRPr="00707FF0">
              <w:rPr>
                <w:rStyle w:val="SITemporarytext-red"/>
                <w:color w:val="auto"/>
                <w:sz w:val="20"/>
                <w:szCs w:val="22"/>
              </w:rPr>
              <w:t xml:space="preserve">to </w:t>
            </w:r>
            <w:r w:rsidR="00707FF0" w:rsidRPr="00707FF0">
              <w:t xml:space="preserve">navigate water markets to purchase, sell or carry over </w:t>
            </w:r>
            <w:r w:rsidR="005A1A3C">
              <w:t xml:space="preserve">allocation or temporary </w:t>
            </w:r>
            <w:r w:rsidR="00707FF0" w:rsidRPr="00707FF0">
              <w:t>water for agriculture use.</w:t>
            </w:r>
          </w:p>
        </w:tc>
      </w:tr>
    </w:tbl>
    <w:p w14:paraId="5E4924FC" w14:textId="77777777" w:rsidR="00D17352" w:rsidRPr="00536741" w:rsidRDefault="00D17352" w:rsidP="0068286A"/>
    <w:sectPr w:rsidR="00D17352" w:rsidRPr="00536741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E2D4A" w14:textId="77777777" w:rsidR="00BF2205" w:rsidRDefault="00BF2205" w:rsidP="00BF3F0A">
      <w:r>
        <w:separator/>
      </w:r>
    </w:p>
    <w:p w14:paraId="294C1DAA" w14:textId="77777777" w:rsidR="00BF2205" w:rsidRDefault="00BF2205"/>
  </w:endnote>
  <w:endnote w:type="continuationSeparator" w:id="0">
    <w:p w14:paraId="6973E36B" w14:textId="77777777" w:rsidR="00BF2205" w:rsidRDefault="00BF2205" w:rsidP="00BF3F0A">
      <w:r>
        <w:continuationSeparator/>
      </w:r>
    </w:p>
    <w:p w14:paraId="1DE87549" w14:textId="77777777" w:rsidR="00BF2205" w:rsidRDefault="00BF2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0A7" w14:textId="77777777" w:rsidR="00E0545D" w:rsidRDefault="00E0545D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FA9413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38A45D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706708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E014" w14:textId="77777777" w:rsidR="00E0545D" w:rsidRDefault="00E0545D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6E0C" w14:textId="77777777" w:rsidR="00BF2205" w:rsidRDefault="00BF2205" w:rsidP="00BF3F0A">
      <w:r>
        <w:separator/>
      </w:r>
    </w:p>
    <w:p w14:paraId="3662AF9B" w14:textId="77777777" w:rsidR="00BF2205" w:rsidRDefault="00BF2205"/>
  </w:footnote>
  <w:footnote w:type="continuationSeparator" w:id="0">
    <w:p w14:paraId="70DCF999" w14:textId="77777777" w:rsidR="00BF2205" w:rsidRDefault="00BF2205" w:rsidP="00BF3F0A">
      <w:r>
        <w:continuationSeparator/>
      </w:r>
    </w:p>
    <w:p w14:paraId="6860451D" w14:textId="77777777" w:rsidR="00BF2205" w:rsidRDefault="00BF22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E4D4" w14:textId="77777777" w:rsidR="00E0545D" w:rsidRDefault="00E0545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36B4" w14:textId="3F846C25" w:rsidR="009C2650" w:rsidRDefault="00BF2205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2DD344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80D55">
      <w:t>AHCSSNEW</w:t>
    </w:r>
    <w:r w:rsidR="00485FEF">
      <w:t xml:space="preserve">XX1 </w:t>
    </w:r>
    <w:r w:rsidR="007864CD" w:rsidRPr="007864CD">
      <w:t xml:space="preserve">Allocation and/or Temporary </w:t>
    </w:r>
    <w:r w:rsidR="00485FEF">
      <w:t xml:space="preserve">Water Trading for </w:t>
    </w:r>
    <w:r w:rsidR="002567F0">
      <w:t xml:space="preserve">Agriculture </w:t>
    </w:r>
    <w:r w:rsidR="005879BC">
      <w:t xml:space="preserve">Managers </w:t>
    </w:r>
    <w:r w:rsidR="00DB557A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CEB0" w14:textId="77777777" w:rsidR="00E0545D" w:rsidRDefault="00E0545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B9"/>
    <w:rsid w:val="000014B9"/>
    <w:rsid w:val="00005A15"/>
    <w:rsid w:val="000100F3"/>
    <w:rsid w:val="0001108F"/>
    <w:rsid w:val="000115E2"/>
    <w:rsid w:val="0001296A"/>
    <w:rsid w:val="00016803"/>
    <w:rsid w:val="00023992"/>
    <w:rsid w:val="00040188"/>
    <w:rsid w:val="00041E59"/>
    <w:rsid w:val="00046E02"/>
    <w:rsid w:val="00053D7E"/>
    <w:rsid w:val="00064BFE"/>
    <w:rsid w:val="00064CA9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707"/>
    <w:rsid w:val="00133957"/>
    <w:rsid w:val="001372F6"/>
    <w:rsid w:val="001372FA"/>
    <w:rsid w:val="00137496"/>
    <w:rsid w:val="00144385"/>
    <w:rsid w:val="00151D93"/>
    <w:rsid w:val="00153D29"/>
    <w:rsid w:val="00156EF3"/>
    <w:rsid w:val="0016138C"/>
    <w:rsid w:val="00161FBB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0262"/>
    <w:rsid w:val="0021414D"/>
    <w:rsid w:val="0022296C"/>
    <w:rsid w:val="00223124"/>
    <w:rsid w:val="00234444"/>
    <w:rsid w:val="002349E5"/>
    <w:rsid w:val="00242293"/>
    <w:rsid w:val="00244EA7"/>
    <w:rsid w:val="00246A6B"/>
    <w:rsid w:val="00253172"/>
    <w:rsid w:val="0025355B"/>
    <w:rsid w:val="002567F0"/>
    <w:rsid w:val="00262FC3"/>
    <w:rsid w:val="00276DB8"/>
    <w:rsid w:val="00282664"/>
    <w:rsid w:val="00285FB8"/>
    <w:rsid w:val="002931C2"/>
    <w:rsid w:val="002A4CD3"/>
    <w:rsid w:val="002C2DB1"/>
    <w:rsid w:val="002C55E9"/>
    <w:rsid w:val="002D0C8B"/>
    <w:rsid w:val="002D2468"/>
    <w:rsid w:val="002E193E"/>
    <w:rsid w:val="002F4FFE"/>
    <w:rsid w:val="00310771"/>
    <w:rsid w:val="003315E1"/>
    <w:rsid w:val="00337E82"/>
    <w:rsid w:val="00350BB1"/>
    <w:rsid w:val="00352C83"/>
    <w:rsid w:val="0037067D"/>
    <w:rsid w:val="00373816"/>
    <w:rsid w:val="003809D9"/>
    <w:rsid w:val="0038735B"/>
    <w:rsid w:val="003916D1"/>
    <w:rsid w:val="003A21F0"/>
    <w:rsid w:val="003A39D2"/>
    <w:rsid w:val="003A58BA"/>
    <w:rsid w:val="003A5AE7"/>
    <w:rsid w:val="003A7221"/>
    <w:rsid w:val="003C13AE"/>
    <w:rsid w:val="003C16B1"/>
    <w:rsid w:val="003D2E73"/>
    <w:rsid w:val="003E12ED"/>
    <w:rsid w:val="003E7BBE"/>
    <w:rsid w:val="003F4317"/>
    <w:rsid w:val="00404451"/>
    <w:rsid w:val="004127E3"/>
    <w:rsid w:val="00420FD8"/>
    <w:rsid w:val="0043212E"/>
    <w:rsid w:val="00434366"/>
    <w:rsid w:val="00444423"/>
    <w:rsid w:val="004463CA"/>
    <w:rsid w:val="00451F69"/>
    <w:rsid w:val="00452F3E"/>
    <w:rsid w:val="00453E79"/>
    <w:rsid w:val="004640AE"/>
    <w:rsid w:val="00475172"/>
    <w:rsid w:val="004758B0"/>
    <w:rsid w:val="004819DE"/>
    <w:rsid w:val="004832D2"/>
    <w:rsid w:val="00485559"/>
    <w:rsid w:val="00485FEF"/>
    <w:rsid w:val="004A142B"/>
    <w:rsid w:val="004A44E8"/>
    <w:rsid w:val="004B1C79"/>
    <w:rsid w:val="004B29B7"/>
    <w:rsid w:val="004C2244"/>
    <w:rsid w:val="004C79A1"/>
    <w:rsid w:val="004D0D5F"/>
    <w:rsid w:val="004D1569"/>
    <w:rsid w:val="004D2710"/>
    <w:rsid w:val="004D44B1"/>
    <w:rsid w:val="004E0460"/>
    <w:rsid w:val="004E05B5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5454"/>
    <w:rsid w:val="00556C4C"/>
    <w:rsid w:val="00557369"/>
    <w:rsid w:val="0056009D"/>
    <w:rsid w:val="005708EB"/>
    <w:rsid w:val="00575BC6"/>
    <w:rsid w:val="00583902"/>
    <w:rsid w:val="005879BC"/>
    <w:rsid w:val="005A1A3C"/>
    <w:rsid w:val="005A3AA5"/>
    <w:rsid w:val="005A6C9C"/>
    <w:rsid w:val="005A74DC"/>
    <w:rsid w:val="005B052D"/>
    <w:rsid w:val="005B5146"/>
    <w:rsid w:val="005C231B"/>
    <w:rsid w:val="005C7EA8"/>
    <w:rsid w:val="005E1B20"/>
    <w:rsid w:val="005F1341"/>
    <w:rsid w:val="005F33CC"/>
    <w:rsid w:val="006121D4"/>
    <w:rsid w:val="00613B49"/>
    <w:rsid w:val="00620E8E"/>
    <w:rsid w:val="00633CFE"/>
    <w:rsid w:val="00634FCA"/>
    <w:rsid w:val="006404B5"/>
    <w:rsid w:val="00641041"/>
    <w:rsid w:val="006452B8"/>
    <w:rsid w:val="00652E62"/>
    <w:rsid w:val="0068286A"/>
    <w:rsid w:val="00687B62"/>
    <w:rsid w:val="00687FE3"/>
    <w:rsid w:val="00690C44"/>
    <w:rsid w:val="00691D90"/>
    <w:rsid w:val="00695891"/>
    <w:rsid w:val="006969D9"/>
    <w:rsid w:val="006A1D6C"/>
    <w:rsid w:val="006A2B68"/>
    <w:rsid w:val="006C159E"/>
    <w:rsid w:val="006C2F32"/>
    <w:rsid w:val="006C636E"/>
    <w:rsid w:val="006D1C80"/>
    <w:rsid w:val="006D4448"/>
    <w:rsid w:val="006E2C4D"/>
    <w:rsid w:val="00705EEC"/>
    <w:rsid w:val="00707741"/>
    <w:rsid w:val="00707FF0"/>
    <w:rsid w:val="00722769"/>
    <w:rsid w:val="00727901"/>
    <w:rsid w:val="0073075B"/>
    <w:rsid w:val="007341FF"/>
    <w:rsid w:val="0074017B"/>
    <w:rsid w:val="007404E9"/>
    <w:rsid w:val="007444CF"/>
    <w:rsid w:val="00752A41"/>
    <w:rsid w:val="0076523B"/>
    <w:rsid w:val="0076672E"/>
    <w:rsid w:val="00771B60"/>
    <w:rsid w:val="007748BE"/>
    <w:rsid w:val="00781D77"/>
    <w:rsid w:val="007860B7"/>
    <w:rsid w:val="007864CD"/>
    <w:rsid w:val="00786DC8"/>
    <w:rsid w:val="007C151A"/>
    <w:rsid w:val="007D3AB3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68B9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960EF"/>
    <w:rsid w:val="008A12ED"/>
    <w:rsid w:val="008B2C77"/>
    <w:rsid w:val="008B4AD2"/>
    <w:rsid w:val="008C19A7"/>
    <w:rsid w:val="008C4DD2"/>
    <w:rsid w:val="008C4E8C"/>
    <w:rsid w:val="008D524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053"/>
    <w:rsid w:val="009437B8"/>
    <w:rsid w:val="009527CB"/>
    <w:rsid w:val="00953835"/>
    <w:rsid w:val="00960F6C"/>
    <w:rsid w:val="00970747"/>
    <w:rsid w:val="00980D55"/>
    <w:rsid w:val="00983668"/>
    <w:rsid w:val="0098725E"/>
    <w:rsid w:val="00992988"/>
    <w:rsid w:val="009A5900"/>
    <w:rsid w:val="009B7CC2"/>
    <w:rsid w:val="009C2650"/>
    <w:rsid w:val="009C3BB1"/>
    <w:rsid w:val="009D15E2"/>
    <w:rsid w:val="009D15FE"/>
    <w:rsid w:val="009D5D2C"/>
    <w:rsid w:val="009E3B41"/>
    <w:rsid w:val="009E5FAC"/>
    <w:rsid w:val="009F0DCC"/>
    <w:rsid w:val="009F11CA"/>
    <w:rsid w:val="00A0695B"/>
    <w:rsid w:val="00A13052"/>
    <w:rsid w:val="00A216A8"/>
    <w:rsid w:val="00A223A6"/>
    <w:rsid w:val="00A231AD"/>
    <w:rsid w:val="00A301E0"/>
    <w:rsid w:val="00A354FC"/>
    <w:rsid w:val="00A37A13"/>
    <w:rsid w:val="00A5092E"/>
    <w:rsid w:val="00A56E14"/>
    <w:rsid w:val="00A644BD"/>
    <w:rsid w:val="00A6476B"/>
    <w:rsid w:val="00A76C6C"/>
    <w:rsid w:val="00A772D9"/>
    <w:rsid w:val="00A7771F"/>
    <w:rsid w:val="00A80F40"/>
    <w:rsid w:val="00A81815"/>
    <w:rsid w:val="00A92DD1"/>
    <w:rsid w:val="00AA5338"/>
    <w:rsid w:val="00AA5E0C"/>
    <w:rsid w:val="00AA7C4E"/>
    <w:rsid w:val="00AB1B8E"/>
    <w:rsid w:val="00AB382F"/>
    <w:rsid w:val="00AC0696"/>
    <w:rsid w:val="00AC4C98"/>
    <w:rsid w:val="00AC5F6B"/>
    <w:rsid w:val="00AD3896"/>
    <w:rsid w:val="00AD58DC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2205"/>
    <w:rsid w:val="00BF3F0A"/>
    <w:rsid w:val="00C01B36"/>
    <w:rsid w:val="00C143C3"/>
    <w:rsid w:val="00C1739B"/>
    <w:rsid w:val="00C26067"/>
    <w:rsid w:val="00C30A29"/>
    <w:rsid w:val="00C317DC"/>
    <w:rsid w:val="00C54DDA"/>
    <w:rsid w:val="00C54EF8"/>
    <w:rsid w:val="00C578E9"/>
    <w:rsid w:val="00C653AE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352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545D"/>
    <w:rsid w:val="00E238E6"/>
    <w:rsid w:val="00E35064"/>
    <w:rsid w:val="00E41CD8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2620"/>
    <w:rsid w:val="00EE7D36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478D7"/>
    <w:rsid w:val="00F5616F"/>
    <w:rsid w:val="00F56827"/>
    <w:rsid w:val="00F64F3A"/>
    <w:rsid w:val="00F6592A"/>
    <w:rsid w:val="00F65EF0"/>
    <w:rsid w:val="00F71651"/>
    <w:rsid w:val="00F74F8E"/>
    <w:rsid w:val="00F76CC6"/>
    <w:rsid w:val="00FA0BCF"/>
    <w:rsid w:val="00FA26CA"/>
    <w:rsid w:val="00FA44CD"/>
    <w:rsid w:val="00FA5D5D"/>
    <w:rsid w:val="00FD51B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6B3966"/>
  <w15:docId w15:val="{417732CE-BDCB-4231-AAA9-E62432B6B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352"/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Spacing">
    <w:name w:val="No Spacing"/>
    <w:uiPriority w:val="1"/>
    <w:qFormat/>
    <w:locked/>
    <w:rsid w:val="00D17352"/>
    <w:pPr>
      <w:spacing w:after="0" w:line="240" w:lineRule="auto"/>
    </w:pPr>
  </w:style>
  <w:style w:type="paragraph" w:styleId="Revision">
    <w:name w:val="Revision"/>
    <w:hidden/>
    <w:uiPriority w:val="99"/>
    <w:semiHidden/>
    <w:rsid w:val="003A39D2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locked/>
    <w:rsid w:val="00AB38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B3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killsimpact.com.au/agriculture/training-package-projects/ag-horticulture-core-skills-projec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B7497C20EB3547890D66A9D5F490A5" ma:contentTypeVersion="" ma:contentTypeDescription="Create a new document." ma:contentTypeScope="" ma:versionID="8e862518b55cc508414527e8edad6da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5c6bb9a-44f8-487b-bcd0-72056857c2ac" targetNamespace="http://schemas.microsoft.com/office/2006/metadata/properties" ma:root="true" ma:fieldsID="42d20919269b75de11372f9c7d0e9c90" ns1:_="" ns2:_="" ns3:_="">
    <xsd:import namespace="http://schemas.microsoft.com/sharepoint/v3"/>
    <xsd:import namespace="d50bbff7-d6dd-47d2-864a-cfdc2c3db0f4"/>
    <xsd:import namespace="45c6bb9a-44f8-487b-bcd0-72056857c2a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6bb9a-44f8-487b-bcd0-72056857c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6448E56B-46E1-46A6-B8A3-952B394F9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5c6bb9a-44f8-487b-bcd0-72056857c2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26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William Henderson</cp:lastModifiedBy>
  <cp:revision>6</cp:revision>
  <cp:lastPrinted>2016-05-27T05:21:00Z</cp:lastPrinted>
  <dcterms:created xsi:type="dcterms:W3CDTF">2022-01-07T07:41:00Z</dcterms:created>
  <dcterms:modified xsi:type="dcterms:W3CDTF">2022-03-02T06:50:00Z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0x0101000BB7497C20EB3547890D66A9D5F490A5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