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24FE4" w14:paraId="695EF0CC" w14:textId="77777777" w:rsidTr="00146EEC">
        <w:tc>
          <w:tcPr>
            <w:tcW w:w="2689" w:type="dxa"/>
          </w:tcPr>
          <w:p w14:paraId="3752BE50" w14:textId="51E2168B" w:rsidR="00C24FE4" w:rsidRPr="00C24FE4" w:rsidRDefault="00C24FE4" w:rsidP="00C24FE4">
            <w:pPr>
              <w:pStyle w:val="SIText"/>
              <w:rPr>
                <w:rStyle w:val="SITemporaryText-blue"/>
              </w:rPr>
            </w:pPr>
            <w:r w:rsidRPr="004F5EB5">
              <w:t xml:space="preserve">Release </w:t>
            </w:r>
            <w:proofErr w:type="gramStart"/>
            <w:r w:rsidR="007621CA">
              <w:t>1</w:t>
            </w:r>
            <w:proofErr w:type="gramEnd"/>
          </w:p>
        </w:tc>
        <w:tc>
          <w:tcPr>
            <w:tcW w:w="6939" w:type="dxa"/>
          </w:tcPr>
          <w:p w14:paraId="7C5BD09C" w14:textId="6987B1CD" w:rsidR="00C24FE4" w:rsidRPr="00C24FE4" w:rsidRDefault="00C24FE4" w:rsidP="00C24FE4">
            <w:pPr>
              <w:pStyle w:val="SIText"/>
              <w:rPr>
                <w:rStyle w:val="SITemporaryText-blue"/>
              </w:rPr>
            </w:pPr>
            <w:r w:rsidRPr="004F5EB5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6FE417EA" w:rsidR="00F1480E" w:rsidRPr="005404CB" w:rsidRDefault="005E022A" w:rsidP="005404CB">
            <w:pPr>
              <w:pStyle w:val="SIUNITCODE"/>
            </w:pPr>
            <w:r>
              <w:t>FWPCOT2</w:t>
            </w:r>
            <w:r w:rsidR="006D5C9A">
              <w:t>XXX</w:t>
            </w:r>
          </w:p>
        </w:tc>
        <w:tc>
          <w:tcPr>
            <w:tcW w:w="3604" w:type="pct"/>
            <w:shd w:val="clear" w:color="auto" w:fill="auto"/>
          </w:tcPr>
          <w:p w14:paraId="731773B3" w14:textId="1C76518A" w:rsidR="00F1480E" w:rsidRPr="005404CB" w:rsidRDefault="00CE5B30" w:rsidP="005404CB">
            <w:pPr>
              <w:pStyle w:val="SIUnittitle"/>
            </w:pPr>
            <w:r w:rsidRPr="00CE5B30">
              <w:t xml:space="preserve">Cut </w:t>
            </w:r>
            <w:r w:rsidR="00F6733E">
              <w:t xml:space="preserve">wood </w:t>
            </w:r>
            <w:r w:rsidRPr="00CE5B30">
              <w:t>material with pole saw</w:t>
            </w:r>
            <w:r w:rsidR="00F6733E">
              <w:t xml:space="preserve"> for unblocking </w:t>
            </w:r>
            <w:r w:rsidR="00F450EF">
              <w:t>machinery</w:t>
            </w:r>
            <w:r w:rsidR="00596D3E">
              <w:t xml:space="preserve"> components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E22046A" w14:textId="053D4B05" w:rsidR="00AA1CD5" w:rsidRPr="00CC2094" w:rsidRDefault="00F1480E" w:rsidP="00B3447A">
            <w:pPr>
              <w:pStyle w:val="SIText"/>
            </w:pPr>
            <w:r w:rsidRPr="00CC2094">
              <w:rPr>
                <w:rStyle w:val="SITemporaryText-blue"/>
                <w:color w:val="auto"/>
                <w:sz w:val="20"/>
              </w:rPr>
              <w:t xml:space="preserve">This unit of competency describes the skills and knowledge </w:t>
            </w:r>
            <w:proofErr w:type="gramStart"/>
            <w:r w:rsidRPr="00CC2094">
              <w:rPr>
                <w:rStyle w:val="SITemporaryText-blue"/>
                <w:color w:val="auto"/>
                <w:sz w:val="20"/>
              </w:rPr>
              <w:t>required</w:t>
            </w:r>
            <w:proofErr w:type="gramEnd"/>
            <w:r w:rsidRPr="00CC2094">
              <w:rPr>
                <w:rStyle w:val="SITemporaryText-blue"/>
                <w:color w:val="auto"/>
                <w:sz w:val="20"/>
              </w:rPr>
              <w:t xml:space="preserve"> to </w:t>
            </w:r>
            <w:r w:rsidR="00596D3E" w:rsidRPr="00CC2094">
              <w:rPr>
                <w:rStyle w:val="SITemporaryText-blue"/>
                <w:color w:val="auto"/>
                <w:sz w:val="20"/>
              </w:rPr>
              <w:t>wood</w:t>
            </w:r>
            <w:r w:rsidR="00AA1CD5" w:rsidRPr="00CC2094">
              <w:t xml:space="preserve"> material at a distance reachable with manual blade and </w:t>
            </w:r>
            <w:r w:rsidR="00C15B54" w:rsidRPr="00CC2094">
              <w:t>power-driven</w:t>
            </w:r>
            <w:r w:rsidR="00AA1CD5" w:rsidRPr="00CC2094">
              <w:t xml:space="preserve"> pole-mounted chain saws to unblock components of machinery.</w:t>
            </w:r>
          </w:p>
          <w:p w14:paraId="7A106146" w14:textId="77777777" w:rsidR="00AA1CD5" w:rsidRPr="00AA1CD5" w:rsidRDefault="00AA1CD5" w:rsidP="00B3447A">
            <w:pPr>
              <w:pStyle w:val="SIText"/>
            </w:pPr>
          </w:p>
          <w:p w14:paraId="6170A38D" w14:textId="42BF1F92" w:rsidR="00AA1CD5" w:rsidRPr="00AA1CD5" w:rsidRDefault="00AA1CD5" w:rsidP="00B3447A">
            <w:pPr>
              <w:pStyle w:val="SIText"/>
            </w:pPr>
            <w:r w:rsidRPr="00AA1CD5">
              <w:t xml:space="preserve">The unit applies to </w:t>
            </w:r>
            <w:r w:rsidR="00A67484">
              <w:t>individuals</w:t>
            </w:r>
            <w:r w:rsidR="00A67484" w:rsidRPr="00AA1CD5">
              <w:t xml:space="preserve"> </w:t>
            </w:r>
            <w:r w:rsidRPr="00AA1CD5">
              <w:t xml:space="preserve">who </w:t>
            </w:r>
            <w:proofErr w:type="gramStart"/>
            <w:r w:rsidRPr="00AA1CD5">
              <w:t>operate</w:t>
            </w:r>
            <w:proofErr w:type="gramEnd"/>
            <w:r w:rsidRPr="00AA1CD5">
              <w:t xml:space="preserve"> a pole saw in a </w:t>
            </w:r>
            <w:r w:rsidR="00632FB8" w:rsidRPr="00AA1CD5">
              <w:t>sawmill</w:t>
            </w:r>
            <w:r w:rsidRPr="00AA1CD5">
              <w:t xml:space="preserve"> or timber processing environment.</w:t>
            </w:r>
          </w:p>
          <w:p w14:paraId="3E9DE8BC" w14:textId="77777777" w:rsidR="00FB0041" w:rsidRDefault="00FB0041" w:rsidP="00FB0041"/>
          <w:p w14:paraId="113553C7" w14:textId="3B942D62" w:rsidR="00FB0041" w:rsidRPr="00FB0041" w:rsidRDefault="00FB0041" w:rsidP="00FB0041">
            <w:r w:rsidRPr="00E501A3">
              <w:t xml:space="preserve">All work must be </w:t>
            </w:r>
            <w:proofErr w:type="gramStart"/>
            <w:r w:rsidRPr="00E501A3">
              <w:t>carried out</w:t>
            </w:r>
            <w:proofErr w:type="gramEnd"/>
            <w:r w:rsidRPr="00E501A3">
              <w:t xml:space="preserve"> to comply with workplace procedures, according to state/territory health and safety regulations, legislation and standards that apply to the workplace.</w:t>
            </w:r>
          </w:p>
          <w:p w14:paraId="393F526E" w14:textId="77777777" w:rsidR="00AA1CD5" w:rsidRPr="00AA1CD5" w:rsidRDefault="00AA1CD5" w:rsidP="00B3447A">
            <w:pPr>
              <w:pStyle w:val="SIText"/>
            </w:pPr>
          </w:p>
          <w:p w14:paraId="30C6ACCB" w14:textId="392AFB55" w:rsidR="00373436" w:rsidRPr="000754EC" w:rsidRDefault="00AA1CD5" w:rsidP="00B3447A">
            <w:pPr>
              <w:pStyle w:val="SIText"/>
            </w:pPr>
            <w:r w:rsidRPr="00AA1CD5">
              <w:t>No licensing, legislative 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2089EF41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5638B532" w:rsidR="005E022A" w:rsidRPr="005E022A" w:rsidRDefault="00942F3C" w:rsidP="00B3447A">
            <w:pPr>
              <w:pStyle w:val="SIText"/>
              <w:rPr>
                <w:rStyle w:val="SITemporaryText-blue"/>
              </w:rPr>
            </w:pPr>
            <w:r w:rsidRPr="00CC2094">
              <w:rPr>
                <w:rStyle w:val="SITemporaryText-blue"/>
                <w:color w:val="auto"/>
                <w:sz w:val="20"/>
              </w:rPr>
              <w:t>Common Tech</w:t>
            </w:r>
            <w:r w:rsidR="00CC2094" w:rsidRPr="00CC2094">
              <w:rPr>
                <w:rStyle w:val="SITemporaryText-blue"/>
                <w:color w:val="auto"/>
                <w:sz w:val="20"/>
              </w:rPr>
              <w:t>nical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8F3B81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8F3B81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5404CB">
              <w:rPr>
                <w:rStyle w:val="SIText-Italic"/>
              </w:rPr>
              <w:t>demonstrate</w:t>
            </w:r>
            <w:proofErr w:type="gramEnd"/>
            <w:r w:rsidRPr="005404CB">
              <w:rPr>
                <w:rStyle w:val="SIText-Italic"/>
              </w:rPr>
              <w:t xml:space="preserve"> achievement of the element.</w:t>
            </w:r>
          </w:p>
        </w:tc>
      </w:tr>
      <w:tr w:rsidR="008F3B81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4EA00E6C" w:rsidR="00AA1CD5" w:rsidRPr="00AA1CD5" w:rsidRDefault="00AA1CD5" w:rsidP="00AA1CD5">
            <w:pPr>
              <w:pStyle w:val="SIText"/>
            </w:pPr>
            <w:r w:rsidRPr="00AA1CD5">
              <w:t xml:space="preserve">1. Prepare </w:t>
            </w:r>
            <w:r w:rsidR="000312EE">
              <w:t>for</w:t>
            </w:r>
            <w:r w:rsidR="000312EE" w:rsidRPr="00AA1CD5">
              <w:t xml:space="preserve"> </w:t>
            </w:r>
            <w:r w:rsidR="00C2254C" w:rsidRPr="00AA1CD5">
              <w:t>cut</w:t>
            </w:r>
            <w:r w:rsidR="00C2254C">
              <w:t>ting</w:t>
            </w:r>
            <w:r w:rsidRPr="00AA1CD5">
              <w:t xml:space="preserve"> </w:t>
            </w:r>
            <w:r w:rsidR="00464979">
              <w:t>w</w:t>
            </w:r>
            <w:r w:rsidR="001E10DB">
              <w:t xml:space="preserve">ood </w:t>
            </w:r>
            <w:r w:rsidR="00BB664C">
              <w:t xml:space="preserve">material </w:t>
            </w:r>
            <w:r w:rsidR="00C2254C">
              <w:t>to</w:t>
            </w:r>
            <w:r w:rsidR="00BB664C">
              <w:t xml:space="preserve"> </w:t>
            </w:r>
            <w:r w:rsidRPr="00AA1CD5">
              <w:t>unblock</w:t>
            </w:r>
            <w:r w:rsidR="00C2254C">
              <w:t xml:space="preserve"> </w:t>
            </w:r>
            <w:r w:rsidR="00F450EF">
              <w:t>machinery</w:t>
            </w:r>
            <w:r w:rsidR="00C2254C">
              <w:t xml:space="preserve"> </w:t>
            </w:r>
            <w:r w:rsidR="001E10DB">
              <w:t>components</w:t>
            </w:r>
            <w:r w:rsidR="000A42B0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CC50524" w14:textId="41FC8209" w:rsidR="00AA1CD5" w:rsidRDefault="00AA1CD5" w:rsidP="00AA1CD5">
            <w:r w:rsidRPr="00AA1CD5">
              <w:t xml:space="preserve">1.1 </w:t>
            </w:r>
            <w:r w:rsidR="00FC0D52">
              <w:t xml:space="preserve">Determine job requirements from </w:t>
            </w:r>
            <w:r w:rsidRPr="00AA1CD5">
              <w:t xml:space="preserve">work order </w:t>
            </w:r>
            <w:r w:rsidR="00FC0D52">
              <w:t>or instructions</w:t>
            </w:r>
            <w:r w:rsidR="00AA1B89">
              <w:t xml:space="preserve"> </w:t>
            </w:r>
            <w:r w:rsidRPr="00AA1CD5">
              <w:t>and</w:t>
            </w:r>
            <w:r w:rsidR="00AA1B89">
              <w:t xml:space="preserve">, where </w:t>
            </w:r>
            <w:proofErr w:type="gramStart"/>
            <w:r w:rsidR="00AA1B89">
              <w:t>required</w:t>
            </w:r>
            <w:proofErr w:type="gramEnd"/>
            <w:r w:rsidR="00AA1B89">
              <w:t xml:space="preserve">, </w:t>
            </w:r>
            <w:r w:rsidRPr="00AA1CD5">
              <w:t>clarify with appropriate personnel</w:t>
            </w:r>
          </w:p>
          <w:p w14:paraId="385158EE" w14:textId="6D02D53C" w:rsidR="00C15CE4" w:rsidRPr="00C15CE4" w:rsidRDefault="00C15CE4" w:rsidP="00C15CE4">
            <w:pPr>
              <w:pStyle w:val="SIText"/>
            </w:pPr>
            <w:r w:rsidRPr="00C15CE4">
              <w:t>1.2 Confirm workplace safety requirements for the task, including use of personal protective equipment</w:t>
            </w:r>
          </w:p>
          <w:p w14:paraId="23CD6AC5" w14:textId="335BF8DC" w:rsidR="00C15CE4" w:rsidRPr="00C15CE4" w:rsidRDefault="00C15CE4" w:rsidP="00C15CE4">
            <w:pPr>
              <w:pStyle w:val="SIText"/>
            </w:pPr>
            <w:r w:rsidRPr="00C15CE4">
              <w:t xml:space="preserve">1.3 Identify, </w:t>
            </w:r>
            <w:proofErr w:type="gramStart"/>
            <w:r w:rsidRPr="00C15CE4">
              <w:t>assess</w:t>
            </w:r>
            <w:proofErr w:type="gramEnd"/>
            <w:r w:rsidRPr="00C15CE4">
              <w:t xml:space="preserve"> and take actions to mitigate hazards and associated risks with </w:t>
            </w:r>
            <w:r w:rsidR="003A08C3">
              <w:t xml:space="preserve">the </w:t>
            </w:r>
            <w:r w:rsidR="00084667">
              <w:t>task</w:t>
            </w:r>
          </w:p>
          <w:p w14:paraId="3FD479E1" w14:textId="771ACE90" w:rsidR="00AA1CD5" w:rsidRPr="00AA1CD5" w:rsidRDefault="00AA1CD5" w:rsidP="00AA1CD5">
            <w:r w:rsidRPr="00AA1CD5">
              <w:t>1.</w:t>
            </w:r>
            <w:r w:rsidR="00084667">
              <w:t>4</w:t>
            </w:r>
            <w:r w:rsidRPr="00AA1CD5">
              <w:t xml:space="preserve"> Select pole saw and</w:t>
            </w:r>
            <w:r w:rsidR="00ED7098">
              <w:t xml:space="preserve"> </w:t>
            </w:r>
            <w:r w:rsidR="001B3084">
              <w:t>complete</w:t>
            </w:r>
            <w:r w:rsidRPr="00AA1CD5">
              <w:t xml:space="preserve"> pre</w:t>
            </w:r>
            <w:r w:rsidR="001B3084">
              <w:t xml:space="preserve">-operational </w:t>
            </w:r>
            <w:r w:rsidRPr="00AA1CD5">
              <w:t xml:space="preserve">checks </w:t>
            </w:r>
            <w:r w:rsidR="008F3B81">
              <w:t>according to</w:t>
            </w:r>
            <w:r w:rsidRPr="00AA1CD5">
              <w:t xml:space="preserve"> </w:t>
            </w:r>
            <w:r w:rsidR="008F3B81">
              <w:t>workplace</w:t>
            </w:r>
            <w:r w:rsidR="008F3B81" w:rsidRPr="00AA1CD5">
              <w:t xml:space="preserve"> </w:t>
            </w:r>
            <w:r w:rsidRPr="00AA1CD5">
              <w:t>requirements and cutting conditions</w:t>
            </w:r>
          </w:p>
          <w:p w14:paraId="2523AD6F" w14:textId="1A202C63" w:rsidR="00AA1CD5" w:rsidRPr="00AA1CD5" w:rsidRDefault="00AA1CD5" w:rsidP="00AA1CD5">
            <w:pPr>
              <w:pStyle w:val="SIText"/>
            </w:pPr>
            <w:r w:rsidRPr="00AA1CD5">
              <w:t xml:space="preserve">1.5 Apply and follow </w:t>
            </w:r>
            <w:r w:rsidR="00E27E65">
              <w:t>machinery</w:t>
            </w:r>
            <w:r w:rsidR="00E27E65" w:rsidRPr="00AA1CD5">
              <w:t xml:space="preserve"> </w:t>
            </w:r>
            <w:r w:rsidRPr="00AA1CD5">
              <w:t>lock-out procedures</w:t>
            </w:r>
          </w:p>
        </w:tc>
      </w:tr>
      <w:tr w:rsidR="008F3B81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5F539B3E" w:rsidR="00AA1CD5" w:rsidRPr="00AA1CD5" w:rsidRDefault="00AA1CD5" w:rsidP="00AA1CD5">
            <w:pPr>
              <w:pStyle w:val="SIText"/>
            </w:pPr>
            <w:r w:rsidRPr="00AA1CD5">
              <w:t xml:space="preserve">2. Assess </w:t>
            </w:r>
            <w:r w:rsidR="00AF37E0">
              <w:t xml:space="preserve">wood </w:t>
            </w:r>
            <w:r w:rsidRPr="00AA1CD5">
              <w:t>material</w:t>
            </w:r>
            <w:r w:rsidR="00AF37E0">
              <w:t xml:space="preserve"> to be cut</w:t>
            </w:r>
          </w:p>
        </w:tc>
        <w:tc>
          <w:tcPr>
            <w:tcW w:w="3604" w:type="pct"/>
            <w:shd w:val="clear" w:color="auto" w:fill="auto"/>
          </w:tcPr>
          <w:p w14:paraId="17A43B27" w14:textId="25778C17" w:rsidR="00AA1CD5" w:rsidRPr="00AA1CD5" w:rsidRDefault="00AA1CD5" w:rsidP="00AA1CD5">
            <w:r w:rsidRPr="00AA1CD5">
              <w:t>2.1 Establish and maintain communication with others in work area to ensure safety</w:t>
            </w:r>
          </w:p>
          <w:p w14:paraId="127E0DC1" w14:textId="15A98768" w:rsidR="00AA1CD5" w:rsidRPr="00AA1CD5" w:rsidRDefault="00AA1CD5" w:rsidP="00AA1CD5">
            <w:r w:rsidRPr="00AA1CD5">
              <w:t xml:space="preserve">2.2 Assess location and stability of </w:t>
            </w:r>
            <w:r w:rsidR="00242002">
              <w:t xml:space="preserve">woof </w:t>
            </w:r>
            <w:r w:rsidRPr="00AA1CD5">
              <w:t xml:space="preserve">material for conditions likely to affect safety of cutting </w:t>
            </w:r>
            <w:r w:rsidR="00A84328">
              <w:t>operation</w:t>
            </w:r>
          </w:p>
          <w:p w14:paraId="7AD6C893" w14:textId="0DFB96FE" w:rsidR="00AA1CD5" w:rsidRPr="00AA1CD5" w:rsidRDefault="00AA1CD5" w:rsidP="00AA1CD5">
            <w:pPr>
              <w:pStyle w:val="SIText"/>
            </w:pPr>
            <w:r w:rsidRPr="00AA1CD5">
              <w:t xml:space="preserve">2.3 Identify </w:t>
            </w:r>
            <w:r w:rsidR="00A84328">
              <w:t xml:space="preserve">wood </w:t>
            </w:r>
            <w:r w:rsidRPr="00AA1CD5">
              <w:t xml:space="preserve">material unable to be cut safely and refer to </w:t>
            </w:r>
            <w:proofErr w:type="gramStart"/>
            <w:r w:rsidRPr="00AA1CD5">
              <w:t>appropriate personnel</w:t>
            </w:r>
            <w:proofErr w:type="gramEnd"/>
          </w:p>
        </w:tc>
      </w:tr>
      <w:tr w:rsidR="008F3B81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07DC4965" w:rsidR="00AA1CD5" w:rsidRPr="00AA1CD5" w:rsidRDefault="00AA1CD5" w:rsidP="00AA1CD5">
            <w:pPr>
              <w:pStyle w:val="SIText"/>
            </w:pPr>
            <w:r w:rsidRPr="00AA1CD5">
              <w:t xml:space="preserve">3. Use pole saw to cut </w:t>
            </w:r>
            <w:r w:rsidR="00BB664C">
              <w:t xml:space="preserve">wood material </w:t>
            </w:r>
            <w:r w:rsidRPr="00AA1CD5">
              <w:t xml:space="preserve">and unblock </w:t>
            </w:r>
            <w:r w:rsidR="004611D6">
              <w:t>machinery components</w:t>
            </w:r>
          </w:p>
        </w:tc>
        <w:tc>
          <w:tcPr>
            <w:tcW w:w="3604" w:type="pct"/>
            <w:shd w:val="clear" w:color="auto" w:fill="auto"/>
          </w:tcPr>
          <w:p w14:paraId="5F13B0C5" w14:textId="5C9D1D78" w:rsidR="00AA1CD5" w:rsidRPr="00AA1CD5" w:rsidRDefault="00AA1CD5" w:rsidP="00AA1CD5">
            <w:r w:rsidRPr="00AA1CD5">
              <w:t xml:space="preserve">3.1 Operate pole saw to safely cut and remove </w:t>
            </w:r>
            <w:r w:rsidR="00A61FFA">
              <w:t xml:space="preserve">wood </w:t>
            </w:r>
            <w:r w:rsidRPr="00AA1CD5">
              <w:t>material</w:t>
            </w:r>
          </w:p>
          <w:p w14:paraId="117163A4" w14:textId="65B00C15" w:rsidR="00AA1CD5" w:rsidRPr="00AA1CD5" w:rsidRDefault="00AA1CD5" w:rsidP="00AA1CD5">
            <w:r w:rsidRPr="00AA1CD5">
              <w:t xml:space="preserve">3.2 Adjust cutting technique in response to </w:t>
            </w:r>
            <w:r w:rsidR="00E27E65">
              <w:t>machinery</w:t>
            </w:r>
            <w:r w:rsidR="00E27E65" w:rsidRPr="00AA1CD5">
              <w:t xml:space="preserve"> </w:t>
            </w:r>
            <w:r w:rsidRPr="00AA1CD5">
              <w:t>requirements and allowances</w:t>
            </w:r>
          </w:p>
          <w:p w14:paraId="46083789" w14:textId="2DCC7C37" w:rsidR="00AA1CD5" w:rsidRPr="00AA1CD5" w:rsidRDefault="00AA1CD5" w:rsidP="00AA1CD5">
            <w:r w:rsidRPr="00AA1CD5">
              <w:t xml:space="preserve">3.3 Ensure blockage is removed </w:t>
            </w:r>
            <w:r w:rsidR="000E7251">
              <w:t xml:space="preserve">from </w:t>
            </w:r>
            <w:r w:rsidR="00E27E65">
              <w:t xml:space="preserve">machinery </w:t>
            </w:r>
            <w:r w:rsidR="000E7251">
              <w:t xml:space="preserve">components </w:t>
            </w:r>
            <w:r w:rsidRPr="00AA1CD5">
              <w:t xml:space="preserve">whilst </w:t>
            </w:r>
            <w:proofErr w:type="gramStart"/>
            <w:r w:rsidRPr="00AA1CD5">
              <w:t>complying with</w:t>
            </w:r>
            <w:proofErr w:type="gramEnd"/>
            <w:r w:rsidRPr="00AA1CD5">
              <w:t xml:space="preserve"> safe work practices</w:t>
            </w:r>
          </w:p>
          <w:p w14:paraId="598F789C" w14:textId="7F8AB84F" w:rsidR="00AA1CD5" w:rsidRPr="00AA1CD5" w:rsidRDefault="00AA1CD5" w:rsidP="00AA1CD5">
            <w:pPr>
              <w:pStyle w:val="SIText"/>
            </w:pPr>
            <w:r w:rsidRPr="00AA1CD5">
              <w:t xml:space="preserve">3.4 Clear waste and debris from the site </w:t>
            </w:r>
            <w:r w:rsidR="0075401C">
              <w:t>according to workplace</w:t>
            </w:r>
            <w:r w:rsidRPr="00AA1CD5">
              <w:t xml:space="preserve"> procedures and environmental requirements</w:t>
            </w:r>
          </w:p>
        </w:tc>
      </w:tr>
      <w:tr w:rsidR="008F3B81" w:rsidRPr="00963A46" w14:paraId="11002E8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7C0D2B" w14:textId="7887E7FD" w:rsidR="00AA1CD5" w:rsidRPr="00AA1CD5" w:rsidRDefault="00AA1CD5" w:rsidP="00AA1CD5">
            <w:pPr>
              <w:pStyle w:val="SIText"/>
            </w:pPr>
            <w:r w:rsidRPr="00AA1CD5">
              <w:t xml:space="preserve">4. </w:t>
            </w:r>
            <w:r w:rsidR="007230A6">
              <w:t xml:space="preserve">Conduct operator maintenance for </w:t>
            </w:r>
            <w:r w:rsidR="000312EE">
              <w:t>pole saw</w:t>
            </w:r>
          </w:p>
        </w:tc>
        <w:tc>
          <w:tcPr>
            <w:tcW w:w="3604" w:type="pct"/>
            <w:shd w:val="clear" w:color="auto" w:fill="auto"/>
          </w:tcPr>
          <w:p w14:paraId="536C203B" w14:textId="10DBD916" w:rsidR="00AA1CD5" w:rsidRPr="00AA1CD5" w:rsidRDefault="00AA1CD5" w:rsidP="00AA1CD5">
            <w:r w:rsidRPr="00AA1CD5">
              <w:t xml:space="preserve">4.1 Clear pole saw of dust, </w:t>
            </w:r>
            <w:proofErr w:type="gramStart"/>
            <w:r w:rsidRPr="00AA1CD5">
              <w:t>shavings</w:t>
            </w:r>
            <w:proofErr w:type="gramEnd"/>
            <w:r w:rsidRPr="00AA1CD5">
              <w:t xml:space="preserve"> and debris</w:t>
            </w:r>
          </w:p>
          <w:p w14:paraId="761D6906" w14:textId="5D23E45A" w:rsidR="00AA1CD5" w:rsidRPr="00AA1CD5" w:rsidRDefault="00AA1CD5" w:rsidP="00AA1CD5">
            <w:r w:rsidRPr="00AA1CD5">
              <w:t>4.2 Check chain for serviceability, including worn or damaged condition</w:t>
            </w:r>
          </w:p>
          <w:p w14:paraId="6152FE91" w14:textId="1AAAA7EA" w:rsidR="00AA1CD5" w:rsidRPr="00AA1CD5" w:rsidRDefault="00AA1CD5" w:rsidP="00AA1CD5">
            <w:r w:rsidRPr="00AA1CD5">
              <w:t xml:space="preserve">4.3 Remove, sharpen, tension, adjust, </w:t>
            </w:r>
            <w:proofErr w:type="gramStart"/>
            <w:r w:rsidRPr="00AA1CD5">
              <w:t>replace</w:t>
            </w:r>
            <w:proofErr w:type="gramEnd"/>
            <w:r w:rsidRPr="00AA1CD5">
              <w:t xml:space="preserve"> and lubricate chain and other components </w:t>
            </w:r>
            <w:r w:rsidR="008F3B81">
              <w:t>according to</w:t>
            </w:r>
            <w:r w:rsidRPr="00AA1CD5">
              <w:t xml:space="preserve"> manufacturer recommendations</w:t>
            </w:r>
          </w:p>
          <w:p w14:paraId="47FCF663" w14:textId="1D4366E5" w:rsidR="00AA1CD5" w:rsidRPr="00AA1CD5" w:rsidRDefault="00AA1CD5" w:rsidP="00AA1CD5">
            <w:r w:rsidRPr="00AA1CD5">
              <w:t xml:space="preserve">4.4 Recycle, </w:t>
            </w:r>
            <w:proofErr w:type="gramStart"/>
            <w:r w:rsidRPr="00AA1CD5">
              <w:t>reuse</w:t>
            </w:r>
            <w:proofErr w:type="gramEnd"/>
            <w:r w:rsidRPr="00AA1CD5">
              <w:t xml:space="preserve"> or dispose of chain and other components </w:t>
            </w:r>
            <w:r w:rsidR="0075401C">
              <w:t>according to</w:t>
            </w:r>
            <w:r w:rsidRPr="00AA1CD5">
              <w:t xml:space="preserve"> environmental requirements</w:t>
            </w:r>
          </w:p>
          <w:p w14:paraId="0911F567" w14:textId="507B68B5" w:rsidR="00AA1CD5" w:rsidRPr="00AA1CD5" w:rsidRDefault="00AA1CD5" w:rsidP="00AA1CD5">
            <w:r w:rsidRPr="00AA1CD5">
              <w:t xml:space="preserve">4.5 Record and report cutting operations, </w:t>
            </w:r>
            <w:r w:rsidR="005F0444">
              <w:t>pole saw</w:t>
            </w:r>
            <w:r w:rsidR="005F0444" w:rsidRPr="00AA1CD5">
              <w:t xml:space="preserve"> </w:t>
            </w:r>
            <w:r w:rsidRPr="00AA1CD5">
              <w:t xml:space="preserve">faults and maintenance activities to </w:t>
            </w:r>
            <w:proofErr w:type="gramStart"/>
            <w:r w:rsidRPr="00AA1CD5">
              <w:t>appropriate personnel</w:t>
            </w:r>
            <w:proofErr w:type="gramEnd"/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lastRenderedPageBreak/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6"/>
        <w:gridCol w:w="6946"/>
        <w:gridCol w:w="6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3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B3447A">
        <w:trPr>
          <w:tblHeader/>
        </w:trPr>
        <w:tc>
          <w:tcPr>
            <w:tcW w:w="1390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10" w:type="pct"/>
            <w:gridSpan w:val="2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54045" w:rsidRPr="0038189B" w14:paraId="022C5D1E" w14:textId="77777777" w:rsidTr="006F417C">
        <w:trPr>
          <w:gridAfter w:val="1"/>
          <w:wAfter w:w="3" w:type="pct"/>
        </w:trP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560D" w14:textId="77777777" w:rsidR="006F417C" w:rsidRPr="006F417C" w:rsidRDefault="006F417C" w:rsidP="006F417C">
            <w:pPr>
              <w:pStyle w:val="SIText"/>
              <w:rPr>
                <w:rStyle w:val="SITemporaryText-red"/>
              </w:rPr>
            </w:pPr>
            <w:r w:rsidRPr="00854719">
              <w:t xml:space="preserve">Reading 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005F" w14:textId="52A295A7" w:rsidR="006F417C" w:rsidRPr="006F417C" w:rsidRDefault="006F417C" w:rsidP="006F417C">
            <w:pPr>
              <w:pStyle w:val="SIBulletList1"/>
              <w:rPr>
                <w:rStyle w:val="SITemporaryText-red"/>
                <w:rFonts w:eastAsia="Calibri"/>
              </w:rPr>
            </w:pPr>
            <w:r w:rsidRPr="00854719">
              <w:t>Read</w:t>
            </w:r>
            <w:r w:rsidRPr="006F417C">
              <w:t xml:space="preserve"> routine workplace documents </w:t>
            </w:r>
            <w:r w:rsidR="005F0444">
              <w:t xml:space="preserve">related to using saw pole for </w:t>
            </w:r>
            <w:r w:rsidR="001D3833">
              <w:t>unblocking machinery components</w:t>
            </w:r>
          </w:p>
        </w:tc>
      </w:tr>
      <w:tr w:rsidR="00C54045" w:rsidRPr="0038189B" w14:paraId="2CC01384" w14:textId="77777777" w:rsidTr="006F417C">
        <w:trPr>
          <w:gridAfter w:val="1"/>
          <w:wAfter w:w="3" w:type="pct"/>
        </w:trP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BC21" w14:textId="77777777" w:rsidR="00854719" w:rsidRPr="00854719" w:rsidRDefault="00854719" w:rsidP="00854719">
            <w:pPr>
              <w:pStyle w:val="SIText"/>
              <w:rPr>
                <w:rStyle w:val="SITemporaryText-red"/>
              </w:rPr>
            </w:pPr>
            <w:r w:rsidRPr="00854719">
              <w:t xml:space="preserve">Oral communication 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3042" w14:textId="77777777" w:rsidR="00854719" w:rsidRPr="00854719" w:rsidRDefault="00854719" w:rsidP="00854719">
            <w:pPr>
              <w:pStyle w:val="SIBulletList1"/>
              <w:rPr>
                <w:rStyle w:val="SITemporaryText-red"/>
                <w:rFonts w:eastAsia="Calibri"/>
              </w:rPr>
            </w:pPr>
            <w:r w:rsidRPr="00854719">
              <w:t>Ask open and closed questions and actively listen to clarify contents of work orders</w:t>
            </w:r>
          </w:p>
        </w:tc>
      </w:tr>
      <w:tr w:rsidR="00C54045" w:rsidRPr="0038189B" w14:paraId="2F077AEF" w14:textId="77777777" w:rsidTr="006F417C">
        <w:trPr>
          <w:gridAfter w:val="1"/>
          <w:wAfter w:w="3" w:type="pct"/>
        </w:trP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7E8E" w14:textId="77777777" w:rsidR="00854719" w:rsidRPr="00854719" w:rsidRDefault="00854719" w:rsidP="00854719">
            <w:pPr>
              <w:pStyle w:val="SIText"/>
              <w:rPr>
                <w:rStyle w:val="SITemporaryText-red"/>
              </w:rPr>
            </w:pPr>
            <w:r w:rsidRPr="00854719">
              <w:t xml:space="preserve">Numeracy 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4D5C" w14:textId="1BE0C186" w:rsidR="00854719" w:rsidRPr="00B3447A" w:rsidRDefault="00854719" w:rsidP="006F417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proofErr w:type="gramStart"/>
            <w:r w:rsidRPr="00854719">
              <w:t>Determine</w:t>
            </w:r>
            <w:proofErr w:type="gramEnd"/>
            <w:r w:rsidRPr="00854719">
              <w:t xml:space="preserve"> diameters and lengths of </w:t>
            </w:r>
            <w:r w:rsidR="001D3833">
              <w:t xml:space="preserve">wood </w:t>
            </w:r>
            <w:r w:rsidRPr="00854719">
              <w:t>material by visual estimation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C54045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54045" w14:paraId="187D9B9A" w14:textId="77777777" w:rsidTr="00F33FF2">
        <w:tc>
          <w:tcPr>
            <w:tcW w:w="1028" w:type="pct"/>
          </w:tcPr>
          <w:p w14:paraId="7426CEDA" w14:textId="1FD48E56" w:rsidR="008F3B81" w:rsidRDefault="006D5C9A" w:rsidP="002C382D">
            <w:pPr>
              <w:pStyle w:val="SIText"/>
            </w:pPr>
            <w:r>
              <w:t>FWPCOT2XXX</w:t>
            </w:r>
            <w:r w:rsidR="008F3B81" w:rsidRPr="00993E64">
              <w:t xml:space="preserve"> Cut </w:t>
            </w:r>
            <w:r w:rsidR="00343B43">
              <w:t xml:space="preserve">wood </w:t>
            </w:r>
            <w:r w:rsidR="008F3B81" w:rsidRPr="00993E64">
              <w:t>materials with</w:t>
            </w:r>
            <w:r w:rsidR="00343B43">
              <w:t xml:space="preserve"> </w:t>
            </w:r>
            <w:r w:rsidR="008F3B81" w:rsidRPr="00993E64">
              <w:t>pole saw</w:t>
            </w:r>
            <w:r w:rsidR="002C382D">
              <w:t xml:space="preserve"> for unblocking </w:t>
            </w:r>
            <w:r w:rsidR="001D3833">
              <w:t xml:space="preserve">machinery </w:t>
            </w:r>
            <w:r w:rsidR="002C382D">
              <w:t>components</w:t>
            </w:r>
          </w:p>
        </w:tc>
        <w:tc>
          <w:tcPr>
            <w:tcW w:w="1105" w:type="pct"/>
          </w:tcPr>
          <w:p w14:paraId="0FDA696D" w14:textId="725C647E" w:rsidR="006F417C" w:rsidRDefault="00993E64" w:rsidP="00343B43">
            <w:pPr>
              <w:pStyle w:val="SIText"/>
            </w:pPr>
            <w:r w:rsidRPr="00993E64">
              <w:t>F</w:t>
            </w:r>
            <w:r w:rsidR="001210EF">
              <w:t>WP</w:t>
            </w:r>
            <w:r w:rsidRPr="00993E64">
              <w:t>COT2240 Cut materials with a pole saw</w:t>
            </w:r>
          </w:p>
        </w:tc>
        <w:tc>
          <w:tcPr>
            <w:tcW w:w="1251" w:type="pct"/>
          </w:tcPr>
          <w:p w14:paraId="490B212F" w14:textId="48F99E21" w:rsidR="00C54045" w:rsidRDefault="00343B43" w:rsidP="0057197B">
            <w:pPr>
              <w:pStyle w:val="SIText"/>
            </w:pPr>
            <w:r>
              <w:t xml:space="preserve">New unit title; Revised Elements, Performance Criteria, </w:t>
            </w:r>
            <w:r w:rsidR="008F3B81">
              <w:t>Foundation Skills</w:t>
            </w:r>
            <w:r w:rsidR="0057197B">
              <w:t>,</w:t>
            </w:r>
            <w:r w:rsidR="006F417C">
              <w:t xml:space="preserve"> </w:t>
            </w:r>
            <w:r w:rsidR="001210EF">
              <w:t>Performance</w:t>
            </w:r>
            <w:r w:rsidR="006F417C">
              <w:t xml:space="preserve"> Evidence</w:t>
            </w:r>
            <w:r w:rsidR="0057197B">
              <w:t xml:space="preserve"> and </w:t>
            </w:r>
            <w:r w:rsidR="00C54045">
              <w:t>Assessment Conditions</w:t>
            </w:r>
          </w:p>
        </w:tc>
        <w:tc>
          <w:tcPr>
            <w:tcW w:w="1616" w:type="pct"/>
          </w:tcPr>
          <w:p w14:paraId="4B04F6D1" w14:textId="7B9D30FD" w:rsidR="005E022A" w:rsidRDefault="008F3B81" w:rsidP="005404CB">
            <w:pPr>
              <w:pStyle w:val="SIText"/>
            </w:pPr>
            <w:r>
              <w:t>Equivalent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736205FD" w:rsidR="005E022A" w:rsidRPr="005404CB" w:rsidRDefault="00520E9A" w:rsidP="00B6016A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3BE1DA0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E5B30" w:rsidRPr="00CE5B30">
              <w:t>FWPCOT2</w:t>
            </w:r>
            <w:r w:rsidR="006D5C9A">
              <w:t>XXX</w:t>
            </w:r>
            <w:r w:rsidR="00CE5B30" w:rsidRPr="00CE5B30">
              <w:t xml:space="preserve"> </w:t>
            </w:r>
            <w:r w:rsidR="002C382D" w:rsidRPr="002C382D">
              <w:t>Cut wood materials with pole saw for unblocking equipment components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B3447A" w:rsidRDefault="006E42FE" w:rsidP="009A3E9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3447A">
              <w:rPr>
                <w:rStyle w:val="SITemporaryText-blue"/>
                <w:color w:val="auto"/>
                <w:sz w:val="20"/>
              </w:rPr>
              <w:t xml:space="preserve">An individual </w:t>
            </w:r>
            <w:proofErr w:type="gramStart"/>
            <w:r w:rsidRPr="00B3447A">
              <w:rPr>
                <w:rStyle w:val="SITemporaryText-blue"/>
                <w:color w:val="auto"/>
                <w:sz w:val="20"/>
              </w:rPr>
              <w:t>demonstrating</w:t>
            </w:r>
            <w:proofErr w:type="gramEnd"/>
            <w:r w:rsidRPr="00B3447A">
              <w:rPr>
                <w:rStyle w:val="SITemporaryText-blue"/>
                <w:color w:val="auto"/>
                <w:sz w:val="20"/>
              </w:rPr>
              <w:t xml:space="preserve"> competency</w:t>
            </w:r>
            <w:r w:rsidR="00717385" w:rsidRPr="00B3447A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B3447A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B3447A">
              <w:rPr>
                <w:rStyle w:val="SITemporaryText-blue"/>
                <w:color w:val="auto"/>
                <w:sz w:val="20"/>
              </w:rPr>
              <w:t>in</w:t>
            </w:r>
            <w:r w:rsidRPr="00B3447A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1BF74915" w14:textId="77777777" w:rsidR="007A300D" w:rsidRPr="009A3E9A" w:rsidRDefault="007A300D" w:rsidP="009A3E9A">
            <w:pPr>
              <w:pStyle w:val="SIText"/>
            </w:pPr>
          </w:p>
          <w:p w14:paraId="7E68AD43" w14:textId="2D5173F5" w:rsidR="00086688" w:rsidRPr="00023936" w:rsidRDefault="007A300D" w:rsidP="00B3447A">
            <w:pPr>
              <w:pStyle w:val="SIText"/>
            </w:pPr>
            <w:r w:rsidRPr="00023936">
              <w:rPr>
                <w:rStyle w:val="SITemporaryText-blue"/>
                <w:color w:val="auto"/>
                <w:sz w:val="20"/>
              </w:rPr>
              <w:t>There must be evidence that</w:t>
            </w:r>
            <w:r w:rsidR="00020B3C" w:rsidRPr="00023936">
              <w:rPr>
                <w:rStyle w:val="SITemporaryText-blue"/>
                <w:color w:val="auto"/>
                <w:sz w:val="20"/>
              </w:rPr>
              <w:t>,</w:t>
            </w:r>
            <w:r w:rsidRPr="00023936">
              <w:rPr>
                <w:rStyle w:val="SITemporaryText-blue"/>
                <w:color w:val="auto"/>
                <w:sz w:val="20"/>
              </w:rPr>
              <w:t xml:space="preserve"> </w:t>
            </w:r>
            <w:r w:rsidR="00020B3C" w:rsidRPr="00023936">
              <w:rPr>
                <w:rStyle w:val="SITemporaryText-blue"/>
                <w:color w:val="auto"/>
                <w:sz w:val="20"/>
              </w:rPr>
              <w:t xml:space="preserve">on one occasion, </w:t>
            </w:r>
            <w:r w:rsidRPr="00023936">
              <w:rPr>
                <w:rStyle w:val="SITemporaryText-blue"/>
                <w:color w:val="auto"/>
                <w:sz w:val="20"/>
              </w:rPr>
              <w:t>the individual has</w:t>
            </w:r>
            <w:r w:rsidR="005F4722" w:rsidRPr="00023936">
              <w:rPr>
                <w:rStyle w:val="SITemporaryText-blue"/>
                <w:color w:val="auto"/>
                <w:sz w:val="20"/>
              </w:rPr>
              <w:t xml:space="preserve"> </w:t>
            </w:r>
            <w:r w:rsidR="00631E7B" w:rsidRPr="00023936">
              <w:rPr>
                <w:rStyle w:val="SITemporaryText-blue"/>
                <w:color w:val="auto"/>
                <w:sz w:val="20"/>
              </w:rPr>
              <w:t xml:space="preserve">used a manual blade pole saw or a </w:t>
            </w:r>
            <w:r w:rsidR="00631E7B" w:rsidRPr="00023936">
              <w:t xml:space="preserve">power-driven pole-mounted chain saw to </w:t>
            </w:r>
            <w:r w:rsidR="00B021E0" w:rsidRPr="00023936">
              <w:t xml:space="preserve">cut </w:t>
            </w:r>
            <w:r w:rsidR="00805022" w:rsidRPr="00023936">
              <w:t xml:space="preserve">wood </w:t>
            </w:r>
            <w:r w:rsidR="00B021E0" w:rsidRPr="00023936">
              <w:t xml:space="preserve">material at a reachable </w:t>
            </w:r>
            <w:r w:rsidR="00086688" w:rsidRPr="00023936">
              <w:t xml:space="preserve">distance </w:t>
            </w:r>
            <w:r w:rsidR="00B021E0" w:rsidRPr="00023936">
              <w:t xml:space="preserve">to unblock </w:t>
            </w:r>
            <w:r w:rsidR="005F4722" w:rsidRPr="00023936">
              <w:t xml:space="preserve">mechanical </w:t>
            </w:r>
            <w:r w:rsidR="00B021E0" w:rsidRPr="00023936">
              <w:t>components of machinery</w:t>
            </w:r>
            <w:r w:rsidR="009A3E9A" w:rsidRPr="00023936">
              <w:t>.</w:t>
            </w:r>
          </w:p>
          <w:p w14:paraId="1B587FFB" w14:textId="77777777" w:rsidR="009A3E9A" w:rsidRPr="00B3447A" w:rsidRDefault="009A3E9A" w:rsidP="00B3447A">
            <w:pPr>
              <w:pStyle w:val="SIBulletList1"/>
              <w:numPr>
                <w:ilvl w:val="0"/>
                <w:numId w:val="0"/>
              </w:numPr>
              <w:ind w:left="357"/>
              <w:rPr>
                <w:color w:val="00B0F0"/>
                <w:sz w:val="22"/>
              </w:rPr>
            </w:pPr>
          </w:p>
          <w:p w14:paraId="253A96D4" w14:textId="583E2F9C" w:rsidR="009A3E9A" w:rsidRPr="005E022A" w:rsidRDefault="009A3E9A" w:rsidP="00B3447A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Style w:val="SITemporaryText-blue"/>
              </w:rPr>
            </w:pPr>
            <w:r>
              <w:t xml:space="preserve">In performing </w:t>
            </w:r>
            <w:r w:rsidR="00023936">
              <w:t xml:space="preserve">this task, </w:t>
            </w:r>
            <w:r>
              <w:t>the individual has:</w:t>
            </w:r>
          </w:p>
          <w:p w14:paraId="00E71D11" w14:textId="3F808D10" w:rsidR="000E35ED" w:rsidRPr="000E35ED" w:rsidRDefault="000E35ED" w:rsidP="000E35ED">
            <w:pPr>
              <w:pStyle w:val="SIBulletList1"/>
            </w:pPr>
            <w:r w:rsidRPr="000E35ED">
              <w:t xml:space="preserve">followed workplace procedures and safe work practices </w:t>
            </w:r>
          </w:p>
          <w:p w14:paraId="6813E3F4" w14:textId="6F868F3E" w:rsidR="004B598F" w:rsidRPr="004B598F" w:rsidRDefault="004B598F" w:rsidP="004B598F">
            <w:pPr>
              <w:pStyle w:val="SIBulletList1"/>
            </w:pPr>
            <w:r w:rsidRPr="004B598F">
              <w:t xml:space="preserve">conducted pre-operational checks and adjustments of </w:t>
            </w:r>
            <w:r w:rsidR="00601EDD">
              <w:t xml:space="preserve">pole </w:t>
            </w:r>
            <w:r w:rsidRPr="004B598F">
              <w:t>saw</w:t>
            </w:r>
          </w:p>
          <w:p w14:paraId="5FE4F466" w14:textId="2B6B224C" w:rsidR="001155E1" w:rsidRPr="001155E1" w:rsidRDefault="001155E1" w:rsidP="001155E1">
            <w:pPr>
              <w:pStyle w:val="SIBulletList1"/>
            </w:pPr>
            <w:r>
              <w:t xml:space="preserve">locked-out </w:t>
            </w:r>
            <w:r w:rsidR="00D32553">
              <w:t>machinery</w:t>
            </w:r>
            <w:r>
              <w:t xml:space="preserve"> and </w:t>
            </w:r>
            <w:r w:rsidRPr="001155E1">
              <w:t>assessed materials to be cut for safe working conditions</w:t>
            </w:r>
          </w:p>
          <w:p w14:paraId="0AE50544" w14:textId="2A836FCE" w:rsidR="00993E64" w:rsidRPr="00993E64" w:rsidRDefault="00993E64" w:rsidP="00993E64">
            <w:pPr>
              <w:pStyle w:val="SIBulletList1"/>
            </w:pPr>
            <w:r w:rsidRPr="00993E64">
              <w:t>adjust</w:t>
            </w:r>
            <w:r w:rsidR="009A3E9A">
              <w:t>ed</w:t>
            </w:r>
            <w:r w:rsidRPr="00993E64">
              <w:t xml:space="preserve"> operating techniques in response to </w:t>
            </w:r>
            <w:r w:rsidR="008D4398">
              <w:t xml:space="preserve">wood </w:t>
            </w:r>
            <w:r w:rsidRPr="00993E64">
              <w:t xml:space="preserve">material and </w:t>
            </w:r>
            <w:r w:rsidR="00D32553">
              <w:t>machinery</w:t>
            </w:r>
            <w:r w:rsidR="00EC000D" w:rsidRPr="00993E64">
              <w:t xml:space="preserve"> </w:t>
            </w:r>
            <w:r w:rsidRPr="00993E64">
              <w:t>conditions</w:t>
            </w:r>
          </w:p>
          <w:p w14:paraId="1A1D8527" w14:textId="10AD2196" w:rsidR="00993E64" w:rsidRPr="00993E64" w:rsidRDefault="00993E64" w:rsidP="00993E64">
            <w:pPr>
              <w:pStyle w:val="SIBulletList1"/>
            </w:pPr>
            <w:proofErr w:type="gramStart"/>
            <w:r w:rsidRPr="00993E64">
              <w:t>carr</w:t>
            </w:r>
            <w:r w:rsidR="009A3E9A">
              <w:t>ied</w:t>
            </w:r>
            <w:r w:rsidRPr="00993E64">
              <w:t xml:space="preserve"> out</w:t>
            </w:r>
            <w:proofErr w:type="gramEnd"/>
            <w:r w:rsidRPr="00993E64">
              <w:t xml:space="preserve"> routine maintenance </w:t>
            </w:r>
            <w:r w:rsidR="00EC000D">
              <w:t xml:space="preserve">on </w:t>
            </w:r>
            <w:r w:rsidR="00601EDD">
              <w:t xml:space="preserve">pole </w:t>
            </w:r>
            <w:r w:rsidR="006B52CF">
              <w:t xml:space="preserve">saw </w:t>
            </w:r>
            <w:r w:rsidRPr="00993E64">
              <w:t>including cleaning, lubrication, chain tensioning and replacement</w:t>
            </w:r>
          </w:p>
          <w:p w14:paraId="4FB37A08" w14:textId="428FEC0C" w:rsidR="00C51A7C" w:rsidRPr="005404CB" w:rsidRDefault="00993E64" w:rsidP="00B3447A">
            <w:pPr>
              <w:pStyle w:val="SIBulletList1"/>
            </w:pPr>
            <w:r w:rsidRPr="00993E64">
              <w:t>record</w:t>
            </w:r>
            <w:r w:rsidR="009A3E9A">
              <w:t>ed</w:t>
            </w:r>
            <w:r w:rsidRPr="00993E64">
              <w:t xml:space="preserve"> and report cutting activities and maintenance.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B3447A" w:rsidRDefault="006E42FE" w:rsidP="00063D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3447A">
              <w:rPr>
                <w:rStyle w:val="SITemporaryText-blue"/>
                <w:color w:val="auto"/>
                <w:sz w:val="20"/>
              </w:rPr>
              <w:t xml:space="preserve">An individual must be able to </w:t>
            </w:r>
            <w:proofErr w:type="gramStart"/>
            <w:r w:rsidRPr="00B3447A">
              <w:rPr>
                <w:rStyle w:val="SITemporaryText-blue"/>
                <w:color w:val="auto"/>
                <w:sz w:val="20"/>
              </w:rPr>
              <w:t>demonstrate</w:t>
            </w:r>
            <w:proofErr w:type="gramEnd"/>
            <w:r w:rsidRPr="00B3447A">
              <w:rPr>
                <w:rStyle w:val="SITemporaryText-blue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402BF143" w14:textId="77777777" w:rsidR="00FF2B29" w:rsidRPr="00FF2B29" w:rsidRDefault="00FF2B29" w:rsidP="00FF2B29">
            <w:pPr>
              <w:pStyle w:val="SIBulletList1"/>
            </w:pPr>
            <w:r w:rsidRPr="00FF2B29">
              <w:t>workplace procedures related to using pole saw for unblocking machinery components, including:</w:t>
            </w:r>
          </w:p>
          <w:p w14:paraId="70D3676F" w14:textId="087A6237" w:rsidR="00FF2B29" w:rsidRDefault="00FF2B29" w:rsidP="00FF2B29">
            <w:pPr>
              <w:pStyle w:val="SIBulletList2"/>
            </w:pPr>
            <w:r w:rsidRPr="00FF2B29">
              <w:t xml:space="preserve">health and safety with emphasis on the use of personal protective equipment </w:t>
            </w:r>
            <w:r w:rsidR="00F474AA">
              <w:t xml:space="preserve">(PPE) </w:t>
            </w:r>
            <w:r w:rsidRPr="00FF2B29">
              <w:t>and machine lock-out</w:t>
            </w:r>
          </w:p>
          <w:p w14:paraId="6D59EAE4" w14:textId="19E49C4E" w:rsidR="00F53DF0" w:rsidRPr="00FF2B29" w:rsidRDefault="00F53DF0" w:rsidP="00FF2B29">
            <w:pPr>
              <w:pStyle w:val="SIBulletList2"/>
            </w:pPr>
            <w:r>
              <w:t>pole saw operation</w:t>
            </w:r>
          </w:p>
          <w:p w14:paraId="79341431" w14:textId="77777777" w:rsidR="00FF2B29" w:rsidRPr="00FF2B29" w:rsidRDefault="00FF2B29" w:rsidP="00FF2B29">
            <w:pPr>
              <w:pStyle w:val="SIBulletList2"/>
            </w:pPr>
            <w:r w:rsidRPr="00FF2B29">
              <w:t>communication channels and protocols</w:t>
            </w:r>
          </w:p>
          <w:p w14:paraId="5DF79A34" w14:textId="77777777" w:rsidR="00FF2B29" w:rsidRPr="00FF2B29" w:rsidRDefault="00FF2B29" w:rsidP="00FF2B29">
            <w:pPr>
              <w:pStyle w:val="SIBulletList2"/>
            </w:pPr>
            <w:r w:rsidRPr="00FF2B29">
              <w:t>procedures for recording and reporting workplace information</w:t>
            </w:r>
          </w:p>
          <w:p w14:paraId="42A166AE" w14:textId="493EA867" w:rsidR="00AF1522" w:rsidRPr="00AF1522" w:rsidRDefault="00D13EE6" w:rsidP="00AF1522">
            <w:pPr>
              <w:pStyle w:val="SIBulletList1"/>
            </w:pPr>
            <w:r w:rsidRPr="00D13EE6">
              <w:t>hazards</w:t>
            </w:r>
            <w:r w:rsidRPr="00D13EE6" w:rsidDel="00D13EE6">
              <w:t xml:space="preserve"> </w:t>
            </w:r>
            <w:r>
              <w:t xml:space="preserve">and </w:t>
            </w:r>
            <w:r w:rsidRPr="00D13EE6">
              <w:t>associated</w:t>
            </w:r>
            <w:r w:rsidRPr="00D13EE6" w:rsidDel="00D13EE6">
              <w:t xml:space="preserve"> </w:t>
            </w:r>
            <w:r w:rsidR="00993E64" w:rsidRPr="00993E64">
              <w:t>risks with using</w:t>
            </w:r>
            <w:r w:rsidR="00AF1522" w:rsidRPr="00AF1522">
              <w:t xml:space="preserve"> pole saw </w:t>
            </w:r>
            <w:r w:rsidR="00517EA1">
              <w:t>to</w:t>
            </w:r>
            <w:r w:rsidR="00AF1522" w:rsidRPr="00AF1522">
              <w:t xml:space="preserve"> unblock machinery components </w:t>
            </w:r>
          </w:p>
          <w:p w14:paraId="772A3124" w14:textId="54090125" w:rsidR="00517EA1" w:rsidRDefault="00517EA1" w:rsidP="00993E64">
            <w:pPr>
              <w:pStyle w:val="SIBulletList1"/>
            </w:pPr>
            <w:r w:rsidRPr="00517EA1">
              <w:t xml:space="preserve">types </w:t>
            </w:r>
            <w:r>
              <w:t xml:space="preserve">of </w:t>
            </w:r>
            <w:r w:rsidR="00993E64" w:rsidRPr="00993E64">
              <w:t>pole saw</w:t>
            </w:r>
            <w:r>
              <w:t>s</w:t>
            </w:r>
            <w:r w:rsidR="00993E64" w:rsidRPr="00993E64">
              <w:t xml:space="preserve"> </w:t>
            </w:r>
            <w:r>
              <w:t xml:space="preserve">used to </w:t>
            </w:r>
            <w:r w:rsidRPr="00517EA1">
              <w:t>unblock machinery components</w:t>
            </w:r>
            <w:r w:rsidR="00993E64" w:rsidRPr="00993E64">
              <w:t>, including</w:t>
            </w:r>
            <w:r>
              <w:t>:</w:t>
            </w:r>
          </w:p>
          <w:p w14:paraId="6E62A3B6" w14:textId="787DD0D0" w:rsidR="00883C7E" w:rsidRDefault="00993E64" w:rsidP="00B3447A">
            <w:pPr>
              <w:pStyle w:val="SIBulletList2"/>
            </w:pPr>
            <w:r w:rsidRPr="00993E64">
              <w:t xml:space="preserve">manual blade </w:t>
            </w:r>
            <w:r w:rsidR="00883C7E">
              <w:t>pole saws</w:t>
            </w:r>
          </w:p>
          <w:p w14:paraId="13AB12EE" w14:textId="36157E32" w:rsidR="00993E64" w:rsidRPr="00993E64" w:rsidRDefault="00E57897" w:rsidP="00B3447A">
            <w:pPr>
              <w:pStyle w:val="SIBulletList2"/>
            </w:pPr>
            <w:r w:rsidRPr="00993E64">
              <w:t>power-driven</w:t>
            </w:r>
            <w:r w:rsidR="00993E64" w:rsidRPr="00993E64">
              <w:t xml:space="preserve"> pole-mounted chain saws</w:t>
            </w:r>
          </w:p>
          <w:p w14:paraId="2501F3DA" w14:textId="71970E57" w:rsidR="00993E64" w:rsidRPr="00993E64" w:rsidRDefault="00993E64" w:rsidP="00993E64">
            <w:pPr>
              <w:pStyle w:val="SIBulletList1"/>
            </w:pPr>
            <w:r w:rsidRPr="00993E64">
              <w:t>pole saw components including blades, conveyors, chains, roller drums, pulleys</w:t>
            </w:r>
          </w:p>
          <w:p w14:paraId="308F89C5" w14:textId="77777777" w:rsidR="006B2CDA" w:rsidRPr="006B2CDA" w:rsidRDefault="006B2CDA" w:rsidP="006B2CDA">
            <w:pPr>
              <w:pStyle w:val="SIBulletList1"/>
            </w:pPr>
            <w:r w:rsidRPr="006B2CDA">
              <w:t>methods for assessing condition of pole saw chain</w:t>
            </w:r>
          </w:p>
          <w:p w14:paraId="3001B9EA" w14:textId="07901BB3" w:rsidR="00C51A7C" w:rsidRPr="005404CB" w:rsidRDefault="00993E64" w:rsidP="00B3447A">
            <w:pPr>
              <w:pStyle w:val="SIBulletList1"/>
            </w:pPr>
            <w:r w:rsidRPr="00993E64">
              <w:t xml:space="preserve">common </w:t>
            </w:r>
            <w:r w:rsidR="00E57897" w:rsidRPr="00993E64">
              <w:t>fault-finding</w:t>
            </w:r>
            <w:r w:rsidRPr="00993E64">
              <w:t xml:space="preserve"> techniques</w:t>
            </w:r>
            <w:r w:rsidR="00F84CFB" w:rsidRPr="00993E64">
              <w:t xml:space="preserve"> </w:t>
            </w:r>
            <w:r w:rsidR="00F84CFB">
              <w:t xml:space="preserve">and </w:t>
            </w:r>
            <w:r w:rsidR="00F84CFB" w:rsidRPr="00F84CFB">
              <w:t>resolution strategies</w:t>
            </w:r>
            <w:r w:rsidR="008D6DC0">
              <w:t xml:space="preserve"> </w:t>
            </w:r>
            <w:r w:rsidR="004E6AB8">
              <w:t>relevant to use of pole saws</w:t>
            </w:r>
            <w:r w:rsidR="00FF2B29">
              <w:t>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36024F99" w14:textId="77777777" w:rsidR="00EF3268" w:rsidRPr="00B3447A" w:rsidRDefault="00EF3268" w:rsidP="00063D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3447A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28C0CE5" w14:textId="5276C736" w:rsidR="004E6741" w:rsidRPr="00B3447A" w:rsidRDefault="001D7F5B" w:rsidP="003C17D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3447A">
              <w:rPr>
                <w:rStyle w:val="SITemporaryText-blue"/>
                <w:color w:val="auto"/>
                <w:sz w:val="20"/>
              </w:rPr>
              <w:t>p</w:t>
            </w:r>
            <w:r w:rsidR="004E6741" w:rsidRPr="00B3447A">
              <w:rPr>
                <w:rStyle w:val="SITemporaryText-blue"/>
                <w:color w:val="auto"/>
                <w:sz w:val="20"/>
              </w:rPr>
              <w:t>hysical conditions</w:t>
            </w:r>
            <w:r w:rsidRPr="00B3447A">
              <w:rPr>
                <w:rStyle w:val="SITemporaryText-blue"/>
                <w:color w:val="auto"/>
                <w:sz w:val="20"/>
              </w:rPr>
              <w:t>:</w:t>
            </w:r>
          </w:p>
          <w:p w14:paraId="71D76C47" w14:textId="5E0679FB" w:rsidR="004E6741" w:rsidRPr="003C17D9" w:rsidRDefault="0021210E" w:rsidP="00B3447A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3C17D9">
              <w:rPr>
                <w:rStyle w:val="SITemporaryText-blue"/>
                <w:color w:val="auto"/>
                <w:sz w:val="20"/>
              </w:rPr>
              <w:t xml:space="preserve">skills must be </w:t>
            </w:r>
            <w:proofErr w:type="gramStart"/>
            <w:r w:rsidRPr="003C17D9">
              <w:rPr>
                <w:rStyle w:val="SITemporaryText-blue"/>
                <w:color w:val="auto"/>
                <w:sz w:val="20"/>
              </w:rPr>
              <w:t>demonstrated</w:t>
            </w:r>
            <w:proofErr w:type="gramEnd"/>
            <w:r w:rsidRPr="003C17D9">
              <w:rPr>
                <w:rStyle w:val="SITemporaryText-blue"/>
                <w:color w:val="auto"/>
                <w:sz w:val="20"/>
              </w:rPr>
              <w:t xml:space="preserve"> in </w:t>
            </w:r>
            <w:r w:rsidR="003A5C9A" w:rsidRPr="003A5C9A">
              <w:rPr>
                <w:rStyle w:val="SITemporaryText-blue"/>
                <w:color w:val="auto"/>
                <w:sz w:val="20"/>
              </w:rPr>
              <w:t>the workplace</w:t>
            </w:r>
            <w:r w:rsidR="003A5C9A">
              <w:rPr>
                <w:rStyle w:val="SITemporaryText-blue"/>
              </w:rPr>
              <w:t xml:space="preserve"> </w:t>
            </w:r>
            <w:r w:rsidR="004E6741" w:rsidRPr="003C17D9">
              <w:rPr>
                <w:rStyle w:val="SITemporaryText-blue"/>
                <w:color w:val="auto"/>
                <w:sz w:val="20"/>
              </w:rPr>
              <w:t>or an environment that accurately represents workplace conditions</w:t>
            </w:r>
          </w:p>
          <w:p w14:paraId="7061DDBF" w14:textId="607EB9E9" w:rsidR="00233143" w:rsidRPr="00B3447A" w:rsidRDefault="00366805" w:rsidP="003C17D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3447A">
              <w:rPr>
                <w:rStyle w:val="SITemporaryText-blue"/>
                <w:color w:val="auto"/>
                <w:sz w:val="20"/>
              </w:rPr>
              <w:t xml:space="preserve">resources, </w:t>
            </w:r>
            <w:proofErr w:type="gramStart"/>
            <w:r w:rsidR="00F83D7C" w:rsidRPr="00B3447A">
              <w:rPr>
                <w:rStyle w:val="SITemporaryText-blue"/>
                <w:color w:val="auto"/>
                <w:sz w:val="20"/>
              </w:rPr>
              <w:t>e</w:t>
            </w:r>
            <w:r w:rsidR="009A6E6C" w:rsidRPr="00B3447A">
              <w:rPr>
                <w:rStyle w:val="SITemporaryText-blue"/>
                <w:color w:val="auto"/>
                <w:sz w:val="20"/>
              </w:rPr>
              <w:t>quipment</w:t>
            </w:r>
            <w:proofErr w:type="gramEnd"/>
            <w:r w:rsidR="00F83D7C" w:rsidRPr="00B3447A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3D882B9C" w14:textId="077774B9" w:rsidR="00063D21" w:rsidRPr="000D6BFE" w:rsidRDefault="009A3265" w:rsidP="00B3447A">
            <w:pPr>
              <w:pStyle w:val="SIBulletList2"/>
            </w:pPr>
            <w:r>
              <w:t>pole</w:t>
            </w:r>
            <w:r w:rsidR="00063D21" w:rsidRPr="000D6BFE">
              <w:t xml:space="preserve"> saw</w:t>
            </w:r>
            <w:r w:rsidRPr="00FF2B29">
              <w:t xml:space="preserve"> </w:t>
            </w:r>
            <w:r>
              <w:t xml:space="preserve">used for </w:t>
            </w:r>
            <w:r w:rsidRPr="009A3265">
              <w:t>unblocking machinery components</w:t>
            </w:r>
            <w:r w:rsidRPr="009A3265" w:rsidDel="009A3265">
              <w:t xml:space="preserve"> </w:t>
            </w:r>
          </w:p>
          <w:p w14:paraId="2BFDC5A8" w14:textId="13ADEB58" w:rsidR="00063D21" w:rsidRPr="000D6BFE" w:rsidRDefault="00063D21" w:rsidP="00B3447A">
            <w:pPr>
              <w:pStyle w:val="SIBulletList2"/>
            </w:pPr>
            <w:r w:rsidRPr="000D6BFE">
              <w:t xml:space="preserve">machinery to </w:t>
            </w:r>
            <w:proofErr w:type="gramStart"/>
            <w:r w:rsidRPr="000D6BFE">
              <w:t>demonstrate</w:t>
            </w:r>
            <w:proofErr w:type="gramEnd"/>
            <w:r w:rsidRPr="000D6BFE">
              <w:t xml:space="preserve"> </w:t>
            </w:r>
            <w:r w:rsidR="00F474AA">
              <w:t xml:space="preserve">wood material </w:t>
            </w:r>
            <w:r w:rsidRPr="000D6BFE">
              <w:t>cutting and unblocking with a pole saw</w:t>
            </w:r>
          </w:p>
          <w:p w14:paraId="41948A89" w14:textId="122A39D5" w:rsidR="00063D21" w:rsidRPr="000D6BFE" w:rsidRDefault="008D5878" w:rsidP="00B3447A">
            <w:pPr>
              <w:pStyle w:val="SIBulletList2"/>
            </w:pPr>
            <w:r>
              <w:t>PPE</w:t>
            </w:r>
            <w:r w:rsidR="00063D21" w:rsidRPr="000D6BFE">
              <w:t xml:space="preserve"> required for safely </w:t>
            </w:r>
            <w:proofErr w:type="gramStart"/>
            <w:r w:rsidR="00063D21" w:rsidRPr="000D6BFE">
              <w:t>operating</w:t>
            </w:r>
            <w:proofErr w:type="gramEnd"/>
            <w:r w:rsidR="00063D21" w:rsidRPr="000D6BFE">
              <w:t xml:space="preserve"> a pole saw</w:t>
            </w:r>
          </w:p>
          <w:p w14:paraId="537823C7" w14:textId="63C49A57" w:rsidR="00F83D7C" w:rsidRPr="00B3447A" w:rsidRDefault="00F83D7C" w:rsidP="003C17D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3447A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20E348D7" w14:textId="3D8BF3C2" w:rsidR="003C17D9" w:rsidRPr="003C17D9" w:rsidRDefault="003C17D9" w:rsidP="00B3447A">
            <w:pPr>
              <w:pStyle w:val="SIBulletList2"/>
            </w:pPr>
            <w:r w:rsidRPr="003C17D9">
              <w:t xml:space="preserve">workplace </w:t>
            </w:r>
            <w:r w:rsidR="00802D22">
              <w:t xml:space="preserve">health and safety </w:t>
            </w:r>
            <w:r w:rsidRPr="003C17D9">
              <w:t xml:space="preserve">procedures applicable to </w:t>
            </w:r>
            <w:r>
              <w:t xml:space="preserve">use of </w:t>
            </w:r>
            <w:r w:rsidR="00802D22">
              <w:t xml:space="preserve">pole saw </w:t>
            </w:r>
            <w:r w:rsidR="00F450EF" w:rsidRPr="00F450EF">
              <w:t>for unblocking machinery components</w:t>
            </w:r>
          </w:p>
          <w:p w14:paraId="00085DBB" w14:textId="2387E8E7" w:rsidR="003C17D9" w:rsidRPr="00B3447A" w:rsidRDefault="003C17D9" w:rsidP="00B3447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C17D9">
              <w:t xml:space="preserve">workplace procedures for </w:t>
            </w:r>
            <w:r w:rsidR="003C49C9">
              <w:t xml:space="preserve">use of </w:t>
            </w:r>
            <w:r w:rsidR="00F450EF">
              <w:t>pole</w:t>
            </w:r>
            <w:r w:rsidR="003C49C9" w:rsidRPr="003C49C9">
              <w:t xml:space="preserve"> saw</w:t>
            </w:r>
            <w:r w:rsidR="00F450EF">
              <w:t>.</w:t>
            </w:r>
          </w:p>
          <w:p w14:paraId="000A8CF2" w14:textId="77777777" w:rsidR="0021210E" w:rsidRDefault="0021210E" w:rsidP="005404CB">
            <w:pPr>
              <w:pStyle w:val="SIText"/>
            </w:pPr>
          </w:p>
          <w:p w14:paraId="1D28DFF6" w14:textId="700CFBD6" w:rsidR="00C51A7C" w:rsidRPr="005404CB" w:rsidRDefault="007134FE" w:rsidP="00B3447A">
            <w:pPr>
              <w:pStyle w:val="SIText"/>
              <w:rPr>
                <w:rFonts w:eastAsia="Calibri"/>
              </w:rPr>
            </w:pPr>
            <w:r w:rsidRPr="00F450EF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p w14:paraId="6053225C" w14:textId="77777777" w:rsidR="00B3447A" w:rsidRDefault="00B3447A" w:rsidP="005F771F">
      <w:pPr>
        <w:pStyle w:val="SIText"/>
      </w:pPr>
    </w:p>
    <w:p w14:paraId="4A77C0EE" w14:textId="77777777" w:rsidR="00B3447A" w:rsidRDefault="00B3447A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C08F2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F4092A6" w14:textId="581AFD78" w:rsidR="005E022A" w:rsidRPr="005404CB" w:rsidRDefault="005E022A" w:rsidP="005404CB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19225" w14:textId="77777777" w:rsidR="0027020B" w:rsidRDefault="0027020B" w:rsidP="00BF3F0A">
      <w:r>
        <w:separator/>
      </w:r>
    </w:p>
    <w:p w14:paraId="41705DF9" w14:textId="77777777" w:rsidR="0027020B" w:rsidRDefault="0027020B"/>
  </w:endnote>
  <w:endnote w:type="continuationSeparator" w:id="0">
    <w:p w14:paraId="267287AA" w14:textId="77777777" w:rsidR="0027020B" w:rsidRDefault="0027020B" w:rsidP="00BF3F0A">
      <w:r>
        <w:continuationSeparator/>
      </w:r>
    </w:p>
    <w:p w14:paraId="12CB492C" w14:textId="77777777" w:rsidR="0027020B" w:rsidRDefault="002702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proofErr w:type="gramStart"/>
        <w:r w:rsidR="001E0849" w:rsidRPr="005404CB">
          <w:t>1</w:t>
        </w:r>
        <w:proofErr w:type="gramEnd"/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A8373" w14:textId="77777777" w:rsidR="0027020B" w:rsidRDefault="0027020B" w:rsidP="00BF3F0A">
      <w:r>
        <w:separator/>
      </w:r>
    </w:p>
    <w:p w14:paraId="52D19C22" w14:textId="77777777" w:rsidR="0027020B" w:rsidRDefault="0027020B"/>
  </w:footnote>
  <w:footnote w:type="continuationSeparator" w:id="0">
    <w:p w14:paraId="47B73348" w14:textId="77777777" w:rsidR="0027020B" w:rsidRDefault="0027020B" w:rsidP="00BF3F0A">
      <w:r>
        <w:continuationSeparator/>
      </w:r>
    </w:p>
    <w:p w14:paraId="5A371A83" w14:textId="77777777" w:rsidR="0027020B" w:rsidRDefault="002702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41E80E7E" w:rsidR="009C2650" w:rsidRPr="000754EC" w:rsidRDefault="00B3447A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E5B30" w:rsidRPr="00CE5B30">
      <w:t>FWPCOT2</w:t>
    </w:r>
    <w:r w:rsidR="006D5C9A">
      <w:t>XXX</w:t>
    </w:r>
    <w:r w:rsidR="00CE5B30" w:rsidRPr="00CE5B30">
      <w:t xml:space="preserve"> Cut </w:t>
    </w:r>
    <w:r w:rsidR="00CC2094">
      <w:t xml:space="preserve">wood </w:t>
    </w:r>
    <w:r w:rsidR="00CE5B30" w:rsidRPr="00CE5B30">
      <w:t>material with pole saw</w:t>
    </w:r>
    <w:r w:rsidR="00CC2094">
      <w:t xml:space="preserve"> for </w:t>
    </w:r>
    <w:r w:rsidR="007621CA">
      <w:t>unblocking</w:t>
    </w:r>
    <w:r w:rsidR="00CC2094">
      <w:t xml:space="preserve"> </w:t>
    </w:r>
    <w:r w:rsidR="00F450EF">
      <w:t>machinery</w:t>
    </w:r>
    <w:r w:rsidR="007621CA">
      <w:t xml:space="preserve"> components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062F9"/>
    <w:multiLevelType w:val="multilevel"/>
    <w:tmpl w:val="779E72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CB049C"/>
    <w:multiLevelType w:val="multilevel"/>
    <w:tmpl w:val="021646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B47F60"/>
    <w:multiLevelType w:val="multilevel"/>
    <w:tmpl w:val="B088C3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2616B6"/>
    <w:multiLevelType w:val="multilevel"/>
    <w:tmpl w:val="0C4860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DF27FC1"/>
    <w:multiLevelType w:val="multilevel"/>
    <w:tmpl w:val="B0A2A4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0AA1541"/>
    <w:multiLevelType w:val="multilevel"/>
    <w:tmpl w:val="033A33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57225E4"/>
    <w:multiLevelType w:val="multilevel"/>
    <w:tmpl w:val="8D3838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6B4FAA"/>
    <w:multiLevelType w:val="multilevel"/>
    <w:tmpl w:val="F50C6E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0163C2"/>
    <w:multiLevelType w:val="multilevel"/>
    <w:tmpl w:val="BFBC37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BE1B28"/>
    <w:multiLevelType w:val="multilevel"/>
    <w:tmpl w:val="FB4C5C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BB1074"/>
    <w:multiLevelType w:val="multilevel"/>
    <w:tmpl w:val="B6488E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704448"/>
    <w:multiLevelType w:val="multilevel"/>
    <w:tmpl w:val="82020C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1545AEB"/>
    <w:multiLevelType w:val="multilevel"/>
    <w:tmpl w:val="7BE454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2CB735C"/>
    <w:multiLevelType w:val="multilevel"/>
    <w:tmpl w:val="DEEEE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495F3A"/>
    <w:multiLevelType w:val="multilevel"/>
    <w:tmpl w:val="18500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E242CAF"/>
    <w:multiLevelType w:val="multilevel"/>
    <w:tmpl w:val="F0D0DA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262A16"/>
    <w:multiLevelType w:val="multilevel"/>
    <w:tmpl w:val="8BBA0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0EA1871"/>
    <w:multiLevelType w:val="multilevel"/>
    <w:tmpl w:val="B0DA18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5ED5163"/>
    <w:multiLevelType w:val="multilevel"/>
    <w:tmpl w:val="313662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8371D3"/>
    <w:multiLevelType w:val="multilevel"/>
    <w:tmpl w:val="084C96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D282F75"/>
    <w:multiLevelType w:val="multilevel"/>
    <w:tmpl w:val="A88A58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F104AF7"/>
    <w:multiLevelType w:val="multilevel"/>
    <w:tmpl w:val="51E4FB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29"/>
  </w:num>
  <w:num w:numId="5">
    <w:abstractNumId w:val="1"/>
  </w:num>
  <w:num w:numId="6">
    <w:abstractNumId w:val="12"/>
  </w:num>
  <w:num w:numId="7">
    <w:abstractNumId w:val="4"/>
  </w:num>
  <w:num w:numId="8">
    <w:abstractNumId w:val="0"/>
  </w:num>
  <w:num w:numId="9">
    <w:abstractNumId w:val="27"/>
  </w:num>
  <w:num w:numId="10">
    <w:abstractNumId w:val="18"/>
  </w:num>
  <w:num w:numId="11">
    <w:abstractNumId w:val="25"/>
  </w:num>
  <w:num w:numId="12">
    <w:abstractNumId w:val="22"/>
  </w:num>
  <w:num w:numId="13">
    <w:abstractNumId w:val="32"/>
  </w:num>
  <w:num w:numId="14">
    <w:abstractNumId w:val="7"/>
  </w:num>
  <w:num w:numId="15">
    <w:abstractNumId w:val="9"/>
  </w:num>
  <w:num w:numId="16">
    <w:abstractNumId w:val="33"/>
  </w:num>
  <w:num w:numId="17">
    <w:abstractNumId w:val="28"/>
  </w:num>
  <w:num w:numId="18">
    <w:abstractNumId w:val="30"/>
  </w:num>
  <w:num w:numId="19">
    <w:abstractNumId w:val="20"/>
  </w:num>
  <w:num w:numId="20">
    <w:abstractNumId w:val="13"/>
  </w:num>
  <w:num w:numId="21">
    <w:abstractNumId w:val="21"/>
  </w:num>
  <w:num w:numId="22">
    <w:abstractNumId w:val="36"/>
  </w:num>
  <w:num w:numId="23">
    <w:abstractNumId w:val="19"/>
  </w:num>
  <w:num w:numId="24">
    <w:abstractNumId w:val="34"/>
  </w:num>
  <w:num w:numId="25">
    <w:abstractNumId w:val="24"/>
  </w:num>
  <w:num w:numId="26">
    <w:abstractNumId w:val="37"/>
  </w:num>
  <w:num w:numId="27">
    <w:abstractNumId w:val="31"/>
  </w:num>
  <w:num w:numId="28">
    <w:abstractNumId w:val="16"/>
  </w:num>
  <w:num w:numId="29">
    <w:abstractNumId w:val="3"/>
  </w:num>
  <w:num w:numId="30">
    <w:abstractNumId w:val="35"/>
  </w:num>
  <w:num w:numId="31">
    <w:abstractNumId w:val="15"/>
  </w:num>
  <w:num w:numId="32">
    <w:abstractNumId w:val="23"/>
  </w:num>
  <w:num w:numId="33">
    <w:abstractNumId w:val="26"/>
  </w:num>
  <w:num w:numId="34">
    <w:abstractNumId w:val="2"/>
  </w:num>
  <w:num w:numId="35">
    <w:abstractNumId w:val="5"/>
  </w:num>
  <w:num w:numId="36">
    <w:abstractNumId w:val="11"/>
  </w:num>
  <w:num w:numId="37">
    <w:abstractNumId w:val="8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A0NTK1sDC2NDI0NLNQ0lEKTi0uzszPAykwrgUAf0htWiwAAAA="/>
  </w:docVars>
  <w:rsids>
    <w:rsidRoot w:val="005E022A"/>
    <w:rsid w:val="000014B9"/>
    <w:rsid w:val="00005A15"/>
    <w:rsid w:val="0001108F"/>
    <w:rsid w:val="000115E2"/>
    <w:rsid w:val="000126D0"/>
    <w:rsid w:val="0001296A"/>
    <w:rsid w:val="00016803"/>
    <w:rsid w:val="00016CF0"/>
    <w:rsid w:val="00020B3C"/>
    <w:rsid w:val="00023936"/>
    <w:rsid w:val="00023992"/>
    <w:rsid w:val="000275AE"/>
    <w:rsid w:val="000312EE"/>
    <w:rsid w:val="00041E59"/>
    <w:rsid w:val="00063D21"/>
    <w:rsid w:val="00064BFE"/>
    <w:rsid w:val="00070B3E"/>
    <w:rsid w:val="00071F95"/>
    <w:rsid w:val="000737BB"/>
    <w:rsid w:val="00074E47"/>
    <w:rsid w:val="000754EC"/>
    <w:rsid w:val="00084667"/>
    <w:rsid w:val="00086688"/>
    <w:rsid w:val="0009093B"/>
    <w:rsid w:val="000A42B0"/>
    <w:rsid w:val="000A5441"/>
    <w:rsid w:val="000B2022"/>
    <w:rsid w:val="000C149A"/>
    <w:rsid w:val="000C224E"/>
    <w:rsid w:val="000D6BFE"/>
    <w:rsid w:val="000E25E6"/>
    <w:rsid w:val="000E2C86"/>
    <w:rsid w:val="000E35ED"/>
    <w:rsid w:val="000E7251"/>
    <w:rsid w:val="000F29F2"/>
    <w:rsid w:val="00101659"/>
    <w:rsid w:val="00105AEA"/>
    <w:rsid w:val="001078BF"/>
    <w:rsid w:val="001155E1"/>
    <w:rsid w:val="001210EF"/>
    <w:rsid w:val="00133957"/>
    <w:rsid w:val="001372F6"/>
    <w:rsid w:val="00144385"/>
    <w:rsid w:val="00146EEC"/>
    <w:rsid w:val="00151D55"/>
    <w:rsid w:val="00151D93"/>
    <w:rsid w:val="00152DA8"/>
    <w:rsid w:val="00156EF3"/>
    <w:rsid w:val="00176E4F"/>
    <w:rsid w:val="0018546B"/>
    <w:rsid w:val="001A0FED"/>
    <w:rsid w:val="001A6A3E"/>
    <w:rsid w:val="001A7B6D"/>
    <w:rsid w:val="001B3084"/>
    <w:rsid w:val="001B34D5"/>
    <w:rsid w:val="001B513A"/>
    <w:rsid w:val="001C0A75"/>
    <w:rsid w:val="001C1306"/>
    <w:rsid w:val="001D30EB"/>
    <w:rsid w:val="001D3833"/>
    <w:rsid w:val="001D5C1B"/>
    <w:rsid w:val="001D7F5B"/>
    <w:rsid w:val="001E0849"/>
    <w:rsid w:val="001E10DB"/>
    <w:rsid w:val="001E16BC"/>
    <w:rsid w:val="001E16DF"/>
    <w:rsid w:val="001E2C42"/>
    <w:rsid w:val="001F2BA5"/>
    <w:rsid w:val="001F308D"/>
    <w:rsid w:val="00201A7C"/>
    <w:rsid w:val="0021210E"/>
    <w:rsid w:val="0021414D"/>
    <w:rsid w:val="00223124"/>
    <w:rsid w:val="00233143"/>
    <w:rsid w:val="00234444"/>
    <w:rsid w:val="00242002"/>
    <w:rsid w:val="00242293"/>
    <w:rsid w:val="00244EA7"/>
    <w:rsid w:val="00262FC3"/>
    <w:rsid w:val="0026394F"/>
    <w:rsid w:val="00267AF6"/>
    <w:rsid w:val="0027020B"/>
    <w:rsid w:val="00276DB8"/>
    <w:rsid w:val="00282664"/>
    <w:rsid w:val="00285FB8"/>
    <w:rsid w:val="00295368"/>
    <w:rsid w:val="002970C3"/>
    <w:rsid w:val="002A4CD3"/>
    <w:rsid w:val="002A6CC4"/>
    <w:rsid w:val="002C382D"/>
    <w:rsid w:val="002C55E9"/>
    <w:rsid w:val="002D0C8B"/>
    <w:rsid w:val="002D330A"/>
    <w:rsid w:val="002E170C"/>
    <w:rsid w:val="002E193E"/>
    <w:rsid w:val="002F1B3A"/>
    <w:rsid w:val="00305EFF"/>
    <w:rsid w:val="00310A6A"/>
    <w:rsid w:val="003144E6"/>
    <w:rsid w:val="00337E82"/>
    <w:rsid w:val="00343B43"/>
    <w:rsid w:val="00346FDC"/>
    <w:rsid w:val="00350BB1"/>
    <w:rsid w:val="00352C83"/>
    <w:rsid w:val="00363095"/>
    <w:rsid w:val="00366805"/>
    <w:rsid w:val="0037067D"/>
    <w:rsid w:val="00373436"/>
    <w:rsid w:val="0038735B"/>
    <w:rsid w:val="003916D1"/>
    <w:rsid w:val="00394C90"/>
    <w:rsid w:val="003A08C3"/>
    <w:rsid w:val="003A21F0"/>
    <w:rsid w:val="003A277F"/>
    <w:rsid w:val="003A58BA"/>
    <w:rsid w:val="003A5AE7"/>
    <w:rsid w:val="003A5C9A"/>
    <w:rsid w:val="003A7221"/>
    <w:rsid w:val="003B3493"/>
    <w:rsid w:val="003C13AE"/>
    <w:rsid w:val="003C17D9"/>
    <w:rsid w:val="003C49C9"/>
    <w:rsid w:val="003C7152"/>
    <w:rsid w:val="003D2E73"/>
    <w:rsid w:val="003E72B6"/>
    <w:rsid w:val="003E7BBE"/>
    <w:rsid w:val="004127E3"/>
    <w:rsid w:val="00416A7A"/>
    <w:rsid w:val="0043212E"/>
    <w:rsid w:val="00434366"/>
    <w:rsid w:val="00434ECE"/>
    <w:rsid w:val="00444423"/>
    <w:rsid w:val="00452F3E"/>
    <w:rsid w:val="004611D6"/>
    <w:rsid w:val="0046239A"/>
    <w:rsid w:val="004640AE"/>
    <w:rsid w:val="00464979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98F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6AB8"/>
    <w:rsid w:val="004E7094"/>
    <w:rsid w:val="004F5DC7"/>
    <w:rsid w:val="004F78DA"/>
    <w:rsid w:val="005145AB"/>
    <w:rsid w:val="00517EA1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28F"/>
    <w:rsid w:val="00564ADD"/>
    <w:rsid w:val="005708EB"/>
    <w:rsid w:val="0057197B"/>
    <w:rsid w:val="00575BC6"/>
    <w:rsid w:val="00583902"/>
    <w:rsid w:val="005843D5"/>
    <w:rsid w:val="00596D3E"/>
    <w:rsid w:val="005A1D70"/>
    <w:rsid w:val="005A3AA5"/>
    <w:rsid w:val="005A6C9C"/>
    <w:rsid w:val="005A74DC"/>
    <w:rsid w:val="005B5146"/>
    <w:rsid w:val="005D1AFD"/>
    <w:rsid w:val="005E022A"/>
    <w:rsid w:val="005E51E6"/>
    <w:rsid w:val="005E55B2"/>
    <w:rsid w:val="005F027A"/>
    <w:rsid w:val="005F0444"/>
    <w:rsid w:val="005F2994"/>
    <w:rsid w:val="005F33CC"/>
    <w:rsid w:val="005F4722"/>
    <w:rsid w:val="005F771F"/>
    <w:rsid w:val="00601EDD"/>
    <w:rsid w:val="006121D4"/>
    <w:rsid w:val="00613B49"/>
    <w:rsid w:val="00616845"/>
    <w:rsid w:val="00620E8E"/>
    <w:rsid w:val="00631E7B"/>
    <w:rsid w:val="00632FB8"/>
    <w:rsid w:val="00633CFE"/>
    <w:rsid w:val="00634FCA"/>
    <w:rsid w:val="0064340B"/>
    <w:rsid w:val="00643D1B"/>
    <w:rsid w:val="006452B8"/>
    <w:rsid w:val="00652E62"/>
    <w:rsid w:val="006677B8"/>
    <w:rsid w:val="00686A49"/>
    <w:rsid w:val="00687B62"/>
    <w:rsid w:val="00690C44"/>
    <w:rsid w:val="00695C89"/>
    <w:rsid w:val="006969D9"/>
    <w:rsid w:val="006A2B68"/>
    <w:rsid w:val="006A5587"/>
    <w:rsid w:val="006B2CDA"/>
    <w:rsid w:val="006B52CF"/>
    <w:rsid w:val="006C2F32"/>
    <w:rsid w:val="006D1AF9"/>
    <w:rsid w:val="006D38C3"/>
    <w:rsid w:val="006D4448"/>
    <w:rsid w:val="006D5C9A"/>
    <w:rsid w:val="006D6723"/>
    <w:rsid w:val="006D6DFD"/>
    <w:rsid w:val="006E26F0"/>
    <w:rsid w:val="006E2C4D"/>
    <w:rsid w:val="006E42FE"/>
    <w:rsid w:val="006F0D02"/>
    <w:rsid w:val="006F10FE"/>
    <w:rsid w:val="006F3622"/>
    <w:rsid w:val="006F417C"/>
    <w:rsid w:val="00705EEC"/>
    <w:rsid w:val="00707741"/>
    <w:rsid w:val="007134FE"/>
    <w:rsid w:val="00715794"/>
    <w:rsid w:val="00717385"/>
    <w:rsid w:val="00722769"/>
    <w:rsid w:val="007230A6"/>
    <w:rsid w:val="00727901"/>
    <w:rsid w:val="0073075B"/>
    <w:rsid w:val="0073404B"/>
    <w:rsid w:val="007341FF"/>
    <w:rsid w:val="007404E9"/>
    <w:rsid w:val="007444CF"/>
    <w:rsid w:val="00752C75"/>
    <w:rsid w:val="0075401C"/>
    <w:rsid w:val="00757005"/>
    <w:rsid w:val="00761DBE"/>
    <w:rsid w:val="007621CA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2D22"/>
    <w:rsid w:val="00805022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719"/>
    <w:rsid w:val="00865011"/>
    <w:rsid w:val="0087706D"/>
    <w:rsid w:val="00883C7E"/>
    <w:rsid w:val="00886790"/>
    <w:rsid w:val="008908DE"/>
    <w:rsid w:val="008A12ED"/>
    <w:rsid w:val="008A39D3"/>
    <w:rsid w:val="008A55D2"/>
    <w:rsid w:val="008B2C77"/>
    <w:rsid w:val="008B4AD2"/>
    <w:rsid w:val="008B663E"/>
    <w:rsid w:val="008B7138"/>
    <w:rsid w:val="008D4398"/>
    <w:rsid w:val="008D5878"/>
    <w:rsid w:val="008D6DC0"/>
    <w:rsid w:val="008E260C"/>
    <w:rsid w:val="008E39BE"/>
    <w:rsid w:val="008E62EC"/>
    <w:rsid w:val="008F17A5"/>
    <w:rsid w:val="008F32F6"/>
    <w:rsid w:val="008F3B81"/>
    <w:rsid w:val="00916CD7"/>
    <w:rsid w:val="00920927"/>
    <w:rsid w:val="00921B38"/>
    <w:rsid w:val="00923720"/>
    <w:rsid w:val="00925A47"/>
    <w:rsid w:val="009278C9"/>
    <w:rsid w:val="00932CD7"/>
    <w:rsid w:val="00942F3C"/>
    <w:rsid w:val="00944C09"/>
    <w:rsid w:val="009527CB"/>
    <w:rsid w:val="00953835"/>
    <w:rsid w:val="00960F6C"/>
    <w:rsid w:val="00970747"/>
    <w:rsid w:val="00993E64"/>
    <w:rsid w:val="00997BFC"/>
    <w:rsid w:val="009A3265"/>
    <w:rsid w:val="009A3E9A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085E"/>
    <w:rsid w:val="00A216A8"/>
    <w:rsid w:val="00A223A6"/>
    <w:rsid w:val="00A3639E"/>
    <w:rsid w:val="00A5092E"/>
    <w:rsid w:val="00A554D6"/>
    <w:rsid w:val="00A56E14"/>
    <w:rsid w:val="00A61FFA"/>
    <w:rsid w:val="00A6476B"/>
    <w:rsid w:val="00A67484"/>
    <w:rsid w:val="00A76C6C"/>
    <w:rsid w:val="00A82706"/>
    <w:rsid w:val="00A84328"/>
    <w:rsid w:val="00A87356"/>
    <w:rsid w:val="00A92DD1"/>
    <w:rsid w:val="00AA1B89"/>
    <w:rsid w:val="00AA1CD5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6451"/>
    <w:rsid w:val="00AE1ED9"/>
    <w:rsid w:val="00AE32CB"/>
    <w:rsid w:val="00AF1522"/>
    <w:rsid w:val="00AF37E0"/>
    <w:rsid w:val="00AF3957"/>
    <w:rsid w:val="00B021E0"/>
    <w:rsid w:val="00B0712C"/>
    <w:rsid w:val="00B12013"/>
    <w:rsid w:val="00B22C67"/>
    <w:rsid w:val="00B3447A"/>
    <w:rsid w:val="00B3508F"/>
    <w:rsid w:val="00B443EE"/>
    <w:rsid w:val="00B560C8"/>
    <w:rsid w:val="00B6016A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664C"/>
    <w:rsid w:val="00BC5075"/>
    <w:rsid w:val="00BC5419"/>
    <w:rsid w:val="00BD3B0F"/>
    <w:rsid w:val="00BE5889"/>
    <w:rsid w:val="00BF1D4C"/>
    <w:rsid w:val="00BF3F0A"/>
    <w:rsid w:val="00BF73DE"/>
    <w:rsid w:val="00C04238"/>
    <w:rsid w:val="00C143C3"/>
    <w:rsid w:val="00C15B54"/>
    <w:rsid w:val="00C15CE4"/>
    <w:rsid w:val="00C1739B"/>
    <w:rsid w:val="00C21ADE"/>
    <w:rsid w:val="00C2254C"/>
    <w:rsid w:val="00C23D97"/>
    <w:rsid w:val="00C24FE4"/>
    <w:rsid w:val="00C26067"/>
    <w:rsid w:val="00C30A29"/>
    <w:rsid w:val="00C317DC"/>
    <w:rsid w:val="00C51A7C"/>
    <w:rsid w:val="00C54045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2094"/>
    <w:rsid w:val="00CC451E"/>
    <w:rsid w:val="00CD180B"/>
    <w:rsid w:val="00CD4E9D"/>
    <w:rsid w:val="00CD4F4D"/>
    <w:rsid w:val="00CE5B30"/>
    <w:rsid w:val="00CE7D19"/>
    <w:rsid w:val="00CF0CF5"/>
    <w:rsid w:val="00CF2B3E"/>
    <w:rsid w:val="00D0201F"/>
    <w:rsid w:val="00D03685"/>
    <w:rsid w:val="00D07D4E"/>
    <w:rsid w:val="00D115AA"/>
    <w:rsid w:val="00D13EE6"/>
    <w:rsid w:val="00D145BE"/>
    <w:rsid w:val="00D2035A"/>
    <w:rsid w:val="00D20C57"/>
    <w:rsid w:val="00D25D16"/>
    <w:rsid w:val="00D32124"/>
    <w:rsid w:val="00D32553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2B96"/>
    <w:rsid w:val="00DA3C10"/>
    <w:rsid w:val="00DA53B5"/>
    <w:rsid w:val="00DC1D69"/>
    <w:rsid w:val="00DC5A3A"/>
    <w:rsid w:val="00DD0726"/>
    <w:rsid w:val="00E238E6"/>
    <w:rsid w:val="00E27E65"/>
    <w:rsid w:val="00E34CD8"/>
    <w:rsid w:val="00E35064"/>
    <w:rsid w:val="00E3681D"/>
    <w:rsid w:val="00E40225"/>
    <w:rsid w:val="00E501F0"/>
    <w:rsid w:val="00E57897"/>
    <w:rsid w:val="00E6166D"/>
    <w:rsid w:val="00E7652A"/>
    <w:rsid w:val="00E853A2"/>
    <w:rsid w:val="00E91BFF"/>
    <w:rsid w:val="00E92933"/>
    <w:rsid w:val="00E94FAD"/>
    <w:rsid w:val="00EB0AA4"/>
    <w:rsid w:val="00EB42DB"/>
    <w:rsid w:val="00EB5C88"/>
    <w:rsid w:val="00EB5D86"/>
    <w:rsid w:val="00EC000D"/>
    <w:rsid w:val="00EC0469"/>
    <w:rsid w:val="00EC0C3E"/>
    <w:rsid w:val="00ED7098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50EF"/>
    <w:rsid w:val="00F474AA"/>
    <w:rsid w:val="00F511B6"/>
    <w:rsid w:val="00F53DF0"/>
    <w:rsid w:val="00F5616F"/>
    <w:rsid w:val="00F56451"/>
    <w:rsid w:val="00F56827"/>
    <w:rsid w:val="00F62866"/>
    <w:rsid w:val="00F65EF0"/>
    <w:rsid w:val="00F6733E"/>
    <w:rsid w:val="00F71651"/>
    <w:rsid w:val="00F76191"/>
    <w:rsid w:val="00F76CC6"/>
    <w:rsid w:val="00F83D7C"/>
    <w:rsid w:val="00F84CFB"/>
    <w:rsid w:val="00FB0041"/>
    <w:rsid w:val="00FB232E"/>
    <w:rsid w:val="00FC0D52"/>
    <w:rsid w:val="00FD557D"/>
    <w:rsid w:val="00FE0282"/>
    <w:rsid w:val="00FE124D"/>
    <w:rsid w:val="00FE792C"/>
    <w:rsid w:val="00FF2B2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8A55D2"/>
    <w:rPr>
      <w:b/>
      <w:bCs/>
    </w:rPr>
  </w:style>
  <w:style w:type="paragraph" w:styleId="Revision">
    <w:name w:val="Revision"/>
    <w:hidden/>
    <w:uiPriority w:val="99"/>
    <w:semiHidden/>
    <w:rsid w:val="006677B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D22D278-B652-48C1-8C5D-71621541A80C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DD5DB6-6630-409B-ABE8-B585B0DC78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106</TotalTime>
  <Pages>5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117</cp:revision>
  <cp:lastPrinted>2016-05-27T05:21:00Z</cp:lastPrinted>
  <dcterms:created xsi:type="dcterms:W3CDTF">2021-08-18T01:46:00Z</dcterms:created>
  <dcterms:modified xsi:type="dcterms:W3CDTF">2022-02-01T04:53:00Z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