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4088745A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1D7A6C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249DB923" w:rsidR="00F1480E" w:rsidRPr="000754EC" w:rsidRDefault="00977272" w:rsidP="00F47281">
            <w:pPr>
              <w:pStyle w:val="SIUnittitle"/>
            </w:pPr>
            <w:r w:rsidRPr="00977272">
              <w:t>AHCARB6XXX</w:t>
            </w:r>
          </w:p>
        </w:tc>
        <w:tc>
          <w:tcPr>
            <w:tcW w:w="3604" w:type="pct"/>
            <w:shd w:val="clear" w:color="auto" w:fill="auto"/>
          </w:tcPr>
          <w:p w14:paraId="7B2E5DB8" w14:textId="427873E5" w:rsidR="00F1480E" w:rsidRPr="000754EC" w:rsidRDefault="003326F7" w:rsidP="00F47281">
            <w:pPr>
              <w:pStyle w:val="SIUnittitle"/>
            </w:pPr>
            <w:r w:rsidRPr="003326F7">
              <w:t>Conduct complex tree hazard and health assessment post-fire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2BF030CE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</w:t>
            </w:r>
            <w:r w:rsidR="006B2C8C">
              <w:t xml:space="preserve">to </w:t>
            </w:r>
            <w:r w:rsidR="00E147AC">
              <w:t xml:space="preserve">conduct complex </w:t>
            </w:r>
            <w:r w:rsidR="006B2C8C">
              <w:t>assess</w:t>
            </w:r>
            <w:r w:rsidR="001D3DE0">
              <w:t>ment</w:t>
            </w:r>
            <w:r w:rsidR="006B2C8C">
              <w:t xml:space="preserve"> </w:t>
            </w:r>
            <w:r w:rsidR="000D016B">
              <w:t xml:space="preserve">of </w:t>
            </w:r>
            <w:r w:rsidR="006B2C8C">
              <w:t>risks</w:t>
            </w:r>
            <w:r w:rsidR="00BC4882">
              <w:t>, health and values</w:t>
            </w:r>
            <w:r w:rsidR="006B2C8C">
              <w:t xml:space="preserve"> </w:t>
            </w:r>
            <w:r w:rsidR="000D016B">
              <w:t>of</w:t>
            </w:r>
            <w:r w:rsidR="006B2C8C">
              <w:t xml:space="preserve"> fire affected or fire damaged trees </w:t>
            </w:r>
            <w:r w:rsidR="00EC1BC2">
              <w:t>post-</w:t>
            </w:r>
            <w:r w:rsidR="00240DFA">
              <w:t xml:space="preserve">early stages </w:t>
            </w:r>
            <w:r w:rsidR="00D40137">
              <w:t xml:space="preserve">of </w:t>
            </w:r>
            <w:r w:rsidR="00240DFA">
              <w:t xml:space="preserve">bushfire </w:t>
            </w:r>
            <w:r w:rsidR="00EC208C">
              <w:t>recovery and</w:t>
            </w:r>
            <w:r w:rsidR="006E6567">
              <w:t xml:space="preserve"> make recommendation</w:t>
            </w:r>
            <w:r w:rsidR="00031724">
              <w:t>s</w:t>
            </w:r>
            <w:r w:rsidR="006E6567">
              <w:t xml:space="preserve"> on tree treatment.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520384BF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A67F20">
              <w:t xml:space="preserve">professional arborists </w:t>
            </w:r>
            <w:r w:rsidR="0070416A">
              <w:t>who</w:t>
            </w:r>
            <w:r w:rsidR="006B2C8C">
              <w:t xml:space="preserve">se work involves </w:t>
            </w:r>
            <w:r w:rsidR="004D29A9">
              <w:t xml:space="preserve">complex </w:t>
            </w:r>
            <w:r w:rsidR="00EE3822">
              <w:t xml:space="preserve">hazard and </w:t>
            </w:r>
            <w:r w:rsidR="000F01BC">
              <w:t xml:space="preserve">health </w:t>
            </w:r>
            <w:r w:rsidR="006B2C8C">
              <w:t xml:space="preserve">assessment of fire </w:t>
            </w:r>
            <w:r w:rsidR="00AC4164">
              <w:t>affected</w:t>
            </w:r>
            <w:r w:rsidR="006B2C8C">
              <w:t xml:space="preserve"> or fire damaged trees </w:t>
            </w:r>
            <w:r w:rsidR="0071793C" w:rsidRPr="0071793C">
              <w:t>post-early stages of bushfire recovery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7AFB9BAC" w:rsidR="00373436" w:rsidRPr="000754EC" w:rsidRDefault="008E2FD6" w:rsidP="006E6567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5ED1EC" w14:textId="77777777" w:rsidR="00703D45" w:rsidRPr="00703D45" w:rsidRDefault="003A7196" w:rsidP="00297E48">
            <w:pPr>
              <w:pStyle w:val="SIText"/>
              <w:rPr>
                <w:rFonts w:eastAsiaTheme="majorEastAsia"/>
              </w:rPr>
            </w:pPr>
            <w:hyperlink r:id="rId11" w:history="1">
              <w:r w:rsidR="00703D45" w:rsidRPr="00703D45">
                <w:rPr>
                  <w:rFonts w:eastAsiaTheme="majorEastAsia"/>
                </w:rPr>
                <w:t>AHCARB513 Examine and assess trees</w:t>
              </w:r>
            </w:hyperlink>
          </w:p>
          <w:p w14:paraId="0DD8E588" w14:textId="285AC43D" w:rsidR="00F1480E" w:rsidRPr="000754EC" w:rsidRDefault="003A7196" w:rsidP="00297E48">
            <w:pPr>
              <w:pStyle w:val="SIText"/>
            </w:pPr>
            <w:hyperlink r:id="rId12" w:history="1">
              <w:r w:rsidR="00703D45" w:rsidRPr="00703D45">
                <w:rPr>
                  <w:rFonts w:eastAsiaTheme="majorEastAsia"/>
                </w:rPr>
                <w:t>AHCARB408 Perform a ground-based tree defect evaluation</w:t>
              </w:r>
            </w:hyperlink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32B0CC84" w:rsidR="008547E9" w:rsidRPr="000754EC" w:rsidRDefault="00977272" w:rsidP="006B2C8C">
            <w:pPr>
              <w:pStyle w:val="SIText"/>
            </w:pPr>
            <w:r w:rsidRPr="00977272">
              <w:t>Arboriculture (ARB)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322778" w:rsidRPr="00963A46" w14:paraId="773086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5AC8C15" w14:textId="43A2C4FC" w:rsidR="00322778" w:rsidRPr="00322778" w:rsidRDefault="00322778" w:rsidP="00CD7EB0">
            <w:pPr>
              <w:pStyle w:val="SIText"/>
            </w:pPr>
            <w:r>
              <w:t>1</w:t>
            </w:r>
            <w:r w:rsidRPr="00322778">
              <w:t xml:space="preserve">. </w:t>
            </w:r>
            <w:r w:rsidR="00A776BF">
              <w:t xml:space="preserve">Prepare to undertake assessment of fire damaged or fire </w:t>
            </w:r>
            <w:r w:rsidR="00AC4164">
              <w:t>affected</w:t>
            </w:r>
            <w:r w:rsidR="00A776BF">
              <w:t xml:space="preserve"> tree</w:t>
            </w:r>
          </w:p>
        </w:tc>
        <w:tc>
          <w:tcPr>
            <w:tcW w:w="3604" w:type="pct"/>
            <w:shd w:val="clear" w:color="auto" w:fill="auto"/>
          </w:tcPr>
          <w:p w14:paraId="3A410877" w14:textId="16B7D0DF" w:rsidR="00C211B7" w:rsidRPr="00C211B7" w:rsidRDefault="00322778" w:rsidP="00C211B7">
            <w:pPr>
              <w:pStyle w:val="SIText"/>
            </w:pPr>
            <w:r>
              <w:t>1</w:t>
            </w:r>
            <w:r w:rsidRPr="00322778">
              <w:t xml:space="preserve">.1 </w:t>
            </w:r>
            <w:r w:rsidR="007E7293">
              <w:t>D</w:t>
            </w:r>
            <w:r w:rsidR="007E7293" w:rsidRPr="00C211B7">
              <w:t xml:space="preserve">etermine job requirements </w:t>
            </w:r>
            <w:r w:rsidR="00033452">
              <w:t>from</w:t>
            </w:r>
            <w:r w:rsidR="004E2C2E">
              <w:t xml:space="preserve"> work plan or</w:t>
            </w:r>
            <w:r w:rsidR="00C211B7" w:rsidRPr="00C211B7">
              <w:t xml:space="preserve"> instruction and, where </w:t>
            </w:r>
            <w:proofErr w:type="gramStart"/>
            <w:r w:rsidR="00C211B7" w:rsidRPr="00C211B7">
              <w:t>required</w:t>
            </w:r>
            <w:proofErr w:type="gramEnd"/>
            <w:r w:rsidR="00C211B7" w:rsidRPr="00C211B7">
              <w:t>, seek clarification from appropriate personnel</w:t>
            </w:r>
          </w:p>
          <w:p w14:paraId="6AA44784" w14:textId="6075A31C" w:rsidR="00322778" w:rsidRDefault="00C211B7" w:rsidP="00C211B7">
            <w:pPr>
              <w:pStyle w:val="SIText"/>
            </w:pPr>
            <w:r>
              <w:t>1.</w:t>
            </w:r>
            <w:r w:rsidR="006F0F2D">
              <w:t>2</w:t>
            </w:r>
            <w:r>
              <w:t xml:space="preserve"> </w:t>
            </w:r>
            <w:r w:rsidR="00DE7D87">
              <w:t>Follow</w:t>
            </w:r>
            <w:r w:rsidR="004E2C2E">
              <w:t xml:space="preserve"> </w:t>
            </w:r>
            <w:r w:rsidR="00BB1794">
              <w:t>environmental</w:t>
            </w:r>
            <w:r w:rsidR="00BB1794" w:rsidRPr="00BB1794" w:rsidDel="004E2C2E">
              <w:t xml:space="preserve"> </w:t>
            </w:r>
            <w:r w:rsidR="00BB1794">
              <w:t xml:space="preserve">and </w:t>
            </w:r>
            <w:bookmarkStart w:id="0" w:name="_Hlk88068933"/>
            <w:r w:rsidRPr="00C211B7">
              <w:t xml:space="preserve">safety </w:t>
            </w:r>
            <w:r w:rsidR="00DE7D87">
              <w:t>procedures</w:t>
            </w:r>
            <w:r w:rsidRPr="00C211B7">
              <w:t>, including use of personal protective equipment</w:t>
            </w:r>
            <w:bookmarkEnd w:id="0"/>
            <w:r w:rsidR="004E2C2E">
              <w:t xml:space="preserve">, </w:t>
            </w:r>
            <w:proofErr w:type="gramStart"/>
            <w:r w:rsidR="00D4507B" w:rsidRPr="00D4507B">
              <w:t>hazard</w:t>
            </w:r>
            <w:proofErr w:type="gramEnd"/>
            <w:r w:rsidR="00D4507B" w:rsidRPr="00D4507B">
              <w:t xml:space="preserve"> and risk control measures </w:t>
            </w:r>
            <w:r w:rsidR="007836AB">
              <w:t>for the work task</w:t>
            </w:r>
          </w:p>
          <w:p w14:paraId="15D86CFE" w14:textId="2F32A84B" w:rsidR="0096342E" w:rsidRPr="00C211B7" w:rsidRDefault="0096342E" w:rsidP="00C211B7">
            <w:pPr>
              <w:pStyle w:val="SIText"/>
            </w:pPr>
            <w:r>
              <w:t>1.</w:t>
            </w:r>
            <w:r w:rsidR="006F0F2D">
              <w:t>3</w:t>
            </w:r>
            <w:r>
              <w:t xml:space="preserve"> </w:t>
            </w:r>
            <w:r w:rsidR="00AC4164">
              <w:t xml:space="preserve">Assess and </w:t>
            </w:r>
            <w:proofErr w:type="gramStart"/>
            <w:r w:rsidR="00AC4164">
              <w:t>maintain</w:t>
            </w:r>
            <w:proofErr w:type="gramEnd"/>
            <w:r w:rsidR="00AC4164">
              <w:t xml:space="preserve"> up to date information on topography and weather conditions in areas where tree assessments are to be conducted</w:t>
            </w:r>
          </w:p>
          <w:p w14:paraId="02119291" w14:textId="4EA1935C" w:rsidR="00577912" w:rsidRPr="00322778" w:rsidRDefault="006F0F2D" w:rsidP="006F0F2D">
            <w:pPr>
              <w:pStyle w:val="SIText"/>
            </w:pPr>
            <w:r>
              <w:t>1.4</w:t>
            </w:r>
            <w:r w:rsidRPr="006F0F2D">
              <w:t xml:space="preserve"> Confirm chain of command and communication protocols that apply in bushfire containment and recovery operations</w:t>
            </w:r>
          </w:p>
        </w:tc>
      </w:tr>
      <w:tr w:rsidR="00577912" w:rsidRPr="00963A46" w14:paraId="618F4061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75D3120B" w14:textId="566BDA00" w:rsidR="00577912" w:rsidRDefault="00A767E1" w:rsidP="00577912">
            <w:pPr>
              <w:pStyle w:val="SIText"/>
            </w:pPr>
            <w:r>
              <w:t>2</w:t>
            </w:r>
            <w:r w:rsidR="00577912" w:rsidRPr="00B62BBB">
              <w:t xml:space="preserve">. </w:t>
            </w:r>
            <w:r w:rsidR="00577912">
              <w:t xml:space="preserve">Conduct hazard assessment </w:t>
            </w:r>
            <w:r w:rsidR="00577912" w:rsidRPr="009440CD">
              <w:t xml:space="preserve">of fire damaged or fire </w:t>
            </w:r>
            <w:r w:rsidR="00577912">
              <w:t>affected</w:t>
            </w:r>
            <w:r w:rsidR="00577912" w:rsidRPr="009440CD">
              <w:t xml:space="preserve"> tree</w:t>
            </w:r>
          </w:p>
        </w:tc>
        <w:tc>
          <w:tcPr>
            <w:tcW w:w="3604" w:type="pct"/>
            <w:shd w:val="clear" w:color="auto" w:fill="auto"/>
          </w:tcPr>
          <w:p w14:paraId="46316992" w14:textId="0A9E0846" w:rsidR="00B343D5" w:rsidRDefault="00577912" w:rsidP="00A9512C">
            <w:pPr>
              <w:pStyle w:val="SIText"/>
            </w:pPr>
            <w:r>
              <w:t>2</w:t>
            </w:r>
            <w:r w:rsidRPr="00320BD2">
              <w:t>.</w:t>
            </w:r>
            <w:r w:rsidR="009129B4">
              <w:t>1</w:t>
            </w:r>
            <w:r w:rsidRPr="00320BD2">
              <w:t xml:space="preserve"> </w:t>
            </w:r>
            <w:bookmarkStart w:id="1" w:name="_Hlk88069034"/>
            <w:r w:rsidR="00B343D5">
              <w:t xml:space="preserve">Conduct hazard assessment </w:t>
            </w:r>
            <w:r w:rsidR="00835614">
              <w:t xml:space="preserve">for </w:t>
            </w:r>
            <w:r w:rsidR="00B343D5">
              <w:t xml:space="preserve">route to and areas </w:t>
            </w:r>
            <w:r w:rsidR="00E211C6">
              <w:t>a</w:t>
            </w:r>
            <w:r w:rsidR="00B343D5">
              <w:t xml:space="preserve">round tree to </w:t>
            </w:r>
            <w:proofErr w:type="gramStart"/>
            <w:r w:rsidR="00B343D5">
              <w:t>determine</w:t>
            </w:r>
            <w:proofErr w:type="gramEnd"/>
            <w:r w:rsidR="00B343D5">
              <w:t xml:space="preserve"> it is safe to </w:t>
            </w:r>
            <w:r w:rsidR="00E211C6">
              <w:t>approach</w:t>
            </w:r>
          </w:p>
          <w:p w14:paraId="16C3236A" w14:textId="0315B6B7" w:rsidR="00A9512C" w:rsidRDefault="00E211C6" w:rsidP="00A9512C">
            <w:pPr>
              <w:pStyle w:val="SIText"/>
            </w:pPr>
            <w:r>
              <w:t xml:space="preserve">2.2 </w:t>
            </w:r>
            <w:r w:rsidR="00577912" w:rsidRPr="00320BD2">
              <w:t xml:space="preserve">Locate </w:t>
            </w:r>
            <w:r w:rsidR="00AA0FF9">
              <w:t xml:space="preserve">and </w:t>
            </w:r>
            <w:proofErr w:type="gramStart"/>
            <w:r w:rsidR="00AA0FF9">
              <w:t>d</w:t>
            </w:r>
            <w:r w:rsidR="004C0728">
              <w:t>etermine</w:t>
            </w:r>
            <w:proofErr w:type="gramEnd"/>
            <w:r w:rsidR="00AF36C9">
              <w:t xml:space="preserve"> </w:t>
            </w:r>
            <w:r w:rsidR="003E0F8A">
              <w:t xml:space="preserve">tree </w:t>
            </w:r>
            <w:r w:rsidR="00AF36C9">
              <w:t>position</w:t>
            </w:r>
            <w:r w:rsidR="007E632E">
              <w:t xml:space="preserve"> </w:t>
            </w:r>
            <w:r w:rsidR="00153E94">
              <w:t xml:space="preserve">in relation to </w:t>
            </w:r>
            <w:r w:rsidR="008F3061">
              <w:t xml:space="preserve">site </w:t>
            </w:r>
            <w:r w:rsidR="00153E94">
              <w:t xml:space="preserve">topography and </w:t>
            </w:r>
            <w:r w:rsidR="00115C58" w:rsidRPr="00115C58">
              <w:t>other hazards at site</w:t>
            </w:r>
          </w:p>
          <w:bookmarkEnd w:id="1"/>
          <w:p w14:paraId="6BF689AC" w14:textId="43A78CD6" w:rsidR="00427616" w:rsidRPr="00427616" w:rsidRDefault="00427616" w:rsidP="00427616">
            <w:pPr>
              <w:pStyle w:val="SIText"/>
            </w:pPr>
            <w:r>
              <w:t>2</w:t>
            </w:r>
            <w:r w:rsidRPr="00427616">
              <w:t>.</w:t>
            </w:r>
            <w:r w:rsidR="00E211C6">
              <w:t>3</w:t>
            </w:r>
            <w:r w:rsidRPr="00427616">
              <w:t xml:space="preserve"> </w:t>
            </w:r>
            <w:bookmarkStart w:id="2" w:name="_Hlk88069068"/>
            <w:r w:rsidRPr="00427616">
              <w:t xml:space="preserve">Assess </w:t>
            </w:r>
            <w:r w:rsidR="00922888" w:rsidRPr="00922888">
              <w:t xml:space="preserve">visually </w:t>
            </w:r>
            <w:r w:rsidRPr="00427616">
              <w:t>extent of fire</w:t>
            </w:r>
            <w:r w:rsidR="00153E94">
              <w:t xml:space="preserve"> damage to </w:t>
            </w:r>
            <w:r w:rsidRPr="00427616">
              <w:t xml:space="preserve">crown, </w:t>
            </w:r>
            <w:proofErr w:type="gramStart"/>
            <w:r w:rsidRPr="00427616">
              <w:t>trunk</w:t>
            </w:r>
            <w:proofErr w:type="gramEnd"/>
            <w:r w:rsidRPr="00427616">
              <w:t xml:space="preserve"> and root </w:t>
            </w:r>
          </w:p>
          <w:p w14:paraId="6CBCA049" w14:textId="67FACAEC" w:rsidR="00C07F91" w:rsidRPr="00C07F91" w:rsidRDefault="00C07F91" w:rsidP="00C07F91">
            <w:pPr>
              <w:pStyle w:val="SIText"/>
            </w:pPr>
            <w:r>
              <w:t>2.</w:t>
            </w:r>
            <w:r w:rsidR="00E211C6">
              <w:t>4</w:t>
            </w:r>
            <w:r w:rsidRPr="00C07F91">
              <w:t xml:space="preserve"> Identify structural and physiological defects in tree</w:t>
            </w:r>
          </w:p>
          <w:p w14:paraId="6AA8DDE5" w14:textId="4FA55AD8" w:rsidR="00427616" w:rsidRDefault="00427616" w:rsidP="00A9512C">
            <w:pPr>
              <w:pStyle w:val="SIText"/>
            </w:pPr>
            <w:r>
              <w:t>2.</w:t>
            </w:r>
            <w:r w:rsidR="00E211C6">
              <w:t>5</w:t>
            </w:r>
            <w:r>
              <w:t xml:space="preserve"> Assess </w:t>
            </w:r>
            <w:r w:rsidRPr="00427616">
              <w:t xml:space="preserve">external </w:t>
            </w:r>
            <w:r w:rsidR="008F3061">
              <w:t xml:space="preserve">factors </w:t>
            </w:r>
            <w:r w:rsidRPr="00427616">
              <w:t xml:space="preserve">that </w:t>
            </w:r>
            <w:r w:rsidR="008F3061">
              <w:t>may</w:t>
            </w:r>
            <w:r w:rsidRPr="00427616">
              <w:t xml:space="preserve"> cause </w:t>
            </w:r>
            <w:r w:rsidR="008F3061">
              <w:t>tree</w:t>
            </w:r>
            <w:r w:rsidR="007F18FC">
              <w:t xml:space="preserve"> or its</w:t>
            </w:r>
            <w:r w:rsidR="008F3061">
              <w:t xml:space="preserve"> </w:t>
            </w:r>
            <w:r w:rsidRPr="00427616">
              <w:t>limb</w:t>
            </w:r>
            <w:r w:rsidR="008F3061">
              <w:t>s</w:t>
            </w:r>
            <w:r w:rsidRPr="00427616">
              <w:t xml:space="preserve"> </w:t>
            </w:r>
            <w:r w:rsidR="008F3061">
              <w:t>and</w:t>
            </w:r>
            <w:r w:rsidRPr="00427616">
              <w:t xml:space="preserve"> branch</w:t>
            </w:r>
            <w:r w:rsidR="008F3061">
              <w:t>es</w:t>
            </w:r>
            <w:r w:rsidRPr="00427616">
              <w:t xml:space="preserve"> to fall</w:t>
            </w:r>
          </w:p>
          <w:bookmarkEnd w:id="2"/>
          <w:p w14:paraId="00AD6FF3" w14:textId="31F6837F" w:rsidR="00547D1C" w:rsidRDefault="006B442D" w:rsidP="00DD22DE">
            <w:pPr>
              <w:pStyle w:val="SIText"/>
            </w:pPr>
            <w:r>
              <w:t>2</w:t>
            </w:r>
            <w:r w:rsidR="00577912">
              <w:t>.</w:t>
            </w:r>
            <w:r w:rsidR="00E211C6">
              <w:t>6</w:t>
            </w:r>
            <w:r w:rsidR="00577912">
              <w:t xml:space="preserve"> Determine risk</w:t>
            </w:r>
            <w:r w:rsidR="00067520">
              <w:t>s</w:t>
            </w:r>
            <w:r w:rsidR="00577912">
              <w:t xml:space="preserve"> </w:t>
            </w:r>
            <w:r w:rsidR="00577912" w:rsidRPr="00577912">
              <w:t>posed by tree</w:t>
            </w:r>
            <w:r w:rsidR="00E84B78">
              <w:t xml:space="preserve"> </w:t>
            </w:r>
            <w:r w:rsidR="00CA00CA">
              <w:t xml:space="preserve">according to </w:t>
            </w:r>
            <w:r w:rsidR="007357DC" w:rsidRPr="007357DC">
              <w:t>industry guidelines and agency approved procedures</w:t>
            </w:r>
          </w:p>
          <w:p w14:paraId="50430C20" w14:textId="0D6A6360" w:rsidR="00E43AA2" w:rsidRPr="00E43AA2" w:rsidRDefault="00242130" w:rsidP="00E43AA2">
            <w:pPr>
              <w:pStyle w:val="SIText"/>
            </w:pPr>
            <w:r>
              <w:t>2</w:t>
            </w:r>
            <w:r w:rsidR="00E43AA2">
              <w:t>.</w:t>
            </w:r>
            <w:r w:rsidR="00E211C6">
              <w:t>7</w:t>
            </w:r>
            <w:r w:rsidR="00E43AA2">
              <w:t xml:space="preserve"> </w:t>
            </w:r>
            <w:r w:rsidR="00E43AA2" w:rsidRPr="00E43AA2">
              <w:t>Identify tree hazard class</w:t>
            </w:r>
            <w:r w:rsidR="00042B3D">
              <w:t xml:space="preserve"> according to </w:t>
            </w:r>
            <w:r w:rsidR="00ED46A0">
              <w:t xml:space="preserve">industry guidelines and </w:t>
            </w:r>
            <w:r w:rsidR="008B61B4">
              <w:t>agency approved</w:t>
            </w:r>
            <w:r w:rsidR="00ED46A0">
              <w:t xml:space="preserve"> procedures</w:t>
            </w:r>
          </w:p>
          <w:p w14:paraId="3D683392" w14:textId="571083D5" w:rsidR="00E43AA2" w:rsidRDefault="00242130">
            <w:pPr>
              <w:pStyle w:val="SIText"/>
            </w:pPr>
            <w:r>
              <w:t>2</w:t>
            </w:r>
            <w:r w:rsidR="00E43AA2">
              <w:t>.</w:t>
            </w:r>
            <w:r w:rsidR="00E211C6">
              <w:t>8</w:t>
            </w:r>
            <w:r w:rsidR="00E43AA2" w:rsidRPr="00E43AA2">
              <w:t xml:space="preserve"> Determine </w:t>
            </w:r>
            <w:proofErr w:type="gramStart"/>
            <w:r w:rsidR="00E43AA2" w:rsidRPr="00E43AA2">
              <w:t>appropriate risk</w:t>
            </w:r>
            <w:proofErr w:type="gramEnd"/>
            <w:r w:rsidR="00E43AA2" w:rsidRPr="00E43AA2">
              <w:t xml:space="preserve"> </w:t>
            </w:r>
            <w:r w:rsidR="00B17B36">
              <w:t>trea</w:t>
            </w:r>
            <w:r w:rsidR="00F90C3F">
              <w:t>tment</w:t>
            </w:r>
            <w:r w:rsidR="00E43AA2" w:rsidRPr="00E43AA2">
              <w:t xml:space="preserve"> to mitigate t</w:t>
            </w:r>
            <w:r w:rsidR="00AB6DB8">
              <w:t>ree</w:t>
            </w:r>
            <w:r w:rsidR="00E43AA2" w:rsidRPr="00E43AA2">
              <w:t xml:space="preserve"> hazard</w:t>
            </w:r>
            <w:r w:rsidR="00144499">
              <w:t xml:space="preserve"> according to industry guidelines and workplace pro</w:t>
            </w:r>
            <w:r w:rsidR="00A139D5">
              <w:t>cedures</w:t>
            </w:r>
          </w:p>
        </w:tc>
      </w:tr>
      <w:tr w:rsidR="00577912" w:rsidRPr="00963A46" w14:paraId="09340531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75A990FC" w14:textId="2F9E5793" w:rsidR="00577912" w:rsidRPr="00577912" w:rsidRDefault="006B442D" w:rsidP="00577912">
            <w:pPr>
              <w:pStyle w:val="SIText"/>
            </w:pPr>
            <w:r>
              <w:t>3</w:t>
            </w:r>
            <w:r w:rsidR="00577912" w:rsidRPr="00577912">
              <w:t xml:space="preserve">. Conduct </w:t>
            </w:r>
            <w:bookmarkStart w:id="3" w:name="_Hlk88069213"/>
            <w:r w:rsidR="00577912" w:rsidRPr="00577912">
              <w:t xml:space="preserve">assessment of health </w:t>
            </w:r>
            <w:r w:rsidR="00733594">
              <w:t xml:space="preserve">and values </w:t>
            </w:r>
            <w:r w:rsidR="00577912" w:rsidRPr="00577912">
              <w:t>of fire damaged or fire affected tree</w:t>
            </w:r>
            <w:bookmarkEnd w:id="3"/>
          </w:p>
        </w:tc>
        <w:tc>
          <w:tcPr>
            <w:tcW w:w="3604" w:type="pct"/>
            <w:shd w:val="clear" w:color="auto" w:fill="auto"/>
          </w:tcPr>
          <w:p w14:paraId="169F27C8" w14:textId="569D59A1" w:rsidR="00302BBD" w:rsidRPr="00C02E7C" w:rsidRDefault="00302BBD" w:rsidP="00584865">
            <w:pPr>
              <w:pStyle w:val="SIText"/>
            </w:pPr>
            <w:r>
              <w:t>3</w:t>
            </w:r>
            <w:r w:rsidRPr="00C02E7C">
              <w:t>.</w:t>
            </w:r>
            <w:r w:rsidR="00A05164">
              <w:t>1</w:t>
            </w:r>
            <w:r w:rsidRPr="00C02E7C">
              <w:t xml:space="preserve"> Determine </w:t>
            </w:r>
            <w:r w:rsidR="00A05164">
              <w:t xml:space="preserve">fire </w:t>
            </w:r>
            <w:r w:rsidRPr="00C02E7C">
              <w:t xml:space="preserve">impact </w:t>
            </w:r>
            <w:r w:rsidR="00A05164">
              <w:t xml:space="preserve">on </w:t>
            </w:r>
            <w:r w:rsidRPr="00C02E7C">
              <w:t>so</w:t>
            </w:r>
            <w:r w:rsidR="00E43AA2">
              <w:t>il</w:t>
            </w:r>
            <w:r w:rsidRPr="00C02E7C">
              <w:t xml:space="preserve"> </w:t>
            </w:r>
            <w:r w:rsidR="00A05164">
              <w:t xml:space="preserve">and its properties, and </w:t>
            </w:r>
            <w:proofErr w:type="gramStart"/>
            <w:r w:rsidR="00A05164">
              <w:t>subsequent</w:t>
            </w:r>
            <w:proofErr w:type="gramEnd"/>
            <w:r w:rsidR="00A05164">
              <w:t xml:space="preserve"> effects of soil</w:t>
            </w:r>
            <w:r w:rsidRPr="00C02E7C">
              <w:t xml:space="preserve"> on tree root and sap function</w:t>
            </w:r>
          </w:p>
          <w:p w14:paraId="5B92E738" w14:textId="40B7CE1F" w:rsidR="00BC37CF" w:rsidRDefault="00BC37CF" w:rsidP="00BA0D70">
            <w:pPr>
              <w:pStyle w:val="SIText"/>
            </w:pPr>
            <w:r w:rsidRPr="00BC37CF">
              <w:t>3.</w:t>
            </w:r>
            <w:r w:rsidR="00A05164">
              <w:t>2</w:t>
            </w:r>
            <w:r w:rsidR="00A05164" w:rsidRPr="00BC37CF">
              <w:t xml:space="preserve"> </w:t>
            </w:r>
            <w:r w:rsidRPr="00BC37CF">
              <w:t xml:space="preserve">Assess solid components of tree and </w:t>
            </w:r>
            <w:proofErr w:type="gramStart"/>
            <w:r w:rsidRPr="00BC37CF">
              <w:t>determine</w:t>
            </w:r>
            <w:proofErr w:type="gramEnd"/>
            <w:r w:rsidRPr="00BC37CF">
              <w:t xml:space="preserve"> whether there is adequate wood present to sustain tree </w:t>
            </w:r>
          </w:p>
          <w:p w14:paraId="5CBC0907" w14:textId="3BF7D749" w:rsidR="007F18FC" w:rsidRPr="00577912" w:rsidRDefault="007E6DED" w:rsidP="00BA0D70">
            <w:pPr>
              <w:pStyle w:val="SIText"/>
            </w:pPr>
            <w:r>
              <w:t>3.</w:t>
            </w:r>
            <w:r w:rsidR="00A05164">
              <w:t xml:space="preserve">3 </w:t>
            </w:r>
            <w:r w:rsidR="00577912" w:rsidRPr="00577912">
              <w:t xml:space="preserve">Assess </w:t>
            </w:r>
            <w:bookmarkStart w:id="4" w:name="_Hlk88069237"/>
            <w:bookmarkStart w:id="5" w:name="_Hlk88045807"/>
            <w:r w:rsidR="00577912" w:rsidRPr="00577912">
              <w:t xml:space="preserve">post-fire survivability </w:t>
            </w:r>
            <w:bookmarkEnd w:id="4"/>
            <w:r w:rsidR="00577912" w:rsidRPr="00577912">
              <w:t xml:space="preserve">of </w:t>
            </w:r>
            <w:r w:rsidR="007F18FC">
              <w:t>tree</w:t>
            </w:r>
            <w:r w:rsidR="00577912" w:rsidRPr="00577912">
              <w:t xml:space="preserve"> </w:t>
            </w:r>
            <w:r w:rsidR="00E77AE7">
              <w:t xml:space="preserve">based on </w:t>
            </w:r>
            <w:r w:rsidR="008435EF">
              <w:t>its species</w:t>
            </w:r>
            <w:r w:rsidR="00E77AE7">
              <w:t xml:space="preserve">, fire damage and </w:t>
            </w:r>
            <w:r w:rsidR="008435EF">
              <w:t>e</w:t>
            </w:r>
            <w:r w:rsidR="00803C2C" w:rsidRPr="00A9512C">
              <w:t>stimate</w:t>
            </w:r>
            <w:r w:rsidR="008435EF">
              <w:t>d</w:t>
            </w:r>
            <w:r w:rsidR="00803C2C" w:rsidRPr="00A9512C">
              <w:t xml:space="preserve"> age </w:t>
            </w:r>
            <w:r w:rsidR="00803C2C" w:rsidRPr="00803C2C">
              <w:t xml:space="preserve">and dimensions </w:t>
            </w:r>
          </w:p>
          <w:p w14:paraId="7A6ED6D1" w14:textId="7258B43D" w:rsidR="00577912" w:rsidRPr="00577912" w:rsidRDefault="006B442D">
            <w:pPr>
              <w:pStyle w:val="SIText"/>
            </w:pPr>
            <w:r>
              <w:t>3</w:t>
            </w:r>
            <w:r w:rsidR="00577912">
              <w:t>.</w:t>
            </w:r>
            <w:r w:rsidR="00A05164">
              <w:t xml:space="preserve">4 </w:t>
            </w:r>
            <w:r w:rsidR="00577912">
              <w:t xml:space="preserve">Assess </w:t>
            </w:r>
            <w:bookmarkStart w:id="6" w:name="_Hlk88069251"/>
            <w:r>
              <w:t xml:space="preserve">ecological, </w:t>
            </w:r>
            <w:proofErr w:type="gramStart"/>
            <w:r w:rsidR="00577912">
              <w:t>cultural</w:t>
            </w:r>
            <w:proofErr w:type="gramEnd"/>
            <w:r w:rsidR="00577912">
              <w:t xml:space="preserve"> and </w:t>
            </w:r>
            <w:r>
              <w:t xml:space="preserve">economic </w:t>
            </w:r>
            <w:r w:rsidR="00577912">
              <w:t xml:space="preserve">value of </w:t>
            </w:r>
            <w:r w:rsidR="00F83AA2">
              <w:t>tree</w:t>
            </w:r>
            <w:bookmarkEnd w:id="5"/>
            <w:bookmarkEnd w:id="6"/>
          </w:p>
        </w:tc>
      </w:tr>
      <w:tr w:rsidR="00577912" w:rsidRPr="00963A46" w14:paraId="2129E529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22249D0F" w14:textId="7C056267" w:rsidR="00577912" w:rsidRPr="00577912" w:rsidRDefault="00577912" w:rsidP="00577912">
            <w:pPr>
              <w:pStyle w:val="SIText"/>
            </w:pPr>
            <w:r>
              <w:lastRenderedPageBreak/>
              <w:t xml:space="preserve">4. </w:t>
            </w:r>
            <w:r w:rsidRPr="00577912">
              <w:t>Assess options for treatment of fire damaged or fire affected tree</w:t>
            </w:r>
          </w:p>
        </w:tc>
        <w:tc>
          <w:tcPr>
            <w:tcW w:w="3604" w:type="pct"/>
            <w:shd w:val="clear" w:color="auto" w:fill="auto"/>
          </w:tcPr>
          <w:p w14:paraId="54C49B11" w14:textId="05380891" w:rsidR="001A192C" w:rsidRDefault="00577912" w:rsidP="001F4067">
            <w:pPr>
              <w:pStyle w:val="SIText"/>
            </w:pPr>
            <w:bookmarkStart w:id="7" w:name="_Hlk88069283"/>
            <w:r>
              <w:t>4.</w:t>
            </w:r>
            <w:r w:rsidR="00FC3F21">
              <w:t>1</w:t>
            </w:r>
            <w:r w:rsidR="00FC3F21" w:rsidRPr="00577912">
              <w:t xml:space="preserve"> </w:t>
            </w:r>
            <w:r w:rsidR="009466BE">
              <w:t>Determine</w:t>
            </w:r>
            <w:r w:rsidR="009466BE" w:rsidRPr="00577912">
              <w:t xml:space="preserve"> </w:t>
            </w:r>
            <w:r w:rsidRPr="00577912">
              <w:t>treatment options for tree</w:t>
            </w:r>
            <w:r w:rsidR="002022D1">
              <w:t xml:space="preserve"> </w:t>
            </w:r>
            <w:proofErr w:type="gramStart"/>
            <w:r w:rsidR="00B00AEE" w:rsidRPr="00B00AEE">
              <w:t>taking into account</w:t>
            </w:r>
            <w:proofErr w:type="gramEnd"/>
            <w:r w:rsidR="00B00AEE" w:rsidRPr="00B00AEE">
              <w:t xml:space="preserve"> tree hazard, health and value assessment </w:t>
            </w:r>
            <w:r w:rsidR="00B00AEE">
              <w:t xml:space="preserve">and </w:t>
            </w:r>
            <w:r w:rsidR="002022D1">
              <w:t>according to industry guidelines and</w:t>
            </w:r>
            <w:r w:rsidR="00B00AEE">
              <w:t xml:space="preserve"> agency approved procedure</w:t>
            </w:r>
            <w:r w:rsidR="003C4E59">
              <w:t>s</w:t>
            </w:r>
            <w:r w:rsidR="002022D1">
              <w:t xml:space="preserve"> </w:t>
            </w:r>
            <w:r w:rsidRPr="00577912">
              <w:t xml:space="preserve"> </w:t>
            </w:r>
            <w:bookmarkEnd w:id="7"/>
          </w:p>
          <w:p w14:paraId="6AD50012" w14:textId="5CC66631" w:rsidR="005227C5" w:rsidRDefault="001A192C" w:rsidP="003533CA">
            <w:pPr>
              <w:pStyle w:val="SIText"/>
            </w:pPr>
            <w:r>
              <w:t>4.</w:t>
            </w:r>
            <w:r w:rsidR="00FC3F21">
              <w:t xml:space="preserve">2 </w:t>
            </w:r>
            <w:r w:rsidRPr="00B93377">
              <w:t xml:space="preserve">Mark tree </w:t>
            </w:r>
            <w:r w:rsidR="004745DA">
              <w:t>for treatment</w:t>
            </w:r>
            <w:r w:rsidR="00BD6B33">
              <w:t xml:space="preserve"> according to industry guidelines and agency approved procedures</w:t>
            </w:r>
          </w:p>
          <w:p w14:paraId="43B0A675" w14:textId="2EA437BA" w:rsidR="00E03A10" w:rsidRPr="00577912" w:rsidRDefault="005227C5" w:rsidP="003533CA">
            <w:pPr>
              <w:pStyle w:val="SIText"/>
            </w:pPr>
            <w:r>
              <w:t>4.3 R</w:t>
            </w:r>
            <w:r w:rsidR="008772E4">
              <w:t>ecord</w:t>
            </w:r>
            <w:r w:rsidR="00BF73AB">
              <w:t xml:space="preserve"> </w:t>
            </w:r>
            <w:r w:rsidR="008772E4">
              <w:t xml:space="preserve">position of tree using </w:t>
            </w:r>
            <w:r w:rsidR="006F3871" w:rsidRPr="006F3871">
              <w:t>Global Navigation Satellite System (GNSS)</w:t>
            </w:r>
            <w:r w:rsidR="00950BA3">
              <w:t xml:space="preserve"> or manual mapping</w:t>
            </w:r>
          </w:p>
          <w:p w14:paraId="71A9FBB3" w14:textId="6CA3188C" w:rsidR="00577912" w:rsidRPr="00577912" w:rsidRDefault="00E03A10" w:rsidP="00B21D60">
            <w:pPr>
              <w:pStyle w:val="SIText"/>
            </w:pPr>
            <w:r>
              <w:t>4.</w:t>
            </w:r>
            <w:r w:rsidR="00A01FFB">
              <w:t>4</w:t>
            </w:r>
            <w:r w:rsidR="00FC3F21">
              <w:t xml:space="preserve"> </w:t>
            </w:r>
            <w:r w:rsidRPr="00577912">
              <w:t xml:space="preserve">Record and report outcomes of </w:t>
            </w:r>
            <w:r>
              <w:t xml:space="preserve">tree assessment </w:t>
            </w:r>
            <w:r w:rsidR="00A01FFB">
              <w:t>including proposed</w:t>
            </w:r>
            <w:r>
              <w:t xml:space="preserve"> </w:t>
            </w:r>
            <w:r w:rsidRPr="00E03A10">
              <w:t>treatment</w:t>
            </w:r>
            <w:r w:rsidR="005227C5">
              <w:t xml:space="preserve"> </w:t>
            </w:r>
            <w:r w:rsidRPr="00E03A10">
              <w:t>to appropriate personnel</w:t>
            </w:r>
            <w:r w:rsidRPr="00E03A10" w:rsidDel="0079366C">
              <w:t xml:space="preserve"> 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4B399226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FB5471">
              <w:t xml:space="preserve">complex </w:t>
            </w:r>
            <w:r w:rsidR="00151EF6">
              <w:t xml:space="preserve">workplace </w:t>
            </w:r>
            <w:r w:rsidR="00EC0578">
              <w:t>documentation on post</w:t>
            </w:r>
            <w:r w:rsidR="00AC4164">
              <w:t>-</w:t>
            </w:r>
            <w:r w:rsidR="00EC0578">
              <w:t>bushfire survival indicators for different tree species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directly relevant to role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2E4EAB7A" w:rsidR="00173FAE" w:rsidRPr="00173FAE" w:rsidRDefault="00E66CA1" w:rsidP="00B21D60">
            <w:pPr>
              <w:pStyle w:val="SIText"/>
            </w:pPr>
            <w:r w:rsidRPr="00E66CA1">
              <w:t>AHCARB6XXX</w:t>
            </w:r>
            <w:r w:rsidRPr="00E66CA1" w:rsidDel="00997032">
              <w:t xml:space="preserve"> </w:t>
            </w:r>
            <w:r w:rsidR="003326F7" w:rsidRPr="003326F7">
              <w:t>Conduct complex tree hazard and health assessment post-fire</w:t>
            </w:r>
            <w:r w:rsidR="003326F7" w:rsidRPr="003326F7" w:rsidDel="003533CA">
              <w:t xml:space="preserve"> 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75160E00" w:rsidR="00556C4C" w:rsidRPr="000754EC" w:rsidRDefault="00556C4C" w:rsidP="00BA0D70">
            <w:pPr>
              <w:pStyle w:val="SIHeading2"/>
            </w:pPr>
            <w:r w:rsidRPr="00F56827">
              <w:t xml:space="preserve">Assessment requirements for </w:t>
            </w:r>
            <w:r w:rsidR="00E66CA1" w:rsidRPr="00E66CA1">
              <w:t>AHCARB6XXX</w:t>
            </w:r>
            <w:r w:rsidR="00997032" w:rsidRPr="00EC0578">
              <w:t xml:space="preserve"> </w:t>
            </w:r>
            <w:r w:rsidR="003326F7" w:rsidRPr="003326F7">
              <w:t>Conduct complex tree hazard and health assessment post-fire</w:t>
            </w:r>
            <w:r w:rsidR="003326F7" w:rsidRPr="003326F7" w:rsidDel="003533CA">
              <w:t xml:space="preserve"> 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60DADA40" w:rsidR="00FC325D" w:rsidRDefault="00FC325D" w:rsidP="0035416A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46F3B406" w14:textId="77777777" w:rsidR="005E304C" w:rsidRPr="00FC325D" w:rsidRDefault="005E304C" w:rsidP="0035416A">
            <w:pPr>
              <w:pStyle w:val="SIText"/>
            </w:pPr>
          </w:p>
          <w:p w14:paraId="218C8EF0" w14:textId="7C7F473A" w:rsidR="00046EAA" w:rsidRDefault="008E2FD6" w:rsidP="00AB7C42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EC0578">
              <w:t xml:space="preserve">assessed the </w:t>
            </w:r>
            <w:r w:rsidR="00B21D60">
              <w:t xml:space="preserve">hazard, </w:t>
            </w:r>
            <w:proofErr w:type="gramStart"/>
            <w:r w:rsidR="00B21D60">
              <w:t>health</w:t>
            </w:r>
            <w:proofErr w:type="gramEnd"/>
            <w:r w:rsidR="00B21D60">
              <w:t xml:space="preserve"> and value status of</w:t>
            </w:r>
            <w:r w:rsidR="00EC0578">
              <w:t xml:space="preserve"> </w:t>
            </w:r>
            <w:r w:rsidR="001A5C97">
              <w:t xml:space="preserve">five </w:t>
            </w:r>
            <w:r w:rsidR="00EC0578">
              <w:t xml:space="preserve">fire damaged or fire </w:t>
            </w:r>
            <w:r w:rsidR="00AC4164">
              <w:t>affected</w:t>
            </w:r>
            <w:r w:rsidR="00EC0578">
              <w:t xml:space="preserve"> trees</w:t>
            </w:r>
            <w:r w:rsidR="00B21D60">
              <w:t>,</w:t>
            </w:r>
            <w:r w:rsidR="00AB7C42">
              <w:t xml:space="preserve"> </w:t>
            </w:r>
            <w:r w:rsidR="00B21D60">
              <w:t>each of which</w:t>
            </w:r>
            <w:r w:rsidR="00AB7C42">
              <w:t xml:space="preserve"> must be </w:t>
            </w:r>
            <w:r w:rsidR="00B21D60">
              <w:t xml:space="preserve">a </w:t>
            </w:r>
            <w:r w:rsidR="00AB7C42">
              <w:t>different species</w:t>
            </w:r>
            <w:r w:rsidR="0017716E">
              <w:t xml:space="preserve">. </w:t>
            </w:r>
          </w:p>
          <w:p w14:paraId="47BC77D4" w14:textId="77777777" w:rsidR="00046EAA" w:rsidRDefault="00046EAA" w:rsidP="00AB7C42">
            <w:pPr>
              <w:pStyle w:val="SIText"/>
            </w:pPr>
          </w:p>
          <w:p w14:paraId="5484EB7F" w14:textId="77777777" w:rsidR="00046EAA" w:rsidRPr="00046EAA" w:rsidRDefault="00046EAA" w:rsidP="00046EAA">
            <w:pPr>
              <w:pStyle w:val="SIText"/>
            </w:pPr>
            <w:r w:rsidRPr="00046EAA">
              <w:t>In performing each of these activities, the individual has:</w:t>
            </w:r>
          </w:p>
          <w:p w14:paraId="28C62FA2" w14:textId="5BCE6C74" w:rsidR="005E41AE" w:rsidRDefault="005E41AE" w:rsidP="00BA0D70">
            <w:pPr>
              <w:pStyle w:val="SIBulletList1"/>
            </w:pPr>
            <w:proofErr w:type="gramStart"/>
            <w:r>
              <w:t>complied with</w:t>
            </w:r>
            <w:proofErr w:type="gramEnd"/>
            <w:r>
              <w:t xml:space="preserve"> </w:t>
            </w:r>
            <w:r w:rsidRPr="00C211B7">
              <w:t xml:space="preserve">safety </w:t>
            </w:r>
            <w:r>
              <w:t>requirements</w:t>
            </w:r>
            <w:r w:rsidRPr="00C211B7">
              <w:t>, including use of personal protective equipment</w:t>
            </w:r>
          </w:p>
          <w:p w14:paraId="42F8EEC5" w14:textId="78DFC816" w:rsidR="003D53C0" w:rsidRDefault="000F1EA6" w:rsidP="00BA0D70">
            <w:pPr>
              <w:pStyle w:val="SIBulletList1"/>
            </w:pPr>
            <w:r>
              <w:t xml:space="preserve">conducted a dynamic risk assessment </w:t>
            </w:r>
            <w:r w:rsidR="00643BD5">
              <w:t xml:space="preserve">of the route to </w:t>
            </w:r>
            <w:r>
              <w:t xml:space="preserve">and </w:t>
            </w:r>
            <w:r w:rsidR="00417D5C">
              <w:t>areas around</w:t>
            </w:r>
            <w:r>
              <w:t xml:space="preserve"> the tree</w:t>
            </w:r>
          </w:p>
          <w:p w14:paraId="2C4F8C60" w14:textId="32562BE5" w:rsidR="005E41AE" w:rsidRDefault="005E41AE" w:rsidP="00BA0D70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risks posed by </w:t>
            </w:r>
            <w:r w:rsidR="00CE18E0">
              <w:t>the</w:t>
            </w:r>
            <w:r w:rsidR="00A66DFE" w:rsidRPr="00A66DFE">
              <w:t xml:space="preserve"> tree </w:t>
            </w:r>
          </w:p>
          <w:p w14:paraId="73358AEE" w14:textId="54FF6918" w:rsidR="007A3623" w:rsidRDefault="005E41AE" w:rsidP="00BA0D70">
            <w:pPr>
              <w:pStyle w:val="SIBulletList1"/>
            </w:pPr>
            <w:r>
              <w:t>a</w:t>
            </w:r>
            <w:r w:rsidRPr="00577912">
              <w:t>ssess</w:t>
            </w:r>
            <w:r>
              <w:t xml:space="preserve">ed </w:t>
            </w:r>
            <w:r w:rsidR="001A25B1" w:rsidRPr="00577912">
              <w:t xml:space="preserve">post-fire survivability </w:t>
            </w:r>
            <w:r w:rsidR="001A25B1">
              <w:t xml:space="preserve">of </w:t>
            </w:r>
            <w:r w:rsidR="00D821C1" w:rsidRPr="00A66DFE">
              <w:t xml:space="preserve">tree </w:t>
            </w:r>
          </w:p>
          <w:p w14:paraId="77671A6B" w14:textId="046F6220" w:rsidR="005E41AE" w:rsidRDefault="00D821C1" w:rsidP="00BA0D70">
            <w:pPr>
              <w:pStyle w:val="SIBulletList1"/>
            </w:pPr>
            <w:r>
              <w:t xml:space="preserve">assessed </w:t>
            </w:r>
            <w:r w:rsidR="005E41AE">
              <w:t xml:space="preserve">ecological, </w:t>
            </w:r>
            <w:proofErr w:type="gramStart"/>
            <w:r w:rsidR="005E41AE">
              <w:t>cultural</w:t>
            </w:r>
            <w:proofErr w:type="gramEnd"/>
            <w:r w:rsidR="005E41AE">
              <w:t xml:space="preserve"> and economic value of </w:t>
            </w:r>
            <w:r w:rsidR="000D7209">
              <w:t>the</w:t>
            </w:r>
            <w:r w:rsidR="00A66DFE" w:rsidRPr="00A66DFE">
              <w:t xml:space="preserve"> </w:t>
            </w:r>
            <w:r w:rsidR="005E41AE">
              <w:t>tree</w:t>
            </w:r>
          </w:p>
          <w:p w14:paraId="05686F91" w14:textId="5F55BDA2" w:rsidR="005E41AE" w:rsidRDefault="00376F59" w:rsidP="00BA0D70">
            <w:pPr>
              <w:pStyle w:val="SIBulletList1"/>
            </w:pPr>
            <w:r>
              <w:t xml:space="preserve">determined </w:t>
            </w:r>
            <w:r w:rsidR="005E41AE">
              <w:t>treatment options</w:t>
            </w:r>
            <w:r w:rsidR="00261B49" w:rsidRPr="00AB7C42">
              <w:t xml:space="preserve"> </w:t>
            </w:r>
            <w:r w:rsidR="00261B49">
              <w:t xml:space="preserve">for </w:t>
            </w:r>
            <w:r w:rsidR="000D7209">
              <w:t>the</w:t>
            </w:r>
            <w:r w:rsidR="00261B49" w:rsidRPr="00261B49">
              <w:t xml:space="preserve"> tree</w:t>
            </w:r>
          </w:p>
          <w:p w14:paraId="1B35CB00" w14:textId="23FF1FD2" w:rsidR="000E714F" w:rsidRPr="000754EC" w:rsidRDefault="00AB7C42" w:rsidP="004159B4">
            <w:pPr>
              <w:pStyle w:val="SIBulletList1"/>
            </w:pPr>
            <w:r>
              <w:t>r</w:t>
            </w:r>
            <w:r w:rsidRPr="00AB7C42">
              <w:t xml:space="preserve">eported on </w:t>
            </w:r>
            <w:r w:rsidR="005E41AE">
              <w:t xml:space="preserve">assessment and </w:t>
            </w:r>
            <w:r w:rsidR="00FE3148">
              <w:t xml:space="preserve">treatment </w:t>
            </w:r>
            <w:r w:rsidRPr="00AB7C42">
              <w:t xml:space="preserve">options for </w:t>
            </w:r>
            <w:r w:rsidR="003211FE">
              <w:t>the</w:t>
            </w:r>
            <w:r w:rsidRPr="00AB7C42">
              <w:t xml:space="preserve"> tree</w:t>
            </w:r>
            <w:r w:rsidR="005E41AE">
              <w:t>.</w:t>
            </w:r>
            <w:r w:rsidRPr="00AB7C42"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</w:p>
          <w:p w14:paraId="3536BDC6" w14:textId="4D136153" w:rsidR="00050094" w:rsidRPr="00050094" w:rsidRDefault="00050094" w:rsidP="00FE3148">
            <w:pPr>
              <w:pStyle w:val="SIBulletList1"/>
            </w:pPr>
            <w:r w:rsidRPr="00050094">
              <w:t>safe work procedures</w:t>
            </w:r>
            <w:r w:rsidR="00AA3EDC">
              <w:t xml:space="preserve"> as they apply to </w:t>
            </w:r>
            <w:r w:rsidR="00AA3EDC" w:rsidRPr="00AB7C42">
              <w:t xml:space="preserve">bushfire </w:t>
            </w:r>
            <w:r w:rsidR="00AA3EDC" w:rsidRPr="00AA3EDC">
              <w:t>containment and recovery operations</w:t>
            </w:r>
          </w:p>
          <w:p w14:paraId="7E092B4B" w14:textId="5085BF45" w:rsidR="00050094" w:rsidRDefault="002D7063" w:rsidP="00FE3148">
            <w:pPr>
              <w:pStyle w:val="SIBulletList1"/>
            </w:pPr>
            <w:r>
              <w:t xml:space="preserve">workplace </w:t>
            </w:r>
            <w:r w:rsidR="00050094" w:rsidRPr="00050094">
              <w:t>hazards</w:t>
            </w:r>
            <w:r w:rsidR="00AA3EDC">
              <w:t xml:space="preserve"> </w:t>
            </w:r>
            <w:r w:rsidR="00050094" w:rsidRPr="00050094">
              <w:t xml:space="preserve">and associated risks </w:t>
            </w:r>
            <w:r w:rsidR="00AA3EDC">
              <w:t xml:space="preserve">and controls </w:t>
            </w:r>
            <w:r w:rsidR="00050094" w:rsidRPr="00050094">
              <w:t xml:space="preserve">in </w:t>
            </w:r>
            <w:r w:rsidR="00AB7C42" w:rsidRPr="00AB7C42">
              <w:t xml:space="preserve">bushfire </w:t>
            </w:r>
            <w:r w:rsidR="005E304C">
              <w:t>containment</w:t>
            </w:r>
            <w:r w:rsidR="001404CD">
              <w:t xml:space="preserve">, </w:t>
            </w:r>
            <w:r w:rsidR="005E304C">
              <w:t>recovery</w:t>
            </w:r>
            <w:r w:rsidR="00AB7C42" w:rsidRPr="00AB7C42">
              <w:t xml:space="preserve"> </w:t>
            </w:r>
            <w:r w:rsidR="001404CD">
              <w:t xml:space="preserve">and controlled burning </w:t>
            </w:r>
            <w:r w:rsidR="00AB7C42" w:rsidRPr="00AB7C42">
              <w:t>operations</w:t>
            </w:r>
            <w:r w:rsidR="003533CA">
              <w:t>,</w:t>
            </w:r>
            <w:r w:rsidR="0007203E">
              <w:t xml:space="preserve"> including those associated with fire </w:t>
            </w:r>
            <w:r w:rsidR="00AC4164">
              <w:t>affected</w:t>
            </w:r>
            <w:r w:rsidR="0007203E">
              <w:t xml:space="preserve"> and fire damaged trees</w:t>
            </w:r>
          </w:p>
          <w:p w14:paraId="2E35D4F4" w14:textId="10F18BB4" w:rsidR="001F1931" w:rsidRDefault="00AB7C42" w:rsidP="00FE314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e</w:t>
            </w:r>
            <w:r w:rsidR="001F1931">
              <w:rPr>
                <w:rFonts w:eastAsiaTheme="minorHAnsi"/>
              </w:rPr>
              <w:t>ffects of fire on trees</w:t>
            </w:r>
            <w:r w:rsidR="005C24A7">
              <w:rPr>
                <w:rFonts w:eastAsiaTheme="minorHAnsi"/>
              </w:rPr>
              <w:t xml:space="preserve"> including</w:t>
            </w:r>
            <w:r w:rsidR="00F122E8">
              <w:rPr>
                <w:rFonts w:eastAsiaTheme="minorHAnsi"/>
              </w:rPr>
              <w:t>:</w:t>
            </w:r>
          </w:p>
          <w:p w14:paraId="0876566C" w14:textId="39123470" w:rsidR="001F1931" w:rsidRPr="0007203E" w:rsidRDefault="001F1931" w:rsidP="00FE3148">
            <w:pPr>
              <w:pStyle w:val="SIBulletList2"/>
              <w:rPr>
                <w:rFonts w:eastAsiaTheme="minorHAnsi"/>
              </w:rPr>
            </w:pPr>
            <w:r w:rsidRPr="0007203E">
              <w:rPr>
                <w:rFonts w:eastAsiaTheme="minorHAnsi"/>
              </w:rPr>
              <w:t xml:space="preserve">first order effects </w:t>
            </w:r>
            <w:r w:rsidR="00F122E8">
              <w:rPr>
                <w:rFonts w:eastAsiaTheme="minorHAnsi"/>
              </w:rPr>
              <w:t>including</w:t>
            </w:r>
            <w:r w:rsidRPr="0007203E">
              <w:rPr>
                <w:rFonts w:eastAsiaTheme="minorHAnsi"/>
              </w:rPr>
              <w:t xml:space="preserve"> foliage and bud necrosis, </w:t>
            </w:r>
            <w:proofErr w:type="gramStart"/>
            <w:r w:rsidRPr="0007203E">
              <w:rPr>
                <w:rFonts w:eastAsiaTheme="minorHAnsi"/>
              </w:rPr>
              <w:t>cambium</w:t>
            </w:r>
            <w:proofErr w:type="gramEnd"/>
            <w:r w:rsidRPr="0007203E">
              <w:rPr>
                <w:rFonts w:eastAsiaTheme="minorHAnsi"/>
              </w:rPr>
              <w:t xml:space="preserve"> and phloem necrosis, </w:t>
            </w:r>
            <w:proofErr w:type="spellStart"/>
            <w:r w:rsidRPr="0007203E">
              <w:rPr>
                <w:rFonts w:eastAsiaTheme="minorHAnsi"/>
              </w:rPr>
              <w:t>xcylem</w:t>
            </w:r>
            <w:proofErr w:type="spellEnd"/>
            <w:r w:rsidRPr="0007203E">
              <w:rPr>
                <w:rFonts w:eastAsiaTheme="minorHAnsi"/>
              </w:rPr>
              <w:t xml:space="preserve"> hydraulic impairments, fine root necrosis </w:t>
            </w:r>
          </w:p>
          <w:p w14:paraId="397123CC" w14:textId="0A727FB6" w:rsidR="001F1931" w:rsidRPr="0007203E" w:rsidRDefault="001F1931" w:rsidP="00FE3148">
            <w:pPr>
              <w:pStyle w:val="SIBulletList2"/>
              <w:rPr>
                <w:rFonts w:eastAsiaTheme="minorHAnsi"/>
              </w:rPr>
            </w:pPr>
            <w:r w:rsidRPr="0007203E">
              <w:rPr>
                <w:rFonts w:eastAsiaTheme="minorHAnsi"/>
              </w:rPr>
              <w:t xml:space="preserve">second order effects </w:t>
            </w:r>
            <w:r w:rsidR="00F122E8">
              <w:rPr>
                <w:rFonts w:eastAsiaTheme="minorHAnsi"/>
              </w:rPr>
              <w:t>including</w:t>
            </w:r>
            <w:r w:rsidRPr="0007203E">
              <w:rPr>
                <w:rFonts w:eastAsiaTheme="minorHAnsi"/>
              </w:rPr>
              <w:t xml:space="preserve"> </w:t>
            </w:r>
            <w:r w:rsidR="000755AA" w:rsidRPr="0007203E">
              <w:rPr>
                <w:rFonts w:eastAsiaTheme="minorHAnsi"/>
              </w:rPr>
              <w:t>photosynthesis</w:t>
            </w:r>
            <w:r w:rsidRPr="0007203E">
              <w:rPr>
                <w:rFonts w:eastAsiaTheme="minorHAnsi"/>
              </w:rPr>
              <w:t xml:space="preserve"> and </w:t>
            </w:r>
            <w:r w:rsidR="000755AA" w:rsidRPr="0007203E">
              <w:rPr>
                <w:rFonts w:eastAsiaTheme="minorHAnsi"/>
              </w:rPr>
              <w:t xml:space="preserve">carbohydrate </w:t>
            </w:r>
            <w:r w:rsidRPr="0007203E">
              <w:rPr>
                <w:rFonts w:eastAsiaTheme="minorHAnsi"/>
              </w:rPr>
              <w:t xml:space="preserve">supply </w:t>
            </w:r>
            <w:r w:rsidR="000755AA" w:rsidRPr="0007203E">
              <w:rPr>
                <w:rFonts w:eastAsiaTheme="minorHAnsi"/>
              </w:rPr>
              <w:t>limitations, water uptake and transport restrictions, biotic attacks</w:t>
            </w:r>
          </w:p>
          <w:p w14:paraId="2B2DC01E" w14:textId="60403CE2" w:rsidR="00AB40DC" w:rsidRPr="00BA0D70" w:rsidRDefault="00AB40DC" w:rsidP="00F122E8">
            <w:pPr>
              <w:pStyle w:val="SIBulletList1"/>
              <w:rPr>
                <w:rFonts w:eastAsiaTheme="minorHAnsi"/>
              </w:rPr>
            </w:pPr>
            <w:r>
              <w:t>e</w:t>
            </w:r>
            <w:r w:rsidRPr="00AB40DC">
              <w:t xml:space="preserve">xternal </w:t>
            </w:r>
            <w:r w:rsidR="00460E37">
              <w:t>factors</w:t>
            </w:r>
            <w:r w:rsidRPr="00AB40DC">
              <w:t xml:space="preserve"> that increase potential tree hazard</w:t>
            </w:r>
            <w:r w:rsidR="005C24A7">
              <w:t xml:space="preserve"> including</w:t>
            </w:r>
            <w:r>
              <w:t>:</w:t>
            </w:r>
          </w:p>
          <w:p w14:paraId="2CFC22CE" w14:textId="734BA785" w:rsidR="00AB40DC" w:rsidRDefault="00AB40DC" w:rsidP="00BA0D70">
            <w:pPr>
              <w:pStyle w:val="SIBulletList2"/>
            </w:pPr>
            <w:r>
              <w:t>wind exposure</w:t>
            </w:r>
          </w:p>
          <w:p w14:paraId="386690D4" w14:textId="334E1572" w:rsidR="00AB40DC" w:rsidRDefault="00AB40DC" w:rsidP="00BA0D70">
            <w:pPr>
              <w:pStyle w:val="SIBulletList2"/>
            </w:pPr>
            <w:r>
              <w:t>drought</w:t>
            </w:r>
          </w:p>
          <w:p w14:paraId="55998144" w14:textId="76EDEE5B" w:rsidR="00AB40DC" w:rsidRDefault="00AB40DC" w:rsidP="00BA0D70">
            <w:pPr>
              <w:pStyle w:val="SIBulletList2"/>
            </w:pPr>
            <w:r>
              <w:t>stress and insect infestation</w:t>
            </w:r>
          </w:p>
          <w:p w14:paraId="008EF8F5" w14:textId="7F07FB30" w:rsidR="00AB40DC" w:rsidRDefault="00AB40DC" w:rsidP="00BA0D70">
            <w:pPr>
              <w:pStyle w:val="SIBulletList2"/>
            </w:pPr>
            <w:r w:rsidRPr="00AB40DC">
              <w:t xml:space="preserve">excessive drainage problems from land management operations </w:t>
            </w:r>
          </w:p>
          <w:p w14:paraId="5E9066C3" w14:textId="18BD923C" w:rsidR="00AB40DC" w:rsidRPr="00AB40DC" w:rsidRDefault="00AB40DC" w:rsidP="00BA0D70">
            <w:pPr>
              <w:pStyle w:val="SIBulletList2"/>
            </w:pPr>
            <w:r w:rsidRPr="00AB40DC">
              <w:t xml:space="preserve">exposure to vibration from heavy plant or machinery </w:t>
            </w:r>
          </w:p>
          <w:p w14:paraId="354043EA" w14:textId="5FB97D46" w:rsidR="00B2789A" w:rsidRPr="00BA0D70" w:rsidRDefault="00B2789A" w:rsidP="00F122E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other hazards at the site </w:t>
            </w:r>
            <w:r w:rsidRPr="00AB40DC">
              <w:t>that increase potential tree hazard</w:t>
            </w:r>
            <w:r w:rsidR="005C24A7">
              <w:t xml:space="preserve"> including</w:t>
            </w:r>
            <w:r>
              <w:t>:</w:t>
            </w:r>
          </w:p>
          <w:p w14:paraId="5079A593" w14:textId="77777777" w:rsidR="00B2789A" w:rsidRDefault="00B2789A" w:rsidP="00BA0D70">
            <w:pPr>
              <w:pStyle w:val="SIBulletList2"/>
            </w:pPr>
            <w:r w:rsidRPr="00B2789A">
              <w:t>gas supplies</w:t>
            </w:r>
          </w:p>
          <w:p w14:paraId="253A9165" w14:textId="77777777" w:rsidR="00B2789A" w:rsidRDefault="00B2789A" w:rsidP="00BA0D70">
            <w:pPr>
              <w:pStyle w:val="SIBulletList2"/>
            </w:pPr>
            <w:r w:rsidRPr="00B2789A">
              <w:t>water supplies</w:t>
            </w:r>
          </w:p>
          <w:p w14:paraId="13E36859" w14:textId="77777777" w:rsidR="00B2789A" w:rsidRDefault="00B2789A" w:rsidP="00BA0D70">
            <w:pPr>
              <w:pStyle w:val="SIBulletList2"/>
            </w:pPr>
            <w:r w:rsidRPr="00B2789A">
              <w:t>powerlines (above and below ground)</w:t>
            </w:r>
          </w:p>
          <w:p w14:paraId="3D2224F0" w14:textId="77777777" w:rsidR="00B2789A" w:rsidRDefault="00B2789A" w:rsidP="00BA0D70">
            <w:pPr>
              <w:pStyle w:val="SIBulletList2"/>
            </w:pPr>
            <w:r w:rsidRPr="00B2789A">
              <w:t>adjacent buildings</w:t>
            </w:r>
          </w:p>
          <w:p w14:paraId="0EFE3374" w14:textId="006043E3" w:rsidR="00B2789A" w:rsidRDefault="00B2789A" w:rsidP="00BA0D70">
            <w:pPr>
              <w:pStyle w:val="SIBulletList2"/>
            </w:pPr>
            <w:r>
              <w:t xml:space="preserve">features of adjacent </w:t>
            </w:r>
            <w:r w:rsidRPr="00B2789A">
              <w:t xml:space="preserve">trees </w:t>
            </w:r>
          </w:p>
          <w:p w14:paraId="7CBA5D40" w14:textId="4A606CEC" w:rsidR="00AB40DC" w:rsidRDefault="00B2789A" w:rsidP="00BA0D70">
            <w:pPr>
              <w:pStyle w:val="SIBulletList2"/>
              <w:rPr>
                <w:rFonts w:eastAsiaTheme="minorHAnsi"/>
              </w:rPr>
            </w:pPr>
            <w:r w:rsidRPr="00B2789A">
              <w:t xml:space="preserve">terrain features </w:t>
            </w:r>
          </w:p>
          <w:p w14:paraId="073728DB" w14:textId="43427D52" w:rsidR="00A57C2A" w:rsidRPr="00A57C2A" w:rsidRDefault="00A57C2A" w:rsidP="00A57C2A">
            <w:pPr>
              <w:pStyle w:val="SIBulletList1"/>
            </w:pPr>
            <w:r>
              <w:t>characteristics of hazardous trees</w:t>
            </w:r>
            <w:r w:rsidR="005C24A7">
              <w:t xml:space="preserve"> including:</w:t>
            </w:r>
          </w:p>
          <w:p w14:paraId="78A752DE" w14:textId="6A7A556E" w:rsidR="00A57C2A" w:rsidRPr="00A57C2A" w:rsidRDefault="00A57C2A" w:rsidP="00A57C2A">
            <w:pPr>
              <w:pStyle w:val="SIBulletList2"/>
            </w:pPr>
            <w:r>
              <w:t>d</w:t>
            </w:r>
            <w:r w:rsidRPr="00A57C2A">
              <w:t xml:space="preserve">ead and/or decaying tree </w:t>
            </w:r>
            <w:r w:rsidR="003D384C">
              <w:t>and/</w:t>
            </w:r>
            <w:r w:rsidRPr="00A57C2A">
              <w:t>or major branches</w:t>
            </w:r>
          </w:p>
          <w:p w14:paraId="760F4E7D" w14:textId="71B3295D" w:rsidR="003D53C0" w:rsidRDefault="003D53C0" w:rsidP="00A57C2A">
            <w:pPr>
              <w:pStyle w:val="SIBulletList2"/>
            </w:pPr>
            <w:r>
              <w:t xml:space="preserve">evidence of </w:t>
            </w:r>
            <w:proofErr w:type="gramStart"/>
            <w:r>
              <w:t>previous</w:t>
            </w:r>
            <w:proofErr w:type="gramEnd"/>
            <w:r>
              <w:t xml:space="preserve"> damage, including burn or mechanical processes</w:t>
            </w:r>
          </w:p>
          <w:p w14:paraId="46230782" w14:textId="124B83E3" w:rsidR="00A57C2A" w:rsidRPr="00A57C2A" w:rsidRDefault="00A57C2A" w:rsidP="00A57C2A">
            <w:pPr>
              <w:pStyle w:val="SIBulletList2"/>
            </w:pPr>
            <w:r>
              <w:t>s</w:t>
            </w:r>
            <w:r w:rsidRPr="00A57C2A">
              <w:t>uspected loose or broken branches</w:t>
            </w:r>
          </w:p>
          <w:p w14:paraId="48E3DF9E" w14:textId="388B0722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 xml:space="preserve">vidence of longitudinal </w:t>
            </w:r>
            <w:r w:rsidR="00803C8C">
              <w:t>or torsion fractures</w:t>
            </w:r>
          </w:p>
          <w:p w14:paraId="69067E9F" w14:textId="77777777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>vidence of roots lifting or disturbed root system</w:t>
            </w:r>
          </w:p>
          <w:p w14:paraId="39348BE1" w14:textId="77777777" w:rsidR="00A57C2A" w:rsidRDefault="00A57C2A" w:rsidP="00A57C2A">
            <w:pPr>
              <w:pStyle w:val="SIBulletList2"/>
            </w:pPr>
            <w:r>
              <w:t>s</w:t>
            </w:r>
            <w:r w:rsidRPr="00A57C2A">
              <w:t>ignificant lean with indicators of failure</w:t>
            </w:r>
          </w:p>
          <w:p w14:paraId="26807403" w14:textId="748F7C5A" w:rsidR="00C158B8" w:rsidRDefault="00C158B8" w:rsidP="00A57C2A">
            <w:pPr>
              <w:pStyle w:val="SIBulletList2"/>
            </w:pPr>
            <w:r>
              <w:t>cavities and hollows in the main trunk and root buttress area</w:t>
            </w:r>
          </w:p>
          <w:p w14:paraId="0B90AEB8" w14:textId="5B9D571F" w:rsidR="00C158B8" w:rsidRDefault="00C158B8" w:rsidP="00A57C2A">
            <w:pPr>
              <w:pStyle w:val="SIBulletList2"/>
            </w:pPr>
            <w:r>
              <w:t xml:space="preserve">xylem dysfunction in the trunk and stems </w:t>
            </w:r>
            <w:proofErr w:type="gramStart"/>
            <w:r>
              <w:t>impacting</w:t>
            </w:r>
            <w:proofErr w:type="gramEnd"/>
            <w:r>
              <w:t xml:space="preserve"> on distr</w:t>
            </w:r>
            <w:r w:rsidR="00C26765">
              <w:t>i</w:t>
            </w:r>
            <w:r>
              <w:t xml:space="preserve">bution of water and </w:t>
            </w:r>
            <w:r w:rsidR="00C26765">
              <w:t>minerals</w:t>
            </w:r>
            <w:r>
              <w:t xml:space="preserve"> from the roots to leaves</w:t>
            </w:r>
          </w:p>
          <w:p w14:paraId="7EB7932A" w14:textId="77777777" w:rsidR="00C158B8" w:rsidRDefault="00C158B8" w:rsidP="00A57C2A">
            <w:pPr>
              <w:pStyle w:val="SIBulletList2"/>
            </w:pPr>
            <w:r>
              <w:t>root plate damage</w:t>
            </w:r>
          </w:p>
          <w:p w14:paraId="0C46ED02" w14:textId="22B03DD0" w:rsidR="00C158B8" w:rsidRPr="00A57C2A" w:rsidRDefault="00C158B8" w:rsidP="00A57C2A">
            <w:pPr>
              <w:pStyle w:val="SIBulletList2"/>
            </w:pPr>
            <w:r>
              <w:t xml:space="preserve">presence of fungi </w:t>
            </w:r>
          </w:p>
          <w:p w14:paraId="002EB893" w14:textId="5C5F93CA" w:rsidR="00A57C2A" w:rsidRPr="00A57C2A" w:rsidRDefault="00A57C2A" w:rsidP="00A57C2A">
            <w:pPr>
              <w:pStyle w:val="SIBulletList1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t>techniques for assessing fire damage to trees</w:t>
            </w:r>
            <w:r w:rsidR="005C24A7">
              <w:rPr>
                <w:rFonts w:eastAsiaTheme="minorHAnsi"/>
              </w:rPr>
              <w:t xml:space="preserve"> including</w:t>
            </w:r>
            <w:r w:rsidRPr="00A57C2A">
              <w:rPr>
                <w:rFonts w:eastAsiaTheme="minorHAnsi"/>
              </w:rPr>
              <w:t>:</w:t>
            </w:r>
          </w:p>
          <w:p w14:paraId="1B6B88C4" w14:textId="77777777" w:rsidR="00A57C2A" w:rsidRPr="00A57C2A" w:rsidRDefault="00A57C2A" w:rsidP="00A57C2A">
            <w:pPr>
              <w:pStyle w:val="SIBulletList2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t>crown damage</w:t>
            </w:r>
          </w:p>
          <w:p w14:paraId="076A84E0" w14:textId="77777777" w:rsidR="00A57C2A" w:rsidRPr="00A57C2A" w:rsidRDefault="00A57C2A" w:rsidP="00A57C2A">
            <w:pPr>
              <w:pStyle w:val="SIBulletList2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t>trunk damage</w:t>
            </w:r>
          </w:p>
          <w:p w14:paraId="1C7833AF" w14:textId="77777777" w:rsidR="00A57C2A" w:rsidRPr="00A57C2A" w:rsidRDefault="00A57C2A" w:rsidP="00A57C2A">
            <w:pPr>
              <w:pStyle w:val="SIBulletList2"/>
              <w:rPr>
                <w:rFonts w:eastAsiaTheme="minorHAnsi"/>
              </w:rPr>
            </w:pPr>
            <w:r w:rsidRPr="00A57C2A">
              <w:rPr>
                <w:rFonts w:eastAsiaTheme="minorHAnsi"/>
              </w:rPr>
              <w:lastRenderedPageBreak/>
              <w:t>root damage</w:t>
            </w:r>
          </w:p>
          <w:p w14:paraId="0062D186" w14:textId="3F1694FC" w:rsidR="00A05164" w:rsidRDefault="00A05164" w:rsidP="00FE3148">
            <w:pPr>
              <w:pStyle w:val="SIBulletList1"/>
            </w:pPr>
            <w:r>
              <w:t>factors influenc</w:t>
            </w:r>
            <w:r w:rsidR="003E5C90">
              <w:t>ing</w:t>
            </w:r>
            <w:r>
              <w:t xml:space="preserve"> fire impact on soil and its properties, including:</w:t>
            </w:r>
          </w:p>
          <w:p w14:paraId="477D553D" w14:textId="419BCA0B" w:rsidR="00A05164" w:rsidRDefault="00A05164" w:rsidP="00EC208C">
            <w:pPr>
              <w:pStyle w:val="SIBulletList2"/>
            </w:pPr>
            <w:r>
              <w:t>fire spread</w:t>
            </w:r>
          </w:p>
          <w:p w14:paraId="10A2E3F0" w14:textId="593639F8" w:rsidR="00A05164" w:rsidRDefault="00A05164" w:rsidP="00EC208C">
            <w:pPr>
              <w:pStyle w:val="SIBulletList2"/>
            </w:pPr>
            <w:r>
              <w:t>fire direction</w:t>
            </w:r>
          </w:p>
          <w:p w14:paraId="105AC4D9" w14:textId="337A91A7" w:rsidR="00A05164" w:rsidRDefault="00A05164" w:rsidP="00EC208C">
            <w:pPr>
              <w:pStyle w:val="SIBulletList2"/>
            </w:pPr>
            <w:r>
              <w:t>fire intensity</w:t>
            </w:r>
          </w:p>
          <w:p w14:paraId="00327250" w14:textId="69CDCA3B" w:rsidR="00A05164" w:rsidRDefault="00A05164" w:rsidP="00EC208C">
            <w:pPr>
              <w:pStyle w:val="SIBulletList2"/>
            </w:pPr>
            <w:r>
              <w:t>fuel load</w:t>
            </w:r>
          </w:p>
          <w:p w14:paraId="397C2DD5" w14:textId="06E16E53" w:rsidR="00A05164" w:rsidRPr="00A05164" w:rsidRDefault="00A05164" w:rsidP="00EC208C">
            <w:pPr>
              <w:pStyle w:val="SIBulletList1"/>
            </w:pPr>
            <w:r w:rsidRPr="00A05164">
              <w:t>fire effects on soil and its properties, including:</w:t>
            </w:r>
          </w:p>
          <w:p w14:paraId="6378DAF0" w14:textId="77777777" w:rsidR="00A05164" w:rsidRDefault="00A05164" w:rsidP="00EC208C">
            <w:pPr>
              <w:pStyle w:val="SIBulletList2"/>
            </w:pPr>
            <w:r>
              <w:t>increased soil hydrophobicity</w:t>
            </w:r>
          </w:p>
          <w:p w14:paraId="379EF526" w14:textId="77777777" w:rsidR="00A05164" w:rsidRDefault="00A05164" w:rsidP="00EC208C">
            <w:pPr>
              <w:pStyle w:val="SIBulletList2"/>
            </w:pPr>
            <w:r>
              <w:t>increased soil erosion</w:t>
            </w:r>
          </w:p>
          <w:p w14:paraId="6CA06DE2" w14:textId="77777777" w:rsidR="00A05164" w:rsidRDefault="00A05164" w:rsidP="00EC208C">
            <w:pPr>
              <w:pStyle w:val="SIBulletList2"/>
            </w:pPr>
            <w:r>
              <w:t xml:space="preserve">changes in properties such as pH, organic </w:t>
            </w:r>
            <w:proofErr w:type="gramStart"/>
            <w:r>
              <w:t>carbon</w:t>
            </w:r>
            <w:proofErr w:type="gramEnd"/>
            <w:r>
              <w:t xml:space="preserve"> and microbial community</w:t>
            </w:r>
          </w:p>
          <w:p w14:paraId="0185DCB4" w14:textId="4346C1CE" w:rsidR="00A05164" w:rsidRPr="00A05164" w:rsidRDefault="00A05164">
            <w:pPr>
              <w:pStyle w:val="SIBulletList1"/>
            </w:pPr>
            <w:r w:rsidRPr="00A05164">
              <w:t xml:space="preserve">techniques for testing soil properties, including pH, organic </w:t>
            </w:r>
            <w:proofErr w:type="gramStart"/>
            <w:r w:rsidRPr="00A05164">
              <w:t>carbon</w:t>
            </w:r>
            <w:proofErr w:type="gramEnd"/>
            <w:r w:rsidRPr="00A05164">
              <w:t xml:space="preserve"> and microbial community</w:t>
            </w:r>
          </w:p>
          <w:p w14:paraId="53CA4D91" w14:textId="7424C4B8" w:rsidR="0007203E" w:rsidRPr="0007203E" w:rsidRDefault="005C24A7" w:rsidP="00FE3148">
            <w:pPr>
              <w:pStyle w:val="SIBulletList1"/>
            </w:pPr>
            <w:r>
              <w:t>techniques for assessing</w:t>
            </w:r>
            <w:r w:rsidR="0007203E" w:rsidRPr="0007203E">
              <w:t xml:space="preserve"> </w:t>
            </w:r>
            <w:r w:rsidRPr="00FE3148">
              <w:t>post fire survivability</w:t>
            </w:r>
            <w:r w:rsidR="0007203E" w:rsidRPr="0007203E">
              <w:t xml:space="preserve"> </w:t>
            </w:r>
            <w:r w:rsidR="00460E37">
              <w:t xml:space="preserve">and </w:t>
            </w:r>
            <w:r w:rsidR="00460E37" w:rsidRPr="0007203E">
              <w:t>tree health</w:t>
            </w:r>
            <w:r w:rsidR="00A05164">
              <w:t>,</w:t>
            </w:r>
            <w:r w:rsidR="00460E37" w:rsidRPr="00460E37">
              <w:t xml:space="preserve"> </w:t>
            </w:r>
            <w:r w:rsidR="0007203E" w:rsidRPr="0007203E">
              <w:t>including:</w:t>
            </w:r>
          </w:p>
          <w:p w14:paraId="38480126" w14:textId="7CE8E08B" w:rsidR="00C81316" w:rsidRDefault="005313B0" w:rsidP="00FE3148">
            <w:pPr>
              <w:pStyle w:val="SIBulletList2"/>
            </w:pPr>
            <w:r>
              <w:t>fire impact on soil</w:t>
            </w:r>
          </w:p>
          <w:p w14:paraId="130EA2B9" w14:textId="78DC58CF" w:rsidR="0007203E" w:rsidRPr="0007203E" w:rsidRDefault="0007203E" w:rsidP="00FE3148">
            <w:pPr>
              <w:pStyle w:val="SIBulletList2"/>
            </w:pPr>
            <w:r w:rsidRPr="0007203E">
              <w:t>signs and symptoms of disease</w:t>
            </w:r>
          </w:p>
          <w:p w14:paraId="33854E07" w14:textId="77777777" w:rsidR="0007203E" w:rsidRPr="0007203E" w:rsidRDefault="0007203E" w:rsidP="00FE3148">
            <w:pPr>
              <w:pStyle w:val="SIBulletList2"/>
            </w:pPr>
            <w:r w:rsidRPr="0007203E">
              <w:t>methods of detecting decay and structural defects in trees</w:t>
            </w:r>
          </w:p>
          <w:p w14:paraId="1C0F2C93" w14:textId="77777777" w:rsidR="0007203E" w:rsidRPr="0007203E" w:rsidRDefault="0007203E" w:rsidP="00FE3148">
            <w:pPr>
              <w:pStyle w:val="SIBulletList2"/>
            </w:pPr>
            <w:r w:rsidRPr="0007203E">
              <w:t>use of basic diagnostic tools</w:t>
            </w:r>
          </w:p>
          <w:p w14:paraId="0D2DC891" w14:textId="77777777" w:rsidR="0007203E" w:rsidRPr="0007203E" w:rsidRDefault="0007203E" w:rsidP="00FE3148">
            <w:pPr>
              <w:pStyle w:val="SIBulletList2"/>
            </w:pPr>
            <w:r w:rsidRPr="0007203E">
              <w:t xml:space="preserve">testing equipment to detect decay, </w:t>
            </w:r>
            <w:proofErr w:type="gramStart"/>
            <w:r w:rsidRPr="0007203E">
              <w:t>disease</w:t>
            </w:r>
            <w:proofErr w:type="gramEnd"/>
            <w:r w:rsidRPr="0007203E">
              <w:t xml:space="preserve"> and scope of tree problems</w:t>
            </w:r>
          </w:p>
          <w:p w14:paraId="307408E4" w14:textId="77777777" w:rsidR="0007203E" w:rsidRPr="0007203E" w:rsidRDefault="0007203E" w:rsidP="00FE3148">
            <w:pPr>
              <w:pStyle w:val="SIBulletList2"/>
            </w:pPr>
            <w:r w:rsidRPr="0007203E">
              <w:t>factors affecting the likelihood of tree failure</w:t>
            </w:r>
          </w:p>
          <w:p w14:paraId="6E85DEBA" w14:textId="3B73D2AE" w:rsidR="0007203E" w:rsidRDefault="0007203E" w:rsidP="00FE3148">
            <w:pPr>
              <w:pStyle w:val="SIBulletList2"/>
            </w:pPr>
            <w:r w:rsidRPr="0007203E">
              <w:t>use of diagnostic tools</w:t>
            </w:r>
            <w:r w:rsidR="00C26765">
              <w:t xml:space="preserve"> including Sonic Tomography and Resistance Drills</w:t>
            </w:r>
          </w:p>
          <w:p w14:paraId="38015DE6" w14:textId="324564FC" w:rsidR="00C26765" w:rsidRDefault="00C26765" w:rsidP="00FE3148">
            <w:pPr>
              <w:pStyle w:val="SIBulletList2"/>
            </w:pPr>
            <w:r>
              <w:t>assessment of the xylem in the trunk and stems to ensure distribution of water and minerals from the roots to leaves</w:t>
            </w:r>
          </w:p>
          <w:p w14:paraId="59BFA29A" w14:textId="7E68F29D" w:rsidR="00C26765" w:rsidRPr="0007203E" w:rsidRDefault="00C26765" w:rsidP="00FE3148">
            <w:pPr>
              <w:pStyle w:val="SIBulletList2"/>
            </w:pPr>
            <w:r>
              <w:t xml:space="preserve">assessment of feeder and structural roots to </w:t>
            </w:r>
            <w:proofErr w:type="gramStart"/>
            <w:r>
              <w:t>determine</w:t>
            </w:r>
            <w:proofErr w:type="gramEnd"/>
            <w:r>
              <w:t xml:space="preserve"> health and structure</w:t>
            </w:r>
          </w:p>
          <w:p w14:paraId="300FB96D" w14:textId="77777777" w:rsidR="005C24A7" w:rsidRPr="005C24A7" w:rsidRDefault="005C24A7" w:rsidP="005C24A7">
            <w:pPr>
              <w:pStyle w:val="SIBulletList1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factors affecting tree damage and mortality including:</w:t>
            </w:r>
          </w:p>
          <w:p w14:paraId="66494ACF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heat including temperature and duration</w:t>
            </w:r>
          </w:p>
          <w:p w14:paraId="24C7DA97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tree morphology including size, bark thickness, branch and bud size, root system</w:t>
            </w:r>
          </w:p>
          <w:p w14:paraId="2219A235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5C24A7">
              <w:rPr>
                <w:rFonts w:eastAsiaTheme="minorHAnsi"/>
              </w:rPr>
              <w:t>site characteristics</w:t>
            </w:r>
          </w:p>
          <w:p w14:paraId="4C708C71" w14:textId="77777777" w:rsidR="005C24A7" w:rsidRPr="005C24A7" w:rsidRDefault="005C24A7" w:rsidP="005C24A7">
            <w:pPr>
              <w:pStyle w:val="SIBulletList2"/>
              <w:rPr>
                <w:rFonts w:eastAsiaTheme="minorHAnsi"/>
              </w:rPr>
            </w:pPr>
            <w:r w:rsidRPr="00AB7C42">
              <w:t xml:space="preserve">interval </w:t>
            </w:r>
            <w:r w:rsidRPr="005C24A7">
              <w:t>between successive fires</w:t>
            </w:r>
          </w:p>
          <w:p w14:paraId="4869A363" w14:textId="77777777" w:rsidR="00761C5A" w:rsidRPr="00761C5A" w:rsidRDefault="00761C5A" w:rsidP="00761C5A">
            <w:pPr>
              <w:pStyle w:val="SIBulletList1"/>
            </w:pPr>
            <w:r>
              <w:t xml:space="preserve">techniques for </w:t>
            </w:r>
            <w:proofErr w:type="gramStart"/>
            <w:r>
              <w:t>identifying</w:t>
            </w:r>
            <w:proofErr w:type="gramEnd"/>
            <w:r>
              <w:t xml:space="preserve"> culturally significant trees, including Aboriginal scarred trees</w:t>
            </w:r>
          </w:p>
          <w:p w14:paraId="674BFD99" w14:textId="143B2587" w:rsidR="00BB3CC3" w:rsidRPr="00BB3CC3" w:rsidRDefault="00BB3CC3" w:rsidP="00BB3CC3">
            <w:pPr>
              <w:pStyle w:val="SIBulletList1"/>
            </w:pPr>
            <w:r w:rsidRPr="00FE3148">
              <w:t>tree valuation methods</w:t>
            </w:r>
            <w:r w:rsidR="003F03E4">
              <w:rPr>
                <w:rFonts w:cs="Arial"/>
                <w:sz w:val="21"/>
                <w:szCs w:val="21"/>
              </w:rPr>
              <w:t xml:space="preserve"> </w:t>
            </w:r>
            <w:r w:rsidR="003F03E4" w:rsidRPr="003F03E4">
              <w:t xml:space="preserve">including techniques for </w:t>
            </w:r>
            <w:proofErr w:type="gramStart"/>
            <w:r w:rsidR="003F03E4" w:rsidRPr="003F03E4">
              <w:t>identifying</w:t>
            </w:r>
            <w:proofErr w:type="gramEnd"/>
            <w:r w:rsidR="003F03E4" w:rsidRPr="003F03E4">
              <w:t xml:space="preserve"> ecological and economic value of fire</w:t>
            </w:r>
            <w:r w:rsidR="002C72D7">
              <w:t xml:space="preserve"> damaged or fire</w:t>
            </w:r>
            <w:r w:rsidR="003F03E4" w:rsidRPr="003F03E4">
              <w:t xml:space="preserve"> </w:t>
            </w:r>
            <w:r w:rsidR="008B1B6A">
              <w:t>a</w:t>
            </w:r>
            <w:r w:rsidR="003F03E4" w:rsidRPr="003F03E4">
              <w:t>ffected trees</w:t>
            </w:r>
          </w:p>
          <w:p w14:paraId="7C47B748" w14:textId="77777777" w:rsidR="0076486C" w:rsidRPr="0076486C" w:rsidRDefault="0076486C" w:rsidP="0076486C">
            <w:pPr>
              <w:pStyle w:val="SIBulletList1"/>
            </w:pPr>
            <w:r w:rsidRPr="0076486C">
              <w:t>industry guidelines and agency approved policies and procedures for tree hazard management in bushfire recovery regarding:</w:t>
            </w:r>
          </w:p>
          <w:p w14:paraId="68E4A763" w14:textId="77777777" w:rsidR="000E03BA" w:rsidRPr="000E03BA" w:rsidRDefault="000E03BA" w:rsidP="00EC208C">
            <w:pPr>
              <w:pStyle w:val="SIBulletList2"/>
            </w:pPr>
            <w:r w:rsidRPr="000E03BA">
              <w:t>tree hazard marking and mapping symbols</w:t>
            </w:r>
          </w:p>
          <w:p w14:paraId="5DC06E0C" w14:textId="11B49008" w:rsidR="009C4608" w:rsidRDefault="001A192C" w:rsidP="00EC208C">
            <w:pPr>
              <w:pStyle w:val="SIBulletList2"/>
            </w:pPr>
            <w:r w:rsidRPr="006B442D">
              <w:t>tree hazard class</w:t>
            </w:r>
            <w:r>
              <w:t xml:space="preserve">es </w:t>
            </w:r>
            <w:r w:rsidR="00EE31C9" w:rsidRPr="00EE31C9">
              <w:t>- clear and present danger tree (CPD), potential clear and present danger trees (potential CPD)</w:t>
            </w:r>
          </w:p>
          <w:p w14:paraId="6DA0B957" w14:textId="379E3BE6" w:rsidR="002342EA" w:rsidRDefault="00EE31C9">
            <w:pPr>
              <w:pStyle w:val="SIBulletList2"/>
            </w:pPr>
            <w:r>
              <w:t>tree hazard</w:t>
            </w:r>
            <w:r w:rsidR="002342EA">
              <w:t xml:space="preserve"> </w:t>
            </w:r>
            <w:r w:rsidR="008C6E5B">
              <w:t>treatment</w:t>
            </w:r>
            <w:r>
              <w:t xml:space="preserve"> - </w:t>
            </w:r>
            <w:r w:rsidR="0055688B">
              <w:t xml:space="preserve">no action </w:t>
            </w:r>
            <w:proofErr w:type="gramStart"/>
            <w:r w:rsidR="0055688B">
              <w:t>required</w:t>
            </w:r>
            <w:proofErr w:type="gramEnd"/>
            <w:r>
              <w:t xml:space="preserve">, </w:t>
            </w:r>
            <w:r w:rsidR="002342EA" w:rsidRPr="00FE3148">
              <w:t>removal</w:t>
            </w:r>
            <w:r w:rsidR="00567FC5">
              <w:t xml:space="preserve">, </w:t>
            </w:r>
            <w:r w:rsidR="00BB3CC3">
              <w:t>pruning and trimming</w:t>
            </w:r>
            <w:r w:rsidR="00567FC5">
              <w:t xml:space="preserve">, </w:t>
            </w:r>
            <w:r w:rsidR="00C26765">
              <w:t>habitat pruning</w:t>
            </w:r>
            <w:r w:rsidR="00567FC5">
              <w:t xml:space="preserve">, </w:t>
            </w:r>
            <w:r w:rsidR="002342EA" w:rsidRPr="00FE3148">
              <w:t>conservation</w:t>
            </w:r>
            <w:r w:rsidR="00DE7FF3">
              <w:t xml:space="preserve"> and follow up </w:t>
            </w:r>
            <w:r w:rsidR="00EF0B1C">
              <w:t>assessment</w:t>
            </w:r>
            <w:r w:rsidR="00567FC5">
              <w:t xml:space="preserve">, </w:t>
            </w:r>
            <w:r w:rsidR="002342EA" w:rsidRPr="00FE3148">
              <w:t>salvage</w:t>
            </w:r>
          </w:p>
          <w:p w14:paraId="0CD20F90" w14:textId="1DE27FD1" w:rsidR="00EF0B1C" w:rsidRDefault="00EF0B1C" w:rsidP="00584865">
            <w:pPr>
              <w:pStyle w:val="SIBulletList1"/>
            </w:pPr>
            <w:r w:rsidRPr="00EF0B1C">
              <w:t xml:space="preserve">techniques for recording position of trees using </w:t>
            </w:r>
            <w:r w:rsidR="009D109E" w:rsidRPr="009D109E">
              <w:t xml:space="preserve">Global </w:t>
            </w:r>
            <w:r w:rsidR="006C2289">
              <w:t>Navigation Satellite System</w:t>
            </w:r>
            <w:r w:rsidR="009D109E" w:rsidRPr="009D109E">
              <w:t xml:space="preserve"> </w:t>
            </w:r>
            <w:r w:rsidR="009D109E">
              <w:t>(</w:t>
            </w:r>
            <w:r w:rsidRPr="00EF0B1C">
              <w:t>G</w:t>
            </w:r>
            <w:r w:rsidR="006C2289">
              <w:t>NS</w:t>
            </w:r>
            <w:r w:rsidRPr="00EF0B1C">
              <w:t>S</w:t>
            </w:r>
            <w:r w:rsidR="009D109E">
              <w:t>)</w:t>
            </w:r>
          </w:p>
          <w:p w14:paraId="1E804060" w14:textId="7203A501" w:rsidR="006C2289" w:rsidRPr="00EF0B1C" w:rsidRDefault="006C2289" w:rsidP="00584865">
            <w:pPr>
              <w:pStyle w:val="SIBulletList1"/>
            </w:pPr>
            <w:r>
              <w:t xml:space="preserve">techniques for use of Global Information Systems </w:t>
            </w:r>
            <w:r w:rsidR="00E66CA1">
              <w:t>(</w:t>
            </w:r>
            <w:r>
              <w:t>GIS</w:t>
            </w:r>
            <w:r w:rsidR="00E66CA1">
              <w:t>)</w:t>
            </w:r>
            <w:r>
              <w:t xml:space="preserve"> and maps to produce survey plans</w:t>
            </w:r>
          </w:p>
          <w:p w14:paraId="34DB4286" w14:textId="4FC2F172" w:rsidR="0007203E" w:rsidRPr="00FE3148" w:rsidRDefault="0007203E" w:rsidP="00FE3148">
            <w:pPr>
              <w:pStyle w:val="SIBulletList1"/>
            </w:pPr>
            <w:r w:rsidRPr="00FE3148">
              <w:t xml:space="preserve">methods, </w:t>
            </w:r>
            <w:proofErr w:type="gramStart"/>
            <w:r w:rsidRPr="00FE3148">
              <w:t>timeframes</w:t>
            </w:r>
            <w:proofErr w:type="gramEnd"/>
            <w:r w:rsidRPr="00FE3148">
              <w:t xml:space="preserve"> and costs of determining options for mitigating levels of risks associated with fire damaged and fire </w:t>
            </w:r>
            <w:r w:rsidR="00AC4164">
              <w:t>affected</w:t>
            </w:r>
            <w:r w:rsidRPr="00FE3148">
              <w:t xml:space="preserve"> trees</w:t>
            </w:r>
          </w:p>
          <w:p w14:paraId="0BF4178F" w14:textId="134A2A0D" w:rsidR="00FE3148" w:rsidRPr="0007203E" w:rsidRDefault="00BB3CC3" w:rsidP="00BA0D70">
            <w:pPr>
              <w:pStyle w:val="SIBulletList1"/>
            </w:pPr>
            <w:r w:rsidRPr="00FE3148">
              <w:t>reporting procedures</w:t>
            </w:r>
            <w:r w:rsidRPr="00BB3CC3" w:rsidDel="00BB3CC3">
              <w:t xml:space="preserve"> </w:t>
            </w:r>
            <w:r>
              <w:t xml:space="preserve">associated with </w:t>
            </w:r>
            <w:r w:rsidR="00AB7C42" w:rsidRPr="00FE3148">
              <w:t xml:space="preserve">tree </w:t>
            </w:r>
            <w:r>
              <w:t xml:space="preserve">hazard, </w:t>
            </w:r>
            <w:proofErr w:type="gramStart"/>
            <w:r w:rsidR="00AB7C42" w:rsidRPr="00FE3148">
              <w:t>health</w:t>
            </w:r>
            <w:proofErr w:type="gramEnd"/>
            <w:r>
              <w:t xml:space="preserve"> and </w:t>
            </w:r>
            <w:r w:rsidR="00AB7C42" w:rsidRPr="00FE3148">
              <w:t>valuation assessment</w:t>
            </w:r>
            <w:r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AB03686" w14:textId="77777777" w:rsidR="00E305A8" w:rsidRDefault="00FC325D" w:rsidP="00FC325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528ADB7" w14:textId="77777777" w:rsidR="00E305A8" w:rsidRPr="00E305A8" w:rsidRDefault="00E305A8" w:rsidP="00E305A8">
            <w:pPr>
              <w:pStyle w:val="SIBulletList1"/>
            </w:pPr>
            <w:r w:rsidRPr="002A606B">
              <w:t>physical conditions:</w:t>
            </w:r>
          </w:p>
          <w:p w14:paraId="559576E7" w14:textId="1F3BF8AF" w:rsidR="000079FD" w:rsidRPr="00FC325D" w:rsidRDefault="000079FD" w:rsidP="00BA0D70">
            <w:pPr>
              <w:pStyle w:val="SIBulletList2"/>
            </w:pPr>
            <w:r w:rsidRPr="000665C1">
              <w:t xml:space="preserve">skills must be </w:t>
            </w:r>
            <w:proofErr w:type="gramStart"/>
            <w:r w:rsidRPr="000665C1">
              <w:t>demonstrated</w:t>
            </w:r>
            <w:proofErr w:type="gramEnd"/>
            <w:r w:rsidRPr="000665C1">
              <w:t xml:space="preserve"> in</w:t>
            </w:r>
            <w:r w:rsidR="006E2680">
              <w:t xml:space="preserve"> a </w:t>
            </w:r>
            <w:r w:rsidR="000F17AB">
              <w:t>work environment</w:t>
            </w:r>
            <w:r w:rsidRPr="000665C1">
              <w:t xml:space="preserve">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5713972B" w:rsidR="008E2FD6" w:rsidRDefault="0007203E" w:rsidP="008E2FD6">
            <w:pPr>
              <w:pStyle w:val="SIBulletList2"/>
            </w:pPr>
            <w:r>
              <w:t xml:space="preserve">fire damaged or fire </w:t>
            </w:r>
            <w:r w:rsidR="00AC4164">
              <w:t>affected</w:t>
            </w:r>
            <w:r>
              <w:t xml:space="preserve"> trees</w:t>
            </w:r>
          </w:p>
          <w:p w14:paraId="1ADDBD62" w14:textId="07743A81" w:rsidR="00AE4E4E" w:rsidRDefault="00AE4E4E" w:rsidP="008E2FD6">
            <w:pPr>
              <w:pStyle w:val="SIBulletList2"/>
            </w:pPr>
            <w:r>
              <w:t>communications systems</w:t>
            </w:r>
            <w:r w:rsidR="00EE7237">
              <w:t xml:space="preserve"> relevant to work activity</w:t>
            </w:r>
          </w:p>
          <w:p w14:paraId="79E425D0" w14:textId="5765068D" w:rsidR="00EE7237" w:rsidRDefault="00EE7237" w:rsidP="008E2FD6">
            <w:pPr>
              <w:pStyle w:val="SIBulletList2"/>
            </w:pPr>
            <w:r>
              <w:t>equipment and materials relevant to work activity</w:t>
            </w:r>
          </w:p>
          <w:p w14:paraId="5A390386" w14:textId="4F08A065" w:rsidR="00EE7237" w:rsidRDefault="00EE7237" w:rsidP="008E2FD6">
            <w:pPr>
              <w:pStyle w:val="SIBulletList2"/>
            </w:pPr>
            <w:r w:rsidRPr="00C211B7">
              <w:t>personal protective equipment</w:t>
            </w:r>
            <w:r>
              <w:t xml:space="preserve"> relevant to work activity</w:t>
            </w:r>
          </w:p>
          <w:p w14:paraId="15DEC208" w14:textId="10DE1133" w:rsidR="005F4756" w:rsidRDefault="005F4756" w:rsidP="008E2FD6">
            <w:pPr>
              <w:pStyle w:val="SIBulletList2"/>
            </w:pPr>
            <w:r>
              <w:t>G</w:t>
            </w:r>
            <w:r w:rsidR="008B4141">
              <w:t>NSS</w:t>
            </w:r>
          </w:p>
          <w:p w14:paraId="25C56977" w14:textId="19AFE8EC" w:rsidR="008B4141" w:rsidRDefault="008B4141" w:rsidP="008E2FD6">
            <w:pPr>
              <w:pStyle w:val="SIBulletList2"/>
            </w:pPr>
            <w:r>
              <w:t>GIS</w:t>
            </w:r>
          </w:p>
          <w:p w14:paraId="6487B410" w14:textId="3246927E" w:rsidR="008B4141" w:rsidRDefault="00AB06DE" w:rsidP="008E2FD6">
            <w:pPr>
              <w:pStyle w:val="SIBulletList2"/>
            </w:pPr>
            <w:r>
              <w:t>d</w:t>
            </w:r>
            <w:r w:rsidR="008B4141">
              <w:t>iagnostic tools for assessment of the xylem and root plate and feeder and structural roots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lastRenderedPageBreak/>
              <w:t>specifications:</w:t>
            </w:r>
          </w:p>
          <w:p w14:paraId="1F68A915" w14:textId="1F370087" w:rsidR="000F17AB" w:rsidRPr="000F17AB" w:rsidRDefault="000F17AB" w:rsidP="000F17AB">
            <w:pPr>
              <w:pStyle w:val="SIBulletList2"/>
            </w:pPr>
            <w:r>
              <w:t>workplace health, safety</w:t>
            </w:r>
            <w:r w:rsidRPr="000F17AB">
              <w:t xml:space="preserve"> </w:t>
            </w:r>
            <w:r>
              <w:t xml:space="preserve">and environmental </w:t>
            </w:r>
            <w:r w:rsidRPr="000F17AB">
              <w:t>policies and procedures relevant to work activity</w:t>
            </w:r>
          </w:p>
          <w:p w14:paraId="75D6B074" w14:textId="06C8E8A5" w:rsidR="008E2FD6" w:rsidRDefault="00AE4E4E" w:rsidP="0007203E">
            <w:pPr>
              <w:pStyle w:val="SIBulletList2"/>
            </w:pPr>
            <w:r>
              <w:t xml:space="preserve">workplace documentation </w:t>
            </w:r>
            <w:r w:rsidR="007C1EA3">
              <w:t xml:space="preserve">for recording information </w:t>
            </w:r>
            <w:r w:rsidR="009163E9" w:rsidRPr="000F17AB">
              <w:t>relevant to work activity</w:t>
            </w:r>
            <w:r w:rsidR="003D06AA">
              <w:t>.</w:t>
            </w:r>
          </w:p>
          <w:p w14:paraId="77B578CE" w14:textId="77777777" w:rsidR="000F17AB" w:rsidRPr="00CD15EA" w:rsidRDefault="000F17AB" w:rsidP="00BA0D7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3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9F69" w14:textId="77777777" w:rsidR="00A514C4" w:rsidRDefault="00A514C4" w:rsidP="00BF3F0A">
      <w:r>
        <w:separator/>
      </w:r>
    </w:p>
    <w:p w14:paraId="3D4B6E30" w14:textId="77777777" w:rsidR="00A514C4" w:rsidRDefault="00A514C4"/>
  </w:endnote>
  <w:endnote w:type="continuationSeparator" w:id="0">
    <w:p w14:paraId="4E904588" w14:textId="77777777" w:rsidR="00A514C4" w:rsidRDefault="00A514C4" w:rsidP="00BF3F0A">
      <w:r>
        <w:continuationSeparator/>
      </w:r>
    </w:p>
    <w:p w14:paraId="0FC855B1" w14:textId="77777777" w:rsidR="00A514C4" w:rsidRDefault="00A514C4"/>
  </w:endnote>
  <w:endnote w:type="continuationNotice" w:id="1">
    <w:p w14:paraId="7F0C0B8F" w14:textId="77777777" w:rsidR="00A514C4" w:rsidRDefault="00A514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D6E2" w14:textId="77777777" w:rsidR="00A514C4" w:rsidRDefault="00A514C4" w:rsidP="00BF3F0A">
      <w:r>
        <w:separator/>
      </w:r>
    </w:p>
    <w:p w14:paraId="2D898D2B" w14:textId="77777777" w:rsidR="00A514C4" w:rsidRDefault="00A514C4"/>
  </w:footnote>
  <w:footnote w:type="continuationSeparator" w:id="0">
    <w:p w14:paraId="4FE84E34" w14:textId="77777777" w:rsidR="00A514C4" w:rsidRDefault="00A514C4" w:rsidP="00BF3F0A">
      <w:r>
        <w:continuationSeparator/>
      </w:r>
    </w:p>
    <w:p w14:paraId="1E0CF02B" w14:textId="77777777" w:rsidR="00A514C4" w:rsidRDefault="00A514C4"/>
  </w:footnote>
  <w:footnote w:type="continuationNotice" w:id="1">
    <w:p w14:paraId="7EDE261C" w14:textId="77777777" w:rsidR="00A514C4" w:rsidRDefault="00A514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517F9AD8" w:rsidR="009C2650" w:rsidRDefault="003A7196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bookmarkStart w:id="8" w:name="_Hlk99354474"/>
    <w:r w:rsidR="00977272">
      <w:t>AHCARB6</w:t>
    </w:r>
    <w:r w:rsidR="00997032">
      <w:t>X</w:t>
    </w:r>
    <w:r w:rsidR="00997032" w:rsidRPr="00D2012C">
      <w:t xml:space="preserve">XX </w:t>
    </w:r>
    <w:r w:rsidR="00236B9F">
      <w:t xml:space="preserve">Conduct complex </w:t>
    </w:r>
    <w:r w:rsidR="003326F7">
      <w:t xml:space="preserve">tree </w:t>
    </w:r>
    <w:r w:rsidR="00236B9F">
      <w:t xml:space="preserve">hazard </w:t>
    </w:r>
    <w:r w:rsidR="007C2A68">
      <w:t xml:space="preserve">and health assessment </w:t>
    </w:r>
    <w:r w:rsidR="003326F7">
      <w:t>post-fire</w:t>
    </w:r>
    <w:r w:rsidR="003533CA" w:rsidRPr="00EC0578" w:rsidDel="003533CA">
      <w:t xml:space="preserve"> </w:t>
    </w:r>
    <w:bookmarkEnd w:id="8"/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51F2DB"/>
    <w:multiLevelType w:val="hybridMultilevel"/>
    <w:tmpl w:val="63D3CE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B97DC8"/>
    <w:multiLevelType w:val="multilevel"/>
    <w:tmpl w:val="508C7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D54C4"/>
    <w:multiLevelType w:val="multilevel"/>
    <w:tmpl w:val="57B08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D357B9"/>
    <w:multiLevelType w:val="multilevel"/>
    <w:tmpl w:val="462A4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3C1618"/>
    <w:multiLevelType w:val="multilevel"/>
    <w:tmpl w:val="B502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5020B"/>
    <w:multiLevelType w:val="multilevel"/>
    <w:tmpl w:val="100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40"/>
  </w:num>
  <w:num w:numId="5">
    <w:abstractNumId w:val="5"/>
  </w:num>
  <w:num w:numId="6">
    <w:abstractNumId w:val="21"/>
  </w:num>
  <w:num w:numId="7">
    <w:abstractNumId w:val="8"/>
  </w:num>
  <w:num w:numId="8">
    <w:abstractNumId w:val="2"/>
  </w:num>
  <w:num w:numId="9">
    <w:abstractNumId w:val="38"/>
  </w:num>
  <w:num w:numId="10">
    <w:abstractNumId w:val="28"/>
  </w:num>
  <w:num w:numId="11">
    <w:abstractNumId w:val="37"/>
  </w:num>
  <w:num w:numId="12">
    <w:abstractNumId w:val="34"/>
  </w:num>
  <w:num w:numId="13">
    <w:abstractNumId w:val="42"/>
  </w:num>
  <w:num w:numId="14">
    <w:abstractNumId w:val="14"/>
  </w:num>
  <w:num w:numId="15">
    <w:abstractNumId w:val="15"/>
  </w:num>
  <w:num w:numId="16">
    <w:abstractNumId w:val="43"/>
  </w:num>
  <w:num w:numId="17">
    <w:abstractNumId w:val="27"/>
  </w:num>
  <w:num w:numId="18">
    <w:abstractNumId w:val="4"/>
  </w:num>
  <w:num w:numId="19">
    <w:abstractNumId w:val="24"/>
  </w:num>
  <w:num w:numId="20">
    <w:abstractNumId w:val="34"/>
  </w:num>
  <w:num w:numId="21">
    <w:abstractNumId w:val="3"/>
  </w:num>
  <w:num w:numId="22">
    <w:abstractNumId w:val="13"/>
  </w:num>
  <w:num w:numId="23">
    <w:abstractNumId w:val="34"/>
  </w:num>
  <w:num w:numId="24">
    <w:abstractNumId w:val="32"/>
  </w:num>
  <w:num w:numId="25">
    <w:abstractNumId w:val="33"/>
  </w:num>
  <w:num w:numId="26">
    <w:abstractNumId w:val="7"/>
  </w:num>
  <w:num w:numId="27">
    <w:abstractNumId w:val="7"/>
  </w:num>
  <w:num w:numId="28">
    <w:abstractNumId w:val="18"/>
  </w:num>
  <w:num w:numId="29">
    <w:abstractNumId w:val="11"/>
  </w:num>
  <w:num w:numId="30">
    <w:abstractNumId w:val="19"/>
  </w:num>
  <w:num w:numId="31">
    <w:abstractNumId w:val="31"/>
  </w:num>
  <w:num w:numId="32">
    <w:abstractNumId w:val="0"/>
  </w:num>
  <w:num w:numId="33">
    <w:abstractNumId w:val="30"/>
  </w:num>
  <w:num w:numId="34">
    <w:abstractNumId w:val="12"/>
  </w:num>
  <w:num w:numId="35">
    <w:abstractNumId w:val="9"/>
  </w:num>
  <w:num w:numId="36">
    <w:abstractNumId w:val="29"/>
  </w:num>
  <w:num w:numId="37">
    <w:abstractNumId w:val="6"/>
  </w:num>
  <w:num w:numId="38">
    <w:abstractNumId w:val="35"/>
  </w:num>
  <w:num w:numId="39">
    <w:abstractNumId w:val="39"/>
  </w:num>
  <w:num w:numId="40">
    <w:abstractNumId w:val="17"/>
  </w:num>
  <w:num w:numId="41">
    <w:abstractNumId w:val="23"/>
  </w:num>
  <w:num w:numId="42">
    <w:abstractNumId w:val="20"/>
  </w:num>
  <w:num w:numId="43">
    <w:abstractNumId w:val="25"/>
  </w:num>
  <w:num w:numId="44">
    <w:abstractNumId w:val="36"/>
  </w:num>
  <w:num w:numId="45">
    <w:abstractNumId w:val="26"/>
  </w:num>
  <w:num w:numId="46">
    <w:abstractNumId w:val="41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I0NLQ0sTAyNLcwMTVW0lEKTi0uzszPAykwrQUAxUPaxywAAAA="/>
  </w:docVars>
  <w:rsids>
    <w:rsidRoot w:val="00AB5133"/>
    <w:rsid w:val="000006D6"/>
    <w:rsid w:val="000014B9"/>
    <w:rsid w:val="00003C2E"/>
    <w:rsid w:val="00004FFD"/>
    <w:rsid w:val="00005728"/>
    <w:rsid w:val="00005A15"/>
    <w:rsid w:val="000079FD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1724"/>
    <w:rsid w:val="00033452"/>
    <w:rsid w:val="000348E1"/>
    <w:rsid w:val="000364CE"/>
    <w:rsid w:val="00037078"/>
    <w:rsid w:val="00037F80"/>
    <w:rsid w:val="0004198F"/>
    <w:rsid w:val="00041E59"/>
    <w:rsid w:val="00042B3D"/>
    <w:rsid w:val="0004423F"/>
    <w:rsid w:val="00044D51"/>
    <w:rsid w:val="00046EAA"/>
    <w:rsid w:val="00050094"/>
    <w:rsid w:val="000510BA"/>
    <w:rsid w:val="000567FD"/>
    <w:rsid w:val="00064BFE"/>
    <w:rsid w:val="00065448"/>
    <w:rsid w:val="00066173"/>
    <w:rsid w:val="00067520"/>
    <w:rsid w:val="00070B3E"/>
    <w:rsid w:val="00070C0F"/>
    <w:rsid w:val="00071F95"/>
    <w:rsid w:val="0007203E"/>
    <w:rsid w:val="000737BB"/>
    <w:rsid w:val="00074E47"/>
    <w:rsid w:val="000754EC"/>
    <w:rsid w:val="000755AA"/>
    <w:rsid w:val="00082FAA"/>
    <w:rsid w:val="0009093B"/>
    <w:rsid w:val="00090F24"/>
    <w:rsid w:val="000912F7"/>
    <w:rsid w:val="00091D0F"/>
    <w:rsid w:val="00095BA2"/>
    <w:rsid w:val="00095E70"/>
    <w:rsid w:val="000979F4"/>
    <w:rsid w:val="000A115E"/>
    <w:rsid w:val="000A5441"/>
    <w:rsid w:val="000B0CCB"/>
    <w:rsid w:val="000B1378"/>
    <w:rsid w:val="000B2547"/>
    <w:rsid w:val="000B297D"/>
    <w:rsid w:val="000B4195"/>
    <w:rsid w:val="000C00F2"/>
    <w:rsid w:val="000C149A"/>
    <w:rsid w:val="000C1BE0"/>
    <w:rsid w:val="000C224E"/>
    <w:rsid w:val="000D016B"/>
    <w:rsid w:val="000D7209"/>
    <w:rsid w:val="000E03BA"/>
    <w:rsid w:val="000E21AA"/>
    <w:rsid w:val="000E25E6"/>
    <w:rsid w:val="000E2C86"/>
    <w:rsid w:val="000E6D7B"/>
    <w:rsid w:val="000E714F"/>
    <w:rsid w:val="000F01BC"/>
    <w:rsid w:val="000F17AB"/>
    <w:rsid w:val="000F1EA6"/>
    <w:rsid w:val="000F29F2"/>
    <w:rsid w:val="000F4A60"/>
    <w:rsid w:val="000F5C9E"/>
    <w:rsid w:val="000F636F"/>
    <w:rsid w:val="00101659"/>
    <w:rsid w:val="00101E17"/>
    <w:rsid w:val="00104600"/>
    <w:rsid w:val="00105AEA"/>
    <w:rsid w:val="00107710"/>
    <w:rsid w:val="001078BF"/>
    <w:rsid w:val="00107C48"/>
    <w:rsid w:val="00112625"/>
    <w:rsid w:val="00113811"/>
    <w:rsid w:val="001140B2"/>
    <w:rsid w:val="0011552C"/>
    <w:rsid w:val="00115C58"/>
    <w:rsid w:val="0012017C"/>
    <w:rsid w:val="00122838"/>
    <w:rsid w:val="001244E8"/>
    <w:rsid w:val="00126461"/>
    <w:rsid w:val="00133957"/>
    <w:rsid w:val="00135C64"/>
    <w:rsid w:val="001372F6"/>
    <w:rsid w:val="001404CD"/>
    <w:rsid w:val="00144385"/>
    <w:rsid w:val="00144499"/>
    <w:rsid w:val="0014550E"/>
    <w:rsid w:val="001466F7"/>
    <w:rsid w:val="00146EEC"/>
    <w:rsid w:val="001504C8"/>
    <w:rsid w:val="00150D7F"/>
    <w:rsid w:val="00151D55"/>
    <w:rsid w:val="00151D93"/>
    <w:rsid w:val="00151EF6"/>
    <w:rsid w:val="00153E94"/>
    <w:rsid w:val="00154F0D"/>
    <w:rsid w:val="00156EF3"/>
    <w:rsid w:val="00173FAE"/>
    <w:rsid w:val="00175E74"/>
    <w:rsid w:val="00176E4F"/>
    <w:rsid w:val="0017716E"/>
    <w:rsid w:val="0018546B"/>
    <w:rsid w:val="0019372A"/>
    <w:rsid w:val="001947B1"/>
    <w:rsid w:val="00194C47"/>
    <w:rsid w:val="0019783E"/>
    <w:rsid w:val="001A192C"/>
    <w:rsid w:val="001A25B1"/>
    <w:rsid w:val="001A4702"/>
    <w:rsid w:val="001A5C97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3588"/>
    <w:rsid w:val="001D39CA"/>
    <w:rsid w:val="001D3DE0"/>
    <w:rsid w:val="001D5C1B"/>
    <w:rsid w:val="001D641D"/>
    <w:rsid w:val="001D7A6C"/>
    <w:rsid w:val="001D7F5B"/>
    <w:rsid w:val="001E0849"/>
    <w:rsid w:val="001E16BC"/>
    <w:rsid w:val="001E16DF"/>
    <w:rsid w:val="001E18F2"/>
    <w:rsid w:val="001E322C"/>
    <w:rsid w:val="001E41B6"/>
    <w:rsid w:val="001E6B49"/>
    <w:rsid w:val="001F1931"/>
    <w:rsid w:val="001F2BA5"/>
    <w:rsid w:val="001F308D"/>
    <w:rsid w:val="001F4067"/>
    <w:rsid w:val="00201A7C"/>
    <w:rsid w:val="002022D1"/>
    <w:rsid w:val="00207B13"/>
    <w:rsid w:val="0021210E"/>
    <w:rsid w:val="00212423"/>
    <w:rsid w:val="0021414D"/>
    <w:rsid w:val="00220B7F"/>
    <w:rsid w:val="00223124"/>
    <w:rsid w:val="00227026"/>
    <w:rsid w:val="00233143"/>
    <w:rsid w:val="002342EA"/>
    <w:rsid w:val="00234444"/>
    <w:rsid w:val="002349AF"/>
    <w:rsid w:val="00236660"/>
    <w:rsid w:val="00236B9F"/>
    <w:rsid w:val="00240DFA"/>
    <w:rsid w:val="00242130"/>
    <w:rsid w:val="00242293"/>
    <w:rsid w:val="00244EA7"/>
    <w:rsid w:val="00251FD7"/>
    <w:rsid w:val="0025514A"/>
    <w:rsid w:val="00261B49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2628"/>
    <w:rsid w:val="00292B09"/>
    <w:rsid w:val="00293E32"/>
    <w:rsid w:val="002970C3"/>
    <w:rsid w:val="00297E48"/>
    <w:rsid w:val="002A2A57"/>
    <w:rsid w:val="002A4CD3"/>
    <w:rsid w:val="002A6CC4"/>
    <w:rsid w:val="002B3073"/>
    <w:rsid w:val="002B513F"/>
    <w:rsid w:val="002B56A1"/>
    <w:rsid w:val="002C1DDE"/>
    <w:rsid w:val="002C5488"/>
    <w:rsid w:val="002C55E9"/>
    <w:rsid w:val="002C72D7"/>
    <w:rsid w:val="002D0C8B"/>
    <w:rsid w:val="002D2F3E"/>
    <w:rsid w:val="002D330A"/>
    <w:rsid w:val="002D6169"/>
    <w:rsid w:val="002D68D1"/>
    <w:rsid w:val="002D7063"/>
    <w:rsid w:val="002E170C"/>
    <w:rsid w:val="002E193E"/>
    <w:rsid w:val="002F4017"/>
    <w:rsid w:val="00302BBD"/>
    <w:rsid w:val="00305EFF"/>
    <w:rsid w:val="00310A6A"/>
    <w:rsid w:val="00312C16"/>
    <w:rsid w:val="003144E6"/>
    <w:rsid w:val="003179AB"/>
    <w:rsid w:val="00320BD2"/>
    <w:rsid w:val="003211FE"/>
    <w:rsid w:val="00322778"/>
    <w:rsid w:val="00331DAD"/>
    <w:rsid w:val="003326F7"/>
    <w:rsid w:val="00335CA8"/>
    <w:rsid w:val="0033669A"/>
    <w:rsid w:val="00337E82"/>
    <w:rsid w:val="00341F3B"/>
    <w:rsid w:val="00343BA9"/>
    <w:rsid w:val="00346FDC"/>
    <w:rsid w:val="0034799E"/>
    <w:rsid w:val="00350BB1"/>
    <w:rsid w:val="00352C83"/>
    <w:rsid w:val="003533CA"/>
    <w:rsid w:val="00354083"/>
    <w:rsid w:val="0035416A"/>
    <w:rsid w:val="00357832"/>
    <w:rsid w:val="0036306D"/>
    <w:rsid w:val="003632A9"/>
    <w:rsid w:val="00363C5C"/>
    <w:rsid w:val="0036524C"/>
    <w:rsid w:val="003667D2"/>
    <w:rsid w:val="00366805"/>
    <w:rsid w:val="0036698A"/>
    <w:rsid w:val="0037067D"/>
    <w:rsid w:val="00373436"/>
    <w:rsid w:val="00374896"/>
    <w:rsid w:val="00376F59"/>
    <w:rsid w:val="00380108"/>
    <w:rsid w:val="00385591"/>
    <w:rsid w:val="003856DC"/>
    <w:rsid w:val="0038657A"/>
    <w:rsid w:val="0038735B"/>
    <w:rsid w:val="00387AD3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196"/>
    <w:rsid w:val="003A7221"/>
    <w:rsid w:val="003B164D"/>
    <w:rsid w:val="003B2357"/>
    <w:rsid w:val="003B3493"/>
    <w:rsid w:val="003C13AE"/>
    <w:rsid w:val="003C48D5"/>
    <w:rsid w:val="003C4E59"/>
    <w:rsid w:val="003D06AA"/>
    <w:rsid w:val="003D2E73"/>
    <w:rsid w:val="003D384C"/>
    <w:rsid w:val="003D53C0"/>
    <w:rsid w:val="003D67CA"/>
    <w:rsid w:val="003D67EF"/>
    <w:rsid w:val="003E0F66"/>
    <w:rsid w:val="003E0F8A"/>
    <w:rsid w:val="003E5C90"/>
    <w:rsid w:val="003E72B6"/>
    <w:rsid w:val="003E7BBE"/>
    <w:rsid w:val="003F03E4"/>
    <w:rsid w:val="003F33F6"/>
    <w:rsid w:val="003F5304"/>
    <w:rsid w:val="00402786"/>
    <w:rsid w:val="00406621"/>
    <w:rsid w:val="0040691D"/>
    <w:rsid w:val="00406FB6"/>
    <w:rsid w:val="004127E3"/>
    <w:rsid w:val="004159B4"/>
    <w:rsid w:val="00417D5C"/>
    <w:rsid w:val="00426DAC"/>
    <w:rsid w:val="00427616"/>
    <w:rsid w:val="0043212E"/>
    <w:rsid w:val="00434366"/>
    <w:rsid w:val="00434ECE"/>
    <w:rsid w:val="00435557"/>
    <w:rsid w:val="004367B7"/>
    <w:rsid w:val="004369ED"/>
    <w:rsid w:val="00437402"/>
    <w:rsid w:val="00444423"/>
    <w:rsid w:val="00446ED9"/>
    <w:rsid w:val="00451A3F"/>
    <w:rsid w:val="00452F3E"/>
    <w:rsid w:val="0046084E"/>
    <w:rsid w:val="00460E37"/>
    <w:rsid w:val="004640AE"/>
    <w:rsid w:val="00464CDF"/>
    <w:rsid w:val="004679E3"/>
    <w:rsid w:val="00471313"/>
    <w:rsid w:val="00472BEC"/>
    <w:rsid w:val="004745DA"/>
    <w:rsid w:val="00475172"/>
    <w:rsid w:val="004758B0"/>
    <w:rsid w:val="0048107F"/>
    <w:rsid w:val="004832D2"/>
    <w:rsid w:val="00485559"/>
    <w:rsid w:val="004916D3"/>
    <w:rsid w:val="00497355"/>
    <w:rsid w:val="004A0293"/>
    <w:rsid w:val="004A142B"/>
    <w:rsid w:val="004A3860"/>
    <w:rsid w:val="004A44E8"/>
    <w:rsid w:val="004A4715"/>
    <w:rsid w:val="004A581D"/>
    <w:rsid w:val="004A7706"/>
    <w:rsid w:val="004A77E3"/>
    <w:rsid w:val="004B29B7"/>
    <w:rsid w:val="004B4D1B"/>
    <w:rsid w:val="004B7A28"/>
    <w:rsid w:val="004C0728"/>
    <w:rsid w:val="004C1E4E"/>
    <w:rsid w:val="004C2244"/>
    <w:rsid w:val="004C29A9"/>
    <w:rsid w:val="004C67DC"/>
    <w:rsid w:val="004C79A1"/>
    <w:rsid w:val="004D0D5F"/>
    <w:rsid w:val="004D1569"/>
    <w:rsid w:val="004D294D"/>
    <w:rsid w:val="004D29A9"/>
    <w:rsid w:val="004D44B1"/>
    <w:rsid w:val="004D5110"/>
    <w:rsid w:val="004D6119"/>
    <w:rsid w:val="004D79D9"/>
    <w:rsid w:val="004E0460"/>
    <w:rsid w:val="004E1460"/>
    <w:rsid w:val="004E1579"/>
    <w:rsid w:val="004E2C2E"/>
    <w:rsid w:val="004E5343"/>
    <w:rsid w:val="004E5FAE"/>
    <w:rsid w:val="004E6245"/>
    <w:rsid w:val="004E6741"/>
    <w:rsid w:val="004E7094"/>
    <w:rsid w:val="004F147C"/>
    <w:rsid w:val="004F322E"/>
    <w:rsid w:val="004F3B49"/>
    <w:rsid w:val="004F5DC7"/>
    <w:rsid w:val="004F78DA"/>
    <w:rsid w:val="00500F6A"/>
    <w:rsid w:val="00502F9B"/>
    <w:rsid w:val="0050370B"/>
    <w:rsid w:val="00507654"/>
    <w:rsid w:val="005132BC"/>
    <w:rsid w:val="005145AB"/>
    <w:rsid w:val="00520E9A"/>
    <w:rsid w:val="005227C5"/>
    <w:rsid w:val="00522811"/>
    <w:rsid w:val="005248C1"/>
    <w:rsid w:val="00526134"/>
    <w:rsid w:val="005313B0"/>
    <w:rsid w:val="00534971"/>
    <w:rsid w:val="00535C25"/>
    <w:rsid w:val="00536BF9"/>
    <w:rsid w:val="00537672"/>
    <w:rsid w:val="005405B2"/>
    <w:rsid w:val="005427C8"/>
    <w:rsid w:val="00542F47"/>
    <w:rsid w:val="00543F03"/>
    <w:rsid w:val="005446D1"/>
    <w:rsid w:val="005472EF"/>
    <w:rsid w:val="005478CD"/>
    <w:rsid w:val="00547D1C"/>
    <w:rsid w:val="00552A43"/>
    <w:rsid w:val="00553BC5"/>
    <w:rsid w:val="0055688B"/>
    <w:rsid w:val="00556C4C"/>
    <w:rsid w:val="00557369"/>
    <w:rsid w:val="00564ADD"/>
    <w:rsid w:val="00567FC5"/>
    <w:rsid w:val="005708EB"/>
    <w:rsid w:val="00575BC6"/>
    <w:rsid w:val="00576B09"/>
    <w:rsid w:val="00577912"/>
    <w:rsid w:val="00583902"/>
    <w:rsid w:val="00584865"/>
    <w:rsid w:val="005855BE"/>
    <w:rsid w:val="0058641D"/>
    <w:rsid w:val="00586D56"/>
    <w:rsid w:val="00591402"/>
    <w:rsid w:val="0059273C"/>
    <w:rsid w:val="0059567C"/>
    <w:rsid w:val="005957B9"/>
    <w:rsid w:val="005978BE"/>
    <w:rsid w:val="005A088B"/>
    <w:rsid w:val="005A1D70"/>
    <w:rsid w:val="005A351E"/>
    <w:rsid w:val="005A3AA5"/>
    <w:rsid w:val="005A493A"/>
    <w:rsid w:val="005A6C9C"/>
    <w:rsid w:val="005A74DC"/>
    <w:rsid w:val="005B5146"/>
    <w:rsid w:val="005B6BD1"/>
    <w:rsid w:val="005C24A7"/>
    <w:rsid w:val="005C5D19"/>
    <w:rsid w:val="005C68D9"/>
    <w:rsid w:val="005C7FC9"/>
    <w:rsid w:val="005D1095"/>
    <w:rsid w:val="005D1AFD"/>
    <w:rsid w:val="005D1DC3"/>
    <w:rsid w:val="005D534C"/>
    <w:rsid w:val="005E2E08"/>
    <w:rsid w:val="005E304C"/>
    <w:rsid w:val="005E41AE"/>
    <w:rsid w:val="005E51E6"/>
    <w:rsid w:val="005F027A"/>
    <w:rsid w:val="005F33CC"/>
    <w:rsid w:val="005F4756"/>
    <w:rsid w:val="005F771F"/>
    <w:rsid w:val="006073AB"/>
    <w:rsid w:val="0061049B"/>
    <w:rsid w:val="00611A62"/>
    <w:rsid w:val="00611DA8"/>
    <w:rsid w:val="006121D4"/>
    <w:rsid w:val="00613B49"/>
    <w:rsid w:val="00616845"/>
    <w:rsid w:val="00620E8E"/>
    <w:rsid w:val="00622332"/>
    <w:rsid w:val="00622716"/>
    <w:rsid w:val="006277B7"/>
    <w:rsid w:val="00632CDE"/>
    <w:rsid w:val="0063344A"/>
    <w:rsid w:val="00633CFE"/>
    <w:rsid w:val="00634FCA"/>
    <w:rsid w:val="00640400"/>
    <w:rsid w:val="006429BF"/>
    <w:rsid w:val="00643BD5"/>
    <w:rsid w:val="00643D1B"/>
    <w:rsid w:val="006452B8"/>
    <w:rsid w:val="006479C2"/>
    <w:rsid w:val="00652BE0"/>
    <w:rsid w:val="00652E62"/>
    <w:rsid w:val="006537D8"/>
    <w:rsid w:val="00654BBC"/>
    <w:rsid w:val="0065617D"/>
    <w:rsid w:val="0066520F"/>
    <w:rsid w:val="00665230"/>
    <w:rsid w:val="00670B9A"/>
    <w:rsid w:val="00672064"/>
    <w:rsid w:val="00675661"/>
    <w:rsid w:val="006779EB"/>
    <w:rsid w:val="00681E21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2C8C"/>
    <w:rsid w:val="006B442D"/>
    <w:rsid w:val="006B4765"/>
    <w:rsid w:val="006B6AFF"/>
    <w:rsid w:val="006C2289"/>
    <w:rsid w:val="006C2F32"/>
    <w:rsid w:val="006C4B6B"/>
    <w:rsid w:val="006C4C8D"/>
    <w:rsid w:val="006C5211"/>
    <w:rsid w:val="006C6AED"/>
    <w:rsid w:val="006D38C3"/>
    <w:rsid w:val="006D4448"/>
    <w:rsid w:val="006D6DFD"/>
    <w:rsid w:val="006E064C"/>
    <w:rsid w:val="006E2680"/>
    <w:rsid w:val="006E2C4D"/>
    <w:rsid w:val="006E35E0"/>
    <w:rsid w:val="006E42FE"/>
    <w:rsid w:val="006E5DC4"/>
    <w:rsid w:val="006E6567"/>
    <w:rsid w:val="006F0D02"/>
    <w:rsid w:val="006F0F2D"/>
    <w:rsid w:val="006F10FE"/>
    <w:rsid w:val="006F1CB7"/>
    <w:rsid w:val="006F3622"/>
    <w:rsid w:val="006F3871"/>
    <w:rsid w:val="006F62F7"/>
    <w:rsid w:val="00703D45"/>
    <w:rsid w:val="0070416A"/>
    <w:rsid w:val="00705EEC"/>
    <w:rsid w:val="00707741"/>
    <w:rsid w:val="007134FE"/>
    <w:rsid w:val="00715794"/>
    <w:rsid w:val="00715D3C"/>
    <w:rsid w:val="00715F10"/>
    <w:rsid w:val="00717385"/>
    <w:rsid w:val="0071793C"/>
    <w:rsid w:val="00721886"/>
    <w:rsid w:val="00722769"/>
    <w:rsid w:val="007238D7"/>
    <w:rsid w:val="00724268"/>
    <w:rsid w:val="00725624"/>
    <w:rsid w:val="00727901"/>
    <w:rsid w:val="0073075B"/>
    <w:rsid w:val="00733594"/>
    <w:rsid w:val="0073404B"/>
    <w:rsid w:val="007341FF"/>
    <w:rsid w:val="00734C36"/>
    <w:rsid w:val="007357DC"/>
    <w:rsid w:val="007404E9"/>
    <w:rsid w:val="00742756"/>
    <w:rsid w:val="00743B6A"/>
    <w:rsid w:val="007444CF"/>
    <w:rsid w:val="007474E7"/>
    <w:rsid w:val="00752C75"/>
    <w:rsid w:val="00753BF3"/>
    <w:rsid w:val="0075428F"/>
    <w:rsid w:val="00757005"/>
    <w:rsid w:val="00760819"/>
    <w:rsid w:val="00761C5A"/>
    <w:rsid w:val="00761DBE"/>
    <w:rsid w:val="0076486C"/>
    <w:rsid w:val="0076523B"/>
    <w:rsid w:val="00766E9E"/>
    <w:rsid w:val="00771B60"/>
    <w:rsid w:val="00772E9D"/>
    <w:rsid w:val="00774736"/>
    <w:rsid w:val="00777204"/>
    <w:rsid w:val="00780035"/>
    <w:rsid w:val="0078015A"/>
    <w:rsid w:val="00780F0B"/>
    <w:rsid w:val="0078147D"/>
    <w:rsid w:val="00781D77"/>
    <w:rsid w:val="00783549"/>
    <w:rsid w:val="007836AB"/>
    <w:rsid w:val="00783A11"/>
    <w:rsid w:val="00784036"/>
    <w:rsid w:val="007860B7"/>
    <w:rsid w:val="00786DC8"/>
    <w:rsid w:val="0079366C"/>
    <w:rsid w:val="0079681E"/>
    <w:rsid w:val="007A1827"/>
    <w:rsid w:val="007A300D"/>
    <w:rsid w:val="007A3623"/>
    <w:rsid w:val="007A3ACD"/>
    <w:rsid w:val="007A6E6D"/>
    <w:rsid w:val="007B7438"/>
    <w:rsid w:val="007C1EA3"/>
    <w:rsid w:val="007C2A68"/>
    <w:rsid w:val="007C2B2E"/>
    <w:rsid w:val="007C73BF"/>
    <w:rsid w:val="007D1AAC"/>
    <w:rsid w:val="007D2A95"/>
    <w:rsid w:val="007D43DF"/>
    <w:rsid w:val="007D5A78"/>
    <w:rsid w:val="007E3BD1"/>
    <w:rsid w:val="007E3FB4"/>
    <w:rsid w:val="007E632E"/>
    <w:rsid w:val="007E6DED"/>
    <w:rsid w:val="007E7293"/>
    <w:rsid w:val="007F1563"/>
    <w:rsid w:val="007F18FC"/>
    <w:rsid w:val="007F1EB2"/>
    <w:rsid w:val="007F25B7"/>
    <w:rsid w:val="007F44DB"/>
    <w:rsid w:val="007F543F"/>
    <w:rsid w:val="007F5A8B"/>
    <w:rsid w:val="0080043A"/>
    <w:rsid w:val="00802742"/>
    <w:rsid w:val="00803C2C"/>
    <w:rsid w:val="00803C8C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5614"/>
    <w:rsid w:val="00837A29"/>
    <w:rsid w:val="00837FD6"/>
    <w:rsid w:val="00840E99"/>
    <w:rsid w:val="008435EF"/>
    <w:rsid w:val="008449E7"/>
    <w:rsid w:val="00845F9C"/>
    <w:rsid w:val="00847B60"/>
    <w:rsid w:val="00847B8E"/>
    <w:rsid w:val="00850243"/>
    <w:rsid w:val="00851BE5"/>
    <w:rsid w:val="00854207"/>
    <w:rsid w:val="008545EB"/>
    <w:rsid w:val="008547E9"/>
    <w:rsid w:val="00855BA9"/>
    <w:rsid w:val="00863E4A"/>
    <w:rsid w:val="00865011"/>
    <w:rsid w:val="008772E4"/>
    <w:rsid w:val="00885E93"/>
    <w:rsid w:val="00886790"/>
    <w:rsid w:val="008908DE"/>
    <w:rsid w:val="0089098C"/>
    <w:rsid w:val="00895C09"/>
    <w:rsid w:val="008A12ED"/>
    <w:rsid w:val="008A301A"/>
    <w:rsid w:val="008A39D3"/>
    <w:rsid w:val="008B0041"/>
    <w:rsid w:val="008B0124"/>
    <w:rsid w:val="008B05F1"/>
    <w:rsid w:val="008B0AB4"/>
    <w:rsid w:val="008B12BA"/>
    <w:rsid w:val="008B18A6"/>
    <w:rsid w:val="008B1B6A"/>
    <w:rsid w:val="008B2C77"/>
    <w:rsid w:val="008B4141"/>
    <w:rsid w:val="008B4AAC"/>
    <w:rsid w:val="008B4AD2"/>
    <w:rsid w:val="008B4D86"/>
    <w:rsid w:val="008B61B4"/>
    <w:rsid w:val="008B7138"/>
    <w:rsid w:val="008C47EE"/>
    <w:rsid w:val="008C4A2E"/>
    <w:rsid w:val="008C6E5B"/>
    <w:rsid w:val="008D26D2"/>
    <w:rsid w:val="008D7631"/>
    <w:rsid w:val="008D7785"/>
    <w:rsid w:val="008E260C"/>
    <w:rsid w:val="008E2FD6"/>
    <w:rsid w:val="008E39BE"/>
    <w:rsid w:val="008E62EC"/>
    <w:rsid w:val="008F2B62"/>
    <w:rsid w:val="008F3061"/>
    <w:rsid w:val="008F32F6"/>
    <w:rsid w:val="008F3A24"/>
    <w:rsid w:val="0090492B"/>
    <w:rsid w:val="009129B4"/>
    <w:rsid w:val="00914956"/>
    <w:rsid w:val="00914CFA"/>
    <w:rsid w:val="009163E9"/>
    <w:rsid w:val="00916CD7"/>
    <w:rsid w:val="00920927"/>
    <w:rsid w:val="00921B38"/>
    <w:rsid w:val="00922888"/>
    <w:rsid w:val="00922F35"/>
    <w:rsid w:val="00923720"/>
    <w:rsid w:val="009259CE"/>
    <w:rsid w:val="009278C9"/>
    <w:rsid w:val="00932CD7"/>
    <w:rsid w:val="00933779"/>
    <w:rsid w:val="009339AE"/>
    <w:rsid w:val="009378F1"/>
    <w:rsid w:val="00940B3C"/>
    <w:rsid w:val="009440CD"/>
    <w:rsid w:val="00944C09"/>
    <w:rsid w:val="009466BE"/>
    <w:rsid w:val="009505F9"/>
    <w:rsid w:val="00950BA3"/>
    <w:rsid w:val="009527CB"/>
    <w:rsid w:val="00953835"/>
    <w:rsid w:val="00954C83"/>
    <w:rsid w:val="009552C8"/>
    <w:rsid w:val="00956227"/>
    <w:rsid w:val="00956978"/>
    <w:rsid w:val="00960F6C"/>
    <w:rsid w:val="0096110E"/>
    <w:rsid w:val="00961E4C"/>
    <w:rsid w:val="0096342E"/>
    <w:rsid w:val="00965DE4"/>
    <w:rsid w:val="00967674"/>
    <w:rsid w:val="00967802"/>
    <w:rsid w:val="00970747"/>
    <w:rsid w:val="00970E47"/>
    <w:rsid w:val="00971B7C"/>
    <w:rsid w:val="0097445B"/>
    <w:rsid w:val="00977272"/>
    <w:rsid w:val="00977612"/>
    <w:rsid w:val="00990724"/>
    <w:rsid w:val="00997032"/>
    <w:rsid w:val="00997BFC"/>
    <w:rsid w:val="009A0D86"/>
    <w:rsid w:val="009A132D"/>
    <w:rsid w:val="009A1721"/>
    <w:rsid w:val="009A3D7B"/>
    <w:rsid w:val="009A5900"/>
    <w:rsid w:val="009A6E6C"/>
    <w:rsid w:val="009A6F3F"/>
    <w:rsid w:val="009B23A1"/>
    <w:rsid w:val="009B331A"/>
    <w:rsid w:val="009B4A2A"/>
    <w:rsid w:val="009C0801"/>
    <w:rsid w:val="009C2650"/>
    <w:rsid w:val="009C4608"/>
    <w:rsid w:val="009C70F3"/>
    <w:rsid w:val="009D109E"/>
    <w:rsid w:val="009D15E2"/>
    <w:rsid w:val="009D15FE"/>
    <w:rsid w:val="009D5D2C"/>
    <w:rsid w:val="009F0DCC"/>
    <w:rsid w:val="009F11CA"/>
    <w:rsid w:val="009F44A7"/>
    <w:rsid w:val="009F75F0"/>
    <w:rsid w:val="00A017F0"/>
    <w:rsid w:val="00A01FFB"/>
    <w:rsid w:val="00A03C2A"/>
    <w:rsid w:val="00A05164"/>
    <w:rsid w:val="00A0695B"/>
    <w:rsid w:val="00A13052"/>
    <w:rsid w:val="00A139D5"/>
    <w:rsid w:val="00A216A8"/>
    <w:rsid w:val="00A223A6"/>
    <w:rsid w:val="00A24DE0"/>
    <w:rsid w:val="00A3639E"/>
    <w:rsid w:val="00A4157F"/>
    <w:rsid w:val="00A4234E"/>
    <w:rsid w:val="00A47904"/>
    <w:rsid w:val="00A5032F"/>
    <w:rsid w:val="00A5092E"/>
    <w:rsid w:val="00A51113"/>
    <w:rsid w:val="00A514C4"/>
    <w:rsid w:val="00A554D6"/>
    <w:rsid w:val="00A56E14"/>
    <w:rsid w:val="00A57C2A"/>
    <w:rsid w:val="00A6476B"/>
    <w:rsid w:val="00A66DFE"/>
    <w:rsid w:val="00A67F20"/>
    <w:rsid w:val="00A748D1"/>
    <w:rsid w:val="00A767E1"/>
    <w:rsid w:val="00A76990"/>
    <w:rsid w:val="00A76C6C"/>
    <w:rsid w:val="00A776BF"/>
    <w:rsid w:val="00A8367D"/>
    <w:rsid w:val="00A87356"/>
    <w:rsid w:val="00A92C7E"/>
    <w:rsid w:val="00A92DD1"/>
    <w:rsid w:val="00A9512C"/>
    <w:rsid w:val="00A97326"/>
    <w:rsid w:val="00AA0FF9"/>
    <w:rsid w:val="00AA3EDC"/>
    <w:rsid w:val="00AA5338"/>
    <w:rsid w:val="00AA7578"/>
    <w:rsid w:val="00AA758D"/>
    <w:rsid w:val="00AB06DE"/>
    <w:rsid w:val="00AB1B8E"/>
    <w:rsid w:val="00AB40DC"/>
    <w:rsid w:val="00AB5133"/>
    <w:rsid w:val="00AB65CB"/>
    <w:rsid w:val="00AB6DB8"/>
    <w:rsid w:val="00AB7C42"/>
    <w:rsid w:val="00AC0696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05EC"/>
    <w:rsid w:val="00AF21B7"/>
    <w:rsid w:val="00AF36C9"/>
    <w:rsid w:val="00AF3957"/>
    <w:rsid w:val="00AF6AD0"/>
    <w:rsid w:val="00AF76D5"/>
    <w:rsid w:val="00AF7CC4"/>
    <w:rsid w:val="00B00AEE"/>
    <w:rsid w:val="00B0656C"/>
    <w:rsid w:val="00B0712C"/>
    <w:rsid w:val="00B12013"/>
    <w:rsid w:val="00B145EB"/>
    <w:rsid w:val="00B16CE7"/>
    <w:rsid w:val="00B17B36"/>
    <w:rsid w:val="00B21146"/>
    <w:rsid w:val="00B21D60"/>
    <w:rsid w:val="00B22C67"/>
    <w:rsid w:val="00B2789A"/>
    <w:rsid w:val="00B31F33"/>
    <w:rsid w:val="00B32693"/>
    <w:rsid w:val="00B337A6"/>
    <w:rsid w:val="00B3385A"/>
    <w:rsid w:val="00B343D5"/>
    <w:rsid w:val="00B3506C"/>
    <w:rsid w:val="00B3508F"/>
    <w:rsid w:val="00B426EF"/>
    <w:rsid w:val="00B443EE"/>
    <w:rsid w:val="00B46C60"/>
    <w:rsid w:val="00B50186"/>
    <w:rsid w:val="00B5562A"/>
    <w:rsid w:val="00B560C8"/>
    <w:rsid w:val="00B5633D"/>
    <w:rsid w:val="00B56EB8"/>
    <w:rsid w:val="00B57C93"/>
    <w:rsid w:val="00B61150"/>
    <w:rsid w:val="00B62BBB"/>
    <w:rsid w:val="00B65BC7"/>
    <w:rsid w:val="00B66E5B"/>
    <w:rsid w:val="00B72760"/>
    <w:rsid w:val="00B746B9"/>
    <w:rsid w:val="00B82D22"/>
    <w:rsid w:val="00B848D4"/>
    <w:rsid w:val="00B849A5"/>
    <w:rsid w:val="00B86047"/>
    <w:rsid w:val="00B865B7"/>
    <w:rsid w:val="00B91054"/>
    <w:rsid w:val="00B916FF"/>
    <w:rsid w:val="00B93377"/>
    <w:rsid w:val="00B93692"/>
    <w:rsid w:val="00B939AC"/>
    <w:rsid w:val="00B952C5"/>
    <w:rsid w:val="00B96E81"/>
    <w:rsid w:val="00BA0B0B"/>
    <w:rsid w:val="00BA0D70"/>
    <w:rsid w:val="00BA1CB1"/>
    <w:rsid w:val="00BA311D"/>
    <w:rsid w:val="00BA4178"/>
    <w:rsid w:val="00BA430F"/>
    <w:rsid w:val="00BA472B"/>
    <w:rsid w:val="00BA482D"/>
    <w:rsid w:val="00BA7541"/>
    <w:rsid w:val="00BB1755"/>
    <w:rsid w:val="00BB1794"/>
    <w:rsid w:val="00BB23F4"/>
    <w:rsid w:val="00BB3CC3"/>
    <w:rsid w:val="00BB4A65"/>
    <w:rsid w:val="00BB5494"/>
    <w:rsid w:val="00BB7C24"/>
    <w:rsid w:val="00BC37CF"/>
    <w:rsid w:val="00BC4790"/>
    <w:rsid w:val="00BC4882"/>
    <w:rsid w:val="00BC5075"/>
    <w:rsid w:val="00BC5265"/>
    <w:rsid w:val="00BC5419"/>
    <w:rsid w:val="00BD3B0F"/>
    <w:rsid w:val="00BD6B33"/>
    <w:rsid w:val="00BE2D7D"/>
    <w:rsid w:val="00BE3284"/>
    <w:rsid w:val="00BE3DC7"/>
    <w:rsid w:val="00BE511A"/>
    <w:rsid w:val="00BE79F3"/>
    <w:rsid w:val="00BF0991"/>
    <w:rsid w:val="00BF1D4C"/>
    <w:rsid w:val="00BF3F0A"/>
    <w:rsid w:val="00BF6B56"/>
    <w:rsid w:val="00BF73AB"/>
    <w:rsid w:val="00C00523"/>
    <w:rsid w:val="00C02E7C"/>
    <w:rsid w:val="00C044F5"/>
    <w:rsid w:val="00C04F09"/>
    <w:rsid w:val="00C07F91"/>
    <w:rsid w:val="00C143C3"/>
    <w:rsid w:val="00C158B8"/>
    <w:rsid w:val="00C16D3E"/>
    <w:rsid w:val="00C1739B"/>
    <w:rsid w:val="00C2047F"/>
    <w:rsid w:val="00C211B7"/>
    <w:rsid w:val="00C21ADE"/>
    <w:rsid w:val="00C26067"/>
    <w:rsid w:val="00C26765"/>
    <w:rsid w:val="00C27003"/>
    <w:rsid w:val="00C30A29"/>
    <w:rsid w:val="00C317DC"/>
    <w:rsid w:val="00C4083C"/>
    <w:rsid w:val="00C40FB7"/>
    <w:rsid w:val="00C43898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81316"/>
    <w:rsid w:val="00C93ED6"/>
    <w:rsid w:val="00C96AF3"/>
    <w:rsid w:val="00C97061"/>
    <w:rsid w:val="00C97CCC"/>
    <w:rsid w:val="00CA00CA"/>
    <w:rsid w:val="00CA0274"/>
    <w:rsid w:val="00CA0E2E"/>
    <w:rsid w:val="00CA38A5"/>
    <w:rsid w:val="00CA726F"/>
    <w:rsid w:val="00CB2448"/>
    <w:rsid w:val="00CB746F"/>
    <w:rsid w:val="00CC451E"/>
    <w:rsid w:val="00CC6036"/>
    <w:rsid w:val="00CD4E9D"/>
    <w:rsid w:val="00CD4F4D"/>
    <w:rsid w:val="00CD5C5C"/>
    <w:rsid w:val="00CD7EB0"/>
    <w:rsid w:val="00CE0536"/>
    <w:rsid w:val="00CE1516"/>
    <w:rsid w:val="00CE18E0"/>
    <w:rsid w:val="00CE51CC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250"/>
    <w:rsid w:val="00D115AA"/>
    <w:rsid w:val="00D14393"/>
    <w:rsid w:val="00D145BE"/>
    <w:rsid w:val="00D14E2E"/>
    <w:rsid w:val="00D2012C"/>
    <w:rsid w:val="00D2035A"/>
    <w:rsid w:val="00D20C57"/>
    <w:rsid w:val="00D224E6"/>
    <w:rsid w:val="00D23D8D"/>
    <w:rsid w:val="00D25D16"/>
    <w:rsid w:val="00D32124"/>
    <w:rsid w:val="00D33136"/>
    <w:rsid w:val="00D3320C"/>
    <w:rsid w:val="00D34BB8"/>
    <w:rsid w:val="00D40137"/>
    <w:rsid w:val="00D4152C"/>
    <w:rsid w:val="00D43BBE"/>
    <w:rsid w:val="00D4507B"/>
    <w:rsid w:val="00D4753B"/>
    <w:rsid w:val="00D52CB7"/>
    <w:rsid w:val="00D54C76"/>
    <w:rsid w:val="00D556A3"/>
    <w:rsid w:val="00D66DDF"/>
    <w:rsid w:val="00D71E43"/>
    <w:rsid w:val="00D727F3"/>
    <w:rsid w:val="00D73695"/>
    <w:rsid w:val="00D80C21"/>
    <w:rsid w:val="00D810DE"/>
    <w:rsid w:val="00D821C1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24E"/>
    <w:rsid w:val="00DB4FAF"/>
    <w:rsid w:val="00DB638E"/>
    <w:rsid w:val="00DC1D69"/>
    <w:rsid w:val="00DC5A3A"/>
    <w:rsid w:val="00DD0726"/>
    <w:rsid w:val="00DD1A96"/>
    <w:rsid w:val="00DD22DE"/>
    <w:rsid w:val="00DD2473"/>
    <w:rsid w:val="00DD6B74"/>
    <w:rsid w:val="00DE77A9"/>
    <w:rsid w:val="00DE7D87"/>
    <w:rsid w:val="00DE7FF3"/>
    <w:rsid w:val="00DF40FA"/>
    <w:rsid w:val="00DF4519"/>
    <w:rsid w:val="00E01D4D"/>
    <w:rsid w:val="00E023E1"/>
    <w:rsid w:val="00E024B0"/>
    <w:rsid w:val="00E03A10"/>
    <w:rsid w:val="00E040A2"/>
    <w:rsid w:val="00E04A22"/>
    <w:rsid w:val="00E147AC"/>
    <w:rsid w:val="00E15364"/>
    <w:rsid w:val="00E16077"/>
    <w:rsid w:val="00E16E6A"/>
    <w:rsid w:val="00E211C6"/>
    <w:rsid w:val="00E238E6"/>
    <w:rsid w:val="00E305A8"/>
    <w:rsid w:val="00E314E4"/>
    <w:rsid w:val="00E31577"/>
    <w:rsid w:val="00E31AB2"/>
    <w:rsid w:val="00E35064"/>
    <w:rsid w:val="00E35D46"/>
    <w:rsid w:val="00E3681D"/>
    <w:rsid w:val="00E40225"/>
    <w:rsid w:val="00E42887"/>
    <w:rsid w:val="00E42948"/>
    <w:rsid w:val="00E4378B"/>
    <w:rsid w:val="00E43AA2"/>
    <w:rsid w:val="00E476C6"/>
    <w:rsid w:val="00E477E5"/>
    <w:rsid w:val="00E501F0"/>
    <w:rsid w:val="00E57EB4"/>
    <w:rsid w:val="00E6166D"/>
    <w:rsid w:val="00E6475C"/>
    <w:rsid w:val="00E6490E"/>
    <w:rsid w:val="00E658A5"/>
    <w:rsid w:val="00E66CA1"/>
    <w:rsid w:val="00E70E4F"/>
    <w:rsid w:val="00E751B1"/>
    <w:rsid w:val="00E77A72"/>
    <w:rsid w:val="00E77AE7"/>
    <w:rsid w:val="00E84B78"/>
    <w:rsid w:val="00E85CA5"/>
    <w:rsid w:val="00E87057"/>
    <w:rsid w:val="00E91BFF"/>
    <w:rsid w:val="00E92373"/>
    <w:rsid w:val="00E92933"/>
    <w:rsid w:val="00E943A9"/>
    <w:rsid w:val="00E94FAD"/>
    <w:rsid w:val="00E957EB"/>
    <w:rsid w:val="00EA3414"/>
    <w:rsid w:val="00EA3CA9"/>
    <w:rsid w:val="00EA4211"/>
    <w:rsid w:val="00EA55AF"/>
    <w:rsid w:val="00EB0AA4"/>
    <w:rsid w:val="00EB15E7"/>
    <w:rsid w:val="00EB5A7A"/>
    <w:rsid w:val="00EB5C88"/>
    <w:rsid w:val="00EB60C0"/>
    <w:rsid w:val="00EB733E"/>
    <w:rsid w:val="00EC0469"/>
    <w:rsid w:val="00EC0578"/>
    <w:rsid w:val="00EC1BC2"/>
    <w:rsid w:val="00EC208C"/>
    <w:rsid w:val="00EC7EE0"/>
    <w:rsid w:val="00ED3910"/>
    <w:rsid w:val="00ED4077"/>
    <w:rsid w:val="00ED46A0"/>
    <w:rsid w:val="00ED5BFA"/>
    <w:rsid w:val="00ED75C8"/>
    <w:rsid w:val="00EE31C9"/>
    <w:rsid w:val="00EE3822"/>
    <w:rsid w:val="00EE4378"/>
    <w:rsid w:val="00EE7237"/>
    <w:rsid w:val="00EF01F8"/>
    <w:rsid w:val="00EF0B1C"/>
    <w:rsid w:val="00EF1024"/>
    <w:rsid w:val="00EF11D3"/>
    <w:rsid w:val="00EF40EF"/>
    <w:rsid w:val="00EF47FE"/>
    <w:rsid w:val="00F01177"/>
    <w:rsid w:val="00F03993"/>
    <w:rsid w:val="00F069BD"/>
    <w:rsid w:val="00F06F7C"/>
    <w:rsid w:val="00F10FD7"/>
    <w:rsid w:val="00F122E8"/>
    <w:rsid w:val="00F123C8"/>
    <w:rsid w:val="00F1480E"/>
    <w:rsid w:val="00F1497D"/>
    <w:rsid w:val="00F1660D"/>
    <w:rsid w:val="00F16AAC"/>
    <w:rsid w:val="00F20BDE"/>
    <w:rsid w:val="00F22B51"/>
    <w:rsid w:val="00F24614"/>
    <w:rsid w:val="00F33FF2"/>
    <w:rsid w:val="00F438FC"/>
    <w:rsid w:val="00F447E2"/>
    <w:rsid w:val="00F47281"/>
    <w:rsid w:val="00F47D12"/>
    <w:rsid w:val="00F52CAE"/>
    <w:rsid w:val="00F55666"/>
    <w:rsid w:val="00F5616F"/>
    <w:rsid w:val="00F56451"/>
    <w:rsid w:val="00F56827"/>
    <w:rsid w:val="00F6225D"/>
    <w:rsid w:val="00F62866"/>
    <w:rsid w:val="00F65323"/>
    <w:rsid w:val="00F65EF0"/>
    <w:rsid w:val="00F71651"/>
    <w:rsid w:val="00F76191"/>
    <w:rsid w:val="00F763C3"/>
    <w:rsid w:val="00F76CC6"/>
    <w:rsid w:val="00F80197"/>
    <w:rsid w:val="00F83AA2"/>
    <w:rsid w:val="00F83D7C"/>
    <w:rsid w:val="00F87452"/>
    <w:rsid w:val="00F87DF9"/>
    <w:rsid w:val="00F90C3F"/>
    <w:rsid w:val="00F912AE"/>
    <w:rsid w:val="00F93EF7"/>
    <w:rsid w:val="00F95834"/>
    <w:rsid w:val="00F96B06"/>
    <w:rsid w:val="00FB232E"/>
    <w:rsid w:val="00FB30D3"/>
    <w:rsid w:val="00FB5471"/>
    <w:rsid w:val="00FB7B99"/>
    <w:rsid w:val="00FC1C8E"/>
    <w:rsid w:val="00FC325D"/>
    <w:rsid w:val="00FC3F21"/>
    <w:rsid w:val="00FC4EE1"/>
    <w:rsid w:val="00FD557D"/>
    <w:rsid w:val="00FD66F9"/>
    <w:rsid w:val="00FE0282"/>
    <w:rsid w:val="00FE124D"/>
    <w:rsid w:val="00FE1B1F"/>
    <w:rsid w:val="00FE2667"/>
    <w:rsid w:val="00FE287B"/>
    <w:rsid w:val="00FE3148"/>
    <w:rsid w:val="00FE3A4A"/>
    <w:rsid w:val="00FE4B26"/>
    <w:rsid w:val="00FE792C"/>
    <w:rsid w:val="00FF284B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490FC458-6F12-4C17-B85F-D2B55991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0d96fe23-5747-4c01-9d6f-3509ff8d3d4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ARB40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ARB51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14F980-8D51-492C-9450-E74C6E07C1E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1192</TotalTime>
  <Pages>5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329</cp:revision>
  <cp:lastPrinted>2016-05-27T22:21:00Z</cp:lastPrinted>
  <dcterms:created xsi:type="dcterms:W3CDTF">2021-11-07T23:01:00Z</dcterms:created>
  <dcterms:modified xsi:type="dcterms:W3CDTF">2022-03-29T01:43:00Z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