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F41AB8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55AFC8EB" w:rsidR="00DD6B74" w:rsidRPr="00CC451E" w:rsidRDefault="00DD6B74" w:rsidP="00F41AB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CE0440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41DFC4D2" w:rsidR="00F1480E" w:rsidRPr="000754EC" w:rsidRDefault="008E2B62" w:rsidP="00F47281">
            <w:pPr>
              <w:pStyle w:val="SIUnittitle"/>
            </w:pPr>
            <w:r w:rsidRPr="00922F35">
              <w:t>FWP</w:t>
            </w:r>
            <w:r w:rsidR="00346C26">
              <w:t>COT</w:t>
            </w:r>
            <w:r>
              <w:t>3XXX</w:t>
            </w:r>
          </w:p>
        </w:tc>
        <w:tc>
          <w:tcPr>
            <w:tcW w:w="3604" w:type="pct"/>
            <w:shd w:val="clear" w:color="auto" w:fill="auto"/>
          </w:tcPr>
          <w:p w14:paraId="7B2E5DB8" w14:textId="2E85D9D2" w:rsidR="00F1480E" w:rsidRPr="000754EC" w:rsidRDefault="00D43D41" w:rsidP="00F47281">
            <w:pPr>
              <w:pStyle w:val="SIUnittitle"/>
            </w:pPr>
            <w:r w:rsidRPr="00D43D41">
              <w:t xml:space="preserve">Apply knowledge of </w:t>
            </w:r>
            <w:r w:rsidR="007443B2">
              <w:t>log yard operations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3326BF" w14:textId="394A3DBF" w:rsidR="006E6567" w:rsidRPr="00514574" w:rsidRDefault="008E2FD6" w:rsidP="00514574">
            <w:pPr>
              <w:pStyle w:val="SIText"/>
            </w:pPr>
            <w:r w:rsidRPr="00514574">
              <w:t xml:space="preserve">This unit of competency describes the skills and knowledge </w:t>
            </w:r>
            <w:proofErr w:type="gramStart"/>
            <w:r w:rsidRPr="00514574">
              <w:t>required</w:t>
            </w:r>
            <w:proofErr w:type="gramEnd"/>
            <w:r w:rsidRPr="00514574">
              <w:t xml:space="preserve"> </w:t>
            </w:r>
            <w:r w:rsidR="006B2C8C" w:rsidRPr="00514574">
              <w:t>to</w:t>
            </w:r>
            <w:r w:rsidR="003A297E">
              <w:t xml:space="preserve"> </w:t>
            </w:r>
            <w:r w:rsidR="00AC6D7A">
              <w:t xml:space="preserve">identify the layout and workflow in </w:t>
            </w:r>
            <w:r w:rsidR="001826CD">
              <w:t xml:space="preserve">a </w:t>
            </w:r>
            <w:r w:rsidR="00AC6D7A">
              <w:t>log yard and to confirm the procedures, equipment and safety requirements associated with log yard operations.</w:t>
            </w:r>
          </w:p>
          <w:p w14:paraId="1A89491F" w14:textId="77777777" w:rsidR="00AC6D7A" w:rsidRDefault="00AC6D7A" w:rsidP="00514574">
            <w:pPr>
              <w:pStyle w:val="SIText"/>
            </w:pPr>
          </w:p>
          <w:p w14:paraId="351E5A40" w14:textId="2CE4A8F1" w:rsidR="008E2FD6" w:rsidRPr="00514574" w:rsidRDefault="008E2FD6" w:rsidP="00514574">
            <w:pPr>
              <w:pStyle w:val="SIText"/>
            </w:pPr>
            <w:r w:rsidRPr="00514574">
              <w:t xml:space="preserve">The unit applies to </w:t>
            </w:r>
            <w:r w:rsidR="001E74FD" w:rsidRPr="00514574">
              <w:t>operational staff</w:t>
            </w:r>
            <w:r w:rsidR="004C4A25" w:rsidRPr="00514574">
              <w:t xml:space="preserve"> who are engaged in</w:t>
            </w:r>
            <w:r w:rsidR="00F41AB8" w:rsidRPr="00514574">
              <w:t xml:space="preserve"> </w:t>
            </w:r>
            <w:r w:rsidR="00B0692D" w:rsidRPr="00514574">
              <w:t xml:space="preserve">a </w:t>
            </w:r>
            <w:r w:rsidR="00F41AB8" w:rsidRPr="00514574">
              <w:t>range of work roles in</w:t>
            </w:r>
            <w:r w:rsidR="004C4A25" w:rsidRPr="00514574">
              <w:t xml:space="preserve"> </w:t>
            </w:r>
            <w:r w:rsidR="00887978">
              <w:t>log yard operations</w:t>
            </w:r>
            <w:r w:rsidR="00F07937">
              <w:t xml:space="preserve"> in the forest and wood products industry</w:t>
            </w:r>
            <w:r w:rsidR="00F41AB8" w:rsidRPr="00514574">
              <w:t>.</w:t>
            </w:r>
          </w:p>
          <w:p w14:paraId="70DFBFED" w14:textId="77777777" w:rsidR="008E2FD6" w:rsidRPr="00514574" w:rsidRDefault="008E2FD6" w:rsidP="00514574">
            <w:pPr>
              <w:pStyle w:val="SIText"/>
            </w:pPr>
          </w:p>
          <w:p w14:paraId="1DECDDC8" w14:textId="702FA838" w:rsidR="00373436" w:rsidRPr="000754EC" w:rsidRDefault="008E2FD6" w:rsidP="00514574">
            <w:pPr>
              <w:pStyle w:val="SIText"/>
            </w:pPr>
            <w:r w:rsidRPr="00514574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F41AB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727C195E" w:rsidR="008547E9" w:rsidRPr="000754EC" w:rsidRDefault="00346C26" w:rsidP="006B2C8C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35416A">
              <w:rPr>
                <w:rStyle w:val="SIText-Italic"/>
              </w:rPr>
              <w:t>demonstrate</w:t>
            </w:r>
            <w:proofErr w:type="gramEnd"/>
            <w:r w:rsidRPr="0035416A">
              <w:rPr>
                <w:rStyle w:val="SIText-Italic"/>
              </w:rPr>
              <w:t xml:space="preserve"> achievement of the element. 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46D7AF83" w:rsidR="004C376B" w:rsidRPr="004C376B" w:rsidRDefault="00A37F00" w:rsidP="00F41AB8">
            <w:pPr>
              <w:pStyle w:val="SIText"/>
            </w:pPr>
            <w:r>
              <w:t>1</w:t>
            </w:r>
            <w:r w:rsidR="00BB4198">
              <w:t xml:space="preserve">. </w:t>
            </w:r>
            <w:proofErr w:type="gramStart"/>
            <w:r w:rsidR="004E5866">
              <w:t>Determine</w:t>
            </w:r>
            <w:proofErr w:type="gramEnd"/>
            <w:r>
              <w:t xml:space="preserve"> </w:t>
            </w:r>
            <w:r w:rsidR="00DC1916" w:rsidRPr="00F17B39">
              <w:t>log yard</w:t>
            </w:r>
            <w:r w:rsidR="00DC1916">
              <w:t xml:space="preserve"> </w:t>
            </w:r>
            <w:r w:rsidR="006663EB">
              <w:t>operations</w:t>
            </w:r>
            <w:r w:rsidR="00F17B39" w:rsidRPr="00F17B39">
              <w:t>, layout and workflow</w:t>
            </w:r>
          </w:p>
        </w:tc>
        <w:tc>
          <w:tcPr>
            <w:tcW w:w="3604" w:type="pct"/>
            <w:shd w:val="clear" w:color="auto" w:fill="auto"/>
          </w:tcPr>
          <w:p w14:paraId="6EC1CDD0" w14:textId="50CD9215" w:rsidR="00891BAE" w:rsidRDefault="00A37F00" w:rsidP="006B2D19">
            <w:pPr>
              <w:pStyle w:val="SIText"/>
            </w:pPr>
            <w:r>
              <w:t>1</w:t>
            </w:r>
            <w:r w:rsidR="00D350E7">
              <w:t>.</w:t>
            </w:r>
            <w:r w:rsidR="006573F8">
              <w:t>1</w:t>
            </w:r>
            <w:r w:rsidR="00D350E7">
              <w:t xml:space="preserve"> </w:t>
            </w:r>
            <w:r w:rsidR="00891BAE">
              <w:t>Identify type and purpose of log yard</w:t>
            </w:r>
          </w:p>
          <w:p w14:paraId="780E0375" w14:textId="64786EFC" w:rsidR="00030976" w:rsidRDefault="00891BAE" w:rsidP="006B2D19">
            <w:pPr>
              <w:pStyle w:val="SIText"/>
            </w:pPr>
            <w:r>
              <w:t xml:space="preserve">1.2 </w:t>
            </w:r>
            <w:r w:rsidR="007443B2">
              <w:t>Recognise</w:t>
            </w:r>
            <w:r w:rsidR="00A94434">
              <w:t xml:space="preserve"> </w:t>
            </w:r>
            <w:r w:rsidR="007443B2">
              <w:t>log yard layout</w:t>
            </w:r>
          </w:p>
          <w:p w14:paraId="1F79718E" w14:textId="5FDE5420" w:rsidR="008A44F1" w:rsidRPr="008A44F1" w:rsidRDefault="00A37F00" w:rsidP="008A44F1">
            <w:pPr>
              <w:pStyle w:val="SIText"/>
            </w:pPr>
            <w:r>
              <w:t>1</w:t>
            </w:r>
            <w:r w:rsidR="00E238F6">
              <w:t>.</w:t>
            </w:r>
            <w:r w:rsidR="00891BAE">
              <w:t>3</w:t>
            </w:r>
            <w:r w:rsidR="00E238F6">
              <w:t xml:space="preserve"> </w:t>
            </w:r>
            <w:r w:rsidR="008A44F1" w:rsidRPr="008A44F1">
              <w:t>Determine materials flow in log yard</w:t>
            </w:r>
          </w:p>
          <w:p w14:paraId="64DDB9C4" w14:textId="35422E13" w:rsidR="008A44F1" w:rsidRDefault="00A37F00" w:rsidP="00030976">
            <w:pPr>
              <w:pStyle w:val="SIText"/>
            </w:pPr>
            <w:r>
              <w:t>1</w:t>
            </w:r>
            <w:r w:rsidR="008A44F1">
              <w:t>.</w:t>
            </w:r>
            <w:r w:rsidR="00891BAE">
              <w:t>4</w:t>
            </w:r>
            <w:r w:rsidR="008A44F1">
              <w:t xml:space="preserve"> </w:t>
            </w:r>
            <w:r w:rsidR="008A44F1" w:rsidRPr="008A44F1">
              <w:t>Recognise role and responsibilities of log yard controller and other</w:t>
            </w:r>
            <w:r>
              <w:t xml:space="preserve"> </w:t>
            </w:r>
            <w:r w:rsidR="008A44F1" w:rsidRPr="008A44F1">
              <w:t>log yard team</w:t>
            </w:r>
            <w:r>
              <w:t xml:space="preserve"> members</w:t>
            </w:r>
            <w:r w:rsidR="008A44F1" w:rsidRPr="008A44F1">
              <w:t xml:space="preserve"> </w:t>
            </w:r>
          </w:p>
          <w:p w14:paraId="7D497680" w14:textId="1194FB08" w:rsidR="008A44F1" w:rsidRDefault="00A37F00" w:rsidP="00030976">
            <w:pPr>
              <w:pStyle w:val="SIText"/>
            </w:pPr>
            <w:r>
              <w:t>1</w:t>
            </w:r>
            <w:r w:rsidR="008A44F1">
              <w:t>.</w:t>
            </w:r>
            <w:r w:rsidR="00891BAE">
              <w:t>5</w:t>
            </w:r>
            <w:r w:rsidR="008A44F1">
              <w:t xml:space="preserve"> </w:t>
            </w:r>
            <w:r w:rsidR="00CE0440">
              <w:t xml:space="preserve">Recognise </w:t>
            </w:r>
            <w:r w:rsidR="007443B2">
              <w:t>log yar</w:t>
            </w:r>
            <w:r w:rsidR="006663EB">
              <w:t>d operations</w:t>
            </w:r>
          </w:p>
          <w:p w14:paraId="6A09359D" w14:textId="28A6CE06" w:rsidR="00A37F00" w:rsidRDefault="00A37F00" w:rsidP="00030976">
            <w:pPr>
              <w:pStyle w:val="SIText"/>
            </w:pPr>
            <w:r>
              <w:t>1.</w:t>
            </w:r>
            <w:r w:rsidR="00891BAE">
              <w:t>6</w:t>
            </w:r>
            <w:r>
              <w:t xml:space="preserve"> Recognise log yard equipment and systems</w:t>
            </w:r>
          </w:p>
          <w:p w14:paraId="55B12F0F" w14:textId="12ECBBBD" w:rsidR="00FD14C2" w:rsidRDefault="00C937C0" w:rsidP="00030976">
            <w:pPr>
              <w:pStyle w:val="SIText"/>
            </w:pPr>
            <w:r>
              <w:t xml:space="preserve">1.7 </w:t>
            </w:r>
            <w:r w:rsidR="00FD14C2" w:rsidRPr="00796EB0">
              <w:t xml:space="preserve">Identify </w:t>
            </w:r>
            <w:r w:rsidR="00C04E40" w:rsidRPr="00796EB0">
              <w:t>log stack</w:t>
            </w:r>
            <w:r w:rsidR="00C04E40" w:rsidRPr="00C04E40">
              <w:t xml:space="preserve"> </w:t>
            </w:r>
            <w:r w:rsidR="00FD14C2" w:rsidRPr="00796EB0">
              <w:t xml:space="preserve">characteristics </w:t>
            </w:r>
            <w:r w:rsidR="009F267E">
              <w:t xml:space="preserve">in relation to safety, </w:t>
            </w:r>
            <w:proofErr w:type="gramStart"/>
            <w:r w:rsidR="009F267E">
              <w:t>efficiency</w:t>
            </w:r>
            <w:proofErr w:type="gramEnd"/>
            <w:r w:rsidR="009F267E">
              <w:t xml:space="preserve"> and log rotation</w:t>
            </w:r>
          </w:p>
          <w:p w14:paraId="7085E765" w14:textId="36A892F1" w:rsidR="000E1CE3" w:rsidRPr="001903EC" w:rsidRDefault="00A37F00" w:rsidP="001903EC">
            <w:pPr>
              <w:pStyle w:val="SIText"/>
            </w:pPr>
            <w:r>
              <w:t>1</w:t>
            </w:r>
            <w:r w:rsidR="000E1CE3">
              <w:t>.</w:t>
            </w:r>
            <w:r w:rsidR="00C937C0">
              <w:t>8</w:t>
            </w:r>
            <w:r w:rsidR="000E1CE3">
              <w:t xml:space="preserve"> Assess </w:t>
            </w:r>
            <w:r w:rsidR="00E52249">
              <w:t xml:space="preserve">operational problems and </w:t>
            </w:r>
            <w:r w:rsidR="000E1CE3">
              <w:t xml:space="preserve">factors that </w:t>
            </w:r>
            <w:proofErr w:type="gramStart"/>
            <w:r w:rsidR="000E1CE3">
              <w:t>impact</w:t>
            </w:r>
            <w:proofErr w:type="gramEnd"/>
            <w:r w:rsidR="000E1CE3">
              <w:t xml:space="preserve"> on </w:t>
            </w:r>
            <w:r w:rsidR="008A44F1">
              <w:t>materials flow</w:t>
            </w:r>
            <w:r w:rsidR="000E1CE3">
              <w:t xml:space="preserve"> in </w:t>
            </w:r>
            <w:r w:rsidR="007443B2">
              <w:t>log yard</w:t>
            </w:r>
          </w:p>
          <w:p w14:paraId="542E76EA" w14:textId="088C9ADB" w:rsidR="004C376B" w:rsidRPr="004C376B" w:rsidRDefault="00A37F00" w:rsidP="00F41AB8">
            <w:pPr>
              <w:pStyle w:val="SIText"/>
            </w:pPr>
            <w:r>
              <w:t>1</w:t>
            </w:r>
            <w:r w:rsidR="008F4AC6">
              <w:t>.</w:t>
            </w:r>
            <w:r w:rsidR="00C937C0">
              <w:t xml:space="preserve">9 </w:t>
            </w:r>
            <w:r w:rsidR="008F4AC6">
              <w:t xml:space="preserve">Assess </w:t>
            </w:r>
            <w:r w:rsidR="001903EC">
              <w:t>safety</w:t>
            </w:r>
            <w:r w:rsidR="00B974F8">
              <w:t xml:space="preserve">, </w:t>
            </w:r>
            <w:r w:rsidR="00B974F8" w:rsidRPr="00B974F8">
              <w:t xml:space="preserve">materials </w:t>
            </w:r>
            <w:proofErr w:type="gramStart"/>
            <w:r w:rsidR="00B974F8" w:rsidRPr="00B974F8">
              <w:t>handling</w:t>
            </w:r>
            <w:proofErr w:type="gramEnd"/>
            <w:r w:rsidR="00B974F8" w:rsidRPr="00B974F8">
              <w:t xml:space="preserve"> </w:t>
            </w:r>
            <w:r w:rsidR="001903EC">
              <w:t xml:space="preserve">and environmental </w:t>
            </w:r>
            <w:r w:rsidR="008F4AC6">
              <w:t xml:space="preserve">hazards associated with </w:t>
            </w:r>
            <w:r w:rsidR="007443B2">
              <w:t>log yard operations</w:t>
            </w:r>
            <w:r w:rsidR="00B974F8">
              <w:t>.</w:t>
            </w:r>
          </w:p>
        </w:tc>
      </w:tr>
      <w:tr w:rsidR="00A37F00" w:rsidRPr="00963A46" w14:paraId="418E0A9B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157553F7" w14:textId="0C9FFB34" w:rsidR="00A37F00" w:rsidRDefault="00E52249" w:rsidP="00F41AB8">
            <w:pPr>
              <w:pStyle w:val="SIText"/>
            </w:pPr>
            <w:r>
              <w:t xml:space="preserve">2. </w:t>
            </w:r>
            <w:r w:rsidR="004E5866">
              <w:t>Confirm</w:t>
            </w:r>
            <w:r>
              <w:t xml:space="preserve"> </w:t>
            </w:r>
            <w:r w:rsidR="00DC1916" w:rsidRPr="00AC6D7A">
              <w:t xml:space="preserve">log yard </w:t>
            </w:r>
            <w:r w:rsidR="00AC6D7A" w:rsidRPr="00AC6D7A">
              <w:t xml:space="preserve">procedures, </w:t>
            </w:r>
            <w:proofErr w:type="gramStart"/>
            <w:r w:rsidR="00AC6D7A" w:rsidRPr="00AC6D7A">
              <w:t>equipment</w:t>
            </w:r>
            <w:proofErr w:type="gramEnd"/>
            <w:r w:rsidR="00AC6D7A" w:rsidRPr="00AC6D7A">
              <w:t xml:space="preserve"> and safety requirements</w:t>
            </w:r>
          </w:p>
        </w:tc>
        <w:tc>
          <w:tcPr>
            <w:tcW w:w="3604" w:type="pct"/>
            <w:shd w:val="clear" w:color="auto" w:fill="auto"/>
          </w:tcPr>
          <w:p w14:paraId="3F9DECD8" w14:textId="01C9DDF2" w:rsidR="000C6820" w:rsidRPr="004E5866" w:rsidRDefault="00E52249" w:rsidP="004E5866">
            <w:pPr>
              <w:pStyle w:val="SIText"/>
            </w:pPr>
            <w:r w:rsidRPr="004E5866">
              <w:t xml:space="preserve">2.1 </w:t>
            </w:r>
            <w:r w:rsidR="00D413E2">
              <w:t>Recognise</w:t>
            </w:r>
            <w:r w:rsidR="000C6820" w:rsidRPr="004E5866">
              <w:t xml:space="preserve"> </w:t>
            </w:r>
            <w:r w:rsidR="00D413E2">
              <w:t xml:space="preserve">workplace </w:t>
            </w:r>
            <w:r w:rsidR="000C6820" w:rsidRPr="004E5866">
              <w:t>procedures</w:t>
            </w:r>
            <w:r w:rsidR="003A297E">
              <w:t xml:space="preserve">, </w:t>
            </w:r>
            <w:proofErr w:type="gramStart"/>
            <w:r w:rsidR="003A297E">
              <w:t>equipment</w:t>
            </w:r>
            <w:proofErr w:type="gramEnd"/>
            <w:r w:rsidR="00B974F8">
              <w:t xml:space="preserve"> and </w:t>
            </w:r>
            <w:r w:rsidR="003A297E">
              <w:t xml:space="preserve">safety </w:t>
            </w:r>
            <w:r w:rsidR="00262442">
              <w:t xml:space="preserve">requirements </w:t>
            </w:r>
            <w:r w:rsidR="000C6820" w:rsidRPr="004E5866">
              <w:t>for unloading / reloading logs</w:t>
            </w:r>
          </w:p>
          <w:p w14:paraId="1D4CFBC1" w14:textId="04C14AE4" w:rsidR="000C6820" w:rsidRPr="004E5866" w:rsidRDefault="000C6820" w:rsidP="004E5866">
            <w:pPr>
              <w:pStyle w:val="SIText"/>
            </w:pPr>
            <w:r w:rsidRPr="004E5866">
              <w:t xml:space="preserve">2.2 Identify </w:t>
            </w:r>
            <w:r w:rsidR="00D413E2">
              <w:t xml:space="preserve">workplace </w:t>
            </w:r>
            <w:r w:rsidRPr="004E5866">
              <w:t xml:space="preserve">procedures for estimating </w:t>
            </w:r>
            <w:r w:rsidR="004E5866" w:rsidRPr="004E5866">
              <w:t>log weights and volumes</w:t>
            </w:r>
          </w:p>
          <w:p w14:paraId="3EBEFDDA" w14:textId="47D83910" w:rsidR="004E5866" w:rsidRPr="004E5866" w:rsidRDefault="004E5866" w:rsidP="004E5866">
            <w:pPr>
              <w:pStyle w:val="SIText"/>
            </w:pPr>
            <w:r w:rsidRPr="004E5866">
              <w:t xml:space="preserve">2.3 </w:t>
            </w:r>
            <w:r w:rsidR="00CE0440">
              <w:t>Recognise</w:t>
            </w:r>
            <w:r w:rsidR="00CE0440" w:rsidRPr="004E5866">
              <w:t xml:space="preserve"> </w:t>
            </w:r>
            <w:r w:rsidR="00D413E2">
              <w:t xml:space="preserve">workplace </w:t>
            </w:r>
            <w:r w:rsidRPr="004E5866">
              <w:t>procedures</w:t>
            </w:r>
            <w:r w:rsidR="003A297E">
              <w:t xml:space="preserve"> </w:t>
            </w:r>
            <w:r w:rsidR="003A297E" w:rsidRPr="003A297E">
              <w:t xml:space="preserve">and safety requirements </w:t>
            </w:r>
            <w:r w:rsidRPr="004E5866">
              <w:t>for using a weighbridge</w:t>
            </w:r>
            <w:r w:rsidR="003A297E">
              <w:t xml:space="preserve"> to weigh trucks</w:t>
            </w:r>
            <w:r w:rsidRPr="004E5866">
              <w:t xml:space="preserve"> and </w:t>
            </w:r>
            <w:proofErr w:type="gramStart"/>
            <w:r w:rsidRPr="004E5866">
              <w:t>determi</w:t>
            </w:r>
            <w:r w:rsidR="003A297E">
              <w:t>ne</w:t>
            </w:r>
            <w:proofErr w:type="gramEnd"/>
            <w:r>
              <w:t xml:space="preserve"> and record</w:t>
            </w:r>
            <w:r w:rsidRPr="004E5866">
              <w:t xml:space="preserve"> gross, net and tare weight</w:t>
            </w:r>
          </w:p>
          <w:p w14:paraId="7FD9E00D" w14:textId="4D11E345" w:rsidR="000C6820" w:rsidRPr="004E5866" w:rsidRDefault="000C6820" w:rsidP="004E5866">
            <w:pPr>
              <w:pStyle w:val="SIText"/>
            </w:pPr>
            <w:r w:rsidRPr="004E5866">
              <w:t>2.</w:t>
            </w:r>
            <w:r w:rsidR="004E5866">
              <w:t>4</w:t>
            </w:r>
            <w:r w:rsidRPr="004E5866">
              <w:t xml:space="preserve"> </w:t>
            </w:r>
            <w:r w:rsidR="00D413E2">
              <w:t>Confirm</w:t>
            </w:r>
            <w:r w:rsidRPr="004E5866">
              <w:t xml:space="preserve"> </w:t>
            </w:r>
            <w:r w:rsidR="00D413E2">
              <w:t xml:space="preserve">workplace </w:t>
            </w:r>
            <w:r w:rsidR="00D102F2" w:rsidRPr="004E5866">
              <w:t>procedures</w:t>
            </w:r>
            <w:r w:rsidR="00D102F2" w:rsidRPr="00D102F2">
              <w:t xml:space="preserve"> </w:t>
            </w:r>
            <w:r w:rsidR="00D102F2">
              <w:t xml:space="preserve">for </w:t>
            </w:r>
            <w:r w:rsidRPr="004E5866">
              <w:t xml:space="preserve">log grading </w:t>
            </w:r>
            <w:r w:rsidR="00460AEF">
              <w:t xml:space="preserve">and </w:t>
            </w:r>
            <w:r w:rsidR="00D102F2">
              <w:t xml:space="preserve">dealing with </w:t>
            </w:r>
            <w:r w:rsidR="00822E68">
              <w:t>out of specification logs</w:t>
            </w:r>
          </w:p>
          <w:p w14:paraId="16836D59" w14:textId="42489A58" w:rsidR="000C6820" w:rsidRPr="004E5866" w:rsidRDefault="000C6820" w:rsidP="004E5866">
            <w:pPr>
              <w:pStyle w:val="SIText"/>
            </w:pPr>
            <w:r w:rsidRPr="004E5866">
              <w:t>2.</w:t>
            </w:r>
            <w:r w:rsidR="004E5866">
              <w:t>5</w:t>
            </w:r>
            <w:r w:rsidRPr="004E5866">
              <w:t xml:space="preserve"> Identify</w:t>
            </w:r>
            <w:r w:rsidR="00CD38BE">
              <w:t xml:space="preserve"> log yard </w:t>
            </w:r>
            <w:r w:rsidR="007C6BDB">
              <w:t>hazards</w:t>
            </w:r>
            <w:r w:rsidR="00CD38BE">
              <w:t xml:space="preserve"> and </w:t>
            </w:r>
            <w:r w:rsidR="00F17B39" w:rsidRPr="00F17B39">
              <w:t xml:space="preserve">workplace procedures, equipment and safety requirements for </w:t>
            </w:r>
            <w:r w:rsidRPr="004E5866">
              <w:t>log sorting</w:t>
            </w:r>
            <w:r w:rsidR="004E5866">
              <w:t xml:space="preserve">, </w:t>
            </w:r>
            <w:proofErr w:type="gramStart"/>
            <w:r w:rsidR="004E5866">
              <w:t>segregation</w:t>
            </w:r>
            <w:proofErr w:type="gramEnd"/>
            <w:r w:rsidRPr="004E5866">
              <w:t xml:space="preserve"> and storage pro</w:t>
            </w:r>
            <w:r w:rsidR="003A297E">
              <w:t>cedures</w:t>
            </w:r>
          </w:p>
          <w:p w14:paraId="0EE4112B" w14:textId="71A1E2DF" w:rsidR="005B675A" w:rsidRDefault="004E5866" w:rsidP="006B2D19">
            <w:pPr>
              <w:pStyle w:val="SIText"/>
            </w:pPr>
            <w:r w:rsidRPr="004E5866">
              <w:t>2.</w:t>
            </w:r>
            <w:r>
              <w:t>6</w:t>
            </w:r>
            <w:r w:rsidRPr="004E5866">
              <w:t xml:space="preserve"> Identify </w:t>
            </w:r>
            <w:r w:rsidR="00D413E2">
              <w:t xml:space="preserve">workplace procedures for safely disposing of </w:t>
            </w:r>
            <w:r w:rsidR="00982A97">
              <w:t xml:space="preserve">log yard </w:t>
            </w:r>
            <w:r w:rsidR="000C6820" w:rsidRPr="004E5866">
              <w:t>residue and waste</w:t>
            </w:r>
          </w:p>
          <w:p w14:paraId="5122DD3B" w14:textId="595C644F" w:rsidR="00A37F00" w:rsidRDefault="00C937C0" w:rsidP="006B2D19">
            <w:pPr>
              <w:pStyle w:val="SIText"/>
            </w:pPr>
            <w:r>
              <w:t xml:space="preserve">2.7 </w:t>
            </w:r>
            <w:r w:rsidR="005B675A">
              <w:t xml:space="preserve">Identify </w:t>
            </w:r>
            <w:r w:rsidR="0085778A">
              <w:t xml:space="preserve">workplace procedures for </w:t>
            </w:r>
            <w:r w:rsidR="00E408DF">
              <w:t xml:space="preserve">log yard </w:t>
            </w:r>
            <w:r w:rsidR="00CC71EB">
              <w:t>record</w:t>
            </w:r>
            <w:r w:rsidR="00E408DF">
              <w:t>ing</w:t>
            </w:r>
            <w:r w:rsidR="00CC71EB">
              <w:t xml:space="preserve"> and reporting requirements</w:t>
            </w:r>
            <w:r w:rsidR="00EA16D3">
              <w:t>.</w:t>
            </w:r>
          </w:p>
        </w:tc>
      </w:tr>
    </w:tbl>
    <w:p w14:paraId="66071BCA" w14:textId="1AFB5CB1" w:rsidR="005F771F" w:rsidRDefault="005F771F" w:rsidP="00F41AB8">
      <w:pPr>
        <w:pStyle w:val="SIText"/>
      </w:pPr>
    </w:p>
    <w:p w14:paraId="5FF3D158" w14:textId="77777777" w:rsidR="00F1480E" w:rsidRPr="00DD0726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F41AB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F41AB8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7655F85C" w:rsidR="00EE4378" w:rsidRPr="00EE4378" w:rsidRDefault="00123072" w:rsidP="00B62BBB">
            <w:pPr>
              <w:pStyle w:val="SIBulletList1"/>
            </w:pPr>
            <w:r>
              <w:t>Interpret</w:t>
            </w:r>
            <w:r w:rsidRPr="00EE4378">
              <w:t xml:space="preserve"> </w:t>
            </w:r>
            <w:r w:rsidR="005D59EB">
              <w:t>routine, familiar print material detailing workplace procedures relevant to log yard operations</w:t>
            </w:r>
          </w:p>
        </w:tc>
      </w:tr>
      <w:tr w:rsidR="005D59EB" w:rsidRPr="00336FCA" w:rsidDel="00423CB2" w14:paraId="3A3CEDD7" w14:textId="77777777" w:rsidTr="00313A9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5DE4" w14:textId="77777777" w:rsidR="005D59EB" w:rsidRPr="005D59EB" w:rsidRDefault="005D59EB" w:rsidP="005D59EB">
            <w:pPr>
              <w:pStyle w:val="SIText"/>
            </w:pPr>
            <w:r w:rsidRPr="005D59EB">
              <w:lastRenderedPageBreak/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B95C" w14:textId="2B5038B8" w:rsidR="005D59EB" w:rsidRPr="005D59EB" w:rsidRDefault="005D59EB" w:rsidP="005D59EB">
            <w:pPr>
              <w:pStyle w:val="SIBulletList1"/>
            </w:pPr>
            <w:r w:rsidRPr="005D59EB">
              <w:t xml:space="preserve">Write basic </w:t>
            </w:r>
            <w:r>
              <w:t>notes</w:t>
            </w:r>
            <w:r w:rsidRPr="005D59EB">
              <w:t xml:space="preserve"> using familiar language and technical terms relevant to </w:t>
            </w:r>
            <w:r>
              <w:t>log yard operations</w:t>
            </w:r>
          </w:p>
        </w:tc>
      </w:tr>
      <w:tr w:rsidR="005D59EB" w:rsidRPr="00336FCA" w:rsidDel="00423CB2" w14:paraId="64CF8847" w14:textId="77777777" w:rsidTr="00F55666">
        <w:tc>
          <w:tcPr>
            <w:tcW w:w="1396" w:type="pct"/>
          </w:tcPr>
          <w:p w14:paraId="24D80408" w14:textId="10FDF8A3" w:rsidR="005D59EB" w:rsidRPr="00EE4378" w:rsidRDefault="005D59EB" w:rsidP="00F41AB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E1F60C1" w14:textId="0048D2E5" w:rsidR="005D59EB" w:rsidRPr="00EE4378" w:rsidRDefault="005D59EB" w:rsidP="00B62BBB">
            <w:pPr>
              <w:pStyle w:val="SIBulletList1"/>
            </w:pPr>
            <w:r>
              <w:t>Use questioning skills to gather information related to log yard operations</w:t>
            </w:r>
          </w:p>
        </w:tc>
      </w:tr>
      <w:tr w:rsidR="005D59EB" w:rsidRPr="00336FCA" w:rsidDel="00423CB2" w14:paraId="7A3BEC01" w14:textId="77777777" w:rsidTr="005D59E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FC0E" w14:textId="77777777" w:rsidR="005D59EB" w:rsidRPr="005D59EB" w:rsidRDefault="005D59EB" w:rsidP="005D59EB">
            <w:pPr>
              <w:pStyle w:val="SIText"/>
            </w:pPr>
            <w:r w:rsidRPr="005D59EB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62FB" w14:textId="167E180D" w:rsidR="005D59EB" w:rsidRPr="005D59EB" w:rsidRDefault="005D59EB" w:rsidP="005D59EB">
            <w:pPr>
              <w:pStyle w:val="SIBulletList1"/>
            </w:pPr>
            <w:r w:rsidRPr="005D59EB">
              <w:t xml:space="preserve">Apply basic arithmetic skills to recognise numbers used in </w:t>
            </w:r>
            <w:r w:rsidR="00B974F8">
              <w:t xml:space="preserve">weighing, </w:t>
            </w:r>
            <w:proofErr w:type="gramStart"/>
            <w:r w:rsidR="00B974F8">
              <w:t>counting</w:t>
            </w:r>
            <w:proofErr w:type="gramEnd"/>
            <w:r w:rsidR="00B974F8">
              <w:t xml:space="preserve"> and measuring logs </w:t>
            </w:r>
          </w:p>
        </w:tc>
      </w:tr>
    </w:tbl>
    <w:p w14:paraId="25E8CE80" w14:textId="77777777" w:rsidR="00916CD7" w:rsidRDefault="00916CD7" w:rsidP="00F41AB8">
      <w:pPr>
        <w:pStyle w:val="SIText"/>
      </w:pPr>
    </w:p>
    <w:p w14:paraId="6F46BEF1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1FB1D89A" w14:textId="565A6365" w:rsidR="00173FAE" w:rsidRPr="00173FAE" w:rsidRDefault="00173FAE" w:rsidP="00F41AB8">
            <w:pPr>
              <w:pStyle w:val="SIText"/>
            </w:pPr>
            <w:r w:rsidRPr="00173FAE">
              <w:t>FWPCOT</w:t>
            </w:r>
            <w:r w:rsidR="007C2B2E">
              <w:t>3</w:t>
            </w:r>
            <w:r w:rsidRPr="00173FAE">
              <w:t xml:space="preserve">XXX </w:t>
            </w:r>
            <w:r w:rsidR="00A80648" w:rsidRPr="00A80648">
              <w:t>Apply knowledge of log yard operations</w:t>
            </w:r>
          </w:p>
          <w:p w14:paraId="257DA401" w14:textId="58912154" w:rsidR="00173FAE" w:rsidRPr="00173FAE" w:rsidRDefault="00173FAE" w:rsidP="00173FAE">
            <w:pPr>
              <w:pStyle w:val="SIText"/>
            </w:pPr>
          </w:p>
        </w:tc>
        <w:tc>
          <w:tcPr>
            <w:tcW w:w="1105" w:type="pct"/>
          </w:tcPr>
          <w:p w14:paraId="60098EE1" w14:textId="5B25CBD2" w:rsidR="00173FAE" w:rsidRPr="00173FAE" w:rsidRDefault="00A64EFE" w:rsidP="00F41AB8">
            <w:pPr>
              <w:pStyle w:val="SIText"/>
            </w:pPr>
            <w:r w:rsidRPr="00A64EFE">
              <w:t>FWPCOT3227</w:t>
            </w:r>
            <w:r w:rsidR="004B2CEE">
              <w:t xml:space="preserve"> </w:t>
            </w:r>
            <w:r w:rsidR="004B2CEE" w:rsidRPr="004B2CEE">
              <w:t>Receive and measure logs</w:t>
            </w:r>
            <w:r w:rsidR="004B2CEE" w:rsidRPr="004B2CEE" w:rsidDel="00A64EFE">
              <w:t xml:space="preserve"> </w:t>
            </w:r>
          </w:p>
        </w:tc>
        <w:tc>
          <w:tcPr>
            <w:tcW w:w="1251" w:type="pct"/>
          </w:tcPr>
          <w:p w14:paraId="69BB49BE" w14:textId="54090E6E" w:rsidR="00173FAE" w:rsidRPr="00173FAE" w:rsidRDefault="00173FAE" w:rsidP="00F41AB8">
            <w:pPr>
              <w:pStyle w:val="SIText"/>
            </w:pPr>
            <w:r w:rsidRPr="00173FAE">
              <w:t xml:space="preserve">The unit has been </w:t>
            </w:r>
            <w:r w:rsidR="004B2CEE">
              <w:t>redeveloped</w:t>
            </w:r>
            <w:r w:rsidR="004B2CEE" w:rsidRPr="00173FAE">
              <w:t xml:space="preserve"> </w:t>
            </w:r>
            <w:r w:rsidRPr="00173FAE">
              <w:t>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7A7B7550" w:rsidR="00173FAE" w:rsidRPr="00173FAE" w:rsidRDefault="00A80648" w:rsidP="00F41AB8">
            <w:pPr>
              <w:pStyle w:val="SIText"/>
            </w:pPr>
            <w:r>
              <w:t>Not equivalent</w:t>
            </w:r>
          </w:p>
        </w:tc>
      </w:tr>
    </w:tbl>
    <w:p w14:paraId="0CAB7DF5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F41AB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7E3EF44C" w:rsidR="00F1480E" w:rsidRPr="000754EC" w:rsidRDefault="00AB5133" w:rsidP="00F41AB8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F41AB8">
      <w:pPr>
        <w:pStyle w:val="SIText"/>
      </w:pPr>
    </w:p>
    <w:p w14:paraId="23E0C0CE" w14:textId="77777777" w:rsidR="00F1480E" w:rsidRDefault="00F1480E" w:rsidP="00F41AB8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610EE832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EE7D01" w:rsidRPr="00EE7D01">
              <w:t xml:space="preserve">FWPCOT3XXX </w:t>
            </w:r>
            <w:r w:rsidR="00D43D41" w:rsidRPr="00D43D41">
              <w:t xml:space="preserve">Apply knowledge of </w:t>
            </w:r>
            <w:r w:rsidR="007443B2" w:rsidRPr="007443B2">
              <w:t>log yard operations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Pr="00FC325D" w:rsidRDefault="00FC325D" w:rsidP="00F41AB8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5EABFFAF" w14:textId="6D5078B8" w:rsidR="00AB7C42" w:rsidRPr="00AB7C42" w:rsidRDefault="008E2FD6" w:rsidP="00F41AB8">
            <w:pPr>
              <w:pStyle w:val="SIText"/>
            </w:pPr>
            <w:r w:rsidRPr="00CD15EA">
              <w:t xml:space="preserve">There must be evidence that the individual </w:t>
            </w:r>
            <w:r w:rsidR="004E6A25">
              <w:t xml:space="preserve">has </w:t>
            </w:r>
            <w:r w:rsidR="001232CB">
              <w:t xml:space="preserve">researched and </w:t>
            </w:r>
            <w:proofErr w:type="gramStart"/>
            <w:r w:rsidR="001232CB">
              <w:t>identified</w:t>
            </w:r>
            <w:proofErr w:type="gramEnd"/>
            <w:r w:rsidR="000E714F">
              <w:t xml:space="preserve">: </w:t>
            </w:r>
          </w:p>
          <w:p w14:paraId="2F62B86A" w14:textId="136D3901" w:rsidR="00F17B39" w:rsidRDefault="005D1E40" w:rsidP="00F17B39">
            <w:pPr>
              <w:pStyle w:val="SIBulletList1"/>
            </w:pPr>
            <w:r>
              <w:t xml:space="preserve">the </w:t>
            </w:r>
            <w:r w:rsidR="00F17B39" w:rsidRPr="00F17B39">
              <w:t xml:space="preserve">layout and workflow in </w:t>
            </w:r>
            <w:r w:rsidR="00F17B39">
              <w:t xml:space="preserve">one </w:t>
            </w:r>
            <w:r w:rsidR="00F17B39" w:rsidRPr="00F17B39">
              <w:t>log yard</w:t>
            </w:r>
          </w:p>
          <w:p w14:paraId="6018D2F9" w14:textId="3F748BBC" w:rsidR="004736CF" w:rsidRDefault="00F17B39" w:rsidP="00F17B39">
            <w:pPr>
              <w:pStyle w:val="SIBulletList1"/>
            </w:pPr>
            <w:r w:rsidRPr="00F17B39">
              <w:t>confirm</w:t>
            </w:r>
            <w:r>
              <w:t>ed</w:t>
            </w:r>
            <w:r w:rsidRPr="00F17B39">
              <w:t xml:space="preserve"> the procedures, equipment and safety requirements </w:t>
            </w:r>
            <w:r w:rsidR="005D1E40">
              <w:t>that apply to</w:t>
            </w:r>
            <w:r w:rsidRPr="00F17B39">
              <w:t xml:space="preserve"> </w:t>
            </w:r>
            <w:r>
              <w:t xml:space="preserve">four different </w:t>
            </w:r>
            <w:r w:rsidR="008B7328">
              <w:t xml:space="preserve">log yard </w:t>
            </w:r>
            <w:r w:rsidRPr="00F17B39">
              <w:t>operations</w:t>
            </w:r>
            <w:r w:rsidR="00845A9D">
              <w:t xml:space="preserve"> </w:t>
            </w:r>
            <w:r>
              <w:t>selected from:</w:t>
            </w:r>
          </w:p>
          <w:p w14:paraId="5B06CB44" w14:textId="77777777" w:rsidR="00F17B39" w:rsidRPr="00F17B39" w:rsidRDefault="00F17B39" w:rsidP="00F17B39">
            <w:pPr>
              <w:pStyle w:val="SIBulletList2"/>
            </w:pPr>
            <w:r w:rsidRPr="00F17B39">
              <w:t>unloading / reloading</w:t>
            </w:r>
          </w:p>
          <w:p w14:paraId="2EB0D9A7" w14:textId="77777777" w:rsidR="00F17B39" w:rsidRPr="00F17B39" w:rsidRDefault="00F17B39" w:rsidP="00F17B39">
            <w:pPr>
              <w:pStyle w:val="SIBulletList2"/>
            </w:pPr>
            <w:r w:rsidRPr="00F17B39">
              <w:t>transport</w:t>
            </w:r>
          </w:p>
          <w:p w14:paraId="519AAF5D" w14:textId="77777777" w:rsidR="00F17B39" w:rsidRPr="00F17B39" w:rsidRDefault="00F17B39" w:rsidP="00F17B39">
            <w:pPr>
              <w:pStyle w:val="SIBulletList2"/>
            </w:pPr>
            <w:r w:rsidRPr="00F17B39">
              <w:t>grading</w:t>
            </w:r>
          </w:p>
          <w:p w14:paraId="36465881" w14:textId="77777777" w:rsidR="00F17B39" w:rsidRPr="00F17B39" w:rsidRDefault="00F17B39" w:rsidP="00F17B39">
            <w:pPr>
              <w:pStyle w:val="SIBulletList2"/>
            </w:pPr>
            <w:r w:rsidRPr="00F17B39">
              <w:t>scaling</w:t>
            </w:r>
          </w:p>
          <w:p w14:paraId="43BE1EE9" w14:textId="77777777" w:rsidR="00F17B39" w:rsidRPr="00F17B39" w:rsidRDefault="00F17B39" w:rsidP="00F17B39">
            <w:pPr>
              <w:pStyle w:val="SIBulletList2"/>
            </w:pPr>
            <w:r w:rsidRPr="00F17B39">
              <w:t>sorting</w:t>
            </w:r>
          </w:p>
          <w:p w14:paraId="6FB4A683" w14:textId="77777777" w:rsidR="00F17B39" w:rsidRPr="00F17B39" w:rsidRDefault="00F17B39" w:rsidP="00F17B39">
            <w:pPr>
              <w:pStyle w:val="SIBulletList2"/>
            </w:pPr>
            <w:r w:rsidRPr="00F17B39">
              <w:t>log storage</w:t>
            </w:r>
          </w:p>
          <w:p w14:paraId="1B35CB00" w14:textId="636D8FBA" w:rsidR="00F17B39" w:rsidRPr="000754EC" w:rsidRDefault="00F17B39" w:rsidP="005D59EB">
            <w:pPr>
              <w:pStyle w:val="SIBulletList2"/>
            </w:pPr>
            <w:r w:rsidRPr="00F17B39">
              <w:t>residue and waste management</w:t>
            </w:r>
            <w:r w:rsidR="00147CDC">
              <w:t>.</w:t>
            </w:r>
          </w:p>
        </w:tc>
      </w:tr>
    </w:tbl>
    <w:p w14:paraId="59BA2BE1" w14:textId="77777777" w:rsidR="00556C4C" w:rsidRDefault="00556C4C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F41AB8">
            <w:pPr>
              <w:pStyle w:val="SIText"/>
            </w:pPr>
            <w:r w:rsidRPr="001E74FD">
              <w:t xml:space="preserve">An individual must be able to </w:t>
            </w:r>
            <w:proofErr w:type="gramStart"/>
            <w:r w:rsidRPr="001E74FD">
              <w:t>demonstrate</w:t>
            </w:r>
            <w:proofErr w:type="gramEnd"/>
            <w:r w:rsidRPr="001E74FD">
              <w:t xml:space="preserve">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285D0894" w14:textId="0830BD2E" w:rsidR="00891BAE" w:rsidRDefault="00891BAE" w:rsidP="00B974F8">
            <w:pPr>
              <w:pStyle w:val="SIBulletList1"/>
            </w:pPr>
            <w:r>
              <w:t>types of log yards</w:t>
            </w:r>
            <w:r w:rsidR="00BF1DA5">
              <w:t>:</w:t>
            </w:r>
          </w:p>
          <w:p w14:paraId="0E3EB103" w14:textId="6D8AEE43" w:rsidR="00891BAE" w:rsidRPr="00B974F8" w:rsidRDefault="00BA6F37" w:rsidP="00B974F8">
            <w:pPr>
              <w:pStyle w:val="SIBulletList2"/>
            </w:pPr>
            <w:r w:rsidRPr="00B974F8">
              <w:t>traditional</w:t>
            </w:r>
            <w:r w:rsidR="00891BAE" w:rsidRPr="00B974F8">
              <w:t xml:space="preserve"> mill log yards</w:t>
            </w:r>
          </w:p>
          <w:p w14:paraId="18D101DC" w14:textId="1A718EBE" w:rsidR="00891BAE" w:rsidRPr="00B974F8" w:rsidRDefault="00891BAE" w:rsidP="00B974F8">
            <w:pPr>
              <w:pStyle w:val="SIBulletList2"/>
            </w:pPr>
            <w:r w:rsidRPr="00B974F8">
              <w:t>concentration log yards</w:t>
            </w:r>
          </w:p>
          <w:p w14:paraId="117DC892" w14:textId="276B8318" w:rsidR="00891BAE" w:rsidRPr="00B974F8" w:rsidRDefault="00BA6F37" w:rsidP="00B974F8">
            <w:pPr>
              <w:pStyle w:val="SIBulletList2"/>
            </w:pPr>
            <w:proofErr w:type="gramStart"/>
            <w:r w:rsidRPr="00B974F8">
              <w:t>log</w:t>
            </w:r>
            <w:proofErr w:type="gramEnd"/>
            <w:r w:rsidRPr="00B974F8">
              <w:t xml:space="preserve"> reload yards</w:t>
            </w:r>
          </w:p>
          <w:p w14:paraId="25511E8D" w14:textId="1FD04DA7" w:rsidR="00891BAE" w:rsidRDefault="00891BAE" w:rsidP="00B974F8">
            <w:pPr>
              <w:pStyle w:val="SIBulletList1"/>
            </w:pPr>
            <w:r>
              <w:t>purpose of log yards</w:t>
            </w:r>
            <w:r w:rsidR="00CF7BB5">
              <w:t>:</w:t>
            </w:r>
          </w:p>
          <w:p w14:paraId="5F6E1E57" w14:textId="77777777" w:rsidR="00BA6F37" w:rsidRPr="00B974F8" w:rsidRDefault="00BA6F37" w:rsidP="00B974F8">
            <w:pPr>
              <w:pStyle w:val="SIBulletList2"/>
            </w:pPr>
            <w:r w:rsidRPr="00B974F8">
              <w:t>connect raw material supply to manufacturing processes</w:t>
            </w:r>
          </w:p>
          <w:p w14:paraId="0BE34F5F" w14:textId="0F2A28DB" w:rsidR="00BA6F37" w:rsidRPr="00B974F8" w:rsidRDefault="00BA6F37" w:rsidP="00B974F8">
            <w:pPr>
              <w:pStyle w:val="SIBulletList2"/>
            </w:pPr>
            <w:r w:rsidRPr="00B974F8">
              <w:t>maintain log quality</w:t>
            </w:r>
          </w:p>
          <w:p w14:paraId="6651E18F" w14:textId="58CC010C" w:rsidR="0022346E" w:rsidRDefault="0022346E" w:rsidP="00B974F8">
            <w:pPr>
              <w:pStyle w:val="SIBulletList1"/>
            </w:pPr>
            <w:r>
              <w:t>log yard layout</w:t>
            </w:r>
          </w:p>
          <w:p w14:paraId="5340346C" w14:textId="75218D3A" w:rsidR="00024D76" w:rsidRDefault="00024D76" w:rsidP="00B974F8">
            <w:pPr>
              <w:pStyle w:val="SIBulletList1"/>
            </w:pPr>
            <w:r>
              <w:t xml:space="preserve">log yard </w:t>
            </w:r>
            <w:r w:rsidR="006225D7">
              <w:t>operations</w:t>
            </w:r>
            <w:r w:rsidR="00D533F6">
              <w:t>:</w:t>
            </w:r>
          </w:p>
          <w:p w14:paraId="69D85636" w14:textId="35C2DDB9" w:rsidR="00A15206" w:rsidRPr="00B974F8" w:rsidRDefault="00024D76" w:rsidP="00B974F8">
            <w:pPr>
              <w:pStyle w:val="SIBulletList2"/>
            </w:pPr>
            <w:r w:rsidRPr="00B974F8">
              <w:t>unloading / reloading</w:t>
            </w:r>
          </w:p>
          <w:p w14:paraId="0F6B2D09" w14:textId="10A789D6" w:rsidR="00A15206" w:rsidRPr="00B974F8" w:rsidRDefault="00024D76" w:rsidP="00B974F8">
            <w:pPr>
              <w:pStyle w:val="SIBulletList2"/>
            </w:pPr>
            <w:r w:rsidRPr="00B974F8">
              <w:t>transport</w:t>
            </w:r>
          </w:p>
          <w:p w14:paraId="065F86B3" w14:textId="278D0C9E" w:rsidR="00024D76" w:rsidRPr="00B974F8" w:rsidRDefault="00024D76" w:rsidP="00B974F8">
            <w:pPr>
              <w:pStyle w:val="SIBulletList2"/>
            </w:pPr>
            <w:r w:rsidRPr="00B974F8">
              <w:t>grading</w:t>
            </w:r>
          </w:p>
          <w:p w14:paraId="51BBF575" w14:textId="56A77AA5" w:rsidR="00A15206" w:rsidRPr="00B974F8" w:rsidRDefault="00024D76" w:rsidP="00B974F8">
            <w:pPr>
              <w:pStyle w:val="SIBulletList2"/>
            </w:pPr>
            <w:r w:rsidRPr="00B974F8">
              <w:t>scaling</w:t>
            </w:r>
          </w:p>
          <w:p w14:paraId="063D2BF0" w14:textId="1B24AE37" w:rsidR="00A15206" w:rsidRPr="00B974F8" w:rsidRDefault="00024D76" w:rsidP="00B974F8">
            <w:pPr>
              <w:pStyle w:val="SIBulletList2"/>
            </w:pPr>
            <w:r w:rsidRPr="00B974F8">
              <w:t>sorting</w:t>
            </w:r>
          </w:p>
          <w:p w14:paraId="693C4294" w14:textId="470D7D46" w:rsidR="00024D76" w:rsidRPr="00B974F8" w:rsidRDefault="00024D76" w:rsidP="00B974F8">
            <w:pPr>
              <w:pStyle w:val="SIBulletList2"/>
            </w:pPr>
            <w:r w:rsidRPr="00B974F8">
              <w:t>log storage</w:t>
            </w:r>
          </w:p>
          <w:p w14:paraId="6B8BBEB1" w14:textId="27CB3FD1" w:rsidR="00891BAE" w:rsidRPr="00B974F8" w:rsidRDefault="00891BAE" w:rsidP="00B974F8">
            <w:pPr>
              <w:pStyle w:val="SIBulletList2"/>
            </w:pPr>
            <w:r w:rsidRPr="00B974F8">
              <w:t>residue and waste management</w:t>
            </w:r>
          </w:p>
          <w:p w14:paraId="51F7F561" w14:textId="3F2B0345" w:rsidR="007729FA" w:rsidRDefault="00EA16D3" w:rsidP="00B974F8">
            <w:pPr>
              <w:pStyle w:val="SIBulletList1"/>
            </w:pPr>
            <w:r>
              <w:t xml:space="preserve">types, uses and operation of </w:t>
            </w:r>
            <w:r w:rsidR="00024D76">
              <w:t xml:space="preserve">log yard equipment </w:t>
            </w:r>
            <w:r w:rsidR="0022346E">
              <w:t>and systems</w:t>
            </w:r>
            <w:r w:rsidR="00D533F6">
              <w:t>:</w:t>
            </w:r>
          </w:p>
          <w:p w14:paraId="35457959" w14:textId="2E3EC185" w:rsidR="001908E1" w:rsidRDefault="00024D76" w:rsidP="00B974F8">
            <w:pPr>
              <w:pStyle w:val="SIBulletList2"/>
            </w:pPr>
            <w:r>
              <w:t>front end loaders</w:t>
            </w:r>
          </w:p>
          <w:p w14:paraId="7845F116" w14:textId="526498B3" w:rsidR="00024D76" w:rsidRDefault="00024D76" w:rsidP="00B974F8">
            <w:pPr>
              <w:pStyle w:val="SIBulletList2"/>
            </w:pPr>
            <w:r>
              <w:t>log stackers</w:t>
            </w:r>
          </w:p>
          <w:p w14:paraId="7842DF52" w14:textId="73CCC0B0" w:rsidR="00024D76" w:rsidRDefault="00024D76" w:rsidP="00B974F8">
            <w:pPr>
              <w:pStyle w:val="SIBulletList2"/>
            </w:pPr>
            <w:r>
              <w:t>hydraulic log loaders</w:t>
            </w:r>
          </w:p>
          <w:p w14:paraId="5A793B9E" w14:textId="0B31D781" w:rsidR="00024D76" w:rsidRDefault="00024D76" w:rsidP="00B974F8">
            <w:pPr>
              <w:pStyle w:val="SIBulletList2"/>
            </w:pPr>
            <w:r>
              <w:t>log sorting systems</w:t>
            </w:r>
          </w:p>
          <w:p w14:paraId="460979D1" w14:textId="74932196" w:rsidR="00EA16D3" w:rsidRDefault="00EA16D3" w:rsidP="00B974F8">
            <w:pPr>
              <w:pStyle w:val="SIBulletList2"/>
            </w:pPr>
            <w:r>
              <w:t>weighbridges</w:t>
            </w:r>
          </w:p>
          <w:p w14:paraId="12251661" w14:textId="5E42DC47" w:rsidR="0022346E" w:rsidRDefault="0022346E" w:rsidP="00B974F8">
            <w:pPr>
              <w:pStyle w:val="SIBulletList2"/>
            </w:pPr>
            <w:r>
              <w:t>sorting bunks</w:t>
            </w:r>
          </w:p>
          <w:p w14:paraId="712D801A" w14:textId="7CB879AA" w:rsidR="00B974F8" w:rsidRDefault="00B974F8" w:rsidP="00B974F8">
            <w:pPr>
              <w:pStyle w:val="SIBulletList2"/>
            </w:pPr>
            <w:r>
              <w:t>quality assurance systems</w:t>
            </w:r>
          </w:p>
          <w:p w14:paraId="67C1036E" w14:textId="77777777" w:rsidR="001B4DE3" w:rsidRDefault="001B4DE3" w:rsidP="001B4DE3">
            <w:pPr>
              <w:pStyle w:val="SIBulletList1"/>
            </w:pPr>
            <w:r w:rsidRPr="006C711C">
              <w:t>characteristics of log stack</w:t>
            </w:r>
            <w:r>
              <w:t>:</w:t>
            </w:r>
          </w:p>
          <w:p w14:paraId="72AD6F58" w14:textId="77777777" w:rsidR="001B4DE3" w:rsidRDefault="001B4DE3" w:rsidP="001B4DE3">
            <w:pPr>
              <w:pStyle w:val="SIBulletList2"/>
            </w:pPr>
            <w:r w:rsidRPr="003823EA">
              <w:t>label</w:t>
            </w:r>
          </w:p>
          <w:p w14:paraId="029581C0" w14:textId="77777777" w:rsidR="001B4DE3" w:rsidRDefault="001B4DE3" w:rsidP="001B4DE3">
            <w:pPr>
              <w:pStyle w:val="SIBulletList2"/>
            </w:pPr>
            <w:r w:rsidRPr="003823EA">
              <w:t>length</w:t>
            </w:r>
          </w:p>
          <w:p w14:paraId="3C9F631D" w14:textId="77777777" w:rsidR="001B4DE3" w:rsidRDefault="001B4DE3" w:rsidP="001B4DE3">
            <w:pPr>
              <w:pStyle w:val="SIBulletList2"/>
            </w:pPr>
            <w:r w:rsidRPr="003823EA">
              <w:t>diameter</w:t>
            </w:r>
          </w:p>
          <w:p w14:paraId="49AA2A80" w14:textId="77777777" w:rsidR="001B4DE3" w:rsidRPr="001B4DE3" w:rsidRDefault="001B4DE3" w:rsidP="001B4DE3">
            <w:pPr>
              <w:pStyle w:val="SIBulletList2"/>
            </w:pPr>
            <w:r w:rsidRPr="003823EA">
              <w:t>grade</w:t>
            </w:r>
          </w:p>
          <w:p w14:paraId="202D4E9D" w14:textId="77777777" w:rsidR="001B4DE3" w:rsidRPr="001B4DE3" w:rsidRDefault="001B4DE3" w:rsidP="001B4DE3">
            <w:pPr>
              <w:pStyle w:val="SIBulletList1"/>
            </w:pPr>
            <w:r>
              <w:t>i</w:t>
            </w:r>
            <w:r w:rsidRPr="001B4DE3">
              <w:t>nfluences of correct stacking on safety, efficiency, and log rotation</w:t>
            </w:r>
          </w:p>
          <w:p w14:paraId="0326D14A" w14:textId="2492EDB4" w:rsidR="001B4DE3" w:rsidRDefault="001B4DE3" w:rsidP="00235DA3">
            <w:pPr>
              <w:pStyle w:val="SIBulletList1"/>
            </w:pPr>
            <w:r>
              <w:t>i</w:t>
            </w:r>
            <w:r w:rsidRPr="001B4DE3">
              <w:t xml:space="preserve">nfluences of movements and product being moved on log yard layout </w:t>
            </w:r>
          </w:p>
          <w:p w14:paraId="03C697A2" w14:textId="512E956A" w:rsidR="00E52249" w:rsidRDefault="00E52249" w:rsidP="00B974F8">
            <w:pPr>
              <w:pStyle w:val="SIBulletList1"/>
            </w:pPr>
            <w:r>
              <w:t xml:space="preserve">log yard </w:t>
            </w:r>
            <w:r w:rsidR="007D66EB" w:rsidRPr="007D66EB">
              <w:t>operational problems</w:t>
            </w:r>
            <w:r w:rsidR="00D533F6">
              <w:t>:</w:t>
            </w:r>
          </w:p>
          <w:p w14:paraId="7BA3992A" w14:textId="0A4713D7" w:rsidR="00E52249" w:rsidRPr="00887978" w:rsidRDefault="007D66EB" w:rsidP="00B974F8">
            <w:pPr>
              <w:pStyle w:val="SIBulletList2"/>
            </w:pPr>
            <w:r w:rsidRPr="00887978">
              <w:t>vehicle movement planning within the log yard</w:t>
            </w:r>
          </w:p>
          <w:p w14:paraId="4AE400ED" w14:textId="3418BD77" w:rsidR="00E52249" w:rsidRPr="00887978" w:rsidRDefault="007D66EB" w:rsidP="00B974F8">
            <w:pPr>
              <w:pStyle w:val="SIBulletList2"/>
            </w:pPr>
            <w:r w:rsidRPr="00887978">
              <w:t>empty trip</w:t>
            </w:r>
            <w:r w:rsidR="00887978">
              <w:t>s</w:t>
            </w:r>
          </w:p>
          <w:p w14:paraId="7F3B1B79" w14:textId="34293E38" w:rsidR="007D66EB" w:rsidRPr="00887978" w:rsidRDefault="007D66EB" w:rsidP="00B974F8">
            <w:pPr>
              <w:pStyle w:val="SIBulletList2"/>
            </w:pPr>
            <w:r w:rsidRPr="00887978">
              <w:t>seasonality of raw material availability</w:t>
            </w:r>
          </w:p>
          <w:p w14:paraId="193742F3" w14:textId="2D44C8D4" w:rsidR="00887978" w:rsidRPr="00887978" w:rsidRDefault="00BA6F37" w:rsidP="00B974F8">
            <w:pPr>
              <w:pStyle w:val="SIBulletList2"/>
            </w:pPr>
            <w:r w:rsidRPr="00887978">
              <w:t xml:space="preserve">log yard shape </w:t>
            </w:r>
          </w:p>
          <w:p w14:paraId="1D9CCB14" w14:textId="15CE4CB8" w:rsidR="00887978" w:rsidRPr="00887978" w:rsidRDefault="00BA6F37" w:rsidP="00B974F8">
            <w:pPr>
              <w:pStyle w:val="SIBulletList2"/>
            </w:pPr>
            <w:r w:rsidRPr="00887978">
              <w:lastRenderedPageBreak/>
              <w:t xml:space="preserve">in-flow management </w:t>
            </w:r>
          </w:p>
          <w:p w14:paraId="4E3F8761" w14:textId="2661EA6A" w:rsidR="00887978" w:rsidRPr="00887978" w:rsidRDefault="00BA6F37" w:rsidP="00B974F8">
            <w:pPr>
              <w:pStyle w:val="SIBulletList2"/>
            </w:pPr>
            <w:r w:rsidRPr="00887978">
              <w:t xml:space="preserve">poor surface material </w:t>
            </w:r>
          </w:p>
          <w:p w14:paraId="74B8C26E" w14:textId="76406647" w:rsidR="00593450" w:rsidRDefault="00B974F8" w:rsidP="00B974F8">
            <w:pPr>
              <w:pStyle w:val="SIBulletList1"/>
            </w:pPr>
            <w:r>
              <w:t xml:space="preserve">materials </w:t>
            </w:r>
            <w:proofErr w:type="gramStart"/>
            <w:r>
              <w:t>handling</w:t>
            </w:r>
            <w:proofErr w:type="gramEnd"/>
            <w:r>
              <w:t xml:space="preserve"> hazards and </w:t>
            </w:r>
            <w:r w:rsidR="0022346E">
              <w:t xml:space="preserve">principles of </w:t>
            </w:r>
            <w:r>
              <w:t xml:space="preserve">safe </w:t>
            </w:r>
            <w:r w:rsidR="0022346E">
              <w:t>materials handling in log yards</w:t>
            </w:r>
            <w:r w:rsidR="00D533F6">
              <w:t>:</w:t>
            </w:r>
          </w:p>
          <w:p w14:paraId="23A8C54B" w14:textId="3A940F8F" w:rsidR="0022346E" w:rsidRPr="00B974F8" w:rsidRDefault="0022346E" w:rsidP="00B974F8">
            <w:pPr>
              <w:pStyle w:val="SIBulletList2"/>
            </w:pPr>
            <w:r w:rsidRPr="00B974F8">
              <w:t xml:space="preserve">reduce or </w:t>
            </w:r>
            <w:proofErr w:type="gramStart"/>
            <w:r w:rsidRPr="00B974F8">
              <w:t>eliminate</w:t>
            </w:r>
            <w:proofErr w:type="gramEnd"/>
            <w:r w:rsidRPr="00B974F8">
              <w:t xml:space="preserve"> unnecessary movements and combine movements</w:t>
            </w:r>
          </w:p>
          <w:p w14:paraId="4552F42C" w14:textId="0A9B7325" w:rsidR="0022346E" w:rsidRPr="00B974F8" w:rsidRDefault="0022346E" w:rsidP="00B974F8">
            <w:pPr>
              <w:pStyle w:val="SIBulletList2"/>
            </w:pPr>
            <w:r w:rsidRPr="00B974F8">
              <w:t xml:space="preserve">increase the size and weight of quantity of material moved wherever possible </w:t>
            </w:r>
          </w:p>
          <w:p w14:paraId="5BCF1461" w14:textId="0D1541BC" w:rsidR="0022346E" w:rsidRPr="00B974F8" w:rsidRDefault="0022346E" w:rsidP="00B974F8">
            <w:pPr>
              <w:pStyle w:val="SIBulletList2"/>
            </w:pPr>
            <w:r w:rsidRPr="00B974F8">
              <w:t>standardize types and sizes of equipment</w:t>
            </w:r>
          </w:p>
          <w:p w14:paraId="24BE500F" w14:textId="7E99D74E" w:rsidR="0022346E" w:rsidRPr="00B974F8" w:rsidRDefault="0022346E" w:rsidP="00B974F8">
            <w:pPr>
              <w:pStyle w:val="SIBulletList2"/>
            </w:pPr>
            <w:r w:rsidRPr="00B974F8">
              <w:t xml:space="preserve">use equipment that can perform multiple tasks unless specialized equipment is needed </w:t>
            </w:r>
          </w:p>
          <w:p w14:paraId="6FF3EE18" w14:textId="02E6260E" w:rsidR="0022346E" w:rsidRPr="00B974F8" w:rsidRDefault="0022346E" w:rsidP="00B974F8">
            <w:pPr>
              <w:pStyle w:val="SIBulletList2"/>
            </w:pPr>
            <w:r w:rsidRPr="00B974F8">
              <w:t>select equipment to match all aspects of material and flow in the system</w:t>
            </w:r>
          </w:p>
          <w:p w14:paraId="4B7EA3A4" w14:textId="29F175FE" w:rsidR="0022346E" w:rsidRPr="00B974F8" w:rsidRDefault="0022346E" w:rsidP="00B974F8">
            <w:pPr>
              <w:pStyle w:val="SIBulletList2"/>
            </w:pPr>
            <w:r w:rsidRPr="00B974F8">
              <w:t>minimize the ratio of dead weight to total weight for all moves</w:t>
            </w:r>
          </w:p>
          <w:p w14:paraId="0E1B8A3D" w14:textId="057089AC" w:rsidR="0022346E" w:rsidRPr="00B974F8" w:rsidRDefault="0022346E" w:rsidP="00B974F8">
            <w:pPr>
              <w:pStyle w:val="SIBulletList2"/>
            </w:pPr>
            <w:r w:rsidRPr="00B974F8">
              <w:t xml:space="preserve">maximize the load and minimize the distance on </w:t>
            </w:r>
            <w:proofErr w:type="gramStart"/>
            <w:r w:rsidRPr="00B974F8">
              <w:t>high-intensity</w:t>
            </w:r>
            <w:proofErr w:type="gramEnd"/>
            <w:r w:rsidRPr="00B974F8">
              <w:t xml:space="preserve"> moves</w:t>
            </w:r>
          </w:p>
          <w:p w14:paraId="76FC7F89" w14:textId="3F5A5846" w:rsidR="0022346E" w:rsidRPr="00B974F8" w:rsidRDefault="0022346E" w:rsidP="00B974F8">
            <w:pPr>
              <w:pStyle w:val="SIBulletList2"/>
            </w:pPr>
            <w:r w:rsidRPr="00B974F8">
              <w:t xml:space="preserve">make </w:t>
            </w:r>
            <w:proofErr w:type="gramStart"/>
            <w:r w:rsidRPr="00B974F8">
              <w:t>low-intensity</w:t>
            </w:r>
            <w:proofErr w:type="gramEnd"/>
            <w:r w:rsidRPr="00B974F8">
              <w:t xml:space="preserve"> moves if long distances must be covered</w:t>
            </w:r>
          </w:p>
          <w:p w14:paraId="7AFFFE1C" w14:textId="0082D157" w:rsidR="0022346E" w:rsidRPr="00B974F8" w:rsidRDefault="0022346E" w:rsidP="00B974F8">
            <w:pPr>
              <w:pStyle w:val="SIBulletList2"/>
            </w:pPr>
            <w:r w:rsidRPr="00B974F8">
              <w:t>pick up and set down whole load</w:t>
            </w:r>
          </w:p>
          <w:p w14:paraId="1F014736" w14:textId="6FE0C5C3" w:rsidR="000D62D1" w:rsidRDefault="00B974F8" w:rsidP="00B974F8">
            <w:pPr>
              <w:pStyle w:val="SIBulletList1"/>
            </w:pPr>
            <w:r>
              <w:t xml:space="preserve">workplace </w:t>
            </w:r>
            <w:r w:rsidRPr="00B974F8">
              <w:t xml:space="preserve">procedures, </w:t>
            </w:r>
            <w:proofErr w:type="gramStart"/>
            <w:r w:rsidRPr="00B974F8">
              <w:t>equipment</w:t>
            </w:r>
            <w:proofErr w:type="gramEnd"/>
            <w:r w:rsidRPr="00B974F8">
              <w:t xml:space="preserve"> and safety requirements </w:t>
            </w:r>
            <w:r>
              <w:t>for</w:t>
            </w:r>
            <w:r w:rsidRPr="00B974F8">
              <w:t xml:space="preserve"> log yard operations</w:t>
            </w:r>
            <w:r>
              <w:t>:</w:t>
            </w:r>
          </w:p>
          <w:p w14:paraId="1F2A7FC2" w14:textId="21C77088" w:rsidR="00EC11C3" w:rsidRDefault="00EC11C3" w:rsidP="00B974F8">
            <w:pPr>
              <w:pStyle w:val="SIBulletList2"/>
            </w:pPr>
            <w:r w:rsidRPr="00EA16D3">
              <w:t xml:space="preserve">health and safety with particular emphasis on </w:t>
            </w:r>
            <w:proofErr w:type="gramStart"/>
            <w:r w:rsidRPr="00EA16D3">
              <w:t>identifying</w:t>
            </w:r>
            <w:proofErr w:type="gramEnd"/>
            <w:r w:rsidRPr="00EA16D3">
              <w:t xml:space="preserve"> hazards and controlling associated risks</w:t>
            </w:r>
            <w:r>
              <w:t xml:space="preserve"> in log yard operations</w:t>
            </w:r>
          </w:p>
          <w:p w14:paraId="03EA80D7" w14:textId="476844D9" w:rsidR="002017EC" w:rsidRPr="002017EC" w:rsidRDefault="002017EC" w:rsidP="002017EC">
            <w:pPr>
              <w:pStyle w:val="SIBulletList2"/>
            </w:pPr>
            <w:r w:rsidRPr="00D27183">
              <w:t>dealing with out-of-specification logs</w:t>
            </w:r>
          </w:p>
          <w:p w14:paraId="79F3DD4A" w14:textId="4BCE4943" w:rsidR="008119DA" w:rsidRDefault="00B34106" w:rsidP="00EA16D3">
            <w:pPr>
              <w:pStyle w:val="SIBulletList2"/>
            </w:pPr>
            <w:r>
              <w:t xml:space="preserve"> </w:t>
            </w:r>
            <w:r w:rsidR="00F46983" w:rsidRPr="00F46983">
              <w:t>documents that need to be completed in the log yard</w:t>
            </w:r>
            <w:r w:rsidR="00280F93">
              <w:t xml:space="preserve">, </w:t>
            </w:r>
            <w:r w:rsidR="00346199">
              <w:t xml:space="preserve">including requirements for </w:t>
            </w:r>
            <w:proofErr w:type="gramStart"/>
            <w:r w:rsidR="00F46983" w:rsidRPr="00F46983">
              <w:t>track</w:t>
            </w:r>
            <w:r w:rsidR="00346199">
              <w:t>ing</w:t>
            </w:r>
            <w:proofErr w:type="gramEnd"/>
            <w:r w:rsidR="00F46983" w:rsidRPr="00F46983">
              <w:t xml:space="preserve"> and </w:t>
            </w:r>
            <w:r w:rsidR="00346199" w:rsidRPr="00F46983">
              <w:t>identif</w:t>
            </w:r>
            <w:r w:rsidR="00346199">
              <w:t>ying</w:t>
            </w:r>
            <w:r w:rsidR="00F46983" w:rsidRPr="00F46983">
              <w:t xml:space="preserve"> stock in the log yard</w:t>
            </w:r>
          </w:p>
          <w:p w14:paraId="70754937" w14:textId="77777777" w:rsidR="00EA16D3" w:rsidRPr="00EA16D3" w:rsidRDefault="00EA16D3" w:rsidP="00EA16D3">
            <w:pPr>
              <w:pStyle w:val="SIBulletList1"/>
            </w:pPr>
            <w:r w:rsidRPr="00EA16D3">
              <w:t>purpose, features and operation of electronic measuring equipment and weighbridges</w:t>
            </w:r>
          </w:p>
          <w:p w14:paraId="0BF4178F" w14:textId="3ECF80DC" w:rsidR="00EA16D3" w:rsidRPr="0007203E" w:rsidRDefault="00EA16D3" w:rsidP="006F2255">
            <w:pPr>
              <w:pStyle w:val="SIBulletList1"/>
            </w:pPr>
            <w:r w:rsidRPr="00EA16D3">
              <w:t>methods used to estimate log weights and volumes using formulas and data tables</w:t>
            </w:r>
            <w:r w:rsidR="00D54954">
              <w:t>.</w:t>
            </w:r>
          </w:p>
        </w:tc>
      </w:tr>
    </w:tbl>
    <w:p w14:paraId="5182EE19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41A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46798F4" w14:textId="77777777" w:rsidR="00526A57" w:rsidRPr="00526A57" w:rsidRDefault="00526A57" w:rsidP="00526A57">
            <w:pPr>
              <w:pStyle w:val="SIBulletList1"/>
            </w:pPr>
            <w:r w:rsidRPr="00526A57">
              <w:t>physical conditions</w:t>
            </w:r>
          </w:p>
          <w:p w14:paraId="5563979D" w14:textId="3D78F852" w:rsidR="00526A57" w:rsidRPr="00526A57" w:rsidRDefault="00526A57" w:rsidP="00526A57">
            <w:pPr>
              <w:pStyle w:val="SIBulletList2"/>
            </w:pPr>
            <w:r w:rsidRPr="00526A57">
              <w:t xml:space="preserve">skills must be </w:t>
            </w:r>
            <w:proofErr w:type="gramStart"/>
            <w:r w:rsidRPr="00526A57">
              <w:t>demonstrated</w:t>
            </w:r>
            <w:proofErr w:type="gramEnd"/>
            <w:r w:rsidRPr="00526A57">
              <w:t xml:space="preserve"> in the workplace or an environment that accurately represents workplace conditions</w:t>
            </w:r>
          </w:p>
          <w:p w14:paraId="74F8336A" w14:textId="77777777" w:rsidR="008E2FD6" w:rsidRPr="00CD15EA" w:rsidRDefault="008E2FD6" w:rsidP="0059440B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649D1FF8" w:rsidR="008E2FD6" w:rsidRDefault="00BD5413" w:rsidP="0059440B">
            <w:pPr>
              <w:pStyle w:val="SIBulletList2"/>
            </w:pPr>
            <w:r>
              <w:t xml:space="preserve">reference materials on </w:t>
            </w:r>
            <w:r w:rsidR="00EA16D3">
              <w:t>log yard operations</w:t>
            </w:r>
          </w:p>
          <w:p w14:paraId="7FCD2A47" w14:textId="7BF78BAE" w:rsidR="00535464" w:rsidRDefault="00535464" w:rsidP="0059440B">
            <w:pPr>
              <w:pStyle w:val="SIBulletList2"/>
            </w:pPr>
            <w:r>
              <w:t xml:space="preserve">Internet access and computer software and hardware for accessing technical information on </w:t>
            </w:r>
            <w:r w:rsidR="00EA16D3">
              <w:t>log yard operations</w:t>
            </w:r>
          </w:p>
          <w:p w14:paraId="654C68DF" w14:textId="0A10C4DC" w:rsidR="008E2FD6" w:rsidRDefault="008E2FD6" w:rsidP="0059440B">
            <w:pPr>
              <w:pStyle w:val="SIBulletList1"/>
            </w:pPr>
            <w:r w:rsidRPr="00CD15EA">
              <w:t>specifications:</w:t>
            </w:r>
          </w:p>
          <w:p w14:paraId="49A2B624" w14:textId="77777777" w:rsidR="00EA5454" w:rsidRPr="00EA5454" w:rsidRDefault="00EA5454" w:rsidP="00EA5454">
            <w:pPr>
              <w:pStyle w:val="SIBulletList2"/>
            </w:pPr>
            <w:r>
              <w:t xml:space="preserve">sample </w:t>
            </w:r>
            <w:r w:rsidRPr="00EA5454">
              <w:t>log yard site plans</w:t>
            </w:r>
          </w:p>
          <w:p w14:paraId="405CEBB0" w14:textId="5E73A634" w:rsidR="001A21E2" w:rsidRDefault="0059440B" w:rsidP="0059440B">
            <w:pPr>
              <w:pStyle w:val="SIBulletList2"/>
            </w:pPr>
            <w:r>
              <w:t>sample</w:t>
            </w:r>
            <w:r w:rsidRPr="0059440B">
              <w:t xml:space="preserve"> workplace policies and procedures which cover current regulations and related industry standards and codes of practice applicable to safe work in </w:t>
            </w:r>
            <w:r>
              <w:t>log yard operations</w:t>
            </w:r>
          </w:p>
          <w:p w14:paraId="147232C2" w14:textId="77777777" w:rsidR="00FF4071" w:rsidRPr="00CD15EA" w:rsidRDefault="00FF4071" w:rsidP="006F225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F41AB8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A8A0AA2" w14:textId="77777777" w:rsidR="00B2634A" w:rsidRDefault="00EE4378" w:rsidP="00F41AB8">
            <w:pPr>
              <w:pStyle w:val="SIText"/>
            </w:pPr>
            <w:r w:rsidRPr="00EE4378">
              <w:t>Companion Volume implementation guides are found in VETNet</w:t>
            </w:r>
            <w:r w:rsidR="00B2634A">
              <w:t>:</w:t>
            </w:r>
          </w:p>
          <w:p w14:paraId="2697E5E8" w14:textId="014E0E5F" w:rsidR="00F1480E" w:rsidRPr="000754EC" w:rsidRDefault="0093159D" w:rsidP="00F41AB8">
            <w:pPr>
              <w:pStyle w:val="SIText"/>
            </w:pPr>
            <w:hyperlink r:id="rId11" w:history="1">
              <w:r w:rsidR="00B2634A" w:rsidRPr="007727C7">
                <w:t>https://vetnet.gov.au/Pages/TrainingDocs.aspx?q=0d96fe23-5747-4c01-9d6f-3509ff8d3d47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F41AB8">
      <w:pPr>
        <w:pStyle w:val="SIText"/>
      </w:pPr>
    </w:p>
    <w:p w14:paraId="02581042" w14:textId="77777777" w:rsidR="00AB7C42" w:rsidRDefault="00AB7C42" w:rsidP="00F41AB8">
      <w:pPr>
        <w:pStyle w:val="SIText"/>
      </w:pPr>
    </w:p>
    <w:sectPr w:rsidR="00AB7C42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21418" w14:textId="77777777" w:rsidR="00106163" w:rsidRDefault="00106163" w:rsidP="00BF3F0A">
      <w:r>
        <w:separator/>
      </w:r>
    </w:p>
    <w:p w14:paraId="37C9A15B" w14:textId="77777777" w:rsidR="00106163" w:rsidRDefault="00106163"/>
  </w:endnote>
  <w:endnote w:type="continuationSeparator" w:id="0">
    <w:p w14:paraId="26D66718" w14:textId="77777777" w:rsidR="00106163" w:rsidRDefault="00106163" w:rsidP="00BF3F0A">
      <w:r>
        <w:continuationSeparator/>
      </w:r>
    </w:p>
    <w:p w14:paraId="0A3DDB04" w14:textId="77777777" w:rsidR="00106163" w:rsidRDefault="00106163"/>
  </w:endnote>
  <w:endnote w:type="continuationNotice" w:id="1">
    <w:p w14:paraId="005104DF" w14:textId="77777777" w:rsidR="00106163" w:rsidRDefault="001061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C3317" w14:textId="77777777" w:rsidR="00106163" w:rsidRDefault="00106163" w:rsidP="00BF3F0A">
      <w:r>
        <w:separator/>
      </w:r>
    </w:p>
    <w:p w14:paraId="64E0E806" w14:textId="77777777" w:rsidR="00106163" w:rsidRDefault="00106163"/>
  </w:footnote>
  <w:footnote w:type="continuationSeparator" w:id="0">
    <w:p w14:paraId="6243B6C1" w14:textId="77777777" w:rsidR="00106163" w:rsidRDefault="00106163" w:rsidP="00BF3F0A">
      <w:r>
        <w:continuationSeparator/>
      </w:r>
    </w:p>
    <w:p w14:paraId="5AC6F9E8" w14:textId="77777777" w:rsidR="00106163" w:rsidRDefault="00106163"/>
  </w:footnote>
  <w:footnote w:type="continuationNotice" w:id="1">
    <w:p w14:paraId="7FEBDD6A" w14:textId="77777777" w:rsidR="00106163" w:rsidRDefault="001061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1DB3A8AC" w:rsidR="009C2650" w:rsidRDefault="0093159D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E2B62" w:rsidRPr="00D2012C">
      <w:t>FWP</w:t>
    </w:r>
    <w:r w:rsidR="00346C26">
      <w:t>COT</w:t>
    </w:r>
    <w:r w:rsidR="008E2B62">
      <w:t>3</w:t>
    </w:r>
    <w:r w:rsidR="008E2B62" w:rsidRPr="00D2012C">
      <w:t xml:space="preserve">XXX </w:t>
    </w:r>
    <w:r w:rsidR="00A92623" w:rsidRPr="00A92623">
      <w:t xml:space="preserve">Apply knowledge of </w:t>
    </w:r>
    <w:r w:rsidR="007443B2">
      <w:t>log yard operations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E020389"/>
    <w:multiLevelType w:val="multilevel"/>
    <w:tmpl w:val="8FFE71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5753509"/>
    <w:multiLevelType w:val="multilevel"/>
    <w:tmpl w:val="CBC60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D30F9"/>
    <w:multiLevelType w:val="multilevel"/>
    <w:tmpl w:val="1BFE3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6CB1C06"/>
    <w:multiLevelType w:val="multilevel"/>
    <w:tmpl w:val="7B0AA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CCC57A0"/>
    <w:multiLevelType w:val="multilevel"/>
    <w:tmpl w:val="A5C4F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C4F0C"/>
    <w:multiLevelType w:val="multilevel"/>
    <w:tmpl w:val="AD0A0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9"/>
  </w:num>
  <w:num w:numId="8">
    <w:abstractNumId w:val="11"/>
  </w:num>
  <w:num w:numId="9">
    <w:abstractNumId w:val="4"/>
  </w:num>
  <w:num w:numId="10">
    <w:abstractNumId w:val="3"/>
  </w:num>
  <w:num w:numId="1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qsFAIyJ8sA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4D76"/>
    <w:rsid w:val="00026F9E"/>
    <w:rsid w:val="000275AE"/>
    <w:rsid w:val="00027B54"/>
    <w:rsid w:val="00030976"/>
    <w:rsid w:val="00041E59"/>
    <w:rsid w:val="00050094"/>
    <w:rsid w:val="000510BA"/>
    <w:rsid w:val="00064BFE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9093B"/>
    <w:rsid w:val="00090F24"/>
    <w:rsid w:val="000912F7"/>
    <w:rsid w:val="00095E70"/>
    <w:rsid w:val="000A5441"/>
    <w:rsid w:val="000B0CCB"/>
    <w:rsid w:val="000B297D"/>
    <w:rsid w:val="000B4195"/>
    <w:rsid w:val="000C149A"/>
    <w:rsid w:val="000C1BE0"/>
    <w:rsid w:val="000C224E"/>
    <w:rsid w:val="000C6820"/>
    <w:rsid w:val="000D62D1"/>
    <w:rsid w:val="000E1CE3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6163"/>
    <w:rsid w:val="00107710"/>
    <w:rsid w:val="001078BF"/>
    <w:rsid w:val="00112625"/>
    <w:rsid w:val="00112F9F"/>
    <w:rsid w:val="00113811"/>
    <w:rsid w:val="001140B2"/>
    <w:rsid w:val="0012017C"/>
    <w:rsid w:val="00122838"/>
    <w:rsid w:val="00123072"/>
    <w:rsid w:val="001232CB"/>
    <w:rsid w:val="00126461"/>
    <w:rsid w:val="00133957"/>
    <w:rsid w:val="001372F6"/>
    <w:rsid w:val="00144385"/>
    <w:rsid w:val="00145234"/>
    <w:rsid w:val="0014550E"/>
    <w:rsid w:val="001466F7"/>
    <w:rsid w:val="00146EEC"/>
    <w:rsid w:val="00147CDC"/>
    <w:rsid w:val="001504C8"/>
    <w:rsid w:val="00151D55"/>
    <w:rsid w:val="00151D93"/>
    <w:rsid w:val="00151EF6"/>
    <w:rsid w:val="00154F0D"/>
    <w:rsid w:val="00156EF3"/>
    <w:rsid w:val="00170226"/>
    <w:rsid w:val="00173FAE"/>
    <w:rsid w:val="00175CCF"/>
    <w:rsid w:val="00175E74"/>
    <w:rsid w:val="00176E4F"/>
    <w:rsid w:val="0017716E"/>
    <w:rsid w:val="001826CD"/>
    <w:rsid w:val="0018546B"/>
    <w:rsid w:val="001903EC"/>
    <w:rsid w:val="001908E1"/>
    <w:rsid w:val="0019372A"/>
    <w:rsid w:val="001947B1"/>
    <w:rsid w:val="0019783E"/>
    <w:rsid w:val="001A016E"/>
    <w:rsid w:val="001A21E2"/>
    <w:rsid w:val="001A68DD"/>
    <w:rsid w:val="001A6A3E"/>
    <w:rsid w:val="001A7B6D"/>
    <w:rsid w:val="001B34D5"/>
    <w:rsid w:val="001B4AF8"/>
    <w:rsid w:val="001B4DE3"/>
    <w:rsid w:val="001B513A"/>
    <w:rsid w:val="001B7793"/>
    <w:rsid w:val="001C0A75"/>
    <w:rsid w:val="001C1306"/>
    <w:rsid w:val="001C2509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7EC"/>
    <w:rsid w:val="00201A7C"/>
    <w:rsid w:val="00207B13"/>
    <w:rsid w:val="00207DAE"/>
    <w:rsid w:val="0021210E"/>
    <w:rsid w:val="00212423"/>
    <w:rsid w:val="0021414D"/>
    <w:rsid w:val="00216457"/>
    <w:rsid w:val="00220B7F"/>
    <w:rsid w:val="00223124"/>
    <w:rsid w:val="0022346E"/>
    <w:rsid w:val="00231BA2"/>
    <w:rsid w:val="00233143"/>
    <w:rsid w:val="00234444"/>
    <w:rsid w:val="002349AF"/>
    <w:rsid w:val="00236660"/>
    <w:rsid w:val="00242293"/>
    <w:rsid w:val="00244EA7"/>
    <w:rsid w:val="00251FD7"/>
    <w:rsid w:val="0025514A"/>
    <w:rsid w:val="00262442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0F93"/>
    <w:rsid w:val="00282664"/>
    <w:rsid w:val="002842FD"/>
    <w:rsid w:val="002849E6"/>
    <w:rsid w:val="00285FB8"/>
    <w:rsid w:val="00293E32"/>
    <w:rsid w:val="00295990"/>
    <w:rsid w:val="002970C3"/>
    <w:rsid w:val="002A25D2"/>
    <w:rsid w:val="002A2A57"/>
    <w:rsid w:val="002A3B45"/>
    <w:rsid w:val="002A4CD3"/>
    <w:rsid w:val="002A5E35"/>
    <w:rsid w:val="002A6CC4"/>
    <w:rsid w:val="002B3073"/>
    <w:rsid w:val="002B513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10A6A"/>
    <w:rsid w:val="003144E6"/>
    <w:rsid w:val="00315305"/>
    <w:rsid w:val="003179AB"/>
    <w:rsid w:val="00320BD2"/>
    <w:rsid w:val="00322778"/>
    <w:rsid w:val="00331DAD"/>
    <w:rsid w:val="0033669A"/>
    <w:rsid w:val="00337E82"/>
    <w:rsid w:val="00341649"/>
    <w:rsid w:val="00341F3B"/>
    <w:rsid w:val="00345D89"/>
    <w:rsid w:val="00346199"/>
    <w:rsid w:val="00346C26"/>
    <w:rsid w:val="00346FDC"/>
    <w:rsid w:val="0034799E"/>
    <w:rsid w:val="00350BB1"/>
    <w:rsid w:val="00352C83"/>
    <w:rsid w:val="00354083"/>
    <w:rsid w:val="0035416A"/>
    <w:rsid w:val="00357832"/>
    <w:rsid w:val="003632A9"/>
    <w:rsid w:val="00363C5C"/>
    <w:rsid w:val="0036524C"/>
    <w:rsid w:val="00366805"/>
    <w:rsid w:val="0036698A"/>
    <w:rsid w:val="0037067D"/>
    <w:rsid w:val="00373436"/>
    <w:rsid w:val="00374896"/>
    <w:rsid w:val="00380108"/>
    <w:rsid w:val="003823EA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77F"/>
    <w:rsid w:val="003A297E"/>
    <w:rsid w:val="003A58BA"/>
    <w:rsid w:val="003A5AE7"/>
    <w:rsid w:val="003A7221"/>
    <w:rsid w:val="003B2357"/>
    <w:rsid w:val="003B3493"/>
    <w:rsid w:val="003C13AE"/>
    <w:rsid w:val="003D06AA"/>
    <w:rsid w:val="003D2E73"/>
    <w:rsid w:val="003D67CA"/>
    <w:rsid w:val="003E0F66"/>
    <w:rsid w:val="003E72B6"/>
    <w:rsid w:val="003E7BBE"/>
    <w:rsid w:val="003F33F6"/>
    <w:rsid w:val="00402786"/>
    <w:rsid w:val="00406FB6"/>
    <w:rsid w:val="004127E3"/>
    <w:rsid w:val="004159B4"/>
    <w:rsid w:val="00426DAC"/>
    <w:rsid w:val="0043212E"/>
    <w:rsid w:val="00434366"/>
    <w:rsid w:val="004346A0"/>
    <w:rsid w:val="00434ECE"/>
    <w:rsid w:val="004369ED"/>
    <w:rsid w:val="00444423"/>
    <w:rsid w:val="00451A3F"/>
    <w:rsid w:val="00452F3E"/>
    <w:rsid w:val="00460AEF"/>
    <w:rsid w:val="004640AE"/>
    <w:rsid w:val="00464CDF"/>
    <w:rsid w:val="004679E3"/>
    <w:rsid w:val="00471313"/>
    <w:rsid w:val="004736CF"/>
    <w:rsid w:val="00475172"/>
    <w:rsid w:val="004758B0"/>
    <w:rsid w:val="0048107F"/>
    <w:rsid w:val="004832D2"/>
    <w:rsid w:val="00485559"/>
    <w:rsid w:val="00497355"/>
    <w:rsid w:val="004A142B"/>
    <w:rsid w:val="004A3860"/>
    <w:rsid w:val="004A44E8"/>
    <w:rsid w:val="004A581D"/>
    <w:rsid w:val="004A7706"/>
    <w:rsid w:val="004A77E3"/>
    <w:rsid w:val="004B29B7"/>
    <w:rsid w:val="004B2CEE"/>
    <w:rsid w:val="004B4D1B"/>
    <w:rsid w:val="004B7A28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866"/>
    <w:rsid w:val="004E5FAE"/>
    <w:rsid w:val="004E6245"/>
    <w:rsid w:val="004E6741"/>
    <w:rsid w:val="004E6A25"/>
    <w:rsid w:val="004E7094"/>
    <w:rsid w:val="004E7DA3"/>
    <w:rsid w:val="004F322E"/>
    <w:rsid w:val="004F38FC"/>
    <w:rsid w:val="004F3B49"/>
    <w:rsid w:val="004F5DC7"/>
    <w:rsid w:val="004F78DA"/>
    <w:rsid w:val="00500F6A"/>
    <w:rsid w:val="0050276A"/>
    <w:rsid w:val="00502F9B"/>
    <w:rsid w:val="005132BC"/>
    <w:rsid w:val="00514574"/>
    <w:rsid w:val="005145AB"/>
    <w:rsid w:val="00520E9A"/>
    <w:rsid w:val="00522811"/>
    <w:rsid w:val="00523F81"/>
    <w:rsid w:val="005248C1"/>
    <w:rsid w:val="0052502A"/>
    <w:rsid w:val="00526134"/>
    <w:rsid w:val="00526A57"/>
    <w:rsid w:val="00534971"/>
    <w:rsid w:val="00535464"/>
    <w:rsid w:val="00535C25"/>
    <w:rsid w:val="00536BF9"/>
    <w:rsid w:val="0053779C"/>
    <w:rsid w:val="005405B2"/>
    <w:rsid w:val="005427C8"/>
    <w:rsid w:val="00543F03"/>
    <w:rsid w:val="005446D1"/>
    <w:rsid w:val="005472EF"/>
    <w:rsid w:val="005478CD"/>
    <w:rsid w:val="00556C4C"/>
    <w:rsid w:val="00557369"/>
    <w:rsid w:val="00562BAD"/>
    <w:rsid w:val="00564ADD"/>
    <w:rsid w:val="005708EB"/>
    <w:rsid w:val="00575BC6"/>
    <w:rsid w:val="00576B09"/>
    <w:rsid w:val="00583902"/>
    <w:rsid w:val="005848D1"/>
    <w:rsid w:val="005855BE"/>
    <w:rsid w:val="00586D56"/>
    <w:rsid w:val="00591894"/>
    <w:rsid w:val="00593450"/>
    <w:rsid w:val="0059440B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5146"/>
    <w:rsid w:val="005B675A"/>
    <w:rsid w:val="005B6BD1"/>
    <w:rsid w:val="005C5D19"/>
    <w:rsid w:val="005C68D9"/>
    <w:rsid w:val="005C7FC9"/>
    <w:rsid w:val="005D1AFD"/>
    <w:rsid w:val="005D1E40"/>
    <w:rsid w:val="005D3D9F"/>
    <w:rsid w:val="005D534C"/>
    <w:rsid w:val="005D59EB"/>
    <w:rsid w:val="005E2E08"/>
    <w:rsid w:val="005E51E6"/>
    <w:rsid w:val="005F027A"/>
    <w:rsid w:val="005F33CC"/>
    <w:rsid w:val="005F771F"/>
    <w:rsid w:val="006073AB"/>
    <w:rsid w:val="00611A62"/>
    <w:rsid w:val="006121D4"/>
    <w:rsid w:val="00613B49"/>
    <w:rsid w:val="00613FA9"/>
    <w:rsid w:val="00616845"/>
    <w:rsid w:val="00620E8E"/>
    <w:rsid w:val="00622332"/>
    <w:rsid w:val="006225D7"/>
    <w:rsid w:val="00622716"/>
    <w:rsid w:val="00624D88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BBC"/>
    <w:rsid w:val="006573F8"/>
    <w:rsid w:val="00657F12"/>
    <w:rsid w:val="0066520F"/>
    <w:rsid w:val="006663EB"/>
    <w:rsid w:val="00670B9A"/>
    <w:rsid w:val="00672064"/>
    <w:rsid w:val="00675661"/>
    <w:rsid w:val="006813AD"/>
    <w:rsid w:val="00686A49"/>
    <w:rsid w:val="00687B62"/>
    <w:rsid w:val="00690C44"/>
    <w:rsid w:val="0069107F"/>
    <w:rsid w:val="006969D9"/>
    <w:rsid w:val="006A03D3"/>
    <w:rsid w:val="006A0A85"/>
    <w:rsid w:val="006A2B68"/>
    <w:rsid w:val="006A329E"/>
    <w:rsid w:val="006B1DA3"/>
    <w:rsid w:val="006B2AAC"/>
    <w:rsid w:val="006B2C8C"/>
    <w:rsid w:val="006B2D19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F0D02"/>
    <w:rsid w:val="006F10FE"/>
    <w:rsid w:val="006F2255"/>
    <w:rsid w:val="006F3622"/>
    <w:rsid w:val="006F62F7"/>
    <w:rsid w:val="0070416A"/>
    <w:rsid w:val="00705EEC"/>
    <w:rsid w:val="00707741"/>
    <w:rsid w:val="007134FE"/>
    <w:rsid w:val="007140C5"/>
    <w:rsid w:val="00715794"/>
    <w:rsid w:val="00715F10"/>
    <w:rsid w:val="00717385"/>
    <w:rsid w:val="00721886"/>
    <w:rsid w:val="00722769"/>
    <w:rsid w:val="007238D7"/>
    <w:rsid w:val="00725624"/>
    <w:rsid w:val="00727901"/>
    <w:rsid w:val="0073075B"/>
    <w:rsid w:val="0073404B"/>
    <w:rsid w:val="007341FF"/>
    <w:rsid w:val="007404E9"/>
    <w:rsid w:val="00742756"/>
    <w:rsid w:val="00743B6A"/>
    <w:rsid w:val="007443B2"/>
    <w:rsid w:val="007444CF"/>
    <w:rsid w:val="007474E7"/>
    <w:rsid w:val="00752C75"/>
    <w:rsid w:val="00753BF3"/>
    <w:rsid w:val="00757005"/>
    <w:rsid w:val="00760819"/>
    <w:rsid w:val="00761DBE"/>
    <w:rsid w:val="0076523B"/>
    <w:rsid w:val="00766E9E"/>
    <w:rsid w:val="0077028D"/>
    <w:rsid w:val="00771B60"/>
    <w:rsid w:val="007729FA"/>
    <w:rsid w:val="00772E9D"/>
    <w:rsid w:val="00780035"/>
    <w:rsid w:val="0078015A"/>
    <w:rsid w:val="00780F0B"/>
    <w:rsid w:val="00781D77"/>
    <w:rsid w:val="00783549"/>
    <w:rsid w:val="00784036"/>
    <w:rsid w:val="00784163"/>
    <w:rsid w:val="007844FA"/>
    <w:rsid w:val="007860B7"/>
    <w:rsid w:val="00786DC8"/>
    <w:rsid w:val="007A1827"/>
    <w:rsid w:val="007A300D"/>
    <w:rsid w:val="007A3ACD"/>
    <w:rsid w:val="007A643D"/>
    <w:rsid w:val="007A6945"/>
    <w:rsid w:val="007B7438"/>
    <w:rsid w:val="007C2B2E"/>
    <w:rsid w:val="007C6BDB"/>
    <w:rsid w:val="007C73BF"/>
    <w:rsid w:val="007D1AAC"/>
    <w:rsid w:val="007D2A95"/>
    <w:rsid w:val="007D43DF"/>
    <w:rsid w:val="007D5A78"/>
    <w:rsid w:val="007D66EB"/>
    <w:rsid w:val="007E2F14"/>
    <w:rsid w:val="007E3BD1"/>
    <w:rsid w:val="007E3FB4"/>
    <w:rsid w:val="007F1563"/>
    <w:rsid w:val="007F1EB2"/>
    <w:rsid w:val="007F25B7"/>
    <w:rsid w:val="007F44DB"/>
    <w:rsid w:val="007F5A8B"/>
    <w:rsid w:val="0080043A"/>
    <w:rsid w:val="00802742"/>
    <w:rsid w:val="008119DA"/>
    <w:rsid w:val="00812F88"/>
    <w:rsid w:val="00813D4D"/>
    <w:rsid w:val="00815488"/>
    <w:rsid w:val="008175F2"/>
    <w:rsid w:val="00817D51"/>
    <w:rsid w:val="00822E68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5A9D"/>
    <w:rsid w:val="00845F9C"/>
    <w:rsid w:val="00847B60"/>
    <w:rsid w:val="00847B8E"/>
    <w:rsid w:val="00850243"/>
    <w:rsid w:val="00851BE5"/>
    <w:rsid w:val="00854207"/>
    <w:rsid w:val="008545EB"/>
    <w:rsid w:val="008547E9"/>
    <w:rsid w:val="0085778A"/>
    <w:rsid w:val="00863E4A"/>
    <w:rsid w:val="00865011"/>
    <w:rsid w:val="00865066"/>
    <w:rsid w:val="00883957"/>
    <w:rsid w:val="00886790"/>
    <w:rsid w:val="00887978"/>
    <w:rsid w:val="008908DE"/>
    <w:rsid w:val="00891BAE"/>
    <w:rsid w:val="00896895"/>
    <w:rsid w:val="008A12ED"/>
    <w:rsid w:val="008A301A"/>
    <w:rsid w:val="008A39D3"/>
    <w:rsid w:val="008A44F1"/>
    <w:rsid w:val="008B0041"/>
    <w:rsid w:val="008B0124"/>
    <w:rsid w:val="008B0AB4"/>
    <w:rsid w:val="008B1373"/>
    <w:rsid w:val="008B2C77"/>
    <w:rsid w:val="008B4AAC"/>
    <w:rsid w:val="008B4AD2"/>
    <w:rsid w:val="008B4D86"/>
    <w:rsid w:val="008B7138"/>
    <w:rsid w:val="008B7328"/>
    <w:rsid w:val="008C47EE"/>
    <w:rsid w:val="008C4A2E"/>
    <w:rsid w:val="008D26D2"/>
    <w:rsid w:val="008D7631"/>
    <w:rsid w:val="008D7785"/>
    <w:rsid w:val="008E260C"/>
    <w:rsid w:val="008E2B62"/>
    <w:rsid w:val="008E2FD6"/>
    <w:rsid w:val="008E39BE"/>
    <w:rsid w:val="008E62EC"/>
    <w:rsid w:val="008F32F6"/>
    <w:rsid w:val="008F4AC6"/>
    <w:rsid w:val="0090492B"/>
    <w:rsid w:val="009079A3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11B4"/>
    <w:rsid w:val="0093159D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2890"/>
    <w:rsid w:val="0096342E"/>
    <w:rsid w:val="00967674"/>
    <w:rsid w:val="00967802"/>
    <w:rsid w:val="00970747"/>
    <w:rsid w:val="00971B7C"/>
    <w:rsid w:val="0097445B"/>
    <w:rsid w:val="00977612"/>
    <w:rsid w:val="00982A97"/>
    <w:rsid w:val="00990724"/>
    <w:rsid w:val="00997BFC"/>
    <w:rsid w:val="009A0D86"/>
    <w:rsid w:val="009A132D"/>
    <w:rsid w:val="009A1721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F0DCC"/>
    <w:rsid w:val="009F11CA"/>
    <w:rsid w:val="009F1A38"/>
    <w:rsid w:val="009F1CB9"/>
    <w:rsid w:val="009F267E"/>
    <w:rsid w:val="009F2C15"/>
    <w:rsid w:val="009F44A7"/>
    <w:rsid w:val="009F75F0"/>
    <w:rsid w:val="00A03C2A"/>
    <w:rsid w:val="00A0695B"/>
    <w:rsid w:val="00A13052"/>
    <w:rsid w:val="00A15206"/>
    <w:rsid w:val="00A216A8"/>
    <w:rsid w:val="00A223A6"/>
    <w:rsid w:val="00A24DE0"/>
    <w:rsid w:val="00A323D9"/>
    <w:rsid w:val="00A3639E"/>
    <w:rsid w:val="00A37F00"/>
    <w:rsid w:val="00A4157F"/>
    <w:rsid w:val="00A4234E"/>
    <w:rsid w:val="00A5092E"/>
    <w:rsid w:val="00A51113"/>
    <w:rsid w:val="00A554D6"/>
    <w:rsid w:val="00A56E14"/>
    <w:rsid w:val="00A6476B"/>
    <w:rsid w:val="00A64EFE"/>
    <w:rsid w:val="00A76990"/>
    <w:rsid w:val="00A76C6C"/>
    <w:rsid w:val="00A776BF"/>
    <w:rsid w:val="00A80648"/>
    <w:rsid w:val="00A8367D"/>
    <w:rsid w:val="00A86FC5"/>
    <w:rsid w:val="00A87356"/>
    <w:rsid w:val="00A92623"/>
    <w:rsid w:val="00A92DD1"/>
    <w:rsid w:val="00A94434"/>
    <w:rsid w:val="00A97326"/>
    <w:rsid w:val="00AA4901"/>
    <w:rsid w:val="00AA5338"/>
    <w:rsid w:val="00AB1B8E"/>
    <w:rsid w:val="00AB5133"/>
    <w:rsid w:val="00AB7C42"/>
    <w:rsid w:val="00AC0696"/>
    <w:rsid w:val="00AC4164"/>
    <w:rsid w:val="00AC4C98"/>
    <w:rsid w:val="00AC5F6B"/>
    <w:rsid w:val="00AC6D7A"/>
    <w:rsid w:val="00AD1D7F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3964"/>
    <w:rsid w:val="00AF6AD0"/>
    <w:rsid w:val="00AF76D5"/>
    <w:rsid w:val="00AF7CC4"/>
    <w:rsid w:val="00B0656C"/>
    <w:rsid w:val="00B0692D"/>
    <w:rsid w:val="00B0712C"/>
    <w:rsid w:val="00B12013"/>
    <w:rsid w:val="00B16CE7"/>
    <w:rsid w:val="00B21146"/>
    <w:rsid w:val="00B22C67"/>
    <w:rsid w:val="00B2634A"/>
    <w:rsid w:val="00B31F33"/>
    <w:rsid w:val="00B32693"/>
    <w:rsid w:val="00B3385A"/>
    <w:rsid w:val="00B34106"/>
    <w:rsid w:val="00B3508F"/>
    <w:rsid w:val="00B443EE"/>
    <w:rsid w:val="00B46C60"/>
    <w:rsid w:val="00B5364E"/>
    <w:rsid w:val="00B560C8"/>
    <w:rsid w:val="00B5633D"/>
    <w:rsid w:val="00B56EB8"/>
    <w:rsid w:val="00B57C93"/>
    <w:rsid w:val="00B61150"/>
    <w:rsid w:val="00B62BBB"/>
    <w:rsid w:val="00B63EDC"/>
    <w:rsid w:val="00B65BC7"/>
    <w:rsid w:val="00B66E5B"/>
    <w:rsid w:val="00B746B9"/>
    <w:rsid w:val="00B82D22"/>
    <w:rsid w:val="00B848D4"/>
    <w:rsid w:val="00B865B7"/>
    <w:rsid w:val="00B91054"/>
    <w:rsid w:val="00B916FF"/>
    <w:rsid w:val="00B93692"/>
    <w:rsid w:val="00B9369E"/>
    <w:rsid w:val="00B96E81"/>
    <w:rsid w:val="00B974F8"/>
    <w:rsid w:val="00BA1CB1"/>
    <w:rsid w:val="00BA311D"/>
    <w:rsid w:val="00BA4178"/>
    <w:rsid w:val="00BA430F"/>
    <w:rsid w:val="00BA482D"/>
    <w:rsid w:val="00BA6BA9"/>
    <w:rsid w:val="00BA6F37"/>
    <w:rsid w:val="00BA7467"/>
    <w:rsid w:val="00BA7541"/>
    <w:rsid w:val="00BB1755"/>
    <w:rsid w:val="00BB23F4"/>
    <w:rsid w:val="00BB4198"/>
    <w:rsid w:val="00BB4A65"/>
    <w:rsid w:val="00BB7C24"/>
    <w:rsid w:val="00BC49A4"/>
    <w:rsid w:val="00BC5075"/>
    <w:rsid w:val="00BC5265"/>
    <w:rsid w:val="00BC5419"/>
    <w:rsid w:val="00BD04BB"/>
    <w:rsid w:val="00BD3B0F"/>
    <w:rsid w:val="00BD5413"/>
    <w:rsid w:val="00BD5C07"/>
    <w:rsid w:val="00BD7ED9"/>
    <w:rsid w:val="00BE2D7D"/>
    <w:rsid w:val="00BE3284"/>
    <w:rsid w:val="00BE3DC7"/>
    <w:rsid w:val="00BE511A"/>
    <w:rsid w:val="00BE79F3"/>
    <w:rsid w:val="00BF0991"/>
    <w:rsid w:val="00BF17E3"/>
    <w:rsid w:val="00BF1D4C"/>
    <w:rsid w:val="00BF1DA5"/>
    <w:rsid w:val="00BF3F0A"/>
    <w:rsid w:val="00C00523"/>
    <w:rsid w:val="00C0175E"/>
    <w:rsid w:val="00C04E40"/>
    <w:rsid w:val="00C04F09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4083C"/>
    <w:rsid w:val="00C40FB7"/>
    <w:rsid w:val="00C43898"/>
    <w:rsid w:val="00C4495A"/>
    <w:rsid w:val="00C51EC3"/>
    <w:rsid w:val="00C540A7"/>
    <w:rsid w:val="00C578E9"/>
    <w:rsid w:val="00C70626"/>
    <w:rsid w:val="00C70846"/>
    <w:rsid w:val="00C72860"/>
    <w:rsid w:val="00C73582"/>
    <w:rsid w:val="00C73B90"/>
    <w:rsid w:val="00C742EC"/>
    <w:rsid w:val="00C937C0"/>
    <w:rsid w:val="00C93ED6"/>
    <w:rsid w:val="00C96AF3"/>
    <w:rsid w:val="00C97061"/>
    <w:rsid w:val="00C97CCC"/>
    <w:rsid w:val="00CA0274"/>
    <w:rsid w:val="00CA0E2E"/>
    <w:rsid w:val="00CB2448"/>
    <w:rsid w:val="00CB746F"/>
    <w:rsid w:val="00CC451E"/>
    <w:rsid w:val="00CC71EB"/>
    <w:rsid w:val="00CD2350"/>
    <w:rsid w:val="00CD38BE"/>
    <w:rsid w:val="00CD4E9D"/>
    <w:rsid w:val="00CD4F4D"/>
    <w:rsid w:val="00CD5C5C"/>
    <w:rsid w:val="00CD7EB0"/>
    <w:rsid w:val="00CE0440"/>
    <w:rsid w:val="00CE0536"/>
    <w:rsid w:val="00CE1516"/>
    <w:rsid w:val="00CE7D19"/>
    <w:rsid w:val="00CF0CF5"/>
    <w:rsid w:val="00CF2B3E"/>
    <w:rsid w:val="00CF7BB5"/>
    <w:rsid w:val="00D001AC"/>
    <w:rsid w:val="00D0201F"/>
    <w:rsid w:val="00D021C8"/>
    <w:rsid w:val="00D035F3"/>
    <w:rsid w:val="00D03685"/>
    <w:rsid w:val="00D04C8C"/>
    <w:rsid w:val="00D06B7D"/>
    <w:rsid w:val="00D07D4E"/>
    <w:rsid w:val="00D102F2"/>
    <w:rsid w:val="00D115AA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350E7"/>
    <w:rsid w:val="00D413E2"/>
    <w:rsid w:val="00D43BBE"/>
    <w:rsid w:val="00D43D41"/>
    <w:rsid w:val="00D52CB7"/>
    <w:rsid w:val="00D533F6"/>
    <w:rsid w:val="00D54954"/>
    <w:rsid w:val="00D54C76"/>
    <w:rsid w:val="00D556A3"/>
    <w:rsid w:val="00D71E43"/>
    <w:rsid w:val="00D727F3"/>
    <w:rsid w:val="00D73695"/>
    <w:rsid w:val="00D80C21"/>
    <w:rsid w:val="00D810DE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A799A"/>
    <w:rsid w:val="00DB31BC"/>
    <w:rsid w:val="00DB3BBE"/>
    <w:rsid w:val="00DB4FAF"/>
    <w:rsid w:val="00DB638E"/>
    <w:rsid w:val="00DC1916"/>
    <w:rsid w:val="00DC1D69"/>
    <w:rsid w:val="00DC57D8"/>
    <w:rsid w:val="00DC5A3A"/>
    <w:rsid w:val="00DD0726"/>
    <w:rsid w:val="00DD1A96"/>
    <w:rsid w:val="00DD2473"/>
    <w:rsid w:val="00DD6B74"/>
    <w:rsid w:val="00DE5AEE"/>
    <w:rsid w:val="00DE77A9"/>
    <w:rsid w:val="00DF40FA"/>
    <w:rsid w:val="00DF4519"/>
    <w:rsid w:val="00E01D4D"/>
    <w:rsid w:val="00E023E1"/>
    <w:rsid w:val="00E024B0"/>
    <w:rsid w:val="00E040A2"/>
    <w:rsid w:val="00E04A22"/>
    <w:rsid w:val="00E238E6"/>
    <w:rsid w:val="00E238F6"/>
    <w:rsid w:val="00E314E4"/>
    <w:rsid w:val="00E31577"/>
    <w:rsid w:val="00E31AB2"/>
    <w:rsid w:val="00E35064"/>
    <w:rsid w:val="00E35D46"/>
    <w:rsid w:val="00E3681D"/>
    <w:rsid w:val="00E36D53"/>
    <w:rsid w:val="00E40225"/>
    <w:rsid w:val="00E408DF"/>
    <w:rsid w:val="00E42948"/>
    <w:rsid w:val="00E4378B"/>
    <w:rsid w:val="00E501F0"/>
    <w:rsid w:val="00E52249"/>
    <w:rsid w:val="00E57FC7"/>
    <w:rsid w:val="00E6166D"/>
    <w:rsid w:val="00E6475C"/>
    <w:rsid w:val="00E6490E"/>
    <w:rsid w:val="00E658A5"/>
    <w:rsid w:val="00E70E4F"/>
    <w:rsid w:val="00E77A72"/>
    <w:rsid w:val="00E85CA5"/>
    <w:rsid w:val="00E87057"/>
    <w:rsid w:val="00E91BFF"/>
    <w:rsid w:val="00E92933"/>
    <w:rsid w:val="00E943A9"/>
    <w:rsid w:val="00E94FAD"/>
    <w:rsid w:val="00E957EB"/>
    <w:rsid w:val="00EA16D3"/>
    <w:rsid w:val="00EA3414"/>
    <w:rsid w:val="00EA3CA9"/>
    <w:rsid w:val="00EA4211"/>
    <w:rsid w:val="00EA5454"/>
    <w:rsid w:val="00EB0AA4"/>
    <w:rsid w:val="00EB5C88"/>
    <w:rsid w:val="00EB60C0"/>
    <w:rsid w:val="00EB733E"/>
    <w:rsid w:val="00EC0469"/>
    <w:rsid w:val="00EC0578"/>
    <w:rsid w:val="00EC11C3"/>
    <w:rsid w:val="00EC7EE0"/>
    <w:rsid w:val="00ED3910"/>
    <w:rsid w:val="00ED5BFA"/>
    <w:rsid w:val="00ED6FF6"/>
    <w:rsid w:val="00ED75C8"/>
    <w:rsid w:val="00EE4378"/>
    <w:rsid w:val="00EE7D01"/>
    <w:rsid w:val="00EF01F8"/>
    <w:rsid w:val="00EF1024"/>
    <w:rsid w:val="00EF11D3"/>
    <w:rsid w:val="00EF40EF"/>
    <w:rsid w:val="00EF47FE"/>
    <w:rsid w:val="00F00245"/>
    <w:rsid w:val="00F01177"/>
    <w:rsid w:val="00F03993"/>
    <w:rsid w:val="00F069BD"/>
    <w:rsid w:val="00F06F7C"/>
    <w:rsid w:val="00F07937"/>
    <w:rsid w:val="00F123C8"/>
    <w:rsid w:val="00F1480E"/>
    <w:rsid w:val="00F1497D"/>
    <w:rsid w:val="00F1660D"/>
    <w:rsid w:val="00F16AAC"/>
    <w:rsid w:val="00F17B39"/>
    <w:rsid w:val="00F20BDE"/>
    <w:rsid w:val="00F22B51"/>
    <w:rsid w:val="00F33FF2"/>
    <w:rsid w:val="00F37548"/>
    <w:rsid w:val="00F41AB8"/>
    <w:rsid w:val="00F438FC"/>
    <w:rsid w:val="00F46983"/>
    <w:rsid w:val="00F47281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1750"/>
    <w:rsid w:val="00F83D7C"/>
    <w:rsid w:val="00F85DAB"/>
    <w:rsid w:val="00F87DF9"/>
    <w:rsid w:val="00F912AE"/>
    <w:rsid w:val="00F93EF7"/>
    <w:rsid w:val="00F95834"/>
    <w:rsid w:val="00FB232E"/>
    <w:rsid w:val="00FB26F5"/>
    <w:rsid w:val="00FB30D3"/>
    <w:rsid w:val="00FB7B99"/>
    <w:rsid w:val="00FC325D"/>
    <w:rsid w:val="00FC4EE1"/>
    <w:rsid w:val="00FD14C2"/>
    <w:rsid w:val="00FD557D"/>
    <w:rsid w:val="00FD66F9"/>
    <w:rsid w:val="00FE0282"/>
    <w:rsid w:val="00FE124D"/>
    <w:rsid w:val="00FE2667"/>
    <w:rsid w:val="00FE3148"/>
    <w:rsid w:val="00FE4B26"/>
    <w:rsid w:val="00FE792C"/>
    <w:rsid w:val="00FF3BF3"/>
    <w:rsid w:val="00FF407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Strong">
    <w:name w:val="Strong"/>
    <w:basedOn w:val="DefaultParagraphFont"/>
    <w:uiPriority w:val="22"/>
    <w:qFormat/>
    <w:locked/>
    <w:rsid w:val="00F8175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263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8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9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2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0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7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5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08B7FE0-E3BC-4DB1-A841-7923FB3171EA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930</TotalTime>
  <Pages>4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7383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95</cp:revision>
  <cp:lastPrinted>2016-05-27T05:21:00Z</cp:lastPrinted>
  <dcterms:created xsi:type="dcterms:W3CDTF">2021-11-07T05:01:00Z</dcterms:created>
  <dcterms:modified xsi:type="dcterms:W3CDTF">2022-03-21T00:58:00Z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