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9BE4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0765975" w14:textId="77777777" w:rsidTr="00146EEC">
        <w:tc>
          <w:tcPr>
            <w:tcW w:w="2689" w:type="dxa"/>
          </w:tcPr>
          <w:p w14:paraId="69A618F7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418A4C8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613B18" w14:paraId="695EF0CC" w14:textId="77777777" w:rsidTr="00146EEC">
        <w:tc>
          <w:tcPr>
            <w:tcW w:w="2689" w:type="dxa"/>
          </w:tcPr>
          <w:p w14:paraId="3752BE50" w14:textId="15E6C1DE" w:rsidR="00613B18" w:rsidRPr="0099198B" w:rsidRDefault="00613B18" w:rsidP="0099198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9198B">
              <w:rPr>
                <w:rStyle w:val="SITemporaryText-blue"/>
                <w:color w:val="auto"/>
                <w:sz w:val="20"/>
              </w:rPr>
              <w:t xml:space="preserve">Release </w:t>
            </w:r>
            <w:proofErr w:type="gramStart"/>
            <w:r w:rsidRPr="0099198B">
              <w:rPr>
                <w:rStyle w:val="SITemporaryText-blue"/>
                <w:color w:val="auto"/>
                <w:sz w:val="20"/>
              </w:rPr>
              <w:t>1</w:t>
            </w:r>
            <w:proofErr w:type="gramEnd"/>
          </w:p>
        </w:tc>
        <w:tc>
          <w:tcPr>
            <w:tcW w:w="6939" w:type="dxa"/>
          </w:tcPr>
          <w:p w14:paraId="7C5BD09C" w14:textId="59FD4CC8" w:rsidR="00613B18" w:rsidRPr="00613B18" w:rsidRDefault="00613B18" w:rsidP="00613B18">
            <w:pPr>
              <w:pStyle w:val="SIText"/>
              <w:rPr>
                <w:rStyle w:val="SITemporaryText-blue"/>
              </w:rPr>
            </w:pPr>
            <w:r w:rsidRPr="00613B18">
              <w:t>This version released with FWP Forest and Wood Products Training Package Version 8.0.</w:t>
            </w:r>
          </w:p>
        </w:tc>
      </w:tr>
    </w:tbl>
    <w:p w14:paraId="7A48B3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BE9E59" w14:textId="77777777" w:rsidTr="005A3D4D">
        <w:trPr>
          <w:tblHeader/>
        </w:trPr>
        <w:tc>
          <w:tcPr>
            <w:tcW w:w="1396" w:type="pct"/>
            <w:shd w:val="clear" w:color="auto" w:fill="auto"/>
          </w:tcPr>
          <w:p w14:paraId="52146299" w14:textId="0ACA5BB5" w:rsidR="00F1480E" w:rsidRPr="005404CB" w:rsidRDefault="00A306FB" w:rsidP="005404CB">
            <w:pPr>
              <w:pStyle w:val="SIUNITCODE"/>
            </w:pPr>
            <w:r>
              <w:t>FWPCOT3XXX</w:t>
            </w:r>
          </w:p>
        </w:tc>
        <w:tc>
          <w:tcPr>
            <w:tcW w:w="3604" w:type="pct"/>
            <w:shd w:val="clear" w:color="auto" w:fill="auto"/>
          </w:tcPr>
          <w:p w14:paraId="731773B3" w14:textId="102CDBF0" w:rsidR="00F1480E" w:rsidRPr="005404CB" w:rsidRDefault="006630F5" w:rsidP="005404CB">
            <w:pPr>
              <w:pStyle w:val="SIUnittitle"/>
            </w:pPr>
            <w:r>
              <w:t xml:space="preserve">Operate </w:t>
            </w:r>
            <w:r w:rsidR="001871E4">
              <w:t xml:space="preserve">timber </w:t>
            </w:r>
            <w:r>
              <w:t xml:space="preserve">finger jointing </w:t>
            </w:r>
            <w:r w:rsidR="001871E4">
              <w:t>line</w:t>
            </w:r>
          </w:p>
        </w:tc>
      </w:tr>
      <w:tr w:rsidR="00F1480E" w:rsidRPr="00963A46" w14:paraId="50DFBF30" w14:textId="77777777" w:rsidTr="005A3D4D">
        <w:tc>
          <w:tcPr>
            <w:tcW w:w="1396" w:type="pct"/>
            <w:shd w:val="clear" w:color="auto" w:fill="auto"/>
          </w:tcPr>
          <w:p w14:paraId="5CCDB42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A84B3ED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6A64EB2" w14:textId="5D626DB8" w:rsidR="005E022A" w:rsidRPr="005E022A" w:rsidRDefault="00F1480E" w:rsidP="0099198B">
            <w:pPr>
              <w:pStyle w:val="SIText"/>
            </w:pPr>
            <w:r w:rsidRPr="0099198B">
              <w:rPr>
                <w:rStyle w:val="SITemporaryText-blue"/>
                <w:color w:val="auto"/>
                <w:sz w:val="20"/>
              </w:rPr>
              <w:t xml:space="preserve">This unit of competency describes the skills and knowledge </w:t>
            </w:r>
            <w:proofErr w:type="gramStart"/>
            <w:r w:rsidRPr="0099198B">
              <w:rPr>
                <w:rStyle w:val="SITemporaryText-blue"/>
                <w:color w:val="auto"/>
                <w:sz w:val="20"/>
              </w:rPr>
              <w:t>required</w:t>
            </w:r>
            <w:proofErr w:type="gramEnd"/>
            <w:r w:rsidRPr="005E022A">
              <w:rPr>
                <w:rStyle w:val="SITemporaryText-blue"/>
              </w:rPr>
              <w:t xml:space="preserve"> </w:t>
            </w:r>
            <w:r w:rsidR="005E022A" w:rsidRPr="005E022A">
              <w:t xml:space="preserve">to </w:t>
            </w:r>
            <w:r w:rsidR="00081E33">
              <w:t xml:space="preserve">operate </w:t>
            </w:r>
            <w:r w:rsidR="00D26FE5">
              <w:t xml:space="preserve">a </w:t>
            </w:r>
            <w:r w:rsidR="002673D3">
              <w:t xml:space="preserve">timber </w:t>
            </w:r>
            <w:r w:rsidR="00081E33">
              <w:t xml:space="preserve">finger jointing </w:t>
            </w:r>
            <w:r w:rsidR="002673D3">
              <w:t>line</w:t>
            </w:r>
            <w:r w:rsidR="005E022A" w:rsidRPr="005E022A">
              <w:t>.</w:t>
            </w:r>
            <w:r w:rsidR="00081E33">
              <w:t xml:space="preserve"> This includes </w:t>
            </w:r>
            <w:r w:rsidR="00680DD6">
              <w:t xml:space="preserve">performing pre-operational checks, </w:t>
            </w:r>
            <w:proofErr w:type="gramStart"/>
            <w:r w:rsidR="00680DD6">
              <w:t>carrying out</w:t>
            </w:r>
            <w:proofErr w:type="gramEnd"/>
            <w:r w:rsidR="00680DD6">
              <w:t xml:space="preserve"> in feed operations, monitoring </w:t>
            </w:r>
            <w:r w:rsidR="005F727C">
              <w:t xml:space="preserve">finger </w:t>
            </w:r>
            <w:r w:rsidR="00EB71C9">
              <w:t>jointing</w:t>
            </w:r>
            <w:r w:rsidR="005F727C">
              <w:t xml:space="preserve"> </w:t>
            </w:r>
            <w:r w:rsidR="008A0F05">
              <w:t>operation and performing outfeed operations.</w:t>
            </w:r>
          </w:p>
          <w:p w14:paraId="1525F695" w14:textId="77777777" w:rsidR="005E022A" w:rsidRPr="005E022A" w:rsidRDefault="005E022A" w:rsidP="005E022A">
            <w:pPr>
              <w:pStyle w:val="SIText"/>
            </w:pPr>
          </w:p>
          <w:p w14:paraId="6C716587" w14:textId="76CA33B4" w:rsidR="005E022A" w:rsidRDefault="005E022A" w:rsidP="005E022A">
            <w:pPr>
              <w:pStyle w:val="SIText"/>
            </w:pPr>
            <w:r w:rsidRPr="005E022A">
              <w:t xml:space="preserve">The unit applies to timber products operators involved with the production of finger jointed timber in a </w:t>
            </w:r>
            <w:r w:rsidR="002617E7">
              <w:t xml:space="preserve">wood </w:t>
            </w:r>
            <w:r w:rsidR="005B46E9">
              <w:t>products production facility</w:t>
            </w:r>
            <w:r w:rsidR="00475419">
              <w:t>.</w:t>
            </w:r>
          </w:p>
          <w:p w14:paraId="038DDB48" w14:textId="77777777" w:rsidR="00DE3225" w:rsidRDefault="00DE3225" w:rsidP="005E022A">
            <w:pPr>
              <w:pStyle w:val="SIText"/>
            </w:pPr>
          </w:p>
          <w:p w14:paraId="24958C3E" w14:textId="77777777" w:rsidR="00DE3225" w:rsidRPr="00DE3225" w:rsidRDefault="00DE3225" w:rsidP="00DE3225">
            <w:pPr>
              <w:pStyle w:val="SIText"/>
            </w:pPr>
            <w:r w:rsidRPr="00D41B73">
              <w:t xml:space="preserve">All work must be </w:t>
            </w:r>
            <w:proofErr w:type="gramStart"/>
            <w:r w:rsidRPr="00D41B73">
              <w:t>carried out</w:t>
            </w:r>
            <w:proofErr w:type="gramEnd"/>
            <w:r w:rsidRPr="00D41B73">
              <w:t xml:space="preserve"> to comply with workplace procedures, according to state/territory health and safety regulations, legislation and standards that apply to the workplace</w:t>
            </w:r>
            <w:r w:rsidRPr="00DE3225">
              <w:t>.</w:t>
            </w:r>
          </w:p>
          <w:p w14:paraId="7C9B56C7" w14:textId="77777777" w:rsidR="00DE3225" w:rsidRPr="005E022A" w:rsidRDefault="00DE3225" w:rsidP="005E022A">
            <w:pPr>
              <w:pStyle w:val="SIText"/>
            </w:pPr>
          </w:p>
          <w:p w14:paraId="30C6ACCB" w14:textId="25BD4ED3" w:rsidR="00373436" w:rsidRPr="000754EC" w:rsidRDefault="005E022A" w:rsidP="0002184B">
            <w:pPr>
              <w:pStyle w:val="SIText"/>
            </w:pPr>
            <w:r w:rsidRPr="005E022A">
              <w:t>No licensing, legislative or certification requirements apply to this unit at the time of publication.</w:t>
            </w:r>
          </w:p>
        </w:tc>
      </w:tr>
      <w:tr w:rsidR="00F1480E" w:rsidRPr="00963A46" w14:paraId="66E12D0A" w14:textId="77777777" w:rsidTr="005A3D4D">
        <w:tc>
          <w:tcPr>
            <w:tcW w:w="1396" w:type="pct"/>
            <w:shd w:val="clear" w:color="auto" w:fill="auto"/>
          </w:tcPr>
          <w:p w14:paraId="32B66D4E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B8C0D26" w14:textId="3BEF62DB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174CCAF4" w14:textId="77777777" w:rsidTr="005A3D4D">
        <w:tc>
          <w:tcPr>
            <w:tcW w:w="1396" w:type="pct"/>
            <w:shd w:val="clear" w:color="auto" w:fill="auto"/>
          </w:tcPr>
          <w:p w14:paraId="6789C85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BD7F7DE" w14:textId="7BA63963" w:rsidR="005E022A" w:rsidRPr="005E022A" w:rsidRDefault="00A306FB" w:rsidP="005E022A">
            <w:pPr>
              <w:pStyle w:val="SIText"/>
              <w:rPr>
                <w:rStyle w:val="SITemporaryText-blue"/>
              </w:rPr>
            </w:pPr>
            <w:r>
              <w:t>Common Technical (COT)</w:t>
            </w:r>
          </w:p>
        </w:tc>
      </w:tr>
    </w:tbl>
    <w:p w14:paraId="7812BB2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1D2D309" w14:textId="77777777" w:rsidTr="005A3D4D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1A35A3C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2C95BC7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8F71742" w14:textId="77777777" w:rsidTr="005A3D4D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FF6DB4E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C4833C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proofErr w:type="gramStart"/>
            <w:r w:rsidRPr="005404CB">
              <w:rPr>
                <w:rStyle w:val="SIText-Italic"/>
              </w:rPr>
              <w:t>demonstrate</w:t>
            </w:r>
            <w:proofErr w:type="gramEnd"/>
            <w:r w:rsidRPr="005404CB">
              <w:rPr>
                <w:rStyle w:val="SIText-Italic"/>
              </w:rPr>
              <w:t xml:space="preserve"> achievement of the element.</w:t>
            </w:r>
          </w:p>
        </w:tc>
      </w:tr>
      <w:tr w:rsidR="005E022A" w:rsidRPr="00963A46" w14:paraId="64C12EF3" w14:textId="77777777" w:rsidTr="005A3D4D">
        <w:trPr>
          <w:cantSplit/>
        </w:trPr>
        <w:tc>
          <w:tcPr>
            <w:tcW w:w="1396" w:type="pct"/>
            <w:shd w:val="clear" w:color="auto" w:fill="auto"/>
          </w:tcPr>
          <w:p w14:paraId="08685223" w14:textId="6A23362B" w:rsidR="005E022A" w:rsidRPr="005E022A" w:rsidRDefault="005E022A" w:rsidP="005E022A">
            <w:pPr>
              <w:pStyle w:val="SIText"/>
            </w:pPr>
            <w:r w:rsidRPr="005E022A">
              <w:t xml:space="preserve">1. Prepare for </w:t>
            </w:r>
            <w:r w:rsidR="004D597A">
              <w:t xml:space="preserve">timber </w:t>
            </w:r>
            <w:r w:rsidR="00705F98">
              <w:t xml:space="preserve">finger </w:t>
            </w:r>
            <w:r w:rsidR="004D597A">
              <w:t>jointing operation</w:t>
            </w:r>
          </w:p>
        </w:tc>
        <w:tc>
          <w:tcPr>
            <w:tcW w:w="3604" w:type="pct"/>
            <w:shd w:val="clear" w:color="auto" w:fill="auto"/>
          </w:tcPr>
          <w:p w14:paraId="2A4597D6" w14:textId="77777777" w:rsidR="00093F1C" w:rsidRPr="00093F1C" w:rsidRDefault="00093F1C" w:rsidP="00093F1C">
            <w:pPr>
              <w:pStyle w:val="SIText"/>
            </w:pPr>
            <w:r w:rsidRPr="00093F1C">
              <w:t xml:space="preserve">1.1 Determine job requirements from work order or instruction, and where </w:t>
            </w:r>
            <w:proofErr w:type="gramStart"/>
            <w:r w:rsidRPr="00093F1C">
              <w:t>required</w:t>
            </w:r>
            <w:proofErr w:type="gramEnd"/>
            <w:r w:rsidRPr="00093F1C">
              <w:t xml:space="preserve"> seek clarification from appropriate personnel</w:t>
            </w:r>
          </w:p>
          <w:p w14:paraId="4ADEC0F6" w14:textId="52298A0D" w:rsidR="00093F1C" w:rsidRPr="00093F1C" w:rsidRDefault="00093F1C" w:rsidP="00093F1C">
            <w:pPr>
              <w:pStyle w:val="SIText"/>
            </w:pPr>
            <w:r w:rsidRPr="00093F1C">
              <w:t xml:space="preserve">1.2 Confirm </w:t>
            </w:r>
            <w:r w:rsidR="00450273">
              <w:t xml:space="preserve">workplace </w:t>
            </w:r>
            <w:r w:rsidRPr="00093F1C">
              <w:t>safety and environmental requirements</w:t>
            </w:r>
            <w:r w:rsidR="00CA1372" w:rsidRPr="00093F1C">
              <w:t xml:space="preserve"> for the task</w:t>
            </w:r>
            <w:r w:rsidRPr="00093F1C">
              <w:t>, including use of personal protective equipment</w:t>
            </w:r>
          </w:p>
          <w:p w14:paraId="5E9D7D80" w14:textId="41FC21BA" w:rsidR="00093F1C" w:rsidRPr="00093F1C" w:rsidRDefault="00093F1C" w:rsidP="00093F1C">
            <w:pPr>
              <w:pStyle w:val="SIText"/>
            </w:pPr>
            <w:r w:rsidRPr="00093F1C">
              <w:t xml:space="preserve">1.3 Identify, </w:t>
            </w:r>
            <w:proofErr w:type="gramStart"/>
            <w:r w:rsidRPr="00093F1C">
              <w:t>assess</w:t>
            </w:r>
            <w:proofErr w:type="gramEnd"/>
            <w:r w:rsidRPr="00093F1C">
              <w:t xml:space="preserve"> and take actions to mitigate hazards and associated risks with operation</w:t>
            </w:r>
            <w:r w:rsidR="00475419">
              <w:t xml:space="preserve"> of finger jointing machinery</w:t>
            </w:r>
          </w:p>
          <w:p w14:paraId="3288A73B" w14:textId="72D93F92" w:rsidR="00505AC7" w:rsidRDefault="005E022A" w:rsidP="00C85098">
            <w:r w:rsidRPr="005E022A">
              <w:t>1.</w:t>
            </w:r>
            <w:r w:rsidR="002E0AD0">
              <w:t>4</w:t>
            </w:r>
            <w:r w:rsidRPr="005E022A">
              <w:t xml:space="preserve"> </w:t>
            </w:r>
            <w:r w:rsidR="00C85098">
              <w:t xml:space="preserve">Complete </w:t>
            </w:r>
            <w:r w:rsidR="00DF12E9">
              <w:t xml:space="preserve">machine </w:t>
            </w:r>
            <w:r w:rsidR="00024CD2">
              <w:t>pre-operational</w:t>
            </w:r>
            <w:r w:rsidR="00505AC7">
              <w:t xml:space="preserve"> checks according to </w:t>
            </w:r>
            <w:r w:rsidR="00DF12E9">
              <w:t>manufacturer</w:t>
            </w:r>
            <w:r w:rsidR="00505AC7">
              <w:t xml:space="preserve"> instructio</w:t>
            </w:r>
            <w:r w:rsidR="00DF12E9">
              <w:t>ns</w:t>
            </w:r>
            <w:r w:rsidR="00505AC7">
              <w:t xml:space="preserve"> and workplace procedures</w:t>
            </w:r>
          </w:p>
          <w:p w14:paraId="48F2E6FE" w14:textId="77777777" w:rsidR="00505AC7" w:rsidRDefault="00505AC7" w:rsidP="00C85098">
            <w:r>
              <w:t>1.5 Check upstream and downstream processing stages to ensure they are ready for production</w:t>
            </w:r>
          </w:p>
          <w:p w14:paraId="2C322235" w14:textId="3EADFFE6" w:rsidR="007D3740" w:rsidRDefault="007D3740" w:rsidP="00C85098">
            <w:r>
              <w:t>1.</w:t>
            </w:r>
            <w:r w:rsidR="00BC6127">
              <w:t>6</w:t>
            </w:r>
            <w:r>
              <w:t xml:space="preserve"> Communicate with team members, if applicable, to </w:t>
            </w:r>
            <w:r w:rsidR="00BC6127">
              <w:t>coordinate work operations</w:t>
            </w:r>
          </w:p>
          <w:p w14:paraId="2523AD6F" w14:textId="2026A669" w:rsidR="005E022A" w:rsidRPr="005E022A" w:rsidRDefault="00505AC7" w:rsidP="00C85098">
            <w:r>
              <w:t>1.</w:t>
            </w:r>
            <w:r w:rsidR="00BC6127">
              <w:t>7</w:t>
            </w:r>
            <w:r>
              <w:t xml:space="preserve"> </w:t>
            </w:r>
            <w:r w:rsidR="00680FC4">
              <w:t>Confirm</w:t>
            </w:r>
            <w:r>
              <w:t xml:space="preserve"> </w:t>
            </w:r>
            <w:r w:rsidR="00680FC4">
              <w:t xml:space="preserve">quality and quantity of </w:t>
            </w:r>
            <w:r>
              <w:t>raw materials</w:t>
            </w:r>
            <w:r w:rsidR="00680FC4">
              <w:t xml:space="preserve"> </w:t>
            </w:r>
            <w:r w:rsidR="00E032D6">
              <w:t>for</w:t>
            </w:r>
            <w:r w:rsidR="00397060">
              <w:t xml:space="preserve"> production requirements</w:t>
            </w:r>
          </w:p>
        </w:tc>
      </w:tr>
      <w:tr w:rsidR="005E022A" w:rsidRPr="00963A46" w14:paraId="1CD9B48D" w14:textId="77777777" w:rsidTr="005A3D4D">
        <w:trPr>
          <w:cantSplit/>
        </w:trPr>
        <w:tc>
          <w:tcPr>
            <w:tcW w:w="1396" w:type="pct"/>
            <w:shd w:val="clear" w:color="auto" w:fill="auto"/>
          </w:tcPr>
          <w:p w14:paraId="2423573F" w14:textId="39E55411" w:rsidR="005E022A" w:rsidRPr="005E022A" w:rsidRDefault="005E022A" w:rsidP="005E022A">
            <w:pPr>
              <w:pStyle w:val="SIText"/>
            </w:pPr>
            <w:r w:rsidRPr="005E022A">
              <w:t xml:space="preserve">2. </w:t>
            </w:r>
            <w:r w:rsidR="00DB0EDA">
              <w:t>Perform in-feed operations</w:t>
            </w:r>
          </w:p>
        </w:tc>
        <w:tc>
          <w:tcPr>
            <w:tcW w:w="3604" w:type="pct"/>
            <w:shd w:val="clear" w:color="auto" w:fill="auto"/>
          </w:tcPr>
          <w:p w14:paraId="0460A07E" w14:textId="48DD64EC" w:rsidR="005E022A" w:rsidRPr="005E022A" w:rsidRDefault="005E022A" w:rsidP="005E022A">
            <w:r w:rsidRPr="005E022A">
              <w:t xml:space="preserve">2.1 </w:t>
            </w:r>
            <w:proofErr w:type="gramStart"/>
            <w:r w:rsidR="00397060">
              <w:t>Carry out</w:t>
            </w:r>
            <w:proofErr w:type="gramEnd"/>
            <w:r w:rsidR="00397060">
              <w:t xml:space="preserve"> machine start up procedures according to </w:t>
            </w:r>
            <w:r w:rsidR="00397060" w:rsidRPr="00397060">
              <w:t>manufacturer instructions and workplace procedures</w:t>
            </w:r>
          </w:p>
          <w:p w14:paraId="2815835C" w14:textId="77777777" w:rsidR="008437E9" w:rsidRDefault="005E022A" w:rsidP="005E022A">
            <w:r w:rsidRPr="005E022A">
              <w:t xml:space="preserve">2.2 </w:t>
            </w:r>
            <w:r w:rsidR="00397060">
              <w:t>Remove foreign matter that could affect cutters and saws</w:t>
            </w:r>
          </w:p>
          <w:p w14:paraId="7B5F7D8E" w14:textId="77777777" w:rsidR="00600437" w:rsidRDefault="008437E9" w:rsidP="00600437">
            <w:r>
              <w:t xml:space="preserve">2.3 </w:t>
            </w:r>
            <w:r w:rsidR="00600437">
              <w:t>I</w:t>
            </w:r>
            <w:r w:rsidR="00CB5D96" w:rsidRPr="00CB5D96">
              <w:t>dentify and confirm cross section of cleats/shooks to match finger jointing machine setup</w:t>
            </w:r>
          </w:p>
          <w:p w14:paraId="05312662" w14:textId="49411AEE" w:rsidR="00CB5D96" w:rsidRPr="00CB5D96" w:rsidRDefault="00600437" w:rsidP="00600437">
            <w:r>
              <w:t>2.4 L</w:t>
            </w:r>
            <w:r w:rsidR="00CB5D96" w:rsidRPr="00CB5D96">
              <w:t>oad cleats/shooks to conveyor</w:t>
            </w:r>
          </w:p>
          <w:p w14:paraId="499A24B7" w14:textId="65E0F65D" w:rsidR="00CB5D96" w:rsidRPr="00CB5D96" w:rsidRDefault="00600437" w:rsidP="00CB5D96">
            <w:pPr>
              <w:pStyle w:val="SIText"/>
            </w:pPr>
            <w:r>
              <w:t>2.5 R</w:t>
            </w:r>
            <w:r w:rsidR="00CB5D96" w:rsidRPr="00CB5D96">
              <w:t>eject cleats/shooks not meeting grading requirements</w:t>
            </w:r>
          </w:p>
          <w:p w14:paraId="7AD6C893" w14:textId="18227D20" w:rsidR="005E022A" w:rsidRPr="005E022A" w:rsidRDefault="00600437" w:rsidP="00600437">
            <w:pPr>
              <w:pStyle w:val="SIText"/>
            </w:pPr>
            <w:r>
              <w:t>2.6 F</w:t>
            </w:r>
            <w:r w:rsidR="00CB5D96" w:rsidRPr="00CB5D96">
              <w:t>eed cleats/shooks to jointing operation</w:t>
            </w:r>
          </w:p>
        </w:tc>
      </w:tr>
      <w:tr w:rsidR="005E022A" w:rsidRPr="00963A46" w14:paraId="7012EE02" w14:textId="77777777" w:rsidTr="005A3D4D">
        <w:trPr>
          <w:cantSplit/>
        </w:trPr>
        <w:tc>
          <w:tcPr>
            <w:tcW w:w="1396" w:type="pct"/>
            <w:shd w:val="clear" w:color="auto" w:fill="auto"/>
          </w:tcPr>
          <w:p w14:paraId="6232FFE2" w14:textId="0F13A7BC" w:rsidR="005E022A" w:rsidRPr="005E022A" w:rsidRDefault="005E022A" w:rsidP="005E022A">
            <w:pPr>
              <w:pStyle w:val="SIText"/>
            </w:pPr>
            <w:r w:rsidRPr="005E022A">
              <w:lastRenderedPageBreak/>
              <w:t xml:space="preserve">3. </w:t>
            </w:r>
            <w:r w:rsidR="0022412C">
              <w:t xml:space="preserve">Monitor </w:t>
            </w:r>
            <w:r w:rsidR="00C20CF2">
              <w:t xml:space="preserve">timber </w:t>
            </w:r>
            <w:r w:rsidR="0022412C">
              <w:t>finger jointer operation</w:t>
            </w:r>
          </w:p>
        </w:tc>
        <w:tc>
          <w:tcPr>
            <w:tcW w:w="3604" w:type="pct"/>
            <w:shd w:val="clear" w:color="auto" w:fill="auto"/>
          </w:tcPr>
          <w:p w14:paraId="44268720" w14:textId="2CF0822C" w:rsidR="005E022A" w:rsidRPr="005E022A" w:rsidRDefault="005E022A" w:rsidP="005E022A">
            <w:r w:rsidRPr="005E022A">
              <w:t>3.1 Run automatic jointing process and regularly check correct operation of all sections</w:t>
            </w:r>
          </w:p>
          <w:p w14:paraId="2ECB1701" w14:textId="77777777" w:rsidR="00374550" w:rsidRDefault="005E022A" w:rsidP="005E022A">
            <w:r w:rsidRPr="005E022A">
              <w:t>3.2 M</w:t>
            </w:r>
            <w:r w:rsidR="00100FC5">
              <w:t xml:space="preserve">aintain in feed rate </w:t>
            </w:r>
            <w:r w:rsidR="00374550">
              <w:t>to match capability of machine and production requirements</w:t>
            </w:r>
          </w:p>
          <w:p w14:paraId="3D2154A9" w14:textId="6EA2489D" w:rsidR="005E022A" w:rsidRPr="005E022A" w:rsidRDefault="005E022A" w:rsidP="005E022A">
            <w:r w:rsidRPr="005E022A">
              <w:t>3.</w:t>
            </w:r>
            <w:r w:rsidR="00374550">
              <w:t>3</w:t>
            </w:r>
            <w:r w:rsidRPr="005E022A">
              <w:t xml:space="preserve"> </w:t>
            </w:r>
            <w:r w:rsidR="00374550">
              <w:t>Monitor</w:t>
            </w:r>
            <w:r w:rsidRPr="005E022A">
              <w:t xml:space="preserve"> product quality regularly and make required adjustments</w:t>
            </w:r>
          </w:p>
          <w:p w14:paraId="32381609" w14:textId="77777777" w:rsidR="00374550" w:rsidRDefault="005E022A" w:rsidP="005E022A">
            <w:r w:rsidRPr="005E022A">
              <w:t xml:space="preserve">3.4 </w:t>
            </w:r>
            <w:r w:rsidR="00374550">
              <w:t>Operate finger jointer to minimise misfeeding</w:t>
            </w:r>
          </w:p>
          <w:p w14:paraId="68CF4B17" w14:textId="49577FF0" w:rsidR="00CF1D53" w:rsidRPr="00CF1D53" w:rsidRDefault="00CF1D53" w:rsidP="00CF1D53">
            <w:pPr>
              <w:pStyle w:val="SIText"/>
            </w:pPr>
            <w:r>
              <w:t>3.5 C</w:t>
            </w:r>
            <w:r w:rsidRPr="00CF1D53">
              <w:t>heck and adjust settings for glue curing</w:t>
            </w:r>
          </w:p>
          <w:p w14:paraId="7380A4AB" w14:textId="1924E27D" w:rsidR="00CF1D53" w:rsidRPr="00CF1D53" w:rsidRDefault="00CF1D53" w:rsidP="00336CC1">
            <w:r>
              <w:t>3.6 C</w:t>
            </w:r>
            <w:r w:rsidRPr="00CF1D53">
              <w:t>lean and fill glue spreader</w:t>
            </w:r>
            <w:r w:rsidR="00336CC1">
              <w:t xml:space="preserve"> </w:t>
            </w:r>
            <w:r w:rsidR="00336CC1" w:rsidRPr="00336CC1">
              <w:t>according to manufacturer instructions and workplace procedures</w:t>
            </w:r>
          </w:p>
          <w:p w14:paraId="42B999EE" w14:textId="66F29304" w:rsidR="005E022A" w:rsidRPr="005E022A" w:rsidRDefault="00374550" w:rsidP="005E022A">
            <w:r>
              <w:t>3.</w:t>
            </w:r>
            <w:r w:rsidR="00336CC1">
              <w:t>7</w:t>
            </w:r>
            <w:r>
              <w:t xml:space="preserve"> </w:t>
            </w:r>
            <w:r w:rsidR="005E022A" w:rsidRPr="005E022A">
              <w:t xml:space="preserve">Clear work area regularly </w:t>
            </w:r>
            <w:r>
              <w:t>according to workplace procedures</w:t>
            </w:r>
          </w:p>
          <w:p w14:paraId="598F789C" w14:textId="35BF9986" w:rsidR="005E022A" w:rsidRPr="005E022A" w:rsidRDefault="005E022A" w:rsidP="006440D4">
            <w:r w:rsidRPr="005E022A">
              <w:t>3.</w:t>
            </w:r>
            <w:r w:rsidR="00336CC1">
              <w:t>8</w:t>
            </w:r>
            <w:r w:rsidRPr="005E022A">
              <w:t xml:space="preserve"> Identify routine processing and equipment faults and resolve or report to </w:t>
            </w:r>
            <w:proofErr w:type="gramStart"/>
            <w:r w:rsidRPr="005E022A">
              <w:t>appropriate personnel</w:t>
            </w:r>
            <w:proofErr w:type="gramEnd"/>
          </w:p>
        </w:tc>
      </w:tr>
      <w:tr w:rsidR="00100911" w:rsidRPr="00963A46" w14:paraId="36837493" w14:textId="77777777" w:rsidTr="005A3D4D">
        <w:trPr>
          <w:cantSplit/>
        </w:trPr>
        <w:tc>
          <w:tcPr>
            <w:tcW w:w="1396" w:type="pct"/>
            <w:shd w:val="clear" w:color="auto" w:fill="auto"/>
          </w:tcPr>
          <w:p w14:paraId="0D71ACA0" w14:textId="4B63EADA" w:rsidR="00100911" w:rsidRPr="005E022A" w:rsidRDefault="00100911" w:rsidP="005E022A">
            <w:pPr>
              <w:pStyle w:val="SIText"/>
            </w:pPr>
            <w:r>
              <w:t xml:space="preserve">4. </w:t>
            </w:r>
            <w:r w:rsidR="00C07B7B">
              <w:t>Perform</w:t>
            </w:r>
            <w:r>
              <w:t xml:space="preserve"> out</w:t>
            </w:r>
            <w:r w:rsidR="00C07B7B">
              <w:t>-</w:t>
            </w:r>
            <w:r>
              <w:t xml:space="preserve">feed </w:t>
            </w:r>
            <w:r w:rsidR="000F6B6E">
              <w:t>operations</w:t>
            </w:r>
          </w:p>
        </w:tc>
        <w:tc>
          <w:tcPr>
            <w:tcW w:w="3604" w:type="pct"/>
            <w:shd w:val="clear" w:color="auto" w:fill="auto"/>
          </w:tcPr>
          <w:p w14:paraId="1BB43AA9" w14:textId="77777777" w:rsidR="00100911" w:rsidRDefault="000F6B6E" w:rsidP="005E022A">
            <w:r>
              <w:t xml:space="preserve">4.1 Monitor finger jointed product quality </w:t>
            </w:r>
            <w:r w:rsidR="0048376D">
              <w:t xml:space="preserve">to </w:t>
            </w:r>
            <w:proofErr w:type="gramStart"/>
            <w:r w:rsidR="0048376D">
              <w:t>identify</w:t>
            </w:r>
            <w:proofErr w:type="gramEnd"/>
            <w:r w:rsidR="0048376D">
              <w:t xml:space="preserve"> defects</w:t>
            </w:r>
          </w:p>
          <w:p w14:paraId="155F9E7C" w14:textId="1368BF60" w:rsidR="0048376D" w:rsidRDefault="003301F9" w:rsidP="005E022A">
            <w:r>
              <w:t xml:space="preserve">4.2 Remove </w:t>
            </w:r>
            <w:r w:rsidR="00C15CD2">
              <w:t xml:space="preserve">defective </w:t>
            </w:r>
            <w:r w:rsidR="00D36BEE">
              <w:t xml:space="preserve">finger jointed product </w:t>
            </w:r>
            <w:r w:rsidR="00C15CD2">
              <w:t xml:space="preserve">for </w:t>
            </w:r>
            <w:r w:rsidR="006440D4">
              <w:t>recycling</w:t>
            </w:r>
            <w:r w:rsidR="00C15CD2">
              <w:t xml:space="preserve">, </w:t>
            </w:r>
            <w:proofErr w:type="gramStart"/>
            <w:r w:rsidR="00C15CD2">
              <w:t>reuse</w:t>
            </w:r>
            <w:proofErr w:type="gramEnd"/>
            <w:r w:rsidR="00C15CD2">
              <w:t xml:space="preserve"> or disposal</w:t>
            </w:r>
          </w:p>
          <w:p w14:paraId="3D04C4FA" w14:textId="77777777" w:rsidR="00C15CD2" w:rsidRDefault="00C15CD2" w:rsidP="005E022A">
            <w:r>
              <w:t xml:space="preserve">4.3 Stack, </w:t>
            </w:r>
            <w:proofErr w:type="gramStart"/>
            <w:r>
              <w:t>package</w:t>
            </w:r>
            <w:proofErr w:type="gramEnd"/>
            <w:r>
              <w:t xml:space="preserve"> and label </w:t>
            </w:r>
            <w:r w:rsidR="006440D4">
              <w:t>finger jointed products</w:t>
            </w:r>
          </w:p>
          <w:p w14:paraId="5CF823D4" w14:textId="5D386840" w:rsidR="006440D4" w:rsidRPr="005E022A" w:rsidRDefault="006440D4" w:rsidP="005E022A">
            <w:r>
              <w:t xml:space="preserve">4.4 </w:t>
            </w:r>
            <w:r w:rsidRPr="006440D4">
              <w:t>Complete production and quality records and report according to workplace procedures</w:t>
            </w:r>
          </w:p>
        </w:tc>
      </w:tr>
      <w:tr w:rsidR="005E022A" w:rsidRPr="00963A46" w14:paraId="1B648A72" w14:textId="77777777" w:rsidTr="005A3D4D">
        <w:trPr>
          <w:cantSplit/>
        </w:trPr>
        <w:tc>
          <w:tcPr>
            <w:tcW w:w="1396" w:type="pct"/>
            <w:shd w:val="clear" w:color="auto" w:fill="auto"/>
          </w:tcPr>
          <w:p w14:paraId="2141ADCD" w14:textId="60A6229E" w:rsidR="005E022A" w:rsidRPr="005E022A" w:rsidRDefault="003052D3" w:rsidP="005E022A">
            <w:pPr>
              <w:pStyle w:val="SIText"/>
            </w:pPr>
            <w:r>
              <w:t>5</w:t>
            </w:r>
            <w:r w:rsidR="005E022A" w:rsidRPr="005E022A">
              <w:t xml:space="preserve">. </w:t>
            </w:r>
            <w:r w:rsidR="004A039B">
              <w:t xml:space="preserve">Perform post operation checks of finger jointer </w:t>
            </w:r>
          </w:p>
        </w:tc>
        <w:tc>
          <w:tcPr>
            <w:tcW w:w="3604" w:type="pct"/>
            <w:shd w:val="clear" w:color="auto" w:fill="auto"/>
          </w:tcPr>
          <w:p w14:paraId="285780ED" w14:textId="406AA2CE" w:rsidR="005E022A" w:rsidRPr="005E022A" w:rsidRDefault="00081E33" w:rsidP="005E022A">
            <w:r>
              <w:t>5</w:t>
            </w:r>
            <w:r w:rsidR="005E022A" w:rsidRPr="005E022A">
              <w:t xml:space="preserve">.1 </w:t>
            </w:r>
            <w:r w:rsidR="000254A3">
              <w:t xml:space="preserve">Shut down and isolate </w:t>
            </w:r>
            <w:r w:rsidR="000254A3" w:rsidRPr="000254A3">
              <w:t>finger jointing machine</w:t>
            </w:r>
            <w:r w:rsidR="000254A3" w:rsidRPr="000254A3">
              <w:t xml:space="preserve"> </w:t>
            </w:r>
            <w:r w:rsidR="000254A3">
              <w:t xml:space="preserve">according to </w:t>
            </w:r>
            <w:r w:rsidR="003052D3">
              <w:t>workplace</w:t>
            </w:r>
            <w:r w:rsidR="005E022A" w:rsidRPr="005E022A">
              <w:t xml:space="preserve"> safety procedures </w:t>
            </w:r>
          </w:p>
          <w:p w14:paraId="6DECA711" w14:textId="0241B8BF" w:rsidR="005E022A" w:rsidRDefault="00081E33" w:rsidP="00601C78">
            <w:r>
              <w:t>5</w:t>
            </w:r>
            <w:r w:rsidR="005E022A" w:rsidRPr="005E022A">
              <w:t xml:space="preserve">.2 </w:t>
            </w:r>
            <w:r w:rsidR="00601C78">
              <w:t>Clean machine</w:t>
            </w:r>
            <w:r w:rsidR="005E022A" w:rsidRPr="005E022A">
              <w:t xml:space="preserve"> </w:t>
            </w:r>
            <w:r w:rsidR="003052D3">
              <w:t>according to</w:t>
            </w:r>
            <w:r w:rsidR="005E022A" w:rsidRPr="005E022A">
              <w:t xml:space="preserve"> manufacturer </w:t>
            </w:r>
            <w:r w:rsidR="003052D3">
              <w:t>instructions</w:t>
            </w:r>
          </w:p>
          <w:p w14:paraId="24046C29" w14:textId="5316E4EB" w:rsidR="00FC4A64" w:rsidRDefault="00FC4A64" w:rsidP="00601C78">
            <w:r>
              <w:t>5.3 Conduct visual inspection of machine according to workplace procedures</w:t>
            </w:r>
          </w:p>
          <w:p w14:paraId="4835E202" w14:textId="15B706D3" w:rsidR="00336CC1" w:rsidRPr="005E022A" w:rsidRDefault="00336CC1" w:rsidP="00601C78">
            <w:r>
              <w:t xml:space="preserve">5.4 Check </w:t>
            </w:r>
            <w:r w:rsidR="009B028D">
              <w:t>condition of blades and cutters</w:t>
            </w:r>
          </w:p>
          <w:p w14:paraId="6FB55AAD" w14:textId="0698FA75" w:rsidR="005E022A" w:rsidRPr="005E022A" w:rsidRDefault="00081E33" w:rsidP="00FC4A64">
            <w:r>
              <w:t>5</w:t>
            </w:r>
            <w:r w:rsidR="005E022A" w:rsidRPr="005E022A">
              <w:t>.</w:t>
            </w:r>
            <w:r w:rsidR="0039224F">
              <w:t>5</w:t>
            </w:r>
            <w:r w:rsidR="005E022A" w:rsidRPr="005E022A">
              <w:t xml:space="preserve"> Record and report faults and maintenance requirements to </w:t>
            </w:r>
            <w:proofErr w:type="gramStart"/>
            <w:r w:rsidR="005E022A" w:rsidRPr="005E022A">
              <w:t>appropriate personnel</w:t>
            </w:r>
            <w:proofErr w:type="gramEnd"/>
          </w:p>
        </w:tc>
      </w:tr>
    </w:tbl>
    <w:p w14:paraId="69831B6B" w14:textId="77777777" w:rsidR="005F771F" w:rsidRDefault="005F771F" w:rsidP="005F771F">
      <w:pPr>
        <w:pStyle w:val="SIText"/>
      </w:pPr>
    </w:p>
    <w:p w14:paraId="65BFC8A3" w14:textId="77777777" w:rsidR="005F771F" w:rsidRPr="000754EC" w:rsidRDefault="005F771F" w:rsidP="000754EC">
      <w:r>
        <w:br w:type="page"/>
      </w:r>
    </w:p>
    <w:p w14:paraId="0980FD3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0560D32" w14:textId="77777777" w:rsidTr="005A3D4D">
        <w:trPr>
          <w:tblHeader/>
        </w:trPr>
        <w:tc>
          <w:tcPr>
            <w:tcW w:w="5000" w:type="pct"/>
            <w:gridSpan w:val="2"/>
          </w:tcPr>
          <w:p w14:paraId="347F055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7FBC235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3D9DCF" w14:textId="77777777" w:rsidTr="005A3D4D">
        <w:trPr>
          <w:tblHeader/>
        </w:trPr>
        <w:tc>
          <w:tcPr>
            <w:tcW w:w="1396" w:type="pct"/>
          </w:tcPr>
          <w:p w14:paraId="60451BD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64AF24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CB6A2A" w:rsidRPr="00336FCA" w:rsidDel="00423CB2" w14:paraId="05055FB8" w14:textId="77777777" w:rsidTr="005A3D4D">
        <w:tc>
          <w:tcPr>
            <w:tcW w:w="1396" w:type="pct"/>
          </w:tcPr>
          <w:p w14:paraId="502B026F" w14:textId="1D3CAD76" w:rsidR="00CB6A2A" w:rsidRPr="00CB6A2A" w:rsidRDefault="00CB6A2A" w:rsidP="00CB6A2A">
            <w:pPr>
              <w:pStyle w:val="SIText"/>
              <w:rPr>
                <w:rStyle w:val="SITemporaryText-red"/>
              </w:rPr>
            </w:pPr>
            <w:r w:rsidRPr="00CB6A2A">
              <w:t xml:space="preserve">Reading </w:t>
            </w:r>
          </w:p>
        </w:tc>
        <w:tc>
          <w:tcPr>
            <w:tcW w:w="3604" w:type="pct"/>
          </w:tcPr>
          <w:p w14:paraId="1D093365" w14:textId="0535349A" w:rsidR="00CB6A2A" w:rsidRPr="00CB6A2A" w:rsidRDefault="00CB6A2A" w:rsidP="00CB6A2A">
            <w:pPr>
              <w:pStyle w:val="SIBulletList1"/>
              <w:rPr>
                <w:rStyle w:val="SITemporaryText-red"/>
                <w:rFonts w:eastAsia="Calibri"/>
              </w:rPr>
            </w:pPr>
            <w:r w:rsidRPr="00CB6A2A">
              <w:t xml:space="preserve">Extract routine information from </w:t>
            </w:r>
            <w:r>
              <w:t xml:space="preserve">work orders and </w:t>
            </w:r>
            <w:r w:rsidR="00C32F32">
              <w:t>manufacturer instructions</w:t>
            </w:r>
            <w:r w:rsidRPr="00CB6A2A">
              <w:t xml:space="preserve"> for finger jointe</w:t>
            </w:r>
            <w:r w:rsidR="00C32F32">
              <w:t>r</w:t>
            </w:r>
          </w:p>
        </w:tc>
      </w:tr>
      <w:tr w:rsidR="00CB6A2A" w:rsidRPr="00336FCA" w:rsidDel="00423CB2" w14:paraId="5340F468" w14:textId="77777777" w:rsidTr="005A3D4D">
        <w:tc>
          <w:tcPr>
            <w:tcW w:w="1396" w:type="pct"/>
          </w:tcPr>
          <w:p w14:paraId="0310E0A2" w14:textId="7616AAC0" w:rsidR="00CB6A2A" w:rsidRPr="00CB6A2A" w:rsidRDefault="00CB6A2A" w:rsidP="00CB6A2A">
            <w:pPr>
              <w:pStyle w:val="SIText"/>
              <w:rPr>
                <w:rStyle w:val="SITemporaryText-red"/>
              </w:rPr>
            </w:pPr>
            <w:r w:rsidRPr="00CB6A2A">
              <w:t xml:space="preserve">Oral communication </w:t>
            </w:r>
          </w:p>
        </w:tc>
        <w:tc>
          <w:tcPr>
            <w:tcW w:w="3604" w:type="pct"/>
          </w:tcPr>
          <w:p w14:paraId="72697881" w14:textId="1E95AC44" w:rsidR="00CB6A2A" w:rsidRPr="00C32F32" w:rsidRDefault="00CB6A2A" w:rsidP="00C32F32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B6A2A">
              <w:t>Ask open and closed questions and use active listening techniques to clarify contents of work orders</w:t>
            </w:r>
          </w:p>
        </w:tc>
      </w:tr>
      <w:tr w:rsidR="00CB6A2A" w:rsidRPr="00336FCA" w:rsidDel="00423CB2" w14:paraId="073672F2" w14:textId="77777777" w:rsidTr="005A3D4D">
        <w:tc>
          <w:tcPr>
            <w:tcW w:w="1396" w:type="pct"/>
          </w:tcPr>
          <w:p w14:paraId="7DED2A3F" w14:textId="72AC52C4" w:rsidR="00CB6A2A" w:rsidRPr="00CB6A2A" w:rsidRDefault="00CB6A2A" w:rsidP="00CB6A2A">
            <w:pPr>
              <w:pStyle w:val="SIText"/>
              <w:rPr>
                <w:rStyle w:val="SITemporaryText-red"/>
              </w:rPr>
            </w:pPr>
            <w:r w:rsidRPr="00CB6A2A">
              <w:t>Numeracy</w:t>
            </w:r>
          </w:p>
        </w:tc>
        <w:tc>
          <w:tcPr>
            <w:tcW w:w="3604" w:type="pct"/>
          </w:tcPr>
          <w:p w14:paraId="122742B2" w14:textId="626EA33E" w:rsidR="00CB6A2A" w:rsidRPr="00C32F32" w:rsidRDefault="00C32F32" w:rsidP="00C32F32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>
              <w:t>Estimate</w:t>
            </w:r>
            <w:r w:rsidR="00CB6A2A" w:rsidRPr="00CB6A2A">
              <w:t xml:space="preserve"> quantities and dimensions of </w:t>
            </w:r>
            <w:r>
              <w:t xml:space="preserve">materials used in </w:t>
            </w:r>
            <w:r w:rsidR="004717F5">
              <w:t xml:space="preserve">timber </w:t>
            </w:r>
            <w:r>
              <w:t>finger jointing operations</w:t>
            </w:r>
          </w:p>
        </w:tc>
      </w:tr>
    </w:tbl>
    <w:p w14:paraId="4EE45DF1" w14:textId="77777777" w:rsidR="00916CD7" w:rsidRDefault="00916CD7" w:rsidP="005F771F">
      <w:pPr>
        <w:pStyle w:val="SIText"/>
      </w:pPr>
    </w:p>
    <w:p w14:paraId="60ADCD4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DFB94A4" w14:textId="77777777" w:rsidTr="00F33FF2">
        <w:tc>
          <w:tcPr>
            <w:tcW w:w="5000" w:type="pct"/>
            <w:gridSpan w:val="4"/>
          </w:tcPr>
          <w:p w14:paraId="06A90A44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C1D6689" w14:textId="77777777" w:rsidTr="00F33FF2">
        <w:tc>
          <w:tcPr>
            <w:tcW w:w="1028" w:type="pct"/>
          </w:tcPr>
          <w:p w14:paraId="57822B6C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C8B1E4" w14:textId="77777777" w:rsidR="00F1480E" w:rsidRPr="005404CB" w:rsidRDefault="008322BE" w:rsidP="005404CB">
            <w:pPr>
              <w:pStyle w:val="SIText-Bold"/>
            </w:pPr>
            <w:r>
              <w:t xml:space="preserve">Code and title </w:t>
            </w:r>
            <w:proofErr w:type="gramStart"/>
            <w:r>
              <w:t>previous</w:t>
            </w:r>
            <w:proofErr w:type="gramEnd"/>
            <w:r>
              <w:t xml:space="preserve">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95D41A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9ABBA77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A3DFF32" w14:textId="77777777" w:rsidTr="00F33FF2">
        <w:tc>
          <w:tcPr>
            <w:tcW w:w="1028" w:type="pct"/>
          </w:tcPr>
          <w:p w14:paraId="1EF360A0" w14:textId="6E7EA11F" w:rsidR="00041E59" w:rsidRPr="005E022A" w:rsidRDefault="005F48E5" w:rsidP="00140C3B">
            <w:pPr>
              <w:pStyle w:val="SIText"/>
              <w:rPr>
                <w:rStyle w:val="SITemporaryText-red"/>
              </w:rPr>
            </w:pPr>
            <w:r w:rsidRPr="00373D89">
              <w:t>FWP</w:t>
            </w:r>
            <w:r>
              <w:t>COT</w:t>
            </w:r>
            <w:r w:rsidRPr="00373D89">
              <w:t xml:space="preserve">3XXX </w:t>
            </w:r>
            <w:r w:rsidR="00373D89" w:rsidRPr="00373D89">
              <w:t>Operate</w:t>
            </w:r>
            <w:r w:rsidR="00E42934">
              <w:t xml:space="preserve"> timber </w:t>
            </w:r>
            <w:r w:rsidR="00373D89" w:rsidRPr="00373D89">
              <w:t xml:space="preserve">finger jointing </w:t>
            </w:r>
            <w:r w:rsidR="00E42934">
              <w:t>line</w:t>
            </w:r>
          </w:p>
        </w:tc>
        <w:tc>
          <w:tcPr>
            <w:tcW w:w="1105" w:type="pct"/>
          </w:tcPr>
          <w:p w14:paraId="79CE9F35" w14:textId="533C1808" w:rsidR="00041E59" w:rsidRPr="00873BBE" w:rsidRDefault="00ED0352" w:rsidP="00873BB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73BBE">
              <w:t>F</w:t>
            </w:r>
            <w:r w:rsidR="00497619">
              <w:t>WP</w:t>
            </w:r>
            <w:r w:rsidRPr="00873BBE">
              <w:t>COT2209 Produce finger jointed timber</w:t>
            </w:r>
          </w:p>
        </w:tc>
        <w:tc>
          <w:tcPr>
            <w:tcW w:w="1251" w:type="pct"/>
          </w:tcPr>
          <w:p w14:paraId="095174EC" w14:textId="2439912E" w:rsidR="00041E59" w:rsidRPr="00140C3B" w:rsidRDefault="00DA14B9" w:rsidP="00140C3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40C3B">
              <w:rPr>
                <w:rStyle w:val="SITemporaryText-red"/>
                <w:color w:val="auto"/>
                <w:sz w:val="20"/>
              </w:rPr>
              <w:t xml:space="preserve">New </w:t>
            </w:r>
            <w:r w:rsidR="0091797E" w:rsidRPr="00140C3B">
              <w:rPr>
                <w:rStyle w:val="SITemporaryText-red"/>
                <w:color w:val="auto"/>
                <w:sz w:val="20"/>
              </w:rPr>
              <w:t>u</w:t>
            </w:r>
            <w:r w:rsidRPr="00140C3B">
              <w:rPr>
                <w:rStyle w:val="SITemporaryText-red"/>
                <w:color w:val="auto"/>
                <w:sz w:val="20"/>
              </w:rPr>
              <w:t xml:space="preserve">nit </w:t>
            </w:r>
            <w:r w:rsidR="0091797E" w:rsidRPr="00140C3B">
              <w:rPr>
                <w:rStyle w:val="SITemporaryText-red"/>
                <w:color w:val="auto"/>
                <w:sz w:val="20"/>
              </w:rPr>
              <w:t>t</w:t>
            </w:r>
            <w:r w:rsidRPr="00140C3B">
              <w:rPr>
                <w:rStyle w:val="SITemporaryText-red"/>
                <w:color w:val="auto"/>
                <w:sz w:val="20"/>
              </w:rPr>
              <w:t>itle</w:t>
            </w:r>
            <w:r w:rsidR="00C14A6F" w:rsidRPr="000F5905">
              <w:rPr>
                <w:rStyle w:val="SITemporaryText-red"/>
                <w:color w:val="auto"/>
                <w:sz w:val="20"/>
              </w:rPr>
              <w:t xml:space="preserve">; </w:t>
            </w:r>
            <w:r w:rsidR="00140C3B" w:rsidRPr="000F5905">
              <w:rPr>
                <w:rStyle w:val="SITemporaryText-red"/>
                <w:color w:val="auto"/>
                <w:sz w:val="20"/>
              </w:rPr>
              <w:t>Revised and updated all unit components.</w:t>
            </w:r>
          </w:p>
        </w:tc>
        <w:tc>
          <w:tcPr>
            <w:tcW w:w="1616" w:type="pct"/>
          </w:tcPr>
          <w:p w14:paraId="14FF4985" w14:textId="4F836674" w:rsidR="00041E59" w:rsidRPr="00140C3B" w:rsidRDefault="00FC7F80" w:rsidP="00140C3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F5905">
              <w:rPr>
                <w:rStyle w:val="SITemporaryText-red"/>
                <w:color w:val="auto"/>
                <w:sz w:val="20"/>
              </w:rPr>
              <w:t>Not equivalent</w:t>
            </w:r>
          </w:p>
          <w:p w14:paraId="7832A702" w14:textId="31B4632F" w:rsidR="00916CD7" w:rsidRPr="00140C3B" w:rsidRDefault="00916CD7" w:rsidP="00140C3B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</w:tr>
    </w:tbl>
    <w:p w14:paraId="47740A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B509E43" w14:textId="77777777" w:rsidTr="005A3D4D">
        <w:tc>
          <w:tcPr>
            <w:tcW w:w="1396" w:type="pct"/>
            <w:shd w:val="clear" w:color="auto" w:fill="auto"/>
          </w:tcPr>
          <w:p w14:paraId="49C70C2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735E14CB" w14:textId="1B012852" w:rsidR="005E022A" w:rsidRPr="005404CB" w:rsidRDefault="00520E9A" w:rsidP="00ED0352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5E022A" w:rsidRPr="005E022A">
              <w:t>https://vetnet.gov.au/Pages/TrainingDocs.aspx?q=0d96fe23-5747-4c01-9d6f-3509ff8d3d47</w:t>
            </w:r>
          </w:p>
        </w:tc>
      </w:tr>
    </w:tbl>
    <w:p w14:paraId="5ED46D8B" w14:textId="77777777" w:rsidR="00F1480E" w:rsidRDefault="00F1480E" w:rsidP="005F771F">
      <w:pPr>
        <w:pStyle w:val="SIText"/>
      </w:pPr>
    </w:p>
    <w:p w14:paraId="167B5B6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E16C69F" w14:textId="77777777" w:rsidTr="005A3D4D">
        <w:trPr>
          <w:tblHeader/>
        </w:trPr>
        <w:tc>
          <w:tcPr>
            <w:tcW w:w="1478" w:type="pct"/>
            <w:shd w:val="clear" w:color="auto" w:fill="auto"/>
          </w:tcPr>
          <w:p w14:paraId="156EDD4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592AE818" w14:textId="184E82AB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4717F5">
              <w:t xml:space="preserve">FWPCOT3XXX </w:t>
            </w:r>
            <w:r w:rsidR="009741E9">
              <w:t xml:space="preserve">Operate </w:t>
            </w:r>
            <w:r w:rsidR="004717F5">
              <w:t xml:space="preserve">timber </w:t>
            </w:r>
            <w:r w:rsidR="009741E9">
              <w:t xml:space="preserve">finger jointing </w:t>
            </w:r>
            <w:r w:rsidR="004717F5">
              <w:t>line</w:t>
            </w:r>
          </w:p>
        </w:tc>
      </w:tr>
      <w:tr w:rsidR="00556C4C" w:rsidRPr="00A55106" w14:paraId="5362328C" w14:textId="77777777" w:rsidTr="005A3D4D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ACE9CCD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335D723A" w14:textId="77777777" w:rsidTr="005A3D4D">
        <w:tc>
          <w:tcPr>
            <w:tcW w:w="5000" w:type="pct"/>
            <w:gridSpan w:val="2"/>
            <w:shd w:val="clear" w:color="auto" w:fill="auto"/>
          </w:tcPr>
          <w:p w14:paraId="793A0909" w14:textId="77777777" w:rsidR="0026394F" w:rsidRPr="00DD342F" w:rsidRDefault="006E42FE" w:rsidP="00DD342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D342F">
              <w:rPr>
                <w:rStyle w:val="SITemporaryText-blue"/>
                <w:color w:val="auto"/>
                <w:sz w:val="20"/>
              </w:rPr>
              <w:t xml:space="preserve">An individual </w:t>
            </w:r>
            <w:proofErr w:type="gramStart"/>
            <w:r w:rsidRPr="00DD342F">
              <w:rPr>
                <w:rStyle w:val="SITemporaryText-blue"/>
                <w:color w:val="auto"/>
                <w:sz w:val="20"/>
              </w:rPr>
              <w:t>demonstrating</w:t>
            </w:r>
            <w:proofErr w:type="gramEnd"/>
            <w:r w:rsidRPr="00DD342F">
              <w:rPr>
                <w:rStyle w:val="SITemporaryText-blue"/>
                <w:color w:val="auto"/>
                <w:sz w:val="20"/>
              </w:rPr>
              <w:t xml:space="preserve"> competency</w:t>
            </w:r>
            <w:r w:rsidR="00717385" w:rsidRPr="00DD342F">
              <w:rPr>
                <w:rStyle w:val="SITemporaryText-blue"/>
                <w:color w:val="auto"/>
                <w:sz w:val="20"/>
              </w:rPr>
              <w:t xml:space="preserve"> must satisfy all of the elements and </w:t>
            </w:r>
            <w:r w:rsidRPr="00DD342F">
              <w:rPr>
                <w:rStyle w:val="SITemporaryText-blue"/>
                <w:color w:val="auto"/>
                <w:sz w:val="20"/>
              </w:rPr>
              <w:t xml:space="preserve">performance criteria </w:t>
            </w:r>
            <w:r w:rsidR="00717385" w:rsidRPr="00DD342F">
              <w:rPr>
                <w:rStyle w:val="SITemporaryText-blue"/>
                <w:color w:val="auto"/>
                <w:sz w:val="20"/>
              </w:rPr>
              <w:t>in</w:t>
            </w:r>
            <w:r w:rsidRPr="00DD342F">
              <w:rPr>
                <w:rStyle w:val="SITemporaryText-blue"/>
                <w:color w:val="auto"/>
                <w:sz w:val="20"/>
              </w:rPr>
              <w:t xml:space="preserve"> this unit. </w:t>
            </w:r>
          </w:p>
          <w:p w14:paraId="427998DA" w14:textId="77777777" w:rsidR="0026394F" w:rsidRPr="00DD342F" w:rsidRDefault="0026394F" w:rsidP="00DD342F">
            <w:pPr>
              <w:pStyle w:val="SIText"/>
            </w:pPr>
          </w:p>
          <w:p w14:paraId="10ED4ECF" w14:textId="16F796BE" w:rsidR="00416C33" w:rsidRPr="00E24EDF" w:rsidRDefault="007A300D" w:rsidP="00E24ED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24EDF">
              <w:rPr>
                <w:rStyle w:val="SITemporaryText-blue"/>
                <w:color w:val="auto"/>
                <w:sz w:val="20"/>
              </w:rPr>
              <w:t xml:space="preserve">There must be evidence that the individual has </w:t>
            </w:r>
            <w:proofErr w:type="gramStart"/>
            <w:r w:rsidR="000275BE" w:rsidRPr="00E24EDF">
              <w:rPr>
                <w:rStyle w:val="SITemporaryText-blue"/>
                <w:color w:val="auto"/>
                <w:sz w:val="20"/>
              </w:rPr>
              <w:t>operated</w:t>
            </w:r>
            <w:proofErr w:type="gramEnd"/>
            <w:r w:rsidR="007809D5" w:rsidRPr="00E24EDF">
              <w:rPr>
                <w:rStyle w:val="SITemporaryText-blue"/>
                <w:color w:val="auto"/>
                <w:sz w:val="20"/>
              </w:rPr>
              <w:t xml:space="preserve"> </w:t>
            </w:r>
            <w:r w:rsidR="00C47752" w:rsidRPr="00E24EDF">
              <w:rPr>
                <w:rStyle w:val="SITemporaryText-blue"/>
                <w:color w:val="auto"/>
                <w:sz w:val="20"/>
              </w:rPr>
              <w:t xml:space="preserve">a finger </w:t>
            </w:r>
            <w:r w:rsidR="00DA6B9D" w:rsidRPr="00E24EDF">
              <w:rPr>
                <w:rStyle w:val="SITemporaryText-blue"/>
                <w:color w:val="auto"/>
                <w:sz w:val="20"/>
              </w:rPr>
              <w:t xml:space="preserve">jointing </w:t>
            </w:r>
            <w:r w:rsidR="004717F5" w:rsidRPr="000F5905">
              <w:rPr>
                <w:rStyle w:val="SITemporaryText-blue"/>
                <w:color w:val="auto"/>
                <w:sz w:val="20"/>
              </w:rPr>
              <w:t>line</w:t>
            </w:r>
            <w:r w:rsidR="007809D5" w:rsidRPr="00E24EDF">
              <w:rPr>
                <w:rStyle w:val="SITemporaryText-blue"/>
                <w:color w:val="auto"/>
                <w:sz w:val="20"/>
              </w:rPr>
              <w:t xml:space="preserve">, either individually or in a team, for </w:t>
            </w:r>
            <w:r w:rsidR="00AF3AEC" w:rsidRPr="00E24EDF">
              <w:rPr>
                <w:rStyle w:val="SITemporaryText-blue"/>
                <w:color w:val="auto"/>
                <w:sz w:val="20"/>
              </w:rPr>
              <w:t xml:space="preserve">one production run </w:t>
            </w:r>
            <w:r w:rsidR="0015523F" w:rsidRPr="000F5905">
              <w:rPr>
                <w:rStyle w:val="SITemporaryText-blue"/>
                <w:color w:val="auto"/>
                <w:sz w:val="20"/>
              </w:rPr>
              <w:t>according to</w:t>
            </w:r>
            <w:r w:rsidR="00416C33" w:rsidRPr="000F5905">
              <w:rPr>
                <w:rStyle w:val="SITemporaryText-blue"/>
                <w:color w:val="auto"/>
                <w:sz w:val="20"/>
              </w:rPr>
              <w:t xml:space="preserve"> workplace safety</w:t>
            </w:r>
            <w:r w:rsidR="00435FA2" w:rsidRPr="000F5905">
              <w:rPr>
                <w:rStyle w:val="SITemporaryText-blue"/>
                <w:color w:val="auto"/>
                <w:sz w:val="20"/>
              </w:rPr>
              <w:t xml:space="preserve"> and</w:t>
            </w:r>
            <w:r w:rsidR="00201A8F" w:rsidRPr="000F5905">
              <w:rPr>
                <w:rStyle w:val="SITemporaryText-blue"/>
                <w:color w:val="auto"/>
                <w:sz w:val="20"/>
              </w:rPr>
              <w:t xml:space="preserve"> </w:t>
            </w:r>
            <w:r w:rsidR="00416C33" w:rsidRPr="000F5905">
              <w:rPr>
                <w:rStyle w:val="SITemporaryText-blue"/>
                <w:color w:val="auto"/>
                <w:sz w:val="20"/>
              </w:rPr>
              <w:t>operating procedures</w:t>
            </w:r>
            <w:r w:rsidR="001D42BC" w:rsidRPr="000F5905">
              <w:rPr>
                <w:rStyle w:val="SITemporaryText-blue"/>
                <w:color w:val="auto"/>
                <w:sz w:val="20"/>
              </w:rPr>
              <w:t xml:space="preserve"> and produced </w:t>
            </w:r>
            <w:r w:rsidR="00D11CAE" w:rsidRPr="000F5905">
              <w:rPr>
                <w:rStyle w:val="SITemporaryText-blue"/>
                <w:color w:val="auto"/>
                <w:sz w:val="20"/>
              </w:rPr>
              <w:t xml:space="preserve">finger jointed timber </w:t>
            </w:r>
            <w:r w:rsidR="00A32312" w:rsidRPr="000F5905">
              <w:rPr>
                <w:rStyle w:val="SITemporaryText-blue"/>
                <w:color w:val="auto"/>
                <w:sz w:val="20"/>
              </w:rPr>
              <w:t>as directed by</w:t>
            </w:r>
            <w:r w:rsidR="00D11CAE" w:rsidRPr="000F5905">
              <w:rPr>
                <w:rStyle w:val="SITemporaryText-blue"/>
                <w:color w:val="auto"/>
                <w:sz w:val="20"/>
              </w:rPr>
              <w:t xml:space="preserve"> </w:t>
            </w:r>
            <w:r w:rsidR="001D42BC" w:rsidRPr="000F5905">
              <w:rPr>
                <w:rStyle w:val="SITemporaryText-blue"/>
                <w:color w:val="auto"/>
                <w:sz w:val="20"/>
              </w:rPr>
              <w:t>work instruction</w:t>
            </w:r>
            <w:r w:rsidR="00280489" w:rsidRPr="000F5905">
              <w:rPr>
                <w:rStyle w:val="SITemporaryText-blue"/>
                <w:color w:val="auto"/>
                <w:sz w:val="20"/>
              </w:rPr>
              <w:t>s</w:t>
            </w:r>
            <w:r w:rsidR="009828B0" w:rsidRPr="000F5905">
              <w:rPr>
                <w:rStyle w:val="SITemporaryText-blue"/>
                <w:color w:val="auto"/>
                <w:sz w:val="20"/>
              </w:rPr>
              <w:t>.</w:t>
            </w:r>
            <w:r w:rsidR="00416C33" w:rsidRPr="000F5905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6CB972DF" w14:textId="77777777" w:rsidR="00416C33" w:rsidRDefault="00416C33" w:rsidP="00DD342F">
            <w:pPr>
              <w:pStyle w:val="SIText"/>
              <w:rPr>
                <w:rStyle w:val="SITemporaryText-blue"/>
                <w:sz w:val="20"/>
              </w:rPr>
            </w:pPr>
          </w:p>
          <w:p w14:paraId="67164C6A" w14:textId="335EA87A" w:rsidR="00556C4C" w:rsidRPr="00E24EDF" w:rsidRDefault="00416C33" w:rsidP="00E24ED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F5905">
              <w:rPr>
                <w:rStyle w:val="SITemporaryText-blue"/>
                <w:color w:val="auto"/>
                <w:sz w:val="20"/>
              </w:rPr>
              <w:t>I</w:t>
            </w:r>
            <w:r w:rsidR="00AF3AEC" w:rsidRPr="00E24EDF">
              <w:rPr>
                <w:rStyle w:val="SITemporaryText-blue"/>
                <w:color w:val="auto"/>
                <w:sz w:val="20"/>
              </w:rPr>
              <w:t>n performing this work</w:t>
            </w:r>
            <w:r w:rsidRPr="000F5905">
              <w:rPr>
                <w:rStyle w:val="SITemporaryText-blue"/>
                <w:color w:val="auto"/>
                <w:sz w:val="20"/>
              </w:rPr>
              <w:t>, the individual</w:t>
            </w:r>
            <w:r w:rsidR="00AF3AEC" w:rsidRPr="00E24EDF">
              <w:rPr>
                <w:rStyle w:val="SITemporaryText-blue"/>
                <w:color w:val="auto"/>
                <w:sz w:val="20"/>
              </w:rPr>
              <w:t xml:space="preserve"> has:</w:t>
            </w:r>
            <w:r w:rsidR="00DA6B9D" w:rsidRPr="00E24EDF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532D08DA" w14:textId="2F5AC650" w:rsidR="002857C4" w:rsidRDefault="00F250FF" w:rsidP="00835BA5">
            <w:pPr>
              <w:pStyle w:val="SIBulletList1"/>
            </w:pPr>
            <w:r>
              <w:t xml:space="preserve">completed </w:t>
            </w:r>
            <w:r w:rsidR="002857C4" w:rsidRPr="002857C4">
              <w:t xml:space="preserve">pre-operational checks </w:t>
            </w:r>
            <w:r w:rsidR="0015523F">
              <w:t xml:space="preserve">and </w:t>
            </w:r>
            <w:r w:rsidR="002857C4">
              <w:t>start up procedures</w:t>
            </w:r>
            <w:r w:rsidR="0015523F">
              <w:t xml:space="preserve"> for finger jointer</w:t>
            </w:r>
          </w:p>
          <w:p w14:paraId="69E1643F" w14:textId="77777777" w:rsidR="00A601BA" w:rsidRDefault="00A601BA" w:rsidP="00A601BA">
            <w:pPr>
              <w:pStyle w:val="SIBulletList1"/>
            </w:pPr>
            <w:r>
              <w:t xml:space="preserve">checked, </w:t>
            </w:r>
            <w:proofErr w:type="gramStart"/>
            <w:r>
              <w:t>loaded</w:t>
            </w:r>
            <w:proofErr w:type="gramEnd"/>
            <w:r>
              <w:t xml:space="preserve"> and fed </w:t>
            </w:r>
            <w:r w:rsidRPr="00CB5D96">
              <w:t xml:space="preserve">cleats/shooks </w:t>
            </w:r>
            <w:r>
              <w:t xml:space="preserve">to joining operations </w:t>
            </w:r>
          </w:p>
          <w:p w14:paraId="06CFB91B" w14:textId="7A45517B" w:rsidR="00A601BA" w:rsidRDefault="00A601BA" w:rsidP="00A601BA">
            <w:pPr>
              <w:pStyle w:val="SIBulletList1"/>
            </w:pPr>
            <w:r>
              <w:t>monitored operation</w:t>
            </w:r>
            <w:r w:rsidRPr="002857C4">
              <w:t xml:space="preserve"> to ensure continuity of production</w:t>
            </w:r>
            <w:r>
              <w:t>,</w:t>
            </w:r>
            <w:r w:rsidRPr="000A1E91">
              <w:t xml:space="preserve"> </w:t>
            </w:r>
            <w:r>
              <w:t>minimise misfeeding and achiev</w:t>
            </w:r>
            <w:r w:rsidR="00557BBC">
              <w:t>e</w:t>
            </w:r>
            <w:r>
              <w:t xml:space="preserve"> </w:t>
            </w:r>
            <w:r w:rsidR="00557BBC">
              <w:t>require</w:t>
            </w:r>
            <w:r w:rsidR="004B7D8F">
              <w:t xml:space="preserve">d </w:t>
            </w:r>
            <w:r w:rsidRPr="005E022A">
              <w:t>product quality</w:t>
            </w:r>
          </w:p>
          <w:p w14:paraId="3A9D03F2" w14:textId="77777777" w:rsidR="00180DE6" w:rsidRDefault="00796992" w:rsidP="00A601BA">
            <w:pPr>
              <w:pStyle w:val="SIBulletList1"/>
            </w:pPr>
            <w:r>
              <w:t>removed</w:t>
            </w:r>
            <w:r w:rsidR="004B7D8F">
              <w:t xml:space="preserve"> substandard timber jointed product and </w:t>
            </w:r>
            <w:r w:rsidR="00A601BA">
              <w:t xml:space="preserve">stacked, </w:t>
            </w:r>
            <w:proofErr w:type="gramStart"/>
            <w:r w:rsidR="00A601BA">
              <w:t>packaged</w:t>
            </w:r>
            <w:proofErr w:type="gramEnd"/>
            <w:r w:rsidR="00A601BA">
              <w:t xml:space="preserve"> and labelled finger jointed products</w:t>
            </w:r>
          </w:p>
          <w:p w14:paraId="69FCE9B8" w14:textId="1BB1D664" w:rsidR="00A601BA" w:rsidRDefault="00D102BA" w:rsidP="00A601BA">
            <w:pPr>
              <w:pStyle w:val="SIBulletList1"/>
            </w:pPr>
            <w:r>
              <w:t xml:space="preserve">reported on </w:t>
            </w:r>
            <w:r w:rsidRPr="006440D4">
              <w:t xml:space="preserve">production </w:t>
            </w:r>
            <w:r w:rsidR="00BA4586">
              <w:t xml:space="preserve">outcomes </w:t>
            </w:r>
            <w:r w:rsidRPr="006440D4">
              <w:t xml:space="preserve">and </w:t>
            </w:r>
            <w:r w:rsidR="00BA4586">
              <w:t xml:space="preserve">product </w:t>
            </w:r>
            <w:r w:rsidRPr="006440D4">
              <w:t>quality</w:t>
            </w:r>
          </w:p>
          <w:p w14:paraId="4FB37A08" w14:textId="7FCC399E" w:rsidR="00C51A7C" w:rsidRPr="005404CB" w:rsidRDefault="00A601BA" w:rsidP="00DD342F">
            <w:pPr>
              <w:pStyle w:val="SIBulletList1"/>
            </w:pPr>
            <w:r>
              <w:t xml:space="preserve">inspected finger jointer </w:t>
            </w:r>
            <w:r w:rsidR="00E24EDF">
              <w:t xml:space="preserve">condition </w:t>
            </w:r>
            <w:r>
              <w:t xml:space="preserve">and notified </w:t>
            </w:r>
            <w:proofErr w:type="gramStart"/>
            <w:r w:rsidRPr="005E022A">
              <w:t>appropriate personnel</w:t>
            </w:r>
            <w:proofErr w:type="gramEnd"/>
            <w:r w:rsidRPr="005E022A">
              <w:t xml:space="preserve"> </w:t>
            </w:r>
            <w:r>
              <w:t xml:space="preserve">of any </w:t>
            </w:r>
            <w:r w:rsidRPr="005E022A">
              <w:t xml:space="preserve">faults </w:t>
            </w:r>
            <w:r>
              <w:t>or</w:t>
            </w:r>
            <w:r w:rsidRPr="005E022A">
              <w:t xml:space="preserve"> maintenance </w:t>
            </w:r>
            <w:r>
              <w:t>needs.</w:t>
            </w:r>
          </w:p>
        </w:tc>
      </w:tr>
    </w:tbl>
    <w:p w14:paraId="22F3F57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DF3C20D" w14:textId="77777777" w:rsidTr="005A3D4D">
        <w:trPr>
          <w:tblHeader/>
        </w:trPr>
        <w:tc>
          <w:tcPr>
            <w:tcW w:w="5000" w:type="pct"/>
            <w:shd w:val="clear" w:color="auto" w:fill="auto"/>
          </w:tcPr>
          <w:p w14:paraId="041B7F6A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4D460BB1" w14:textId="77777777" w:rsidTr="005A3D4D">
        <w:tc>
          <w:tcPr>
            <w:tcW w:w="5000" w:type="pct"/>
            <w:shd w:val="clear" w:color="auto" w:fill="auto"/>
          </w:tcPr>
          <w:p w14:paraId="7B683D91" w14:textId="77777777" w:rsidR="006E42FE" w:rsidRPr="0099198B" w:rsidRDefault="006E42FE" w:rsidP="0099198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9198B">
              <w:rPr>
                <w:rStyle w:val="SITemporaryText-blue"/>
                <w:color w:val="auto"/>
                <w:sz w:val="20"/>
              </w:rPr>
              <w:t xml:space="preserve">An individual must be able to </w:t>
            </w:r>
            <w:proofErr w:type="gramStart"/>
            <w:r w:rsidRPr="0099198B">
              <w:rPr>
                <w:rStyle w:val="SITemporaryText-blue"/>
                <w:color w:val="auto"/>
                <w:sz w:val="20"/>
              </w:rPr>
              <w:t>demonstrate</w:t>
            </w:r>
            <w:proofErr w:type="gramEnd"/>
            <w:r w:rsidRPr="0099198B">
              <w:rPr>
                <w:rStyle w:val="SITemporaryText-blue"/>
                <w:color w:val="auto"/>
                <w:sz w:val="20"/>
              </w:rPr>
              <w:t xml:space="preserve"> the knowledge required to perform the tasks outlined in the elements and performance criteria of this unit. This includes knowledge of:</w:t>
            </w:r>
          </w:p>
          <w:p w14:paraId="43769A5E" w14:textId="4B8FB468" w:rsidR="00C51A7C" w:rsidRPr="0099198B" w:rsidRDefault="00D92FBA" w:rsidP="0099198B">
            <w:pPr>
              <w:pStyle w:val="SIBulletList1"/>
            </w:pPr>
            <w:r w:rsidRPr="0099198B">
              <w:t xml:space="preserve">purpose and function of </w:t>
            </w:r>
            <w:r w:rsidR="00012BEC">
              <w:t xml:space="preserve">timber </w:t>
            </w:r>
            <w:r w:rsidRPr="0099198B">
              <w:t>finger jointer</w:t>
            </w:r>
          </w:p>
          <w:p w14:paraId="1E5E2C8A" w14:textId="5255E602" w:rsidR="00D10FC8" w:rsidRDefault="00D10FC8" w:rsidP="00C51A7C">
            <w:pPr>
              <w:pStyle w:val="SIBulletList1"/>
            </w:pPr>
            <w:r>
              <w:t>o</w:t>
            </w:r>
            <w:r w:rsidRPr="00D10FC8">
              <w:t xml:space="preserve">perating parameters and capability of </w:t>
            </w:r>
            <w:r w:rsidR="00012BEC">
              <w:t xml:space="preserve">timber </w:t>
            </w:r>
            <w:r w:rsidRPr="00D10FC8">
              <w:t xml:space="preserve">finger </w:t>
            </w:r>
            <w:r w:rsidR="00B507C4" w:rsidRPr="00D10FC8">
              <w:t>joint</w:t>
            </w:r>
            <w:r w:rsidR="00B507C4">
              <w:t xml:space="preserve">ing </w:t>
            </w:r>
            <w:r w:rsidR="00EA6494">
              <w:t xml:space="preserve">line </w:t>
            </w:r>
            <w:r w:rsidR="009319E0">
              <w:t xml:space="preserve">specific to </w:t>
            </w:r>
            <w:r w:rsidR="00EA6494">
              <w:t>workplace environment</w:t>
            </w:r>
            <w:r w:rsidR="0025359C">
              <w:t>:</w:t>
            </w:r>
          </w:p>
          <w:p w14:paraId="71281FC3" w14:textId="6AB8E8E6" w:rsidR="0025359C" w:rsidRDefault="0025359C" w:rsidP="0025359C">
            <w:pPr>
              <w:pStyle w:val="SIBulletList2"/>
            </w:pPr>
            <w:r w:rsidRPr="0025359C">
              <w:t xml:space="preserve">maximum and </w:t>
            </w:r>
            <w:proofErr w:type="gramStart"/>
            <w:r w:rsidRPr="0025359C">
              <w:t>minimum</w:t>
            </w:r>
            <w:proofErr w:type="gramEnd"/>
            <w:r w:rsidRPr="0025359C">
              <w:t xml:space="preserve"> shook cross sections</w:t>
            </w:r>
          </w:p>
          <w:p w14:paraId="521413A6" w14:textId="69E660F2" w:rsidR="0025359C" w:rsidRDefault="0025359C" w:rsidP="0025359C">
            <w:pPr>
              <w:pStyle w:val="SIBulletList2"/>
            </w:pPr>
            <w:r w:rsidRPr="0025359C">
              <w:t xml:space="preserve">maximum and </w:t>
            </w:r>
            <w:proofErr w:type="gramStart"/>
            <w:r w:rsidRPr="0025359C">
              <w:t>minimum</w:t>
            </w:r>
            <w:proofErr w:type="gramEnd"/>
            <w:r w:rsidRPr="0025359C">
              <w:t xml:space="preserve"> shook lengths</w:t>
            </w:r>
          </w:p>
          <w:p w14:paraId="01440498" w14:textId="24CAFBDA" w:rsidR="0025359C" w:rsidRDefault="0025359C" w:rsidP="0025359C">
            <w:pPr>
              <w:pStyle w:val="SIBulletList2"/>
            </w:pPr>
            <w:r w:rsidRPr="0025359C">
              <w:t>maximum and minimum output lengths</w:t>
            </w:r>
          </w:p>
          <w:p w14:paraId="7C5AB161" w14:textId="67429B13" w:rsidR="0025359C" w:rsidRDefault="0025359C" w:rsidP="0025359C">
            <w:pPr>
              <w:pStyle w:val="SIBulletList2"/>
            </w:pPr>
            <w:r w:rsidRPr="0025359C">
              <w:t>throughput speed</w:t>
            </w:r>
          </w:p>
          <w:p w14:paraId="04F8153F" w14:textId="408F9FAE" w:rsidR="006516A6" w:rsidRDefault="0025359C" w:rsidP="00C51A7C">
            <w:pPr>
              <w:pStyle w:val="SIBulletList1"/>
            </w:pPr>
            <w:r>
              <w:t>o</w:t>
            </w:r>
            <w:r w:rsidR="006516A6" w:rsidRPr="006516A6">
              <w:t xml:space="preserve">perating components of </w:t>
            </w:r>
            <w:r w:rsidR="00012BEC">
              <w:t xml:space="preserve">timber </w:t>
            </w:r>
            <w:r w:rsidR="006516A6" w:rsidRPr="006516A6">
              <w:t>finger joint</w:t>
            </w:r>
            <w:r w:rsidR="009319E0">
              <w:t xml:space="preserve">ing </w:t>
            </w:r>
            <w:r w:rsidR="00996F36">
              <w:t>line:</w:t>
            </w:r>
          </w:p>
          <w:p w14:paraId="3EBC5157" w14:textId="680631F3" w:rsidR="00DC0E79" w:rsidRDefault="00DC0E79" w:rsidP="00DC0E79">
            <w:pPr>
              <w:pStyle w:val="SIBulletList2"/>
            </w:pPr>
            <w:r w:rsidRPr="00DC0E79">
              <w:t>face-to-face or edge-to-edge joint profile</w:t>
            </w:r>
          </w:p>
          <w:p w14:paraId="3209F1BB" w14:textId="4633A10F" w:rsidR="00DC0E79" w:rsidRDefault="00DC0E79" w:rsidP="00DC0E79">
            <w:pPr>
              <w:pStyle w:val="SIBulletList2"/>
            </w:pPr>
            <w:r w:rsidRPr="00DC0E79">
              <w:t xml:space="preserve">trim saws </w:t>
            </w:r>
          </w:p>
          <w:p w14:paraId="704B525D" w14:textId="77777777" w:rsidR="00DC0E79" w:rsidRDefault="00DC0E79" w:rsidP="00DC0E79">
            <w:pPr>
              <w:pStyle w:val="SIBulletList2"/>
            </w:pPr>
            <w:r>
              <w:t>conveyor</w:t>
            </w:r>
          </w:p>
          <w:p w14:paraId="760A4571" w14:textId="15594CE3" w:rsidR="00DC0E79" w:rsidRDefault="00DC0E79" w:rsidP="00DC0E79">
            <w:pPr>
              <w:pStyle w:val="SIBulletList2"/>
            </w:pPr>
            <w:r w:rsidRPr="00DC0E79">
              <w:t>scoring saws</w:t>
            </w:r>
          </w:p>
          <w:p w14:paraId="2104D6E2" w14:textId="31FD4C01" w:rsidR="00DC0E79" w:rsidRDefault="00DC0E79" w:rsidP="00DC0E79">
            <w:pPr>
              <w:pStyle w:val="SIBulletList2"/>
            </w:pPr>
            <w:r w:rsidRPr="00DC0E79">
              <w:t>glue applicator</w:t>
            </w:r>
          </w:p>
          <w:p w14:paraId="0E0761D0" w14:textId="5D599981" w:rsidR="00DC0E79" w:rsidRDefault="00DC0E79" w:rsidP="00DC0E79">
            <w:pPr>
              <w:pStyle w:val="SIBulletList2"/>
            </w:pPr>
            <w:r w:rsidRPr="00DC0E79">
              <w:t xml:space="preserve">cut off saw </w:t>
            </w:r>
          </w:p>
          <w:p w14:paraId="54E1E1E3" w14:textId="5162E438" w:rsidR="00DC0E79" w:rsidRDefault="00DC0E79" w:rsidP="00DC0E79">
            <w:pPr>
              <w:pStyle w:val="SIBulletList2"/>
            </w:pPr>
            <w:r w:rsidRPr="00DC0E79">
              <w:t xml:space="preserve">press </w:t>
            </w:r>
          </w:p>
          <w:p w14:paraId="16C8AA6E" w14:textId="3BE09ECC" w:rsidR="00DC0E79" w:rsidRDefault="00DC0E79" w:rsidP="00DC0E79">
            <w:pPr>
              <w:pStyle w:val="SIBulletList2"/>
            </w:pPr>
            <w:r w:rsidRPr="00DC0E79">
              <w:t>crowder</w:t>
            </w:r>
          </w:p>
          <w:p w14:paraId="1B551F59" w14:textId="7001EFCC" w:rsidR="00DC0E79" w:rsidRPr="00DC0E79" w:rsidRDefault="00DC0E79" w:rsidP="00DC0E79">
            <w:pPr>
              <w:pStyle w:val="SIBulletList2"/>
            </w:pPr>
            <w:r w:rsidRPr="00DC0E79">
              <w:t>automatic stacker</w:t>
            </w:r>
          </w:p>
          <w:p w14:paraId="69E882F5" w14:textId="7607A32C" w:rsidR="00C51A7C" w:rsidRPr="00C51A7C" w:rsidRDefault="00C51A7C" w:rsidP="00C51A7C">
            <w:pPr>
              <w:pStyle w:val="SIBulletList1"/>
            </w:pPr>
            <w:r w:rsidRPr="00C51A7C">
              <w:t>types of glue used for producing finger jointed timber</w:t>
            </w:r>
          </w:p>
          <w:p w14:paraId="51D489BB" w14:textId="74A484FD" w:rsidR="00C51A7C" w:rsidRPr="00C51A7C" w:rsidRDefault="00C51A7C" w:rsidP="00B72E1B">
            <w:pPr>
              <w:pStyle w:val="SIBulletList1"/>
            </w:pPr>
            <w:r w:rsidRPr="00C51A7C">
              <w:t>range of industry standard cross sections</w:t>
            </w:r>
            <w:r w:rsidR="00A634CC">
              <w:t xml:space="preserve"> for timber</w:t>
            </w:r>
            <w:r w:rsidRPr="00C51A7C">
              <w:t xml:space="preserve">, their strength, </w:t>
            </w:r>
            <w:proofErr w:type="gramStart"/>
            <w:r w:rsidRPr="00C51A7C">
              <w:t>tolerances</w:t>
            </w:r>
            <w:proofErr w:type="gramEnd"/>
            <w:r w:rsidRPr="00C51A7C">
              <w:t xml:space="preserve"> and applicable terminology</w:t>
            </w:r>
          </w:p>
          <w:p w14:paraId="61B4AF30" w14:textId="60EDBBE3" w:rsidR="00C51A7C" w:rsidRPr="00C51A7C" w:rsidRDefault="00C51A7C" w:rsidP="00C51A7C">
            <w:pPr>
              <w:pStyle w:val="SIBulletList1"/>
            </w:pPr>
            <w:r w:rsidRPr="00C51A7C">
              <w:t xml:space="preserve">methods for assessing </w:t>
            </w:r>
            <w:r w:rsidR="007249EA" w:rsidRPr="00C51A7C">
              <w:t>condition</w:t>
            </w:r>
            <w:r w:rsidR="007249EA" w:rsidRPr="007249EA">
              <w:t xml:space="preserve"> </w:t>
            </w:r>
            <w:r w:rsidR="007249EA">
              <w:t xml:space="preserve">of </w:t>
            </w:r>
            <w:r w:rsidRPr="00C51A7C">
              <w:t xml:space="preserve">cutters and blade </w:t>
            </w:r>
            <w:r w:rsidR="0058185C">
              <w:t>associated with</w:t>
            </w:r>
            <w:r w:rsidR="00EA099E">
              <w:t xml:space="preserve"> timber finger jointing line</w:t>
            </w:r>
          </w:p>
          <w:p w14:paraId="6BB19F9F" w14:textId="3B9B309D" w:rsidR="00C51A7C" w:rsidRPr="00C51A7C" w:rsidRDefault="00C51A7C" w:rsidP="00C51A7C">
            <w:pPr>
              <w:pStyle w:val="SIBulletList1"/>
            </w:pPr>
            <w:r w:rsidRPr="00C51A7C">
              <w:t xml:space="preserve">monitoring processes </w:t>
            </w:r>
            <w:r w:rsidR="0058185C">
              <w:t xml:space="preserve">in timber finger </w:t>
            </w:r>
            <w:r w:rsidRPr="00C51A7C">
              <w:t xml:space="preserve">jointing </w:t>
            </w:r>
            <w:r w:rsidR="0058185C">
              <w:t>operations</w:t>
            </w:r>
          </w:p>
          <w:p w14:paraId="18459924" w14:textId="5EFECC67" w:rsidR="00C51A7C" w:rsidRPr="00C51A7C" w:rsidRDefault="00B365AC" w:rsidP="00C51A7C">
            <w:pPr>
              <w:pStyle w:val="SIBulletList1"/>
            </w:pPr>
            <w:r>
              <w:t xml:space="preserve">workplace </w:t>
            </w:r>
            <w:r w:rsidR="00C51A7C" w:rsidRPr="00C51A7C">
              <w:t>procedures specific to producing finger jointed timber:</w:t>
            </w:r>
          </w:p>
          <w:p w14:paraId="4110AFA7" w14:textId="4BA4C842" w:rsidR="00C51A7C" w:rsidRPr="00C51A7C" w:rsidRDefault="00C51A7C" w:rsidP="00C51A7C">
            <w:pPr>
              <w:pStyle w:val="SIBulletList2"/>
            </w:pPr>
            <w:r w:rsidRPr="00C51A7C">
              <w:t xml:space="preserve">health and safety with particular emphasis on </w:t>
            </w:r>
            <w:r w:rsidR="00E16F7C">
              <w:t xml:space="preserve">the use of personal protective equipment and </w:t>
            </w:r>
            <w:r w:rsidRPr="00C51A7C">
              <w:t>equipment lock out</w:t>
            </w:r>
          </w:p>
          <w:p w14:paraId="382F6EA3" w14:textId="77777777" w:rsidR="00C51A7C" w:rsidRPr="00C51A7C" w:rsidRDefault="00C51A7C" w:rsidP="00C51A7C">
            <w:pPr>
              <w:pStyle w:val="SIBulletList2"/>
            </w:pPr>
            <w:r w:rsidRPr="00C51A7C">
              <w:t>use and maintenance of equipment</w:t>
            </w:r>
          </w:p>
          <w:p w14:paraId="0EB43C4F" w14:textId="77777777" w:rsidR="00C51A7C" w:rsidRPr="00C51A7C" w:rsidRDefault="00C51A7C" w:rsidP="00C51A7C">
            <w:pPr>
              <w:pStyle w:val="SIBulletList2"/>
            </w:pPr>
            <w:r w:rsidRPr="00C51A7C">
              <w:t>communication reporting lines</w:t>
            </w:r>
          </w:p>
          <w:p w14:paraId="3C6F6E4E" w14:textId="77777777" w:rsidR="00C51A7C" w:rsidRDefault="00C51A7C" w:rsidP="00C51A7C">
            <w:pPr>
              <w:pStyle w:val="SIBulletList2"/>
            </w:pPr>
            <w:r w:rsidRPr="00C51A7C">
              <w:t>recording and reporting production outcomes and equipment faults.</w:t>
            </w:r>
          </w:p>
          <w:p w14:paraId="3001B9EA" w14:textId="5CAD332B" w:rsidR="00C51A7C" w:rsidRPr="00DA0327" w:rsidRDefault="00DA0327" w:rsidP="00DA0327">
            <w:pPr>
              <w:pStyle w:val="SIBulletList2"/>
            </w:pPr>
            <w:r w:rsidRPr="00DA0327">
              <w:t>environmental protection practices</w:t>
            </w:r>
            <w:r w:rsidR="00223C05">
              <w:t>.</w:t>
            </w:r>
          </w:p>
        </w:tc>
      </w:tr>
    </w:tbl>
    <w:p w14:paraId="133B5C4C" w14:textId="77777777" w:rsidR="00F1480E" w:rsidRDefault="00F1480E" w:rsidP="005F771F">
      <w:pPr>
        <w:pStyle w:val="SIText"/>
      </w:pPr>
    </w:p>
    <w:p w14:paraId="785EE9B8" w14:textId="77777777" w:rsidR="00412FF8" w:rsidRDefault="00412FF8" w:rsidP="005F771F">
      <w:pPr>
        <w:pStyle w:val="SIText"/>
      </w:pPr>
    </w:p>
    <w:p w14:paraId="6A16B6E1" w14:textId="77777777" w:rsidR="00412FF8" w:rsidRDefault="00412FF8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6181C4C" w14:textId="77777777" w:rsidTr="005A3D4D">
        <w:trPr>
          <w:tblHeader/>
        </w:trPr>
        <w:tc>
          <w:tcPr>
            <w:tcW w:w="5000" w:type="pct"/>
            <w:shd w:val="clear" w:color="auto" w:fill="auto"/>
          </w:tcPr>
          <w:p w14:paraId="67507EAA" w14:textId="77777777" w:rsidR="00F1480E" w:rsidRPr="005404CB" w:rsidRDefault="00D71E43" w:rsidP="005404CB">
            <w:pPr>
              <w:pStyle w:val="SIHeading2"/>
            </w:pPr>
            <w:r w:rsidRPr="002C55E9">
              <w:lastRenderedPageBreak/>
              <w:t>A</w:t>
            </w:r>
            <w:r w:rsidRPr="005404CB">
              <w:t>ssessment Conditions</w:t>
            </w:r>
          </w:p>
        </w:tc>
      </w:tr>
      <w:tr w:rsidR="00F1480E" w:rsidRPr="00A55106" w14:paraId="44249108" w14:textId="77777777" w:rsidTr="005A3D4D">
        <w:tc>
          <w:tcPr>
            <w:tcW w:w="5000" w:type="pct"/>
            <w:shd w:val="clear" w:color="auto" w:fill="auto"/>
          </w:tcPr>
          <w:p w14:paraId="1DDC97AE" w14:textId="77777777" w:rsidR="00170A7C" w:rsidRPr="00181D28" w:rsidRDefault="00170A7C" w:rsidP="00181D2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81D28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32B3A0F0" w14:textId="77777777" w:rsidR="00170A7C" w:rsidRPr="00181D28" w:rsidRDefault="00170A7C" w:rsidP="00181D2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81D28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3031EFE7" w14:textId="77777777" w:rsidR="00170A7C" w:rsidRPr="00181D28" w:rsidRDefault="00170A7C" w:rsidP="00181D28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181D28">
              <w:rPr>
                <w:rStyle w:val="SITemporaryText-blue"/>
                <w:color w:val="auto"/>
                <w:sz w:val="20"/>
              </w:rPr>
              <w:t xml:space="preserve">skills must be </w:t>
            </w:r>
            <w:proofErr w:type="gramStart"/>
            <w:r w:rsidRPr="00181D28">
              <w:rPr>
                <w:rStyle w:val="SITemporaryText-blue"/>
                <w:color w:val="auto"/>
                <w:sz w:val="20"/>
              </w:rPr>
              <w:t>demonstrated</w:t>
            </w:r>
            <w:proofErr w:type="gramEnd"/>
            <w:r w:rsidRPr="00181D28">
              <w:rPr>
                <w:rStyle w:val="SITemporaryText-blue"/>
                <w:color w:val="auto"/>
                <w:sz w:val="20"/>
              </w:rPr>
              <w:t xml:space="preserve"> in an environment that accurately represents workplace conditions</w:t>
            </w:r>
          </w:p>
          <w:p w14:paraId="06CD4D29" w14:textId="77777777" w:rsidR="00170A7C" w:rsidRPr="00181D28" w:rsidRDefault="00170A7C" w:rsidP="00181D2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81D28">
              <w:rPr>
                <w:rStyle w:val="SITemporaryText-blue"/>
                <w:color w:val="auto"/>
                <w:sz w:val="20"/>
              </w:rPr>
              <w:t xml:space="preserve">resources, </w:t>
            </w:r>
            <w:proofErr w:type="gramStart"/>
            <w:r w:rsidRPr="00181D28">
              <w:rPr>
                <w:rStyle w:val="SITemporaryText-blue"/>
                <w:color w:val="auto"/>
                <w:sz w:val="20"/>
              </w:rPr>
              <w:t>equipment</w:t>
            </w:r>
            <w:proofErr w:type="gramEnd"/>
            <w:r w:rsidRPr="00181D28">
              <w:rPr>
                <w:rStyle w:val="SITemporaryText-blue"/>
                <w:color w:val="auto"/>
                <w:sz w:val="20"/>
              </w:rPr>
              <w:t xml:space="preserve"> and materials:</w:t>
            </w:r>
          </w:p>
          <w:p w14:paraId="0D15C203" w14:textId="3E5A61AE" w:rsidR="00170A7C" w:rsidRPr="00181D28" w:rsidRDefault="00170A7C" w:rsidP="00181D28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181D28">
              <w:rPr>
                <w:rStyle w:val="SITemporaryText-blue"/>
                <w:rFonts w:eastAsia="Calibri"/>
                <w:color w:val="auto"/>
                <w:sz w:val="20"/>
              </w:rPr>
              <w:t>finger jointe</w:t>
            </w:r>
            <w:r w:rsidR="0012037E" w:rsidRPr="00181D28">
              <w:rPr>
                <w:rStyle w:val="SITemporaryText-blue"/>
                <w:rFonts w:eastAsia="Calibri"/>
                <w:color w:val="auto"/>
                <w:sz w:val="20"/>
              </w:rPr>
              <w:t>r machine</w:t>
            </w:r>
          </w:p>
          <w:p w14:paraId="7A0747E0" w14:textId="7EBBBC35" w:rsidR="00170A7C" w:rsidRPr="00181D28" w:rsidRDefault="00170A7C" w:rsidP="00181D28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181D28">
              <w:rPr>
                <w:rStyle w:val="SITemporaryText-blue"/>
                <w:color w:val="auto"/>
                <w:sz w:val="20"/>
              </w:rPr>
              <w:t xml:space="preserve">personal protective equipment </w:t>
            </w:r>
            <w:proofErr w:type="gramStart"/>
            <w:r w:rsidRPr="00181D28">
              <w:rPr>
                <w:rStyle w:val="SITemporaryText-blue"/>
                <w:color w:val="auto"/>
                <w:sz w:val="20"/>
              </w:rPr>
              <w:t>required</w:t>
            </w:r>
            <w:proofErr w:type="gramEnd"/>
            <w:r w:rsidRPr="00181D28">
              <w:rPr>
                <w:rStyle w:val="SITemporaryText-blue"/>
                <w:color w:val="auto"/>
                <w:sz w:val="20"/>
              </w:rPr>
              <w:t xml:space="preserve"> for </w:t>
            </w:r>
            <w:r w:rsidR="0012037E" w:rsidRPr="00181D28">
              <w:rPr>
                <w:rStyle w:val="SITemporaryText-blue"/>
                <w:color w:val="auto"/>
                <w:sz w:val="20"/>
              </w:rPr>
              <w:t xml:space="preserve">operation of </w:t>
            </w:r>
            <w:r w:rsidRPr="00181D28">
              <w:rPr>
                <w:rStyle w:val="SITemporaryText-blue"/>
                <w:color w:val="auto"/>
                <w:sz w:val="20"/>
              </w:rPr>
              <w:t>finger jointe</w:t>
            </w:r>
            <w:r w:rsidR="0012037E" w:rsidRPr="00181D28">
              <w:rPr>
                <w:rStyle w:val="SITemporaryText-blue"/>
                <w:color w:val="auto"/>
                <w:sz w:val="20"/>
              </w:rPr>
              <w:t>r machine</w:t>
            </w:r>
          </w:p>
          <w:p w14:paraId="095D1634" w14:textId="6E167E3F" w:rsidR="0012037E" w:rsidRPr="00181D28" w:rsidRDefault="0012037E" w:rsidP="00181D28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181D28">
              <w:rPr>
                <w:rStyle w:val="SITemporaryText-blue"/>
                <w:color w:val="auto"/>
                <w:sz w:val="20"/>
              </w:rPr>
              <w:t>cleats/shooks and glue used in finger jointing operations</w:t>
            </w:r>
          </w:p>
          <w:p w14:paraId="045D50E4" w14:textId="77777777" w:rsidR="00170A7C" w:rsidRPr="00181D28" w:rsidRDefault="00170A7C" w:rsidP="00181D28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181D28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0AF4FFB1" w14:textId="3DAEB4D7" w:rsidR="00170A7C" w:rsidRPr="00170A7C" w:rsidRDefault="00170A7C" w:rsidP="00170A7C">
            <w:pPr>
              <w:pStyle w:val="SIBulletList2"/>
            </w:pPr>
            <w:r w:rsidRPr="00170A7C">
              <w:t>workplace health, safety and environmental policies and procedures applicable to finger joint</w:t>
            </w:r>
            <w:r w:rsidR="0012037E">
              <w:t>ing</w:t>
            </w:r>
            <w:r w:rsidRPr="00170A7C">
              <w:t xml:space="preserve"> operations</w:t>
            </w:r>
          </w:p>
          <w:p w14:paraId="061534C1" w14:textId="7791E020" w:rsidR="00170A7C" w:rsidRPr="00170A7C" w:rsidRDefault="00170A7C" w:rsidP="00170A7C">
            <w:pPr>
              <w:pStyle w:val="SIBulletList2"/>
            </w:pPr>
            <w:r w:rsidRPr="00170A7C">
              <w:t xml:space="preserve">workplace procedures for </w:t>
            </w:r>
            <w:r w:rsidR="0012037E" w:rsidRPr="0012037E">
              <w:t>finger jointing operations</w:t>
            </w:r>
            <w:r w:rsidRPr="00170A7C">
              <w:t xml:space="preserve">. </w:t>
            </w:r>
          </w:p>
          <w:p w14:paraId="2C642043" w14:textId="77777777" w:rsidR="0002184B" w:rsidRDefault="0002184B" w:rsidP="0002184B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1D28DFF6" w14:textId="5828B2E7" w:rsidR="00C51A7C" w:rsidRPr="005404CB" w:rsidRDefault="00170A7C" w:rsidP="0002184B">
            <w:pPr>
              <w:pStyle w:val="SIText"/>
              <w:rPr>
                <w:rFonts w:eastAsia="Calibri"/>
              </w:rPr>
            </w:pPr>
            <w:r w:rsidRPr="0012037E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9DCCBF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B46CF3C" w14:textId="77777777" w:rsidTr="004679E3">
        <w:tc>
          <w:tcPr>
            <w:tcW w:w="990" w:type="pct"/>
            <w:shd w:val="clear" w:color="auto" w:fill="auto"/>
          </w:tcPr>
          <w:p w14:paraId="368A969B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43781C61" w14:textId="77777777" w:rsidR="00412FF8" w:rsidRDefault="002970C3" w:rsidP="0012037E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F4092A6" w14:textId="0472CEE7" w:rsidR="005E022A" w:rsidRPr="005404CB" w:rsidRDefault="005E022A" w:rsidP="0012037E">
            <w:pPr>
              <w:pStyle w:val="SIText"/>
            </w:pPr>
            <w:r w:rsidRPr="005E022A">
              <w:t>https://vetnet.gov.au/Pages/TrainingDocs.aspx?q=0d96fe23-5747-4c01-9d6f-3509ff8d3d47</w:t>
            </w:r>
          </w:p>
        </w:tc>
      </w:tr>
    </w:tbl>
    <w:p w14:paraId="7688FDF8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B61FD5" w14:textId="77777777" w:rsidR="00C93260" w:rsidRDefault="00C93260" w:rsidP="00BF3F0A">
      <w:r>
        <w:separator/>
      </w:r>
    </w:p>
    <w:p w14:paraId="73F02403" w14:textId="77777777" w:rsidR="00C93260" w:rsidRDefault="00C93260"/>
  </w:endnote>
  <w:endnote w:type="continuationSeparator" w:id="0">
    <w:p w14:paraId="1D2FCE5B" w14:textId="77777777" w:rsidR="00C93260" w:rsidRDefault="00C93260" w:rsidP="00BF3F0A">
      <w:r>
        <w:continuationSeparator/>
      </w:r>
    </w:p>
    <w:p w14:paraId="4E0C3FCA" w14:textId="77777777" w:rsidR="00C93260" w:rsidRDefault="00C93260"/>
  </w:endnote>
  <w:endnote w:type="continuationNotice" w:id="1">
    <w:p w14:paraId="362BF757" w14:textId="77777777" w:rsidR="00C93260" w:rsidRDefault="00C932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28D1A79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proofErr w:type="gramStart"/>
        <w:r w:rsidR="001E0849" w:rsidRPr="005404CB">
          <w:t>1</w:t>
        </w:r>
        <w:proofErr w:type="gramEnd"/>
        <w:r w:rsidRPr="000754EC">
          <w:fldChar w:fldCharType="end"/>
        </w:r>
      </w:p>
      <w:p w14:paraId="0E16F585" w14:textId="77777777" w:rsidR="00D810DE" w:rsidRDefault="000E25E6" w:rsidP="005F771F">
        <w:pPr>
          <w:pStyle w:val="SIText"/>
        </w:pPr>
        <w:r w:rsidRPr="000754EC">
          <w:t xml:space="preserve">Template </w:t>
        </w:r>
        <w:proofErr w:type="gramStart"/>
        <w:r w:rsidRPr="000754EC">
          <w:t>modified</w:t>
        </w:r>
        <w:proofErr w:type="gramEnd"/>
        <w:r w:rsidRPr="000754EC">
          <w:t xml:space="preserve">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1D5A27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024F07" w14:textId="77777777" w:rsidR="00C93260" w:rsidRDefault="00C93260" w:rsidP="00BF3F0A">
      <w:r>
        <w:separator/>
      </w:r>
    </w:p>
    <w:p w14:paraId="0E9EA899" w14:textId="77777777" w:rsidR="00C93260" w:rsidRDefault="00C93260"/>
  </w:footnote>
  <w:footnote w:type="continuationSeparator" w:id="0">
    <w:p w14:paraId="338C4CA0" w14:textId="77777777" w:rsidR="00C93260" w:rsidRDefault="00C93260" w:rsidP="00BF3F0A">
      <w:r>
        <w:continuationSeparator/>
      </w:r>
    </w:p>
    <w:p w14:paraId="286463AD" w14:textId="77777777" w:rsidR="00C93260" w:rsidRDefault="00C93260"/>
  </w:footnote>
  <w:footnote w:type="continuationNotice" w:id="1">
    <w:p w14:paraId="6A86FABD" w14:textId="77777777" w:rsidR="00C93260" w:rsidRDefault="00C9326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23004" w14:textId="5F807761" w:rsidR="009C2650" w:rsidRPr="000754EC" w:rsidRDefault="00C93260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299B8D5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6" type="#_x0000_t136" style="position:absolute;margin-left:0;margin-top:0;width:412.4pt;height:247.45pt;rotation:315;z-index:-251658752;mso-wrap-edited:f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D6FBA" w:rsidRPr="005E022A">
      <w:t>FWP</w:t>
    </w:r>
    <w:r w:rsidR="00A306FB">
      <w:t>COT</w:t>
    </w:r>
    <w:r w:rsidR="00FD6FBA">
      <w:t xml:space="preserve">3XXX </w:t>
    </w:r>
    <w:r w:rsidR="00FA7C0C">
      <w:t xml:space="preserve">Operate </w:t>
    </w:r>
    <w:r w:rsidR="001871E4">
      <w:t xml:space="preserve">timber </w:t>
    </w:r>
    <w:r w:rsidR="00FA7C0C">
      <w:t xml:space="preserve">finger jointing </w:t>
    </w:r>
    <w:r w:rsidR="003C08F2">
      <w:t>line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0AA1541"/>
    <w:multiLevelType w:val="multilevel"/>
    <w:tmpl w:val="033A33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BB1074"/>
    <w:multiLevelType w:val="multilevel"/>
    <w:tmpl w:val="B6488E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8704448"/>
    <w:multiLevelType w:val="multilevel"/>
    <w:tmpl w:val="82020C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E242CAF"/>
    <w:multiLevelType w:val="multilevel"/>
    <w:tmpl w:val="F0D0DA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262A16"/>
    <w:multiLevelType w:val="multilevel"/>
    <w:tmpl w:val="8BBA09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7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5"/>
  </w:num>
  <w:num w:numId="10">
    <w:abstractNumId w:val="10"/>
  </w:num>
  <w:num w:numId="11">
    <w:abstractNumId w:val="14"/>
  </w:num>
  <w:num w:numId="12">
    <w:abstractNumId w:val="13"/>
  </w:num>
  <w:num w:numId="13">
    <w:abstractNumId w:val="19"/>
  </w:num>
  <w:num w:numId="14">
    <w:abstractNumId w:val="4"/>
  </w:num>
  <w:num w:numId="15">
    <w:abstractNumId w:val="5"/>
  </w:num>
  <w:num w:numId="16">
    <w:abstractNumId w:val="20"/>
  </w:num>
  <w:num w:numId="17">
    <w:abstractNumId w:val="16"/>
  </w:num>
  <w:num w:numId="18">
    <w:abstractNumId w:val="18"/>
  </w:num>
  <w:num w:numId="19">
    <w:abstractNumId w:val="11"/>
  </w:num>
  <w:num w:numId="20">
    <w:abstractNumId w:val="8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DYyMTIzMbE0tDQyMbdU0lEKTi0uzszPAykwqwUAjwfNkiwAAAA="/>
  </w:docVars>
  <w:rsids>
    <w:rsidRoot w:val="005E022A"/>
    <w:rsid w:val="000014B9"/>
    <w:rsid w:val="0000484B"/>
    <w:rsid w:val="00005A15"/>
    <w:rsid w:val="0001108F"/>
    <w:rsid w:val="000115E2"/>
    <w:rsid w:val="000126D0"/>
    <w:rsid w:val="0001296A"/>
    <w:rsid w:val="00012BEC"/>
    <w:rsid w:val="00016803"/>
    <w:rsid w:val="0002184B"/>
    <w:rsid w:val="00023992"/>
    <w:rsid w:val="00024CD2"/>
    <w:rsid w:val="000254A3"/>
    <w:rsid w:val="000275AE"/>
    <w:rsid w:val="000275BE"/>
    <w:rsid w:val="00041E59"/>
    <w:rsid w:val="00064BFE"/>
    <w:rsid w:val="00067EC8"/>
    <w:rsid w:val="00070B3E"/>
    <w:rsid w:val="00071F95"/>
    <w:rsid w:val="000737BB"/>
    <w:rsid w:val="00074E47"/>
    <w:rsid w:val="000754EC"/>
    <w:rsid w:val="00081E33"/>
    <w:rsid w:val="0009093B"/>
    <w:rsid w:val="00093F1C"/>
    <w:rsid w:val="000A5441"/>
    <w:rsid w:val="000B2022"/>
    <w:rsid w:val="000C149A"/>
    <w:rsid w:val="000C1E13"/>
    <w:rsid w:val="000C224E"/>
    <w:rsid w:val="000E25E6"/>
    <w:rsid w:val="000E2C86"/>
    <w:rsid w:val="000E7243"/>
    <w:rsid w:val="000F29F2"/>
    <w:rsid w:val="000F576A"/>
    <w:rsid w:val="000F5905"/>
    <w:rsid w:val="000F6B6E"/>
    <w:rsid w:val="00100911"/>
    <w:rsid w:val="00100FC5"/>
    <w:rsid w:val="00101659"/>
    <w:rsid w:val="00105AEA"/>
    <w:rsid w:val="001078BF"/>
    <w:rsid w:val="0012037E"/>
    <w:rsid w:val="00133957"/>
    <w:rsid w:val="0013421A"/>
    <w:rsid w:val="001372F6"/>
    <w:rsid w:val="00140C3B"/>
    <w:rsid w:val="00144385"/>
    <w:rsid w:val="00146EEC"/>
    <w:rsid w:val="00151D55"/>
    <w:rsid w:val="00151D93"/>
    <w:rsid w:val="0015523F"/>
    <w:rsid w:val="00156EF3"/>
    <w:rsid w:val="00170A7C"/>
    <w:rsid w:val="00176E4F"/>
    <w:rsid w:val="00180DE6"/>
    <w:rsid w:val="00181D28"/>
    <w:rsid w:val="0018546B"/>
    <w:rsid w:val="001871E4"/>
    <w:rsid w:val="00194A74"/>
    <w:rsid w:val="001A6A3E"/>
    <w:rsid w:val="001A7B6D"/>
    <w:rsid w:val="001B34D5"/>
    <w:rsid w:val="001B513A"/>
    <w:rsid w:val="001C0A75"/>
    <w:rsid w:val="001C1306"/>
    <w:rsid w:val="001D30EB"/>
    <w:rsid w:val="001D42BC"/>
    <w:rsid w:val="001D5C1B"/>
    <w:rsid w:val="001D7F5B"/>
    <w:rsid w:val="001E0849"/>
    <w:rsid w:val="001E16BC"/>
    <w:rsid w:val="001E16DF"/>
    <w:rsid w:val="001F2BA5"/>
    <w:rsid w:val="001F308D"/>
    <w:rsid w:val="00201A7C"/>
    <w:rsid w:val="00201A8F"/>
    <w:rsid w:val="0021210E"/>
    <w:rsid w:val="0021414D"/>
    <w:rsid w:val="00223124"/>
    <w:rsid w:val="00223C05"/>
    <w:rsid w:val="0022412C"/>
    <w:rsid w:val="00233143"/>
    <w:rsid w:val="00234444"/>
    <w:rsid w:val="00242293"/>
    <w:rsid w:val="00244EA7"/>
    <w:rsid w:val="0025359C"/>
    <w:rsid w:val="002617E7"/>
    <w:rsid w:val="00262FC3"/>
    <w:rsid w:val="0026394F"/>
    <w:rsid w:val="002673D3"/>
    <w:rsid w:val="00267AF6"/>
    <w:rsid w:val="00276DB8"/>
    <w:rsid w:val="00280489"/>
    <w:rsid w:val="00282664"/>
    <w:rsid w:val="002857C4"/>
    <w:rsid w:val="00285FB8"/>
    <w:rsid w:val="002970C3"/>
    <w:rsid w:val="002A4CD3"/>
    <w:rsid w:val="002A6CC4"/>
    <w:rsid w:val="002C55E9"/>
    <w:rsid w:val="002D0C8B"/>
    <w:rsid w:val="002D330A"/>
    <w:rsid w:val="002E0AD0"/>
    <w:rsid w:val="002E170C"/>
    <w:rsid w:val="002E193E"/>
    <w:rsid w:val="003052D3"/>
    <w:rsid w:val="00305EFF"/>
    <w:rsid w:val="00310A6A"/>
    <w:rsid w:val="003144E6"/>
    <w:rsid w:val="00316560"/>
    <w:rsid w:val="003278DF"/>
    <w:rsid w:val="003301F9"/>
    <w:rsid w:val="00336CC1"/>
    <w:rsid w:val="00337E82"/>
    <w:rsid w:val="00346FDC"/>
    <w:rsid w:val="00350BB1"/>
    <w:rsid w:val="00352C83"/>
    <w:rsid w:val="00366805"/>
    <w:rsid w:val="0037067D"/>
    <w:rsid w:val="00373436"/>
    <w:rsid w:val="00373D89"/>
    <w:rsid w:val="00374550"/>
    <w:rsid w:val="0038735B"/>
    <w:rsid w:val="00391456"/>
    <w:rsid w:val="003916D1"/>
    <w:rsid w:val="0039224F"/>
    <w:rsid w:val="00394C90"/>
    <w:rsid w:val="00397060"/>
    <w:rsid w:val="003A21F0"/>
    <w:rsid w:val="003A277F"/>
    <w:rsid w:val="003A58BA"/>
    <w:rsid w:val="003A5AE7"/>
    <w:rsid w:val="003A7221"/>
    <w:rsid w:val="003B3493"/>
    <w:rsid w:val="003C08F2"/>
    <w:rsid w:val="003C13AE"/>
    <w:rsid w:val="003C7152"/>
    <w:rsid w:val="003D2E73"/>
    <w:rsid w:val="003E72B6"/>
    <w:rsid w:val="003E7BBE"/>
    <w:rsid w:val="004127E3"/>
    <w:rsid w:val="00412FF8"/>
    <w:rsid w:val="00416C33"/>
    <w:rsid w:val="0043212E"/>
    <w:rsid w:val="00434366"/>
    <w:rsid w:val="00434ECE"/>
    <w:rsid w:val="00435FA2"/>
    <w:rsid w:val="00442089"/>
    <w:rsid w:val="00444423"/>
    <w:rsid w:val="00450273"/>
    <w:rsid w:val="00452F3E"/>
    <w:rsid w:val="0046239A"/>
    <w:rsid w:val="004640AE"/>
    <w:rsid w:val="00466F18"/>
    <w:rsid w:val="004679E3"/>
    <w:rsid w:val="004717F5"/>
    <w:rsid w:val="004748F1"/>
    <w:rsid w:val="00475172"/>
    <w:rsid w:val="00475419"/>
    <w:rsid w:val="004758B0"/>
    <w:rsid w:val="00477369"/>
    <w:rsid w:val="0048067C"/>
    <w:rsid w:val="004832D2"/>
    <w:rsid w:val="0048376D"/>
    <w:rsid w:val="00485559"/>
    <w:rsid w:val="0048685E"/>
    <w:rsid w:val="00497619"/>
    <w:rsid w:val="004A039B"/>
    <w:rsid w:val="004A142B"/>
    <w:rsid w:val="004A3860"/>
    <w:rsid w:val="004A44E8"/>
    <w:rsid w:val="004A581D"/>
    <w:rsid w:val="004A7706"/>
    <w:rsid w:val="004A77E3"/>
    <w:rsid w:val="004B29B7"/>
    <w:rsid w:val="004B7A28"/>
    <w:rsid w:val="004B7D8F"/>
    <w:rsid w:val="004C2244"/>
    <w:rsid w:val="004C79A1"/>
    <w:rsid w:val="004D0D5F"/>
    <w:rsid w:val="004D1569"/>
    <w:rsid w:val="004D44B1"/>
    <w:rsid w:val="004D597A"/>
    <w:rsid w:val="004E0460"/>
    <w:rsid w:val="004E1579"/>
    <w:rsid w:val="004E5FAE"/>
    <w:rsid w:val="004E6245"/>
    <w:rsid w:val="004E6741"/>
    <w:rsid w:val="004E7094"/>
    <w:rsid w:val="004F5DC7"/>
    <w:rsid w:val="004F78DA"/>
    <w:rsid w:val="00505AC7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BBC"/>
    <w:rsid w:val="00557D22"/>
    <w:rsid w:val="00564ADD"/>
    <w:rsid w:val="005708EB"/>
    <w:rsid w:val="00575BC6"/>
    <w:rsid w:val="0058185C"/>
    <w:rsid w:val="00583902"/>
    <w:rsid w:val="005A1D70"/>
    <w:rsid w:val="005A3AA5"/>
    <w:rsid w:val="005A3D4D"/>
    <w:rsid w:val="005A4CFA"/>
    <w:rsid w:val="005A6C9C"/>
    <w:rsid w:val="005A74DC"/>
    <w:rsid w:val="005B46E9"/>
    <w:rsid w:val="005B5146"/>
    <w:rsid w:val="005D1AFD"/>
    <w:rsid w:val="005E022A"/>
    <w:rsid w:val="005E51E6"/>
    <w:rsid w:val="005F027A"/>
    <w:rsid w:val="005F33CC"/>
    <w:rsid w:val="005F48E5"/>
    <w:rsid w:val="005F727C"/>
    <w:rsid w:val="005F771F"/>
    <w:rsid w:val="00600437"/>
    <w:rsid w:val="00601C78"/>
    <w:rsid w:val="006121D4"/>
    <w:rsid w:val="00613B18"/>
    <w:rsid w:val="00613B49"/>
    <w:rsid w:val="00616845"/>
    <w:rsid w:val="00620E8E"/>
    <w:rsid w:val="00633CFE"/>
    <w:rsid w:val="00634FCA"/>
    <w:rsid w:val="00643D1B"/>
    <w:rsid w:val="006440D4"/>
    <w:rsid w:val="006452B8"/>
    <w:rsid w:val="006516A6"/>
    <w:rsid w:val="00652E62"/>
    <w:rsid w:val="006630F5"/>
    <w:rsid w:val="00680DD6"/>
    <w:rsid w:val="00680FC4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5F98"/>
    <w:rsid w:val="00707741"/>
    <w:rsid w:val="007134FE"/>
    <w:rsid w:val="00715794"/>
    <w:rsid w:val="00717385"/>
    <w:rsid w:val="00722769"/>
    <w:rsid w:val="007249EA"/>
    <w:rsid w:val="00727901"/>
    <w:rsid w:val="0073075B"/>
    <w:rsid w:val="0073404B"/>
    <w:rsid w:val="007341FF"/>
    <w:rsid w:val="007404E9"/>
    <w:rsid w:val="007444CF"/>
    <w:rsid w:val="00752C75"/>
    <w:rsid w:val="00754BFD"/>
    <w:rsid w:val="00755CB7"/>
    <w:rsid w:val="00757005"/>
    <w:rsid w:val="00761DBE"/>
    <w:rsid w:val="0076523B"/>
    <w:rsid w:val="00771B60"/>
    <w:rsid w:val="007809D5"/>
    <w:rsid w:val="00781D77"/>
    <w:rsid w:val="00783509"/>
    <w:rsid w:val="00783549"/>
    <w:rsid w:val="007860B7"/>
    <w:rsid w:val="00786DC8"/>
    <w:rsid w:val="00796992"/>
    <w:rsid w:val="007A300D"/>
    <w:rsid w:val="007B62AE"/>
    <w:rsid w:val="007D3740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5BA5"/>
    <w:rsid w:val="00837FD6"/>
    <w:rsid w:val="008437E9"/>
    <w:rsid w:val="00845849"/>
    <w:rsid w:val="00847B60"/>
    <w:rsid w:val="00850243"/>
    <w:rsid w:val="00851BE5"/>
    <w:rsid w:val="008545EB"/>
    <w:rsid w:val="00865011"/>
    <w:rsid w:val="00873BBE"/>
    <w:rsid w:val="00886790"/>
    <w:rsid w:val="008908DE"/>
    <w:rsid w:val="008A0F05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1797E"/>
    <w:rsid w:val="00920927"/>
    <w:rsid w:val="00921B38"/>
    <w:rsid w:val="00923720"/>
    <w:rsid w:val="009278C9"/>
    <w:rsid w:val="009319E0"/>
    <w:rsid w:val="00932CD7"/>
    <w:rsid w:val="00944C09"/>
    <w:rsid w:val="00946F87"/>
    <w:rsid w:val="009527CB"/>
    <w:rsid w:val="00953835"/>
    <w:rsid w:val="00960F6C"/>
    <w:rsid w:val="00970747"/>
    <w:rsid w:val="009741E9"/>
    <w:rsid w:val="00980A5F"/>
    <w:rsid w:val="009828B0"/>
    <w:rsid w:val="0099198B"/>
    <w:rsid w:val="00996F36"/>
    <w:rsid w:val="00997BFC"/>
    <w:rsid w:val="009A5900"/>
    <w:rsid w:val="009A6E6C"/>
    <w:rsid w:val="009A6F3F"/>
    <w:rsid w:val="009A7A87"/>
    <w:rsid w:val="009B028D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06FB"/>
    <w:rsid w:val="00A32312"/>
    <w:rsid w:val="00A3639E"/>
    <w:rsid w:val="00A5092E"/>
    <w:rsid w:val="00A554D6"/>
    <w:rsid w:val="00A56E14"/>
    <w:rsid w:val="00A601BA"/>
    <w:rsid w:val="00A634CC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E52AA"/>
    <w:rsid w:val="00AF3957"/>
    <w:rsid w:val="00AF3AEC"/>
    <w:rsid w:val="00B0712C"/>
    <w:rsid w:val="00B12013"/>
    <w:rsid w:val="00B22C67"/>
    <w:rsid w:val="00B3508F"/>
    <w:rsid w:val="00B365AC"/>
    <w:rsid w:val="00B40FCA"/>
    <w:rsid w:val="00B443EE"/>
    <w:rsid w:val="00B507C4"/>
    <w:rsid w:val="00B560C8"/>
    <w:rsid w:val="00B61150"/>
    <w:rsid w:val="00B65BC7"/>
    <w:rsid w:val="00B72E1B"/>
    <w:rsid w:val="00B746B9"/>
    <w:rsid w:val="00B848D4"/>
    <w:rsid w:val="00B865B7"/>
    <w:rsid w:val="00BA1CB1"/>
    <w:rsid w:val="00BA4178"/>
    <w:rsid w:val="00BA4586"/>
    <w:rsid w:val="00BA482D"/>
    <w:rsid w:val="00BB1755"/>
    <w:rsid w:val="00BB23F4"/>
    <w:rsid w:val="00BC5075"/>
    <w:rsid w:val="00BC5419"/>
    <w:rsid w:val="00BC6127"/>
    <w:rsid w:val="00BD203A"/>
    <w:rsid w:val="00BD3B0F"/>
    <w:rsid w:val="00BE5889"/>
    <w:rsid w:val="00BF1D4C"/>
    <w:rsid w:val="00BF3F0A"/>
    <w:rsid w:val="00C04238"/>
    <w:rsid w:val="00C07B7B"/>
    <w:rsid w:val="00C143C3"/>
    <w:rsid w:val="00C14A6F"/>
    <w:rsid w:val="00C15CD2"/>
    <w:rsid w:val="00C1739B"/>
    <w:rsid w:val="00C20CF2"/>
    <w:rsid w:val="00C21ADE"/>
    <w:rsid w:val="00C23D97"/>
    <w:rsid w:val="00C26067"/>
    <w:rsid w:val="00C30A29"/>
    <w:rsid w:val="00C317DC"/>
    <w:rsid w:val="00C32F32"/>
    <w:rsid w:val="00C47752"/>
    <w:rsid w:val="00C51A7C"/>
    <w:rsid w:val="00C578E9"/>
    <w:rsid w:val="00C70626"/>
    <w:rsid w:val="00C72860"/>
    <w:rsid w:val="00C72A48"/>
    <w:rsid w:val="00C73582"/>
    <w:rsid w:val="00C73B90"/>
    <w:rsid w:val="00C742EC"/>
    <w:rsid w:val="00C85098"/>
    <w:rsid w:val="00C93260"/>
    <w:rsid w:val="00C96AF3"/>
    <w:rsid w:val="00C97CCC"/>
    <w:rsid w:val="00CA0274"/>
    <w:rsid w:val="00CA1372"/>
    <w:rsid w:val="00CA139A"/>
    <w:rsid w:val="00CB5D96"/>
    <w:rsid w:val="00CB6A2A"/>
    <w:rsid w:val="00CB746F"/>
    <w:rsid w:val="00CC451E"/>
    <w:rsid w:val="00CD4E9D"/>
    <w:rsid w:val="00CD4F4D"/>
    <w:rsid w:val="00CE7D19"/>
    <w:rsid w:val="00CF0CF5"/>
    <w:rsid w:val="00CF1D53"/>
    <w:rsid w:val="00CF2B3E"/>
    <w:rsid w:val="00D0201F"/>
    <w:rsid w:val="00D03685"/>
    <w:rsid w:val="00D07D4E"/>
    <w:rsid w:val="00D102BA"/>
    <w:rsid w:val="00D10FC8"/>
    <w:rsid w:val="00D115AA"/>
    <w:rsid w:val="00D11CAE"/>
    <w:rsid w:val="00D145BE"/>
    <w:rsid w:val="00D2035A"/>
    <w:rsid w:val="00D20C57"/>
    <w:rsid w:val="00D25D16"/>
    <w:rsid w:val="00D26FE5"/>
    <w:rsid w:val="00D32124"/>
    <w:rsid w:val="00D36BEE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92FBA"/>
    <w:rsid w:val="00DA0327"/>
    <w:rsid w:val="00DA0A81"/>
    <w:rsid w:val="00DA14B9"/>
    <w:rsid w:val="00DA3C10"/>
    <w:rsid w:val="00DA53B5"/>
    <w:rsid w:val="00DA6B9D"/>
    <w:rsid w:val="00DB0EDA"/>
    <w:rsid w:val="00DC0E79"/>
    <w:rsid w:val="00DC1D69"/>
    <w:rsid w:val="00DC5A3A"/>
    <w:rsid w:val="00DD0726"/>
    <w:rsid w:val="00DD342F"/>
    <w:rsid w:val="00DE3225"/>
    <w:rsid w:val="00DF12E9"/>
    <w:rsid w:val="00E032D6"/>
    <w:rsid w:val="00E16F7C"/>
    <w:rsid w:val="00E238E6"/>
    <w:rsid w:val="00E24EDF"/>
    <w:rsid w:val="00E34CD8"/>
    <w:rsid w:val="00E35064"/>
    <w:rsid w:val="00E3681D"/>
    <w:rsid w:val="00E40225"/>
    <w:rsid w:val="00E42934"/>
    <w:rsid w:val="00E501F0"/>
    <w:rsid w:val="00E601B4"/>
    <w:rsid w:val="00E6166D"/>
    <w:rsid w:val="00E91BFF"/>
    <w:rsid w:val="00E92933"/>
    <w:rsid w:val="00E94FAD"/>
    <w:rsid w:val="00EA099E"/>
    <w:rsid w:val="00EA6494"/>
    <w:rsid w:val="00EB0AA4"/>
    <w:rsid w:val="00EB10FF"/>
    <w:rsid w:val="00EB2B90"/>
    <w:rsid w:val="00EB5C88"/>
    <w:rsid w:val="00EB71C9"/>
    <w:rsid w:val="00EC0469"/>
    <w:rsid w:val="00EC0C3E"/>
    <w:rsid w:val="00ED0352"/>
    <w:rsid w:val="00EF01F8"/>
    <w:rsid w:val="00EF3268"/>
    <w:rsid w:val="00EF40EF"/>
    <w:rsid w:val="00EF47FE"/>
    <w:rsid w:val="00F00535"/>
    <w:rsid w:val="00F069BD"/>
    <w:rsid w:val="00F1480E"/>
    <w:rsid w:val="00F1497D"/>
    <w:rsid w:val="00F16AAC"/>
    <w:rsid w:val="00F250FF"/>
    <w:rsid w:val="00F30C7D"/>
    <w:rsid w:val="00F33FF2"/>
    <w:rsid w:val="00F438FC"/>
    <w:rsid w:val="00F46ABA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7C0C"/>
    <w:rsid w:val="00FB232E"/>
    <w:rsid w:val="00FC4A64"/>
    <w:rsid w:val="00FC7F80"/>
    <w:rsid w:val="00FD557D"/>
    <w:rsid w:val="00FD6FBA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A127E5"/>
  <w15:docId w15:val="{088EBCDA-43D0-4F21-B44C-5E5D31747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EB10F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22\1%20Develop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12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624771DC-3534-44C6-96B3-51C30AAF7CC6}">
  <we:reference id="wa200000368" version="1.0.0.0" store="en-US" storeType="OMEX"/>
  <we:alternateReferences>
    <we:reference id="WA200000368" version="1.0.0.0" store="WA200000368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  <SharedWithUsers xmlns="c5f7a395-ead5-4a20-a97c-528bed93594b">
      <UserInfo>
        <DisplayName>Georgiana Daian</DisplayName>
        <AccountId>27</AccountId>
        <AccountType/>
      </UserInfo>
    </SharedWithUsers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  <ds:schemaRef ds:uri="c5f7a395-ead5-4a20-a97c-528bed93594b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5327956-8510-4501-8B49-09D447E047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163</TotalTime>
  <Pages>5</Pages>
  <Words>1195</Words>
  <Characters>6818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cp:lastModifiedBy>Georgiana Daian</cp:lastModifiedBy>
  <cp:revision>151</cp:revision>
  <cp:lastPrinted>2016-05-27T22:21:00Z</cp:lastPrinted>
  <dcterms:created xsi:type="dcterms:W3CDTF">2021-08-18T18:46:00Z</dcterms:created>
  <dcterms:modified xsi:type="dcterms:W3CDTF">2022-01-31T05:47:00Z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