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2BE8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88B2A6" w14:textId="77777777" w:rsidTr="00146EEC">
        <w:tc>
          <w:tcPr>
            <w:tcW w:w="2689" w:type="dxa"/>
          </w:tcPr>
          <w:p w14:paraId="36235EE3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FC064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15E513F9" w14:textId="77777777" w:rsidTr="00146EEC">
        <w:tc>
          <w:tcPr>
            <w:tcW w:w="2689" w:type="dxa"/>
          </w:tcPr>
          <w:p w14:paraId="073A4547" w14:textId="16686FC9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proofErr w:type="gramStart"/>
            <w:r w:rsidR="00337E82" w:rsidRPr="005404CB">
              <w:t>1</w:t>
            </w:r>
            <w:proofErr w:type="gramEnd"/>
          </w:p>
        </w:tc>
        <w:tc>
          <w:tcPr>
            <w:tcW w:w="6939" w:type="dxa"/>
          </w:tcPr>
          <w:p w14:paraId="61806665" w14:textId="5B9A2DE9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8855AC">
              <w:t xml:space="preserve">FWP </w:t>
            </w:r>
            <w:r w:rsidR="00BA474F" w:rsidRPr="009A317C">
              <w:t xml:space="preserve">Forest and Wood Products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B236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103C04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B8A03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9057E0" w14:textId="6BFC9445" w:rsidR="00F1480E" w:rsidRPr="005404CB" w:rsidRDefault="002A10A5" w:rsidP="005404CB">
            <w:pPr>
              <w:pStyle w:val="SIUNITCODE"/>
            </w:pPr>
            <w:r w:rsidRPr="002A10A5"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618829CE" w14:textId="6D0894CA" w:rsidR="00F1480E" w:rsidRPr="005404CB" w:rsidRDefault="002A10A5" w:rsidP="005404CB">
            <w:pPr>
              <w:pStyle w:val="SIUnittitle"/>
            </w:pPr>
            <w:r w:rsidRPr="002A10A5">
              <w:t xml:space="preserve">Communicate effectively with public members or stakeholders concerned about </w:t>
            </w:r>
            <w:r w:rsidR="00402482">
              <w:t xml:space="preserve">forest </w:t>
            </w:r>
            <w:r w:rsidRPr="002A10A5">
              <w:t>practices</w:t>
            </w:r>
          </w:p>
        </w:tc>
      </w:tr>
      <w:tr w:rsidR="00F1480E" w:rsidRPr="00963A46" w14:paraId="12C55433" w14:textId="77777777" w:rsidTr="00CA2922">
        <w:tc>
          <w:tcPr>
            <w:tcW w:w="1396" w:type="pct"/>
            <w:shd w:val="clear" w:color="auto" w:fill="auto"/>
          </w:tcPr>
          <w:p w14:paraId="28E78320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49E22F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168840" w14:textId="7E557340" w:rsidR="00D14BF2" w:rsidRDefault="00D14BF2" w:rsidP="00D14BF2">
            <w:r w:rsidRPr="00D14BF2">
              <w:t xml:space="preserve">This unit of competency describes the skills and knowledge </w:t>
            </w:r>
            <w:proofErr w:type="gramStart"/>
            <w:r w:rsidRPr="00D14BF2">
              <w:t>required</w:t>
            </w:r>
            <w:proofErr w:type="gramEnd"/>
            <w:r w:rsidRPr="00D14BF2">
              <w:t xml:space="preserve"> to communicate effectively with members of the public or external stakeholders who are concerned about forest practices in a variety of settings. This may include protests, complaints and verbal dissent expressed in social and community situations, on social media, and in the workplace or </w:t>
            </w:r>
            <w:r w:rsidR="00285286">
              <w:t>forest worksite</w:t>
            </w:r>
            <w:r w:rsidRPr="00D14BF2">
              <w:t xml:space="preserve">. </w:t>
            </w:r>
          </w:p>
          <w:p w14:paraId="56EF8956" w14:textId="77777777" w:rsidR="00D14BF2" w:rsidRPr="00D14BF2" w:rsidRDefault="00D14BF2" w:rsidP="00D14BF2"/>
          <w:p w14:paraId="0C75D4F9" w14:textId="16FCCDD0" w:rsidR="00D14BF2" w:rsidRDefault="00D14BF2" w:rsidP="00D14BF2">
            <w:r w:rsidRPr="00D14BF2">
              <w:t>Th</w:t>
            </w:r>
            <w:r>
              <w:t>e</w:t>
            </w:r>
            <w:r w:rsidRPr="00D14BF2">
              <w:t xml:space="preserve"> unit applies to individuals who work in the forest and wood products industry, as well as related or similar industries, who may communicate with external stakeholders about forest practices. </w:t>
            </w:r>
          </w:p>
          <w:p w14:paraId="1DCBB386" w14:textId="77777777" w:rsidR="00933187" w:rsidRPr="00D14BF2" w:rsidRDefault="00933187" w:rsidP="00D14BF2"/>
          <w:p w14:paraId="1F780024" w14:textId="77777777" w:rsidR="00D14BF2" w:rsidRDefault="00D14BF2" w:rsidP="00D14BF2">
            <w:r w:rsidRPr="00D14BF2">
              <w:t xml:space="preserve">All communications must be </w:t>
            </w:r>
            <w:proofErr w:type="gramStart"/>
            <w:r w:rsidRPr="00D14BF2">
              <w:t>carried out</w:t>
            </w:r>
            <w:proofErr w:type="gramEnd"/>
            <w:r w:rsidRPr="00D14BF2">
              <w:t xml:space="preserve"> to comply with workplace procedures, according to state/territory health and safety regulations, legislation and standards that apply to the workplace.</w:t>
            </w:r>
          </w:p>
          <w:p w14:paraId="29829A8A" w14:textId="77777777" w:rsidR="00933187" w:rsidRPr="00D14BF2" w:rsidRDefault="00933187" w:rsidP="00D14BF2"/>
          <w:p w14:paraId="6565F06C" w14:textId="47AA0D5C" w:rsidR="00373436" w:rsidRPr="000754EC" w:rsidRDefault="00373436" w:rsidP="00933187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61309A5F" w14:textId="77777777" w:rsidTr="00CA2922">
        <w:tc>
          <w:tcPr>
            <w:tcW w:w="1396" w:type="pct"/>
            <w:shd w:val="clear" w:color="auto" w:fill="auto"/>
          </w:tcPr>
          <w:p w14:paraId="373BF0C2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902037" w14:textId="167C0FB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5ABC304" w14:textId="77777777" w:rsidTr="00CA2922">
        <w:tc>
          <w:tcPr>
            <w:tcW w:w="1396" w:type="pct"/>
            <w:shd w:val="clear" w:color="auto" w:fill="auto"/>
          </w:tcPr>
          <w:p w14:paraId="209F17C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2605BBB" w14:textId="7B9C0903" w:rsidR="00F1480E" w:rsidRPr="005404CB" w:rsidRDefault="00BF21A1" w:rsidP="005404CB">
            <w:pPr>
              <w:pStyle w:val="SIText"/>
            </w:pPr>
            <w:r>
              <w:t>Common Technical</w:t>
            </w:r>
            <w:r w:rsidR="00F1480E" w:rsidRPr="005404CB">
              <w:t xml:space="preserve"> (</w:t>
            </w:r>
            <w:r>
              <w:t>COT</w:t>
            </w:r>
            <w:r w:rsidR="00F1480E" w:rsidRPr="005404CB">
              <w:t>)</w:t>
            </w:r>
          </w:p>
        </w:tc>
      </w:tr>
    </w:tbl>
    <w:p w14:paraId="79653F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9B78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33A430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2E9F2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9839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7332D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722F9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88755E" w:rsidRPr="00963A46" w14:paraId="1C512B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F307EC" w14:textId="2F3351B7" w:rsidR="0088755E" w:rsidRPr="0088755E" w:rsidRDefault="0088755E" w:rsidP="0088755E">
            <w:pPr>
              <w:pStyle w:val="SIText"/>
            </w:pPr>
            <w:r w:rsidRPr="0088755E">
              <w:t xml:space="preserve">1. </w:t>
            </w:r>
            <w:proofErr w:type="gramStart"/>
            <w:r w:rsidRPr="0088755E">
              <w:t>Identify</w:t>
            </w:r>
            <w:proofErr w:type="gramEnd"/>
            <w:r w:rsidRPr="0088755E">
              <w:t xml:space="preserve"> strategies</w:t>
            </w:r>
            <w:r w:rsidR="00332732" w:rsidRPr="001503C9">
              <w:t xml:space="preserve"> </w:t>
            </w:r>
            <w:r w:rsidR="00332732" w:rsidRPr="00332732">
              <w:t>for positive relationships with public members or external stakeholders</w:t>
            </w:r>
          </w:p>
        </w:tc>
        <w:tc>
          <w:tcPr>
            <w:tcW w:w="3604" w:type="pct"/>
            <w:shd w:val="clear" w:color="auto" w:fill="auto"/>
          </w:tcPr>
          <w:p w14:paraId="29825BFF" w14:textId="640641E7" w:rsidR="0088755E" w:rsidRPr="000924FE" w:rsidRDefault="0088755E" w:rsidP="000924FE">
            <w:r w:rsidRPr="000924FE">
              <w:t>1.</w:t>
            </w:r>
            <w:r w:rsidR="00D06DDC">
              <w:t>1</w:t>
            </w:r>
            <w:r w:rsidR="000924FE">
              <w:t xml:space="preserve"> </w:t>
            </w:r>
            <w:r w:rsidR="00846008">
              <w:t xml:space="preserve">Confirm </w:t>
            </w:r>
            <w:r w:rsidR="001503C9" w:rsidRPr="001503C9">
              <w:t xml:space="preserve">industry </w:t>
            </w:r>
            <w:r w:rsidR="00AA337D">
              <w:t xml:space="preserve">regulations, </w:t>
            </w:r>
            <w:r w:rsidR="001503C9" w:rsidRPr="001503C9">
              <w:t xml:space="preserve">protocols, </w:t>
            </w:r>
            <w:r w:rsidR="00A66DE3">
              <w:t xml:space="preserve">standards </w:t>
            </w:r>
            <w:r w:rsidR="001503C9" w:rsidRPr="001503C9">
              <w:t xml:space="preserve">and workplace policies and procedures </w:t>
            </w:r>
            <w:r w:rsidR="00264DD0">
              <w:t>that se</w:t>
            </w:r>
            <w:r w:rsidR="00212F82">
              <w:t>t</w:t>
            </w:r>
            <w:r w:rsidR="00264DD0">
              <w:t xml:space="preserve"> </w:t>
            </w:r>
            <w:r w:rsidR="006538E5" w:rsidRPr="006538E5">
              <w:t xml:space="preserve">requirements </w:t>
            </w:r>
            <w:r w:rsidR="001503C9" w:rsidRPr="001503C9">
              <w:t xml:space="preserve">for building positive relationships with public </w:t>
            </w:r>
            <w:r w:rsidR="00077372">
              <w:t xml:space="preserve">members or external stakeholders </w:t>
            </w:r>
          </w:p>
          <w:p w14:paraId="207ED088" w14:textId="1102E21D" w:rsidR="00092B2D" w:rsidRPr="00092B2D" w:rsidRDefault="00092B2D" w:rsidP="00092B2D">
            <w:r w:rsidRPr="00092B2D">
              <w:t>1.</w:t>
            </w:r>
            <w:r w:rsidR="00D06DDC">
              <w:t>2</w:t>
            </w:r>
            <w:r w:rsidRPr="00092B2D">
              <w:t xml:space="preserve"> Recognise </w:t>
            </w:r>
            <w:r w:rsidR="009E3044">
              <w:t xml:space="preserve">external </w:t>
            </w:r>
            <w:r w:rsidR="00E13865">
              <w:t xml:space="preserve">stakeholders </w:t>
            </w:r>
            <w:r w:rsidRPr="00092B2D">
              <w:t xml:space="preserve">who </w:t>
            </w:r>
            <w:r w:rsidR="000A73D7">
              <w:t>may be</w:t>
            </w:r>
            <w:r w:rsidRPr="00092B2D">
              <w:t xml:space="preserve"> affected by or interested in forest-related activities</w:t>
            </w:r>
            <w:r w:rsidR="000C6886">
              <w:t xml:space="preserve"> and </w:t>
            </w:r>
            <w:proofErr w:type="gramStart"/>
            <w:r w:rsidR="007216C2">
              <w:t>identify</w:t>
            </w:r>
            <w:proofErr w:type="gramEnd"/>
            <w:r w:rsidR="00AC3962">
              <w:t xml:space="preserve"> </w:t>
            </w:r>
            <w:r w:rsidR="00FB40F7">
              <w:t xml:space="preserve">their </w:t>
            </w:r>
            <w:r w:rsidR="001550D2">
              <w:t xml:space="preserve">concerns </w:t>
            </w:r>
            <w:r w:rsidR="001550D2" w:rsidRPr="001550D2">
              <w:t>to inform discussion on forest-related activities</w:t>
            </w:r>
          </w:p>
          <w:p w14:paraId="09101B82" w14:textId="2C213D20" w:rsidR="0088755E" w:rsidRPr="000924FE" w:rsidRDefault="0088755E" w:rsidP="00A91EF6">
            <w:r w:rsidRPr="000924FE">
              <w:t>1.</w:t>
            </w:r>
            <w:r w:rsidR="00696977">
              <w:t>3</w:t>
            </w:r>
            <w:r w:rsidR="000924FE">
              <w:t xml:space="preserve"> </w:t>
            </w:r>
            <w:r w:rsidR="0093795B">
              <w:t>Confirm</w:t>
            </w:r>
            <w:r w:rsidR="001851F1">
              <w:t xml:space="preserve"> </w:t>
            </w:r>
            <w:r w:rsidRPr="000924FE">
              <w:t xml:space="preserve">strategies for </w:t>
            </w:r>
            <w:r w:rsidR="003D10A7">
              <w:t>engaging</w:t>
            </w:r>
            <w:r w:rsidR="00CE1C96" w:rsidRPr="000924FE">
              <w:t xml:space="preserve"> </w:t>
            </w:r>
            <w:r w:rsidRPr="000924FE">
              <w:t xml:space="preserve">with </w:t>
            </w:r>
            <w:r w:rsidR="00A119D7">
              <w:t xml:space="preserve">public members or </w:t>
            </w:r>
            <w:r w:rsidRPr="000924FE">
              <w:t>external stakeholders</w:t>
            </w:r>
            <w:r w:rsidR="00575790">
              <w:t xml:space="preserve"> </w:t>
            </w:r>
            <w:r w:rsidR="00CE1C96">
              <w:t>c</w:t>
            </w:r>
            <w:r w:rsidR="00575790">
              <w:t>oncern</w:t>
            </w:r>
            <w:r w:rsidR="00F700E6">
              <w:t>ed</w:t>
            </w:r>
            <w:r w:rsidR="00575790">
              <w:t xml:space="preserve"> about </w:t>
            </w:r>
            <w:r w:rsidR="00143772">
              <w:t xml:space="preserve">forest </w:t>
            </w:r>
            <w:r w:rsidR="00CE1C96">
              <w:t>activities</w:t>
            </w:r>
            <w:r w:rsidR="0005264A">
              <w:t xml:space="preserve"> </w:t>
            </w:r>
            <w:r w:rsidR="00A91EF6" w:rsidRPr="00A91EF6">
              <w:t>at forest worksites</w:t>
            </w:r>
            <w:r w:rsidR="00B40639">
              <w:t xml:space="preserve"> and </w:t>
            </w:r>
            <w:r w:rsidR="00A91EF6" w:rsidRPr="00A91EF6">
              <w:t xml:space="preserve">in </w:t>
            </w:r>
            <w:r w:rsidR="00B40639">
              <w:t>public settings</w:t>
            </w:r>
            <w:r w:rsidR="00A91EF6" w:rsidRPr="00A91EF6">
              <w:t xml:space="preserve"> </w:t>
            </w:r>
            <w:r w:rsidR="0005264A">
              <w:t>to avoid negative interaction</w:t>
            </w:r>
            <w:r w:rsidR="00C21368">
              <w:t>s</w:t>
            </w:r>
          </w:p>
          <w:p w14:paraId="3BA5D443" w14:textId="5322E130" w:rsidR="00B51E4B" w:rsidRPr="00B51E4B" w:rsidRDefault="00B51E4B" w:rsidP="00B51E4B">
            <w:r w:rsidRPr="00B51E4B">
              <w:t>1.</w:t>
            </w:r>
            <w:r w:rsidR="00696977">
              <w:t>4</w:t>
            </w:r>
            <w:r w:rsidRPr="00B51E4B">
              <w:t xml:space="preserve"> Access information on benefits of forest-related activities to </w:t>
            </w:r>
            <w:r w:rsidR="003C0274">
              <w:t xml:space="preserve">inform and </w:t>
            </w:r>
            <w:proofErr w:type="gramStart"/>
            <w:r w:rsidRPr="00B51E4B">
              <w:t>facilitate</w:t>
            </w:r>
            <w:proofErr w:type="gramEnd"/>
            <w:r w:rsidRPr="00B51E4B">
              <w:t xml:space="preserve"> engagement with public members or external stakeholders</w:t>
            </w:r>
          </w:p>
          <w:p w14:paraId="564125BA" w14:textId="6B03B69A" w:rsidR="0088755E" w:rsidRPr="0088755E" w:rsidRDefault="0088755E" w:rsidP="000924FE">
            <w:r w:rsidRPr="000924FE">
              <w:t>1.</w:t>
            </w:r>
            <w:r w:rsidR="00D06DDC">
              <w:t>5</w:t>
            </w:r>
            <w:r w:rsidR="000924FE">
              <w:t xml:space="preserve"> </w:t>
            </w:r>
            <w:r w:rsidR="0093795B">
              <w:t>Confirm</w:t>
            </w:r>
            <w:r w:rsidR="001D50D8" w:rsidRPr="000924FE">
              <w:t xml:space="preserve"> </w:t>
            </w:r>
            <w:r w:rsidR="00074CF6">
              <w:t xml:space="preserve">communication </w:t>
            </w:r>
            <w:r w:rsidRPr="000924FE">
              <w:t>strategies to alleviate concerns of</w:t>
            </w:r>
            <w:r w:rsidR="008E60C4">
              <w:t xml:space="preserve"> public members or</w:t>
            </w:r>
            <w:r w:rsidRPr="000924FE">
              <w:t xml:space="preserve"> external stakeholders</w:t>
            </w:r>
          </w:p>
        </w:tc>
      </w:tr>
      <w:tr w:rsidR="00A77C35" w:rsidRPr="00963A46" w14:paraId="35C18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A2E22" w14:textId="5E7398BA" w:rsidR="00A77C35" w:rsidRPr="00A77C35" w:rsidRDefault="00A77C35" w:rsidP="00A77C35">
            <w:pPr>
              <w:pStyle w:val="SIText"/>
            </w:pPr>
            <w:r w:rsidRPr="00A77C35">
              <w:t xml:space="preserve">2. </w:t>
            </w:r>
            <w:r w:rsidR="00DC54FB">
              <w:t>Use</w:t>
            </w:r>
            <w:r w:rsidR="00DC54FB" w:rsidRPr="00A77C35">
              <w:t xml:space="preserve"> </w:t>
            </w:r>
            <w:r w:rsidR="007050B1" w:rsidRPr="007050B1">
              <w:t>strategies for</w:t>
            </w:r>
            <w:r w:rsidR="00333FC4">
              <w:t xml:space="preserve"> interacting</w:t>
            </w:r>
            <w:r w:rsidR="007050B1" w:rsidRPr="007050B1">
              <w:t xml:space="preserve"> with public members or external stakeholders</w:t>
            </w:r>
          </w:p>
        </w:tc>
        <w:tc>
          <w:tcPr>
            <w:tcW w:w="3604" w:type="pct"/>
            <w:shd w:val="clear" w:color="auto" w:fill="auto"/>
          </w:tcPr>
          <w:p w14:paraId="09449285" w14:textId="394E92B2" w:rsidR="0058624D" w:rsidRDefault="00A77C35" w:rsidP="00A77C35">
            <w:pPr>
              <w:rPr>
                <w:rFonts w:eastAsiaTheme="minorEastAsia"/>
                <w:lang w:val="en-US"/>
              </w:rPr>
            </w:pPr>
            <w:r w:rsidRPr="00A77C35">
              <w:t>2.1</w:t>
            </w:r>
            <w:r>
              <w:t xml:space="preserve"> </w:t>
            </w:r>
            <w:r w:rsidR="000032AD">
              <w:t xml:space="preserve">Assess </w:t>
            </w:r>
            <w:r w:rsidR="004D580F" w:rsidRPr="004D580F">
              <w:t xml:space="preserve">engagement </w:t>
            </w:r>
            <w:r w:rsidR="00B5321E">
              <w:t xml:space="preserve">context </w:t>
            </w:r>
            <w:r w:rsidR="000E04A5">
              <w:t>and</w:t>
            </w:r>
            <w:r w:rsidR="00987C87">
              <w:t xml:space="preserve">, where </w:t>
            </w:r>
            <w:proofErr w:type="gramStart"/>
            <w:r w:rsidR="00987C87">
              <w:t>appropriate</w:t>
            </w:r>
            <w:proofErr w:type="gramEnd"/>
            <w:r w:rsidR="00987C87">
              <w:t xml:space="preserve">, </w:t>
            </w:r>
            <w:r w:rsidR="001F2171">
              <w:t>follow</w:t>
            </w:r>
            <w:r w:rsidR="0058624D">
              <w:t xml:space="preserve"> workplace </w:t>
            </w:r>
            <w:r w:rsidR="001F2171" w:rsidRPr="00FC4DCD">
              <w:rPr>
                <w:rFonts w:eastAsiaTheme="minorEastAsia"/>
                <w:lang w:val="en-US"/>
              </w:rPr>
              <w:t>procedure</w:t>
            </w:r>
            <w:r w:rsidR="000B08CD">
              <w:rPr>
                <w:rFonts w:eastAsiaTheme="minorEastAsia"/>
              </w:rPr>
              <w:t xml:space="preserve">s for </w:t>
            </w:r>
            <w:r w:rsidR="000B08CD" w:rsidRPr="00FC4DCD">
              <w:rPr>
                <w:rFonts w:eastAsiaTheme="minorEastAsia"/>
                <w:lang w:val="en-US"/>
              </w:rPr>
              <w:t>‘</w:t>
            </w:r>
            <w:proofErr w:type="spellStart"/>
            <w:r w:rsidR="000B08CD" w:rsidRPr="00FC4DCD">
              <w:rPr>
                <w:rFonts w:eastAsiaTheme="minorEastAsia"/>
                <w:lang w:val="en-US"/>
              </w:rPr>
              <w:t>unauthorised</w:t>
            </w:r>
            <w:proofErr w:type="spellEnd"/>
            <w:r w:rsidR="000B08CD" w:rsidRPr="00FC4DCD">
              <w:rPr>
                <w:rFonts w:eastAsiaTheme="minorEastAsia"/>
                <w:lang w:val="en-US"/>
              </w:rPr>
              <w:t xml:space="preserve"> entry’</w:t>
            </w:r>
            <w:r w:rsidR="003B7603" w:rsidRPr="00FC4DCD">
              <w:rPr>
                <w:rFonts w:eastAsiaTheme="minorEastAsia"/>
                <w:lang w:val="en-US"/>
              </w:rPr>
              <w:t xml:space="preserve"> </w:t>
            </w:r>
            <w:r w:rsidR="00EB367A">
              <w:rPr>
                <w:rFonts w:eastAsiaTheme="minorEastAsia"/>
              </w:rPr>
              <w:t xml:space="preserve">to </w:t>
            </w:r>
            <w:r w:rsidR="004343FF">
              <w:rPr>
                <w:rFonts w:eastAsiaTheme="minorEastAsia"/>
              </w:rPr>
              <w:t xml:space="preserve">forest </w:t>
            </w:r>
            <w:r w:rsidR="00EB367A">
              <w:rPr>
                <w:rFonts w:eastAsiaTheme="minorEastAsia"/>
              </w:rPr>
              <w:t>site</w:t>
            </w:r>
          </w:p>
          <w:p w14:paraId="726535D3" w14:textId="5D6F9BE7" w:rsidR="00A77C35" w:rsidRPr="00A77C35" w:rsidRDefault="00A77C35" w:rsidP="00A77C35">
            <w:r w:rsidRPr="00A77C35">
              <w:t>2.2</w:t>
            </w:r>
            <w:r>
              <w:t xml:space="preserve"> </w:t>
            </w:r>
            <w:r w:rsidRPr="00A77C35">
              <w:t xml:space="preserve">Use listening, </w:t>
            </w:r>
            <w:proofErr w:type="gramStart"/>
            <w:r w:rsidRPr="00A77C35">
              <w:t>reframing</w:t>
            </w:r>
            <w:proofErr w:type="gramEnd"/>
            <w:r w:rsidRPr="00A77C35">
              <w:t xml:space="preserve"> and questioning skills to facilitate a respectful dialogue with </w:t>
            </w:r>
            <w:r w:rsidR="007F54CA">
              <w:t>public members o</w:t>
            </w:r>
            <w:r w:rsidR="00D90354">
              <w:t>r</w:t>
            </w:r>
            <w:r w:rsidR="007F54CA">
              <w:t xml:space="preserve"> </w:t>
            </w:r>
            <w:r w:rsidRPr="00A77C35">
              <w:t>external stakeholders</w:t>
            </w:r>
          </w:p>
          <w:p w14:paraId="2FCECFAC" w14:textId="7AE08084" w:rsidR="00A77C35" w:rsidRPr="00A77C35" w:rsidRDefault="00A77C35" w:rsidP="00A77C35">
            <w:r w:rsidRPr="00A77C35">
              <w:t>2.3</w:t>
            </w:r>
            <w:r>
              <w:t xml:space="preserve"> </w:t>
            </w:r>
            <w:r w:rsidRPr="00A77C35">
              <w:t xml:space="preserve">Recognise concerns of </w:t>
            </w:r>
            <w:r w:rsidR="00A760EC">
              <w:t xml:space="preserve">public members or </w:t>
            </w:r>
            <w:r w:rsidRPr="00A77C35">
              <w:t>external stakeholders during interactions, and apply strategies to alleviate their concerns</w:t>
            </w:r>
          </w:p>
          <w:p w14:paraId="63E0737C" w14:textId="11AF4037" w:rsidR="002A7357" w:rsidRDefault="00A77C35" w:rsidP="00FC2745">
            <w:pPr>
              <w:pStyle w:val="SIText"/>
            </w:pPr>
            <w:r w:rsidRPr="00A77C35">
              <w:t>2.4</w:t>
            </w:r>
            <w:r>
              <w:t xml:space="preserve"> </w:t>
            </w:r>
            <w:r w:rsidRPr="00A77C35">
              <w:t xml:space="preserve">Follow workplace procedures if strategies are unsuccessful in alleviating concerns of </w:t>
            </w:r>
            <w:r w:rsidR="00221F3F">
              <w:t>public members o</w:t>
            </w:r>
            <w:r w:rsidR="00265813">
              <w:t xml:space="preserve">r </w:t>
            </w:r>
            <w:r w:rsidRPr="00A77C35">
              <w:t>external stakeholders</w:t>
            </w:r>
          </w:p>
          <w:p w14:paraId="1678DCF6" w14:textId="38BD161F" w:rsidR="004C600E" w:rsidRPr="00A77C35" w:rsidRDefault="004C600E" w:rsidP="00E80A4D">
            <w:pPr>
              <w:pStyle w:val="SIText"/>
            </w:pPr>
            <w:r w:rsidRPr="004C600E">
              <w:rPr>
                <w:rFonts w:eastAsia="ArialMT"/>
              </w:rPr>
              <w:t>2.</w:t>
            </w:r>
            <w:r w:rsidR="009B65D8">
              <w:rPr>
                <w:rFonts w:eastAsia="ArialMT"/>
              </w:rPr>
              <w:t>5</w:t>
            </w:r>
            <w:r w:rsidRPr="004C600E">
              <w:rPr>
                <w:rFonts w:eastAsia="ArialMT"/>
              </w:rPr>
              <w:t xml:space="preserve"> </w:t>
            </w:r>
            <w:r w:rsidR="00B87D6D">
              <w:rPr>
                <w:rFonts w:eastAsia="ArialMT"/>
              </w:rPr>
              <w:t>Inform</w:t>
            </w:r>
            <w:r w:rsidRPr="004C600E">
              <w:rPr>
                <w:rFonts w:eastAsia="ArialMT"/>
              </w:rPr>
              <w:t xml:space="preserve"> </w:t>
            </w:r>
            <w:r w:rsidR="00B452A4">
              <w:rPr>
                <w:rFonts w:eastAsia="ArialMT"/>
              </w:rPr>
              <w:t>relevant</w:t>
            </w:r>
            <w:r w:rsidR="00B87D6D" w:rsidRPr="00B87D6D">
              <w:rPr>
                <w:rFonts w:eastAsia="ArialMT"/>
              </w:rPr>
              <w:t xml:space="preserve"> personnel </w:t>
            </w:r>
            <w:r w:rsidR="00B87D6D">
              <w:rPr>
                <w:rFonts w:eastAsia="ArialMT"/>
              </w:rPr>
              <w:t xml:space="preserve">about </w:t>
            </w:r>
            <w:r w:rsidR="00E80A4D" w:rsidRPr="00E80A4D">
              <w:rPr>
                <w:rFonts w:eastAsia="ArialMT"/>
              </w:rPr>
              <w:t xml:space="preserve">public or external stakeholder </w:t>
            </w:r>
            <w:r w:rsidR="001F4414" w:rsidRPr="001F4414">
              <w:rPr>
                <w:rFonts w:eastAsia="ArialMT"/>
              </w:rPr>
              <w:t xml:space="preserve">questions </w:t>
            </w:r>
            <w:r w:rsidRPr="004C600E">
              <w:rPr>
                <w:rFonts w:eastAsia="ArialMT"/>
              </w:rPr>
              <w:t>and interactions</w:t>
            </w:r>
          </w:p>
        </w:tc>
      </w:tr>
      <w:tr w:rsidR="005D2B3D" w:rsidRPr="00963A46" w14:paraId="564239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68DEE9" w14:textId="06AB10EF" w:rsidR="005D2B3D" w:rsidRPr="005D2B3D" w:rsidRDefault="005D2B3D" w:rsidP="005D2B3D">
            <w:pPr>
              <w:pStyle w:val="SIText"/>
            </w:pPr>
            <w:r w:rsidRPr="005D2B3D">
              <w:lastRenderedPageBreak/>
              <w:t>3. Review participation in community and stakeholder interactions</w:t>
            </w:r>
          </w:p>
        </w:tc>
        <w:tc>
          <w:tcPr>
            <w:tcW w:w="3604" w:type="pct"/>
            <w:shd w:val="clear" w:color="auto" w:fill="auto"/>
          </w:tcPr>
          <w:p w14:paraId="0FA18ABC" w14:textId="45A536F5" w:rsidR="005D2B3D" w:rsidRPr="005D2B3D" w:rsidRDefault="005D2B3D" w:rsidP="003A0BB3">
            <w:r w:rsidRPr="005D2B3D">
              <w:t>3.1</w:t>
            </w:r>
            <w:r>
              <w:t xml:space="preserve"> </w:t>
            </w:r>
            <w:r w:rsidR="005E145B">
              <w:t xml:space="preserve">Reflect on </w:t>
            </w:r>
            <w:r w:rsidRPr="005D2B3D">
              <w:t xml:space="preserve">own interactions with </w:t>
            </w:r>
            <w:r w:rsidR="00A45D15">
              <w:t xml:space="preserve">public members or </w:t>
            </w:r>
            <w:r w:rsidRPr="005D2B3D">
              <w:t>external stakeholders</w:t>
            </w:r>
            <w:r w:rsidR="00A500C2">
              <w:t xml:space="preserve"> </w:t>
            </w:r>
            <w:r w:rsidR="00C14980">
              <w:t>c</w:t>
            </w:r>
            <w:r w:rsidR="00C14980" w:rsidRPr="00C14980">
              <w:t>oncerned about forest activities</w:t>
            </w:r>
            <w:r w:rsidR="00C14980">
              <w:t xml:space="preserve"> </w:t>
            </w:r>
            <w:r w:rsidR="00A500C2">
              <w:t>and</w:t>
            </w:r>
            <w:r w:rsidRPr="005D2B3D">
              <w:t xml:space="preserve"> </w:t>
            </w:r>
            <w:proofErr w:type="gramStart"/>
            <w:r w:rsidRPr="005D2B3D">
              <w:t>identify</w:t>
            </w:r>
            <w:proofErr w:type="gramEnd"/>
            <w:r w:rsidRPr="005D2B3D">
              <w:t xml:space="preserve"> areas for improvement</w:t>
            </w:r>
          </w:p>
          <w:p w14:paraId="7D84446E" w14:textId="33EC34AE" w:rsidR="005D2B3D" w:rsidRPr="005D2B3D" w:rsidRDefault="005D2B3D" w:rsidP="005D2B3D">
            <w:pPr>
              <w:pStyle w:val="SIText"/>
            </w:pPr>
            <w:r w:rsidRPr="005D2B3D">
              <w:t>3.</w:t>
            </w:r>
            <w:r w:rsidR="00A500C2">
              <w:t xml:space="preserve">2 </w:t>
            </w:r>
            <w:r w:rsidRPr="005D2B3D">
              <w:t xml:space="preserve">Discuss </w:t>
            </w:r>
            <w:r w:rsidR="005969E5">
              <w:t xml:space="preserve">difficult verbal </w:t>
            </w:r>
            <w:r w:rsidRPr="005D2B3D">
              <w:t xml:space="preserve">interactions </w:t>
            </w:r>
            <w:r w:rsidR="00AD1BDE">
              <w:t>and thei</w:t>
            </w:r>
            <w:r w:rsidR="0010100B">
              <w:t xml:space="preserve">r </w:t>
            </w:r>
            <w:r w:rsidR="00AD1BDE" w:rsidRPr="005D2B3D">
              <w:t xml:space="preserve">impact </w:t>
            </w:r>
            <w:r w:rsidR="009C378F">
              <w:t xml:space="preserve">on own </w:t>
            </w:r>
            <w:r w:rsidR="00A17D8E">
              <w:t xml:space="preserve">health and </w:t>
            </w:r>
            <w:r w:rsidR="00A17D8E" w:rsidRPr="00A17D8E">
              <w:t xml:space="preserve">wellbeing </w:t>
            </w:r>
            <w:r w:rsidRPr="005D2B3D">
              <w:t>with relevant personnel</w:t>
            </w:r>
          </w:p>
        </w:tc>
      </w:tr>
    </w:tbl>
    <w:p w14:paraId="14D0F84E" w14:textId="77777777" w:rsidR="002B236F" w:rsidRDefault="002B236F"/>
    <w:p w14:paraId="3A73BA78" w14:textId="77777777" w:rsidR="002B236F" w:rsidRDefault="002B236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2DBED6" w14:textId="77777777" w:rsidTr="00CA2922">
        <w:trPr>
          <w:tblHeader/>
        </w:trPr>
        <w:tc>
          <w:tcPr>
            <w:tcW w:w="5000" w:type="pct"/>
            <w:gridSpan w:val="2"/>
          </w:tcPr>
          <w:p w14:paraId="18F8352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1C3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939BE0" w14:textId="77777777" w:rsidTr="00CA2922">
        <w:trPr>
          <w:tblHeader/>
        </w:trPr>
        <w:tc>
          <w:tcPr>
            <w:tcW w:w="1396" w:type="pct"/>
          </w:tcPr>
          <w:p w14:paraId="43FEE32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5D5BB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35F80" w:rsidRPr="00336FCA" w:rsidDel="00423CB2" w14:paraId="6C6D3059" w14:textId="77777777" w:rsidTr="00CA2922">
        <w:tc>
          <w:tcPr>
            <w:tcW w:w="1396" w:type="pct"/>
          </w:tcPr>
          <w:p w14:paraId="35CF9C8B" w14:textId="3D7990B4" w:rsidR="00C35F80" w:rsidRPr="00C35F80" w:rsidRDefault="00C35F80" w:rsidP="00C35F80">
            <w:pPr>
              <w:pStyle w:val="SIText"/>
            </w:pPr>
            <w:r w:rsidRPr="00C35F80">
              <w:t>Reading</w:t>
            </w:r>
          </w:p>
        </w:tc>
        <w:tc>
          <w:tcPr>
            <w:tcW w:w="3604" w:type="pct"/>
          </w:tcPr>
          <w:p w14:paraId="21FFC675" w14:textId="49D5FF0F" w:rsidR="00C35F80" w:rsidRPr="00C35F80" w:rsidRDefault="001B1631" w:rsidP="00C35F80">
            <w:pPr>
              <w:pStyle w:val="SIBulletList1"/>
            </w:pPr>
            <w:proofErr w:type="gramStart"/>
            <w:r>
              <w:t>Identify</w:t>
            </w:r>
            <w:proofErr w:type="gramEnd"/>
            <w:r>
              <w:t xml:space="preserve"> and </w:t>
            </w:r>
            <w:r w:rsidR="00241AE4">
              <w:t xml:space="preserve">extract basic information </w:t>
            </w:r>
            <w:r w:rsidR="00C35F80" w:rsidRPr="00C35F80">
              <w:t xml:space="preserve">about </w:t>
            </w:r>
            <w:r w:rsidR="00BD0B6A">
              <w:t>public</w:t>
            </w:r>
            <w:r w:rsidR="00BD0B6A" w:rsidRPr="00C35F80">
              <w:t xml:space="preserve"> </w:t>
            </w:r>
            <w:r w:rsidR="00C35F80" w:rsidRPr="00C35F80">
              <w:t xml:space="preserve">and stakeholder engagement </w:t>
            </w:r>
            <w:r w:rsidR="0089147D">
              <w:t xml:space="preserve">from </w:t>
            </w:r>
            <w:r w:rsidR="00241AE4" w:rsidRPr="00AF785B">
              <w:t xml:space="preserve">workplace procedures </w:t>
            </w:r>
            <w:r w:rsidR="009E292A">
              <w:t xml:space="preserve">and documents </w:t>
            </w:r>
          </w:p>
        </w:tc>
      </w:tr>
    </w:tbl>
    <w:p w14:paraId="506C6D91" w14:textId="77777777" w:rsidR="00916CD7" w:rsidRDefault="00916CD7" w:rsidP="005F771F">
      <w:pPr>
        <w:pStyle w:val="SIText"/>
      </w:pPr>
    </w:p>
    <w:p w14:paraId="095F23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7373DA" w14:textId="77777777" w:rsidTr="00F33FF2">
        <w:tc>
          <w:tcPr>
            <w:tcW w:w="5000" w:type="pct"/>
            <w:gridSpan w:val="4"/>
          </w:tcPr>
          <w:p w14:paraId="21D0199E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94786E8" w14:textId="77777777" w:rsidTr="00F33FF2">
        <w:tc>
          <w:tcPr>
            <w:tcW w:w="1028" w:type="pct"/>
          </w:tcPr>
          <w:p w14:paraId="3330478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354EB3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3E191380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0DF39C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C301856" w14:textId="77777777" w:rsidTr="00F33FF2">
        <w:tc>
          <w:tcPr>
            <w:tcW w:w="1028" w:type="pct"/>
          </w:tcPr>
          <w:p w14:paraId="380F46F3" w14:textId="31E8F838" w:rsidR="00041E59" w:rsidRPr="005404CB" w:rsidRDefault="00A4025A" w:rsidP="002C2C94">
            <w:pPr>
              <w:pStyle w:val="SIText"/>
            </w:pPr>
            <w:r w:rsidRPr="00A4025A">
              <w:t xml:space="preserve">FWPCOT3XXX Communicate effectively with public members or stakeholders concerned about </w:t>
            </w:r>
            <w:r w:rsidR="002C2C94">
              <w:t>forest</w:t>
            </w:r>
            <w:r w:rsidRPr="00A4025A">
              <w:t xml:space="preserve"> practices</w:t>
            </w:r>
          </w:p>
        </w:tc>
        <w:tc>
          <w:tcPr>
            <w:tcW w:w="1105" w:type="pct"/>
          </w:tcPr>
          <w:p w14:paraId="3D21BBDC" w14:textId="52022070" w:rsidR="00041E59" w:rsidRPr="005404CB" w:rsidRDefault="00A4025A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C1FCB29" w14:textId="53B2760A" w:rsidR="00041E59" w:rsidRPr="005404CB" w:rsidRDefault="00394C90" w:rsidP="003C4071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25FDF8DE" w14:textId="77777777" w:rsidR="00F30C7D" w:rsidRPr="005404CB" w:rsidRDefault="00F30C7D" w:rsidP="005404CB">
            <w:pPr>
              <w:pStyle w:val="SIText"/>
            </w:pPr>
            <w:r>
              <w:t xml:space="preserve">Newly created </w:t>
            </w:r>
          </w:p>
          <w:p w14:paraId="1B4118BE" w14:textId="77777777" w:rsidR="00F30C7D" w:rsidRDefault="00F30C7D" w:rsidP="005404CB">
            <w:pPr>
              <w:pStyle w:val="SIText"/>
            </w:pPr>
          </w:p>
          <w:p w14:paraId="78B3938A" w14:textId="5AC96BE4" w:rsidR="00916CD7" w:rsidRPr="005404CB" w:rsidRDefault="00916CD7" w:rsidP="005404CB">
            <w:pPr>
              <w:pStyle w:val="SIText"/>
            </w:pPr>
          </w:p>
        </w:tc>
      </w:tr>
    </w:tbl>
    <w:p w14:paraId="7C2250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6FD07" w14:textId="77777777" w:rsidTr="00CA2922">
        <w:tc>
          <w:tcPr>
            <w:tcW w:w="1396" w:type="pct"/>
            <w:shd w:val="clear" w:color="auto" w:fill="auto"/>
          </w:tcPr>
          <w:p w14:paraId="4B8336E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E5F0A9C" w14:textId="0C599F24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EA469A" w:rsidRPr="00EA469A">
                <w:t>https://vetnet.gov.au/Pages/TrainingDocs.aspx?q=0d96fe23-5747-4c01-9d6f-3509ff8d3d47</w:t>
              </w:r>
            </w:hyperlink>
          </w:p>
        </w:tc>
      </w:tr>
    </w:tbl>
    <w:p w14:paraId="25C5E736" w14:textId="77777777" w:rsidR="00F1480E" w:rsidRDefault="00F1480E" w:rsidP="005F771F">
      <w:pPr>
        <w:pStyle w:val="SIText"/>
      </w:pPr>
    </w:p>
    <w:p w14:paraId="3443CB2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4E930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D5440D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3BA078FF" w14:textId="1306544B" w:rsidR="00556C4C" w:rsidRPr="005404CB" w:rsidRDefault="00556C4C" w:rsidP="002C2C94">
            <w:pPr>
              <w:pStyle w:val="SIUnittitle"/>
            </w:pPr>
            <w:r w:rsidRPr="00F56827">
              <w:t xml:space="preserve">Assessment requirements for </w:t>
            </w:r>
            <w:r w:rsidR="002C2C94" w:rsidRPr="002C2C94">
              <w:t xml:space="preserve">FWPCOT3XXX Communicate effectively with public members or stakeholders concerned about </w:t>
            </w:r>
            <w:r w:rsidR="002C2C94">
              <w:t>forest</w:t>
            </w:r>
            <w:r w:rsidR="002C2C94" w:rsidRPr="002C2C94">
              <w:t xml:space="preserve"> practices</w:t>
            </w:r>
          </w:p>
        </w:tc>
      </w:tr>
      <w:tr w:rsidR="00556C4C" w:rsidRPr="00A55106" w14:paraId="4E5499E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6C06F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C8358A1" w14:textId="77777777" w:rsidTr="00113678">
        <w:tc>
          <w:tcPr>
            <w:tcW w:w="5000" w:type="pct"/>
            <w:gridSpan w:val="2"/>
            <w:shd w:val="clear" w:color="auto" w:fill="auto"/>
          </w:tcPr>
          <w:p w14:paraId="1EA23BFE" w14:textId="77777777" w:rsidR="0026394F" w:rsidRPr="005404CB" w:rsidRDefault="006E42FE" w:rsidP="005404CB">
            <w:pPr>
              <w:pStyle w:val="SIText"/>
            </w:pPr>
            <w:r w:rsidRPr="000754EC">
              <w:t xml:space="preserve">An individual </w:t>
            </w:r>
            <w:proofErr w:type="gramStart"/>
            <w:r w:rsidRPr="000754EC">
              <w:t>demonstrating</w:t>
            </w:r>
            <w:proofErr w:type="gramEnd"/>
            <w:r w:rsidRPr="000754EC">
              <w:t xml:space="preserve">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50E454C4" w14:textId="77777777" w:rsidR="0026394F" w:rsidRDefault="0026394F" w:rsidP="005404CB">
            <w:pPr>
              <w:pStyle w:val="SIText"/>
            </w:pPr>
          </w:p>
          <w:p w14:paraId="25034AA4" w14:textId="0FEE609A" w:rsidR="00241710" w:rsidRDefault="00241710" w:rsidP="00241710">
            <w:r w:rsidRPr="00241710">
              <w:t>There must be evidence that the individual has:</w:t>
            </w:r>
          </w:p>
          <w:p w14:paraId="70C27BC1" w14:textId="77777777" w:rsidR="004F50C9" w:rsidRPr="0070413E" w:rsidRDefault="004F50C9" w:rsidP="004F50C9">
            <w:pPr>
              <w:pStyle w:val="SIBulletList1"/>
            </w:pPr>
            <w:proofErr w:type="gramStart"/>
            <w:r>
              <w:t>i</w:t>
            </w:r>
            <w:r w:rsidRPr="0070413E">
              <w:t>dentif</w:t>
            </w:r>
            <w:r>
              <w:t>ied</w:t>
            </w:r>
            <w:proofErr w:type="gramEnd"/>
            <w:r w:rsidRPr="0070413E">
              <w:t xml:space="preserve"> common concerns </w:t>
            </w:r>
            <w:r>
              <w:t xml:space="preserve">of </w:t>
            </w:r>
            <w:r w:rsidRPr="0070413E">
              <w:t xml:space="preserve">key stakeholders who are affected by and/or interested in forest-related activities </w:t>
            </w:r>
          </w:p>
          <w:p w14:paraId="7012892E" w14:textId="77777777" w:rsidR="004F50C9" w:rsidRDefault="004F50C9" w:rsidP="004F50C9">
            <w:pPr>
              <w:pStyle w:val="SIBulletList1"/>
            </w:pPr>
            <w:r w:rsidRPr="00F353F7">
              <w:t>us</w:t>
            </w:r>
            <w:r>
              <w:t>ed</w:t>
            </w:r>
            <w:r w:rsidRPr="00F353F7">
              <w:t xml:space="preserve"> </w:t>
            </w:r>
            <w:proofErr w:type="gramStart"/>
            <w:r>
              <w:t xml:space="preserve">appropriate </w:t>
            </w:r>
            <w:r w:rsidRPr="00F353F7">
              <w:t>strategies</w:t>
            </w:r>
            <w:proofErr w:type="gramEnd"/>
            <w:r w:rsidRPr="00F353F7">
              <w:t xml:space="preserve"> to engag</w:t>
            </w:r>
            <w:r>
              <w:t>e</w:t>
            </w:r>
            <w:r w:rsidRPr="00F353F7">
              <w:t xml:space="preserve"> </w:t>
            </w:r>
            <w:r>
              <w:t xml:space="preserve">with public or </w:t>
            </w:r>
            <w:r w:rsidRPr="00F353F7">
              <w:t>external stakeholders and alleviat</w:t>
            </w:r>
            <w:r>
              <w:t>e</w:t>
            </w:r>
            <w:r w:rsidRPr="00F353F7">
              <w:t xml:space="preserve"> concerns regarding forest </w:t>
            </w:r>
            <w:r>
              <w:t>activities</w:t>
            </w:r>
            <w:r w:rsidRPr="00F353F7">
              <w:t xml:space="preserve"> </w:t>
            </w:r>
            <w:r>
              <w:t xml:space="preserve">for at least two situations, one </w:t>
            </w:r>
            <w:r w:rsidRPr="00A91EF6">
              <w:t xml:space="preserve">at </w:t>
            </w:r>
            <w:r>
              <w:t xml:space="preserve">a </w:t>
            </w:r>
            <w:r w:rsidRPr="00A91EF6">
              <w:t>forest worksite</w:t>
            </w:r>
            <w:r>
              <w:t xml:space="preserve"> and one </w:t>
            </w:r>
            <w:r w:rsidRPr="00A91EF6">
              <w:t xml:space="preserve">in </w:t>
            </w:r>
            <w:r>
              <w:t xml:space="preserve">a public setting, </w:t>
            </w:r>
            <w:r w:rsidRPr="00F353F7">
              <w:t xml:space="preserve">while adhering to </w:t>
            </w:r>
            <w:r w:rsidRPr="001503C9">
              <w:t xml:space="preserve">industry </w:t>
            </w:r>
            <w:r>
              <w:t xml:space="preserve">regulations, </w:t>
            </w:r>
            <w:r w:rsidRPr="001503C9">
              <w:t xml:space="preserve">protocols, </w:t>
            </w:r>
            <w:r>
              <w:t xml:space="preserve">standards </w:t>
            </w:r>
            <w:r w:rsidRPr="001503C9">
              <w:t>and workplace policies and procedures for building positive relationships</w:t>
            </w:r>
          </w:p>
          <w:p w14:paraId="296D2DD0" w14:textId="1225A379" w:rsidR="00556C4C" w:rsidRPr="005404CB" w:rsidRDefault="004F50C9" w:rsidP="004F50C9">
            <w:pPr>
              <w:pStyle w:val="SIBulletList1"/>
            </w:pPr>
            <w:r>
              <w:t xml:space="preserve">assessed </w:t>
            </w:r>
            <w:r w:rsidRPr="004F50C9">
              <w:t xml:space="preserve">one difficult verbal interaction with public or external stakeholders for effectiveness and </w:t>
            </w:r>
            <w:proofErr w:type="gramStart"/>
            <w:r w:rsidRPr="004F50C9">
              <w:t>identified</w:t>
            </w:r>
            <w:proofErr w:type="gramEnd"/>
            <w:r w:rsidRPr="004F50C9">
              <w:t xml:space="preserve"> areas for improvement.</w:t>
            </w:r>
          </w:p>
        </w:tc>
      </w:tr>
    </w:tbl>
    <w:p w14:paraId="35EC11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6F6BF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56DD2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922C319" w14:textId="77777777" w:rsidTr="00CA2922">
        <w:tc>
          <w:tcPr>
            <w:tcW w:w="5000" w:type="pct"/>
            <w:shd w:val="clear" w:color="auto" w:fill="auto"/>
          </w:tcPr>
          <w:p w14:paraId="2C8F0A60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</w:t>
            </w:r>
            <w:proofErr w:type="gramStart"/>
            <w:r>
              <w:t>demonstrate</w:t>
            </w:r>
            <w:proofErr w:type="gramEnd"/>
            <w:r>
              <w:t xml:space="preserve">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FC2BD59" w14:textId="2155A21C" w:rsidR="00313819" w:rsidRPr="00313819" w:rsidRDefault="00313819" w:rsidP="007A1FCC">
            <w:pPr>
              <w:pStyle w:val="SIBulletList1"/>
            </w:pPr>
            <w:r w:rsidRPr="00313819">
              <w:t>external stakeholders with views on forest</w:t>
            </w:r>
            <w:r w:rsidR="00C36F4D">
              <w:t xml:space="preserve">-related </w:t>
            </w:r>
            <w:r w:rsidRPr="00313819">
              <w:t>activities</w:t>
            </w:r>
            <w:r w:rsidR="00321FD0">
              <w:t xml:space="preserve"> and their concerns</w:t>
            </w:r>
            <w:r w:rsidRPr="00313819">
              <w:t>:</w:t>
            </w:r>
          </w:p>
          <w:p w14:paraId="4CE6F57E" w14:textId="77777777" w:rsidR="00313819" w:rsidRPr="00313819" w:rsidRDefault="00313819" w:rsidP="007A1FCC">
            <w:pPr>
              <w:pStyle w:val="SIBulletList1"/>
            </w:pPr>
            <w:r w:rsidRPr="00313819">
              <w:t>affected stakeholders</w:t>
            </w:r>
          </w:p>
          <w:p w14:paraId="5364CDC5" w14:textId="77777777" w:rsidR="00313819" w:rsidRPr="00313819" w:rsidRDefault="00313819" w:rsidP="007A1FCC">
            <w:pPr>
              <w:pStyle w:val="SIBulletList1"/>
            </w:pPr>
            <w:r w:rsidRPr="00313819">
              <w:t>interested stakeholders</w:t>
            </w:r>
          </w:p>
          <w:p w14:paraId="5D36E717" w14:textId="388F6A41" w:rsidR="00313819" w:rsidRDefault="00313819" w:rsidP="007A1FCC">
            <w:pPr>
              <w:pStyle w:val="SIBulletList1"/>
            </w:pPr>
            <w:r w:rsidRPr="00313819">
              <w:t>benefits to communities of forest-related activities</w:t>
            </w:r>
            <w:r w:rsidR="005710DC">
              <w:t>:</w:t>
            </w:r>
          </w:p>
          <w:p w14:paraId="1D44AB53" w14:textId="77777777" w:rsidR="007A1FCC" w:rsidRPr="007A1FCC" w:rsidRDefault="007A1FCC" w:rsidP="00A56E6A">
            <w:pPr>
              <w:pStyle w:val="SIBulletList2"/>
            </w:pPr>
            <w:r w:rsidRPr="007A1FCC">
              <w:t>social benefits</w:t>
            </w:r>
          </w:p>
          <w:p w14:paraId="6E6D55F5" w14:textId="77777777" w:rsidR="007A1FCC" w:rsidRPr="007A1FCC" w:rsidRDefault="007A1FCC" w:rsidP="00A56E6A">
            <w:pPr>
              <w:pStyle w:val="SIBulletList2"/>
            </w:pPr>
            <w:r w:rsidRPr="007A1FCC">
              <w:t>economic benefits</w:t>
            </w:r>
          </w:p>
          <w:p w14:paraId="73878ACB" w14:textId="77777777" w:rsidR="007A1FCC" w:rsidRPr="007A1FCC" w:rsidRDefault="007A1FCC" w:rsidP="00A56E6A">
            <w:pPr>
              <w:pStyle w:val="SIBulletList2"/>
            </w:pPr>
            <w:r w:rsidRPr="007A1FCC">
              <w:t>environmental benefits</w:t>
            </w:r>
          </w:p>
          <w:p w14:paraId="6F2A5119" w14:textId="45BF730C" w:rsidR="00313819" w:rsidRPr="00313819" w:rsidRDefault="00437223" w:rsidP="007A1FCC">
            <w:pPr>
              <w:pStyle w:val="SIBulletList1"/>
            </w:pPr>
            <w:r>
              <w:t xml:space="preserve">communication </w:t>
            </w:r>
            <w:r w:rsidR="002C6359">
              <w:t xml:space="preserve">styles, </w:t>
            </w:r>
            <w:r w:rsidR="00313819" w:rsidRPr="00313819">
              <w:t xml:space="preserve">techniques and strategies </w:t>
            </w:r>
            <w:r w:rsidR="00A41BA7">
              <w:t xml:space="preserve">used in the </w:t>
            </w:r>
            <w:r w:rsidR="000A0A3E">
              <w:t xml:space="preserve">forest industry </w:t>
            </w:r>
            <w:r w:rsidR="00313819" w:rsidRPr="00313819">
              <w:t xml:space="preserve">for </w:t>
            </w:r>
            <w:r w:rsidR="00BC6CA8" w:rsidRPr="001503C9">
              <w:t xml:space="preserve">building positive relationships with </w:t>
            </w:r>
            <w:r w:rsidR="00BC6CA8" w:rsidRPr="00BC6CA8">
              <w:t>public members or external stakeholders</w:t>
            </w:r>
            <w:r w:rsidR="00313819" w:rsidRPr="00313819">
              <w:t xml:space="preserve"> in a variety of settings:</w:t>
            </w:r>
          </w:p>
          <w:p w14:paraId="45761D60" w14:textId="77777777" w:rsidR="00313819" w:rsidRPr="00313819" w:rsidRDefault="00313819" w:rsidP="00A56E6A">
            <w:pPr>
              <w:pStyle w:val="SIBulletList2"/>
            </w:pPr>
            <w:r w:rsidRPr="00313819">
              <w:t>social and community settings</w:t>
            </w:r>
          </w:p>
          <w:p w14:paraId="5F51B7ED" w14:textId="77777777" w:rsidR="00313819" w:rsidRPr="00313819" w:rsidRDefault="00313819" w:rsidP="00A56E6A">
            <w:pPr>
              <w:pStyle w:val="SIBulletList2"/>
            </w:pPr>
            <w:r w:rsidRPr="00313819">
              <w:t>social media settings</w:t>
            </w:r>
          </w:p>
          <w:p w14:paraId="5D09E6F2" w14:textId="77777777" w:rsidR="00313819" w:rsidRPr="00313819" w:rsidRDefault="00313819" w:rsidP="00A56E6A">
            <w:pPr>
              <w:pStyle w:val="SIBulletList2"/>
            </w:pPr>
            <w:r w:rsidRPr="00313819">
              <w:t>workplace or on-site settings</w:t>
            </w:r>
          </w:p>
          <w:p w14:paraId="01F50AEB" w14:textId="77777777" w:rsidR="00F72CE5" w:rsidRPr="00A56E6A" w:rsidRDefault="005C7013" w:rsidP="007A1FCC">
            <w:pPr>
              <w:pStyle w:val="SIBulletList1"/>
            </w:pPr>
            <w:r>
              <w:t>workplace procedures</w:t>
            </w:r>
            <w:r w:rsidR="00C334A8">
              <w:rPr>
                <w:rFonts w:eastAsiaTheme="minorEastAsia"/>
              </w:rPr>
              <w:t xml:space="preserve"> </w:t>
            </w:r>
            <w:r w:rsidR="00C334A8" w:rsidRPr="00C334A8">
              <w:rPr>
                <w:rFonts w:eastAsiaTheme="minorEastAsia"/>
              </w:rPr>
              <w:t xml:space="preserve">for </w:t>
            </w:r>
            <w:r w:rsidR="00C334A8" w:rsidRPr="00FC4DCD">
              <w:rPr>
                <w:rFonts w:eastAsiaTheme="minorEastAsia"/>
                <w:lang w:val="en-US"/>
              </w:rPr>
              <w:t>‘</w:t>
            </w:r>
            <w:proofErr w:type="spellStart"/>
            <w:r w:rsidR="00C334A8" w:rsidRPr="00FC4DCD">
              <w:rPr>
                <w:rFonts w:eastAsiaTheme="minorEastAsia"/>
                <w:lang w:val="en-US"/>
              </w:rPr>
              <w:t>unauthorised</w:t>
            </w:r>
            <w:proofErr w:type="spellEnd"/>
            <w:r w:rsidR="00C334A8" w:rsidRPr="00FC4DCD">
              <w:rPr>
                <w:rFonts w:eastAsiaTheme="minorEastAsia"/>
                <w:lang w:val="en-US"/>
              </w:rPr>
              <w:t xml:space="preserve"> entry’</w:t>
            </w:r>
            <w:r w:rsidR="00C334A8" w:rsidRPr="00C334A8">
              <w:rPr>
                <w:rFonts w:eastAsiaTheme="minorEastAsia"/>
              </w:rPr>
              <w:t xml:space="preserve"> to forest site</w:t>
            </w:r>
          </w:p>
          <w:p w14:paraId="19D21753" w14:textId="3C9CE236" w:rsidR="005C7013" w:rsidRPr="005C7013" w:rsidRDefault="005C7013" w:rsidP="007A1FCC">
            <w:pPr>
              <w:pStyle w:val="SIBulletList1"/>
            </w:pPr>
            <w:r w:rsidRPr="005C7013">
              <w:t xml:space="preserve">techniques and strategies for </w:t>
            </w:r>
            <w:r w:rsidR="0083250F" w:rsidRPr="00A77C35">
              <w:t xml:space="preserve">alleviating concerns of </w:t>
            </w:r>
            <w:r w:rsidR="0083250F">
              <w:t xml:space="preserve">public members or </w:t>
            </w:r>
            <w:r w:rsidR="0083250F" w:rsidRPr="00A77C35">
              <w:t>external stakeholders</w:t>
            </w:r>
            <w:r w:rsidR="0083250F">
              <w:t xml:space="preserve"> about </w:t>
            </w:r>
            <w:r w:rsidR="0083250F" w:rsidRPr="00313819">
              <w:t>forest-related activities</w:t>
            </w:r>
            <w:r w:rsidR="0083250F">
              <w:t xml:space="preserve"> and </w:t>
            </w:r>
            <w:r w:rsidRPr="005C7013">
              <w:t>managing difficult verbal situations</w:t>
            </w:r>
          </w:p>
          <w:p w14:paraId="0EFC412F" w14:textId="64F14B36" w:rsidR="00AF0927" w:rsidRDefault="00270B56" w:rsidP="007A1FCC">
            <w:pPr>
              <w:pStyle w:val="SIBulletList1"/>
            </w:pPr>
            <w:r>
              <w:t xml:space="preserve">industry </w:t>
            </w:r>
            <w:r w:rsidR="00AF0927">
              <w:t xml:space="preserve">regulations, </w:t>
            </w:r>
            <w:r w:rsidR="00AF0927" w:rsidRPr="001503C9">
              <w:t xml:space="preserve">protocols, </w:t>
            </w:r>
            <w:r w:rsidR="00AF0927">
              <w:t xml:space="preserve">standards </w:t>
            </w:r>
            <w:r w:rsidR="00AF0927" w:rsidRPr="001503C9">
              <w:t>and workplace policies and procedures for building positive relationships</w:t>
            </w:r>
            <w:r w:rsidR="00B14211">
              <w:t xml:space="preserve"> with the public and external stakeholders </w:t>
            </w:r>
          </w:p>
          <w:p w14:paraId="71C68D2C" w14:textId="2E24D2DF" w:rsidR="00F1480E" w:rsidRPr="005404CB" w:rsidRDefault="00313819" w:rsidP="007A1FCC">
            <w:pPr>
              <w:pStyle w:val="SIBulletList1"/>
            </w:pPr>
            <w:r w:rsidRPr="00313819">
              <w:t xml:space="preserve">support services to deal with the impact of community and stakeholder relationships </w:t>
            </w:r>
            <w:r w:rsidR="009758E9">
              <w:t xml:space="preserve">on </w:t>
            </w:r>
            <w:r w:rsidR="00A63DFC">
              <w:t xml:space="preserve">health and </w:t>
            </w:r>
            <w:r w:rsidR="00A63DFC" w:rsidRPr="00A63DFC">
              <w:t xml:space="preserve">wellbeing </w:t>
            </w:r>
            <w:r w:rsidRPr="00313819">
              <w:t>in the forest industry</w:t>
            </w:r>
            <w:r w:rsidR="00A066E6">
              <w:t>.</w:t>
            </w:r>
          </w:p>
        </w:tc>
      </w:tr>
    </w:tbl>
    <w:p w14:paraId="75A388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1455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B857FD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DEA2A4C" w14:textId="77777777" w:rsidTr="00CA2922">
        <w:tc>
          <w:tcPr>
            <w:tcW w:w="5000" w:type="pct"/>
            <w:shd w:val="clear" w:color="auto" w:fill="auto"/>
          </w:tcPr>
          <w:p w14:paraId="5B1F4D75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92C97B1" w14:textId="7F693BEC" w:rsidR="004E6741" w:rsidRPr="005404CB" w:rsidRDefault="001D7F5B" w:rsidP="00AF785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2D263B04" w14:textId="77777777" w:rsidR="00295E34" w:rsidRPr="00295E34" w:rsidRDefault="00295E34" w:rsidP="00AF785B">
            <w:pPr>
              <w:pStyle w:val="SIBulletList2"/>
            </w:pPr>
            <w:r w:rsidRPr="00295E34">
              <w:t xml:space="preserve">skills must be </w:t>
            </w:r>
            <w:proofErr w:type="gramStart"/>
            <w:r w:rsidRPr="00295E34">
              <w:t>demonstrated</w:t>
            </w:r>
            <w:proofErr w:type="gramEnd"/>
            <w:r w:rsidRPr="00295E34">
              <w:t xml:space="preserve"> in a forest work environment or an environment that accurately represents workplace conditions</w:t>
            </w:r>
          </w:p>
          <w:p w14:paraId="15A4E4CB" w14:textId="7CCF29FB" w:rsidR="00F83D7C" w:rsidRPr="005404CB" w:rsidRDefault="00F83D7C" w:rsidP="00AF785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2DCB0AE2" w14:textId="3BF065A6" w:rsidR="00AF785B" w:rsidRPr="00AF785B" w:rsidRDefault="00AF785B" w:rsidP="008B399A">
            <w:pPr>
              <w:pStyle w:val="SIBulletList2"/>
            </w:pPr>
            <w:r w:rsidRPr="00AF785B">
              <w:t xml:space="preserve">workplace policies and procedures for </w:t>
            </w:r>
            <w:r w:rsidR="00044445">
              <w:t xml:space="preserve">external </w:t>
            </w:r>
            <w:r w:rsidRPr="00AF785B">
              <w:t>stakeholder engagement</w:t>
            </w:r>
            <w:r>
              <w:t>.</w:t>
            </w:r>
          </w:p>
          <w:p w14:paraId="47BCC500" w14:textId="77777777" w:rsidR="0021210E" w:rsidRDefault="0021210E" w:rsidP="005404CB">
            <w:pPr>
              <w:pStyle w:val="SIText"/>
            </w:pPr>
          </w:p>
          <w:p w14:paraId="1B685DFB" w14:textId="73A3A8A2" w:rsidR="00F1480E" w:rsidRPr="005404CB" w:rsidRDefault="007134FE" w:rsidP="00AF785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B655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C041BC" w14:textId="77777777" w:rsidTr="004679E3">
        <w:tc>
          <w:tcPr>
            <w:tcW w:w="990" w:type="pct"/>
            <w:shd w:val="clear" w:color="auto" w:fill="auto"/>
          </w:tcPr>
          <w:p w14:paraId="2ABB4B4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DE3E475" w14:textId="50A9FA6F" w:rsidR="00F1480E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EA469A">
              <w:t xml:space="preserve"> </w:t>
            </w:r>
            <w:hyperlink r:id="rId12" w:history="1">
              <w:r w:rsidR="00EA469A" w:rsidRPr="00EA469A">
                <w:t>https://vetnet.gov.au/Pages/TrainingDocs.aspx?q=0d96fe23-5747-4c01-9d6f-3509ff8d3d47</w:t>
              </w:r>
            </w:hyperlink>
          </w:p>
        </w:tc>
      </w:tr>
    </w:tbl>
    <w:p w14:paraId="7CA68BF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F325E" w14:textId="77777777" w:rsidR="00076751" w:rsidRDefault="00076751" w:rsidP="00BF3F0A">
      <w:r>
        <w:separator/>
      </w:r>
    </w:p>
    <w:p w14:paraId="33EC229B" w14:textId="77777777" w:rsidR="00076751" w:rsidRDefault="00076751"/>
  </w:endnote>
  <w:endnote w:type="continuationSeparator" w:id="0">
    <w:p w14:paraId="47C94EF2" w14:textId="77777777" w:rsidR="00076751" w:rsidRDefault="00076751" w:rsidP="00BF3F0A">
      <w:r>
        <w:continuationSeparator/>
      </w:r>
    </w:p>
    <w:p w14:paraId="10E66CDD" w14:textId="77777777" w:rsidR="00076751" w:rsidRDefault="000767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25D386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proofErr w:type="gramStart"/>
        <w:r w:rsidR="001E0849" w:rsidRPr="005404CB">
          <w:t>1</w:t>
        </w:r>
        <w:proofErr w:type="gramEnd"/>
        <w:r w:rsidRPr="000754EC">
          <w:fldChar w:fldCharType="end"/>
        </w:r>
      </w:p>
      <w:p w14:paraId="2D49447F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6ED592C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50F61" w14:textId="77777777" w:rsidR="00076751" w:rsidRDefault="00076751" w:rsidP="00BF3F0A">
      <w:r>
        <w:separator/>
      </w:r>
    </w:p>
    <w:p w14:paraId="61EBDF11" w14:textId="77777777" w:rsidR="00076751" w:rsidRDefault="00076751"/>
  </w:footnote>
  <w:footnote w:type="continuationSeparator" w:id="0">
    <w:p w14:paraId="22FA0975" w14:textId="77777777" w:rsidR="00076751" w:rsidRDefault="00076751" w:rsidP="00BF3F0A">
      <w:r>
        <w:continuationSeparator/>
      </w:r>
    </w:p>
    <w:p w14:paraId="6D49A252" w14:textId="77777777" w:rsidR="00076751" w:rsidRDefault="000767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5CF9" w14:textId="35C47DAA" w:rsidR="009C2650" w:rsidRPr="000754EC" w:rsidRDefault="008855A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0E81D8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10A5">
      <w:t xml:space="preserve">FWPCOT3XXX </w:t>
    </w:r>
    <w:r w:rsidR="002A10A5" w:rsidRPr="002A10A5">
      <w:t xml:space="preserve">Communicate effectively with public members or stakeholders concerned about </w:t>
    </w:r>
    <w:r w:rsidR="002C2C94">
      <w:t>forest</w:t>
    </w:r>
    <w:r w:rsidR="002A10A5" w:rsidRPr="002A10A5">
      <w:t xml:space="preserve">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467F1"/>
    <w:multiLevelType w:val="hybridMultilevel"/>
    <w:tmpl w:val="BD8652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3A367D"/>
    <w:multiLevelType w:val="hybridMultilevel"/>
    <w:tmpl w:val="4CDE54B6"/>
    <w:lvl w:ilvl="0" w:tplc="799E2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6023E"/>
    <w:multiLevelType w:val="hybridMultilevel"/>
    <w:tmpl w:val="4AE0C6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2D661A"/>
    <w:multiLevelType w:val="hybridMultilevel"/>
    <w:tmpl w:val="718224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3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2sjSwMLA0tzAwtDRR0lEKTi0uzszPAykwqQUAFy8n6SwAAAA="/>
  </w:docVars>
  <w:rsids>
    <w:rsidRoot w:val="002039DB"/>
    <w:rsid w:val="000014B9"/>
    <w:rsid w:val="000032AD"/>
    <w:rsid w:val="00005A15"/>
    <w:rsid w:val="0001046C"/>
    <w:rsid w:val="0001108F"/>
    <w:rsid w:val="000115E2"/>
    <w:rsid w:val="000126D0"/>
    <w:rsid w:val="0001296A"/>
    <w:rsid w:val="00016803"/>
    <w:rsid w:val="00023992"/>
    <w:rsid w:val="000275AE"/>
    <w:rsid w:val="00041E59"/>
    <w:rsid w:val="00044445"/>
    <w:rsid w:val="000449B5"/>
    <w:rsid w:val="00051DF0"/>
    <w:rsid w:val="0005264A"/>
    <w:rsid w:val="00064BFE"/>
    <w:rsid w:val="00066914"/>
    <w:rsid w:val="00070B3E"/>
    <w:rsid w:val="000716C8"/>
    <w:rsid w:val="00071F95"/>
    <w:rsid w:val="000737BB"/>
    <w:rsid w:val="00074CF6"/>
    <w:rsid w:val="00074E47"/>
    <w:rsid w:val="000754EC"/>
    <w:rsid w:val="00076751"/>
    <w:rsid w:val="00077372"/>
    <w:rsid w:val="0009093B"/>
    <w:rsid w:val="000924FE"/>
    <w:rsid w:val="00092B2D"/>
    <w:rsid w:val="000A0A3E"/>
    <w:rsid w:val="000A5441"/>
    <w:rsid w:val="000A73D7"/>
    <w:rsid w:val="000B08CD"/>
    <w:rsid w:val="000B2022"/>
    <w:rsid w:val="000B5C40"/>
    <w:rsid w:val="000B649A"/>
    <w:rsid w:val="000C149A"/>
    <w:rsid w:val="000C224E"/>
    <w:rsid w:val="000C6886"/>
    <w:rsid w:val="000E04A5"/>
    <w:rsid w:val="000E25E6"/>
    <w:rsid w:val="000E2C86"/>
    <w:rsid w:val="000F29F2"/>
    <w:rsid w:val="0010100B"/>
    <w:rsid w:val="00101659"/>
    <w:rsid w:val="00105AEA"/>
    <w:rsid w:val="001078BF"/>
    <w:rsid w:val="00121FEE"/>
    <w:rsid w:val="001305DF"/>
    <w:rsid w:val="0013293B"/>
    <w:rsid w:val="00133658"/>
    <w:rsid w:val="00133957"/>
    <w:rsid w:val="001372F6"/>
    <w:rsid w:val="00140A1D"/>
    <w:rsid w:val="00143772"/>
    <w:rsid w:val="00143CAF"/>
    <w:rsid w:val="00144385"/>
    <w:rsid w:val="00146EEC"/>
    <w:rsid w:val="001503C9"/>
    <w:rsid w:val="00151D55"/>
    <w:rsid w:val="00151D93"/>
    <w:rsid w:val="001550D2"/>
    <w:rsid w:val="00155B3A"/>
    <w:rsid w:val="00156EF3"/>
    <w:rsid w:val="00171DF8"/>
    <w:rsid w:val="00176E4F"/>
    <w:rsid w:val="001851F1"/>
    <w:rsid w:val="0018546B"/>
    <w:rsid w:val="001A6A3E"/>
    <w:rsid w:val="001A7B6D"/>
    <w:rsid w:val="001B1631"/>
    <w:rsid w:val="001B34D5"/>
    <w:rsid w:val="001B513A"/>
    <w:rsid w:val="001C0A75"/>
    <w:rsid w:val="001C1306"/>
    <w:rsid w:val="001C69C5"/>
    <w:rsid w:val="001D30EB"/>
    <w:rsid w:val="001D50D8"/>
    <w:rsid w:val="001D5C1B"/>
    <w:rsid w:val="001D7F5B"/>
    <w:rsid w:val="001E0849"/>
    <w:rsid w:val="001E16BC"/>
    <w:rsid w:val="001E16DF"/>
    <w:rsid w:val="001F2171"/>
    <w:rsid w:val="001F2BA5"/>
    <w:rsid w:val="001F308D"/>
    <w:rsid w:val="001F4414"/>
    <w:rsid w:val="00201A7C"/>
    <w:rsid w:val="002039DB"/>
    <w:rsid w:val="0021210E"/>
    <w:rsid w:val="00212F82"/>
    <w:rsid w:val="0021414D"/>
    <w:rsid w:val="0021746C"/>
    <w:rsid w:val="00221F3F"/>
    <w:rsid w:val="00223124"/>
    <w:rsid w:val="00233143"/>
    <w:rsid w:val="00234444"/>
    <w:rsid w:val="002350F7"/>
    <w:rsid w:val="00241710"/>
    <w:rsid w:val="00241AE4"/>
    <w:rsid w:val="00242293"/>
    <w:rsid w:val="00244EA7"/>
    <w:rsid w:val="00251018"/>
    <w:rsid w:val="00262FC3"/>
    <w:rsid w:val="0026394F"/>
    <w:rsid w:val="00264507"/>
    <w:rsid w:val="00264DD0"/>
    <w:rsid w:val="00265813"/>
    <w:rsid w:val="00267AF6"/>
    <w:rsid w:val="00270B56"/>
    <w:rsid w:val="00276DB8"/>
    <w:rsid w:val="00282664"/>
    <w:rsid w:val="00285286"/>
    <w:rsid w:val="00285FB8"/>
    <w:rsid w:val="00294DE0"/>
    <w:rsid w:val="00295E34"/>
    <w:rsid w:val="002970C3"/>
    <w:rsid w:val="002A10A5"/>
    <w:rsid w:val="002A4CD3"/>
    <w:rsid w:val="002A6CC4"/>
    <w:rsid w:val="002A7357"/>
    <w:rsid w:val="002B236F"/>
    <w:rsid w:val="002C15E9"/>
    <w:rsid w:val="002C2C94"/>
    <w:rsid w:val="002C55E9"/>
    <w:rsid w:val="002C6359"/>
    <w:rsid w:val="002D0C8B"/>
    <w:rsid w:val="002D330A"/>
    <w:rsid w:val="002E0A5F"/>
    <w:rsid w:val="002E170C"/>
    <w:rsid w:val="002E193E"/>
    <w:rsid w:val="002F7D71"/>
    <w:rsid w:val="00305EFF"/>
    <w:rsid w:val="00310A6A"/>
    <w:rsid w:val="00311631"/>
    <w:rsid w:val="00313819"/>
    <w:rsid w:val="003144E6"/>
    <w:rsid w:val="00321FD0"/>
    <w:rsid w:val="003314AD"/>
    <w:rsid w:val="00332732"/>
    <w:rsid w:val="00333FC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590"/>
    <w:rsid w:val="003A0BB3"/>
    <w:rsid w:val="003A21F0"/>
    <w:rsid w:val="003A277F"/>
    <w:rsid w:val="003A58BA"/>
    <w:rsid w:val="003A5AE7"/>
    <w:rsid w:val="003A7221"/>
    <w:rsid w:val="003B3493"/>
    <w:rsid w:val="003B7603"/>
    <w:rsid w:val="003C0274"/>
    <w:rsid w:val="003C13AE"/>
    <w:rsid w:val="003C4071"/>
    <w:rsid w:val="003C7152"/>
    <w:rsid w:val="003D10A7"/>
    <w:rsid w:val="003D2E73"/>
    <w:rsid w:val="003D2EDB"/>
    <w:rsid w:val="003E446E"/>
    <w:rsid w:val="003E72B6"/>
    <w:rsid w:val="003E7BBE"/>
    <w:rsid w:val="003F35CE"/>
    <w:rsid w:val="004007B4"/>
    <w:rsid w:val="00402482"/>
    <w:rsid w:val="004127E3"/>
    <w:rsid w:val="00421E11"/>
    <w:rsid w:val="0043212E"/>
    <w:rsid w:val="00434366"/>
    <w:rsid w:val="004343FF"/>
    <w:rsid w:val="00434ECE"/>
    <w:rsid w:val="00437223"/>
    <w:rsid w:val="00437E58"/>
    <w:rsid w:val="00440417"/>
    <w:rsid w:val="00444423"/>
    <w:rsid w:val="004516F6"/>
    <w:rsid w:val="00452F3E"/>
    <w:rsid w:val="004563C9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EDD"/>
    <w:rsid w:val="004A0820"/>
    <w:rsid w:val="004A142B"/>
    <w:rsid w:val="004A3860"/>
    <w:rsid w:val="004A44E8"/>
    <w:rsid w:val="004A581D"/>
    <w:rsid w:val="004A7706"/>
    <w:rsid w:val="004A77E3"/>
    <w:rsid w:val="004B29B7"/>
    <w:rsid w:val="004B6E54"/>
    <w:rsid w:val="004B7A28"/>
    <w:rsid w:val="004C2244"/>
    <w:rsid w:val="004C600E"/>
    <w:rsid w:val="004C79A1"/>
    <w:rsid w:val="004D0D5F"/>
    <w:rsid w:val="004D1569"/>
    <w:rsid w:val="004D44B1"/>
    <w:rsid w:val="004D5478"/>
    <w:rsid w:val="004D580F"/>
    <w:rsid w:val="004E0460"/>
    <w:rsid w:val="004E1579"/>
    <w:rsid w:val="004E1694"/>
    <w:rsid w:val="004E5FAE"/>
    <w:rsid w:val="004E6245"/>
    <w:rsid w:val="004E6741"/>
    <w:rsid w:val="004E7094"/>
    <w:rsid w:val="004F50C9"/>
    <w:rsid w:val="004F58D1"/>
    <w:rsid w:val="004F5DC7"/>
    <w:rsid w:val="004F78DA"/>
    <w:rsid w:val="005145AB"/>
    <w:rsid w:val="00520E9A"/>
    <w:rsid w:val="005248C1"/>
    <w:rsid w:val="00526134"/>
    <w:rsid w:val="0052674B"/>
    <w:rsid w:val="00536DD8"/>
    <w:rsid w:val="005404CB"/>
    <w:rsid w:val="005405B2"/>
    <w:rsid w:val="00541AF3"/>
    <w:rsid w:val="005427C8"/>
    <w:rsid w:val="005446D1"/>
    <w:rsid w:val="00556C4C"/>
    <w:rsid w:val="00557369"/>
    <w:rsid w:val="00557D22"/>
    <w:rsid w:val="00563CCA"/>
    <w:rsid w:val="00564ADD"/>
    <w:rsid w:val="005708EB"/>
    <w:rsid w:val="005710DC"/>
    <w:rsid w:val="00575790"/>
    <w:rsid w:val="00575BC6"/>
    <w:rsid w:val="00583902"/>
    <w:rsid w:val="0058624D"/>
    <w:rsid w:val="00596164"/>
    <w:rsid w:val="005969E5"/>
    <w:rsid w:val="005A1979"/>
    <w:rsid w:val="005A1D70"/>
    <w:rsid w:val="005A3AA5"/>
    <w:rsid w:val="005A6C9C"/>
    <w:rsid w:val="005A74DC"/>
    <w:rsid w:val="005B5146"/>
    <w:rsid w:val="005C7013"/>
    <w:rsid w:val="005D1AFD"/>
    <w:rsid w:val="005D2B3D"/>
    <w:rsid w:val="005E145B"/>
    <w:rsid w:val="005E180E"/>
    <w:rsid w:val="005E51E6"/>
    <w:rsid w:val="005F019D"/>
    <w:rsid w:val="005F027A"/>
    <w:rsid w:val="005F33CC"/>
    <w:rsid w:val="005F6AA1"/>
    <w:rsid w:val="005F771F"/>
    <w:rsid w:val="00602C1F"/>
    <w:rsid w:val="006121D4"/>
    <w:rsid w:val="00612692"/>
    <w:rsid w:val="00613B49"/>
    <w:rsid w:val="00616845"/>
    <w:rsid w:val="00620E8E"/>
    <w:rsid w:val="00623587"/>
    <w:rsid w:val="00623CF8"/>
    <w:rsid w:val="00625617"/>
    <w:rsid w:val="00631745"/>
    <w:rsid w:val="00631DF6"/>
    <w:rsid w:val="00633CFE"/>
    <w:rsid w:val="00634FCA"/>
    <w:rsid w:val="00643D1B"/>
    <w:rsid w:val="006452B8"/>
    <w:rsid w:val="00652E62"/>
    <w:rsid w:val="006538E5"/>
    <w:rsid w:val="0066722F"/>
    <w:rsid w:val="00683DDA"/>
    <w:rsid w:val="00686A49"/>
    <w:rsid w:val="00687B62"/>
    <w:rsid w:val="00690C44"/>
    <w:rsid w:val="00695726"/>
    <w:rsid w:val="00695C89"/>
    <w:rsid w:val="00696977"/>
    <w:rsid w:val="006969D9"/>
    <w:rsid w:val="006A2B68"/>
    <w:rsid w:val="006C2F32"/>
    <w:rsid w:val="006C392E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13E"/>
    <w:rsid w:val="007050B1"/>
    <w:rsid w:val="00705EEC"/>
    <w:rsid w:val="00707741"/>
    <w:rsid w:val="007125B4"/>
    <w:rsid w:val="007134FE"/>
    <w:rsid w:val="00715794"/>
    <w:rsid w:val="00717385"/>
    <w:rsid w:val="00717BFF"/>
    <w:rsid w:val="007216C2"/>
    <w:rsid w:val="00722769"/>
    <w:rsid w:val="00727901"/>
    <w:rsid w:val="0073075B"/>
    <w:rsid w:val="0073404B"/>
    <w:rsid w:val="007341FF"/>
    <w:rsid w:val="007404E9"/>
    <w:rsid w:val="007444CF"/>
    <w:rsid w:val="00752C75"/>
    <w:rsid w:val="0075540F"/>
    <w:rsid w:val="00757005"/>
    <w:rsid w:val="00761DBE"/>
    <w:rsid w:val="0076523B"/>
    <w:rsid w:val="00771B60"/>
    <w:rsid w:val="007816F8"/>
    <w:rsid w:val="00781D77"/>
    <w:rsid w:val="00783549"/>
    <w:rsid w:val="00784706"/>
    <w:rsid w:val="007860B7"/>
    <w:rsid w:val="00786DC8"/>
    <w:rsid w:val="0079219F"/>
    <w:rsid w:val="007A1FCC"/>
    <w:rsid w:val="007A300D"/>
    <w:rsid w:val="007B1CC4"/>
    <w:rsid w:val="007D5A78"/>
    <w:rsid w:val="007E3BD1"/>
    <w:rsid w:val="007F1563"/>
    <w:rsid w:val="007F1EB2"/>
    <w:rsid w:val="007F44DB"/>
    <w:rsid w:val="007F54CA"/>
    <w:rsid w:val="007F5A8B"/>
    <w:rsid w:val="00805053"/>
    <w:rsid w:val="00805FAB"/>
    <w:rsid w:val="00814A3D"/>
    <w:rsid w:val="00817D51"/>
    <w:rsid w:val="00822E74"/>
    <w:rsid w:val="00823530"/>
    <w:rsid w:val="00823FF4"/>
    <w:rsid w:val="00830267"/>
    <w:rsid w:val="008306E7"/>
    <w:rsid w:val="008322BE"/>
    <w:rsid w:val="0083250F"/>
    <w:rsid w:val="00834BC8"/>
    <w:rsid w:val="00837125"/>
    <w:rsid w:val="00837FD6"/>
    <w:rsid w:val="00846008"/>
    <w:rsid w:val="00847B60"/>
    <w:rsid w:val="00850243"/>
    <w:rsid w:val="00851BE5"/>
    <w:rsid w:val="008545EB"/>
    <w:rsid w:val="00865011"/>
    <w:rsid w:val="00865C69"/>
    <w:rsid w:val="008855AC"/>
    <w:rsid w:val="00886790"/>
    <w:rsid w:val="0088755E"/>
    <w:rsid w:val="008908DE"/>
    <w:rsid w:val="0089147D"/>
    <w:rsid w:val="008A12ED"/>
    <w:rsid w:val="008A39D3"/>
    <w:rsid w:val="008B2C77"/>
    <w:rsid w:val="008B4AD2"/>
    <w:rsid w:val="008B663E"/>
    <w:rsid w:val="008B7138"/>
    <w:rsid w:val="008E260C"/>
    <w:rsid w:val="008E39BE"/>
    <w:rsid w:val="008E60C4"/>
    <w:rsid w:val="008E62EC"/>
    <w:rsid w:val="008F32F6"/>
    <w:rsid w:val="00916CD7"/>
    <w:rsid w:val="00916F2D"/>
    <w:rsid w:val="00920927"/>
    <w:rsid w:val="00921B38"/>
    <w:rsid w:val="00923720"/>
    <w:rsid w:val="009278C9"/>
    <w:rsid w:val="00932CD7"/>
    <w:rsid w:val="00933187"/>
    <w:rsid w:val="0093795B"/>
    <w:rsid w:val="00944C09"/>
    <w:rsid w:val="009527CB"/>
    <w:rsid w:val="00953835"/>
    <w:rsid w:val="00960F6C"/>
    <w:rsid w:val="00970747"/>
    <w:rsid w:val="009758E9"/>
    <w:rsid w:val="00987C87"/>
    <w:rsid w:val="00997BFC"/>
    <w:rsid w:val="009A5900"/>
    <w:rsid w:val="009A6E6C"/>
    <w:rsid w:val="009A6F3F"/>
    <w:rsid w:val="009B331A"/>
    <w:rsid w:val="009B65D8"/>
    <w:rsid w:val="009C2650"/>
    <w:rsid w:val="009C2D65"/>
    <w:rsid w:val="009C378F"/>
    <w:rsid w:val="009D15E2"/>
    <w:rsid w:val="009D15FE"/>
    <w:rsid w:val="009D5D2C"/>
    <w:rsid w:val="009E292A"/>
    <w:rsid w:val="009E3044"/>
    <w:rsid w:val="009F03D8"/>
    <w:rsid w:val="009F0DCC"/>
    <w:rsid w:val="009F11CA"/>
    <w:rsid w:val="00A066E6"/>
    <w:rsid w:val="00A0695B"/>
    <w:rsid w:val="00A119D7"/>
    <w:rsid w:val="00A13052"/>
    <w:rsid w:val="00A17D8E"/>
    <w:rsid w:val="00A216A8"/>
    <w:rsid w:val="00A223A6"/>
    <w:rsid w:val="00A2244E"/>
    <w:rsid w:val="00A3639E"/>
    <w:rsid w:val="00A4025A"/>
    <w:rsid w:val="00A41BA7"/>
    <w:rsid w:val="00A45D15"/>
    <w:rsid w:val="00A500C2"/>
    <w:rsid w:val="00A5092E"/>
    <w:rsid w:val="00A554D6"/>
    <w:rsid w:val="00A56E14"/>
    <w:rsid w:val="00A56E6A"/>
    <w:rsid w:val="00A613F5"/>
    <w:rsid w:val="00A63DFC"/>
    <w:rsid w:val="00A6476B"/>
    <w:rsid w:val="00A66DE3"/>
    <w:rsid w:val="00A746EF"/>
    <w:rsid w:val="00A760EC"/>
    <w:rsid w:val="00A76C6C"/>
    <w:rsid w:val="00A77C35"/>
    <w:rsid w:val="00A805F6"/>
    <w:rsid w:val="00A87356"/>
    <w:rsid w:val="00A91EF6"/>
    <w:rsid w:val="00A92DD1"/>
    <w:rsid w:val="00AA14EE"/>
    <w:rsid w:val="00AA337D"/>
    <w:rsid w:val="00AA5338"/>
    <w:rsid w:val="00AA5D02"/>
    <w:rsid w:val="00AB1B8E"/>
    <w:rsid w:val="00AB3EC1"/>
    <w:rsid w:val="00AB46DE"/>
    <w:rsid w:val="00AC0696"/>
    <w:rsid w:val="00AC3962"/>
    <w:rsid w:val="00AC4C98"/>
    <w:rsid w:val="00AC5F6B"/>
    <w:rsid w:val="00AD08E0"/>
    <w:rsid w:val="00AD1BDE"/>
    <w:rsid w:val="00AD3896"/>
    <w:rsid w:val="00AD5B47"/>
    <w:rsid w:val="00AE062D"/>
    <w:rsid w:val="00AE1ED9"/>
    <w:rsid w:val="00AE2EB9"/>
    <w:rsid w:val="00AE32CB"/>
    <w:rsid w:val="00AF0927"/>
    <w:rsid w:val="00AF0D0B"/>
    <w:rsid w:val="00AF3957"/>
    <w:rsid w:val="00AF785B"/>
    <w:rsid w:val="00B02464"/>
    <w:rsid w:val="00B0712C"/>
    <w:rsid w:val="00B12013"/>
    <w:rsid w:val="00B14211"/>
    <w:rsid w:val="00B22C67"/>
    <w:rsid w:val="00B34F1D"/>
    <w:rsid w:val="00B3508F"/>
    <w:rsid w:val="00B40639"/>
    <w:rsid w:val="00B443EE"/>
    <w:rsid w:val="00B452A4"/>
    <w:rsid w:val="00B51E4B"/>
    <w:rsid w:val="00B5321E"/>
    <w:rsid w:val="00B560C8"/>
    <w:rsid w:val="00B61150"/>
    <w:rsid w:val="00B65BC7"/>
    <w:rsid w:val="00B746B9"/>
    <w:rsid w:val="00B81928"/>
    <w:rsid w:val="00B848D4"/>
    <w:rsid w:val="00B865B7"/>
    <w:rsid w:val="00B87D6D"/>
    <w:rsid w:val="00B93234"/>
    <w:rsid w:val="00BA1CB1"/>
    <w:rsid w:val="00BA4178"/>
    <w:rsid w:val="00BA474F"/>
    <w:rsid w:val="00BA482D"/>
    <w:rsid w:val="00BB1755"/>
    <w:rsid w:val="00BB23F4"/>
    <w:rsid w:val="00BC5075"/>
    <w:rsid w:val="00BC5419"/>
    <w:rsid w:val="00BC6CA8"/>
    <w:rsid w:val="00BD0B6A"/>
    <w:rsid w:val="00BD3B0F"/>
    <w:rsid w:val="00BE5889"/>
    <w:rsid w:val="00BE594F"/>
    <w:rsid w:val="00BF1D4C"/>
    <w:rsid w:val="00BF21A1"/>
    <w:rsid w:val="00BF3F0A"/>
    <w:rsid w:val="00C00DA7"/>
    <w:rsid w:val="00C04238"/>
    <w:rsid w:val="00C143C3"/>
    <w:rsid w:val="00C14980"/>
    <w:rsid w:val="00C16326"/>
    <w:rsid w:val="00C1739B"/>
    <w:rsid w:val="00C21368"/>
    <w:rsid w:val="00C21ADE"/>
    <w:rsid w:val="00C23D97"/>
    <w:rsid w:val="00C26067"/>
    <w:rsid w:val="00C30A29"/>
    <w:rsid w:val="00C317DC"/>
    <w:rsid w:val="00C334A8"/>
    <w:rsid w:val="00C35F80"/>
    <w:rsid w:val="00C36F4D"/>
    <w:rsid w:val="00C555A0"/>
    <w:rsid w:val="00C578E9"/>
    <w:rsid w:val="00C70626"/>
    <w:rsid w:val="00C72860"/>
    <w:rsid w:val="00C72A48"/>
    <w:rsid w:val="00C73582"/>
    <w:rsid w:val="00C73B90"/>
    <w:rsid w:val="00C742EC"/>
    <w:rsid w:val="00C75114"/>
    <w:rsid w:val="00C94AC9"/>
    <w:rsid w:val="00C96AF3"/>
    <w:rsid w:val="00C97CCC"/>
    <w:rsid w:val="00CA0274"/>
    <w:rsid w:val="00CA139A"/>
    <w:rsid w:val="00CB746F"/>
    <w:rsid w:val="00CC001F"/>
    <w:rsid w:val="00CC20EF"/>
    <w:rsid w:val="00CC451E"/>
    <w:rsid w:val="00CD4E9D"/>
    <w:rsid w:val="00CD4F4D"/>
    <w:rsid w:val="00CE1C96"/>
    <w:rsid w:val="00CE7519"/>
    <w:rsid w:val="00CE7D19"/>
    <w:rsid w:val="00CF0CF5"/>
    <w:rsid w:val="00CF2B3E"/>
    <w:rsid w:val="00D0201F"/>
    <w:rsid w:val="00D03685"/>
    <w:rsid w:val="00D06DDC"/>
    <w:rsid w:val="00D07D4E"/>
    <w:rsid w:val="00D115AA"/>
    <w:rsid w:val="00D145BE"/>
    <w:rsid w:val="00D14BF2"/>
    <w:rsid w:val="00D2035A"/>
    <w:rsid w:val="00D20C57"/>
    <w:rsid w:val="00D21B0B"/>
    <w:rsid w:val="00D25D16"/>
    <w:rsid w:val="00D32124"/>
    <w:rsid w:val="00D54C76"/>
    <w:rsid w:val="00D632BB"/>
    <w:rsid w:val="00D71E43"/>
    <w:rsid w:val="00D727F3"/>
    <w:rsid w:val="00D73695"/>
    <w:rsid w:val="00D810DE"/>
    <w:rsid w:val="00D82593"/>
    <w:rsid w:val="00D8370B"/>
    <w:rsid w:val="00D87D32"/>
    <w:rsid w:val="00D90354"/>
    <w:rsid w:val="00D91188"/>
    <w:rsid w:val="00D91B1B"/>
    <w:rsid w:val="00D92C83"/>
    <w:rsid w:val="00DA0A81"/>
    <w:rsid w:val="00DA3C10"/>
    <w:rsid w:val="00DA53B5"/>
    <w:rsid w:val="00DA5629"/>
    <w:rsid w:val="00DC1D69"/>
    <w:rsid w:val="00DC5224"/>
    <w:rsid w:val="00DC54FB"/>
    <w:rsid w:val="00DC5A3A"/>
    <w:rsid w:val="00DD0726"/>
    <w:rsid w:val="00DD7C03"/>
    <w:rsid w:val="00E12436"/>
    <w:rsid w:val="00E13865"/>
    <w:rsid w:val="00E238E6"/>
    <w:rsid w:val="00E345CC"/>
    <w:rsid w:val="00E34CD8"/>
    <w:rsid w:val="00E35064"/>
    <w:rsid w:val="00E3681D"/>
    <w:rsid w:val="00E40225"/>
    <w:rsid w:val="00E43C70"/>
    <w:rsid w:val="00E501F0"/>
    <w:rsid w:val="00E6166D"/>
    <w:rsid w:val="00E80A4D"/>
    <w:rsid w:val="00E8302F"/>
    <w:rsid w:val="00E91BFF"/>
    <w:rsid w:val="00E92933"/>
    <w:rsid w:val="00E94FAD"/>
    <w:rsid w:val="00EA0561"/>
    <w:rsid w:val="00EA469A"/>
    <w:rsid w:val="00EB0AA4"/>
    <w:rsid w:val="00EB367A"/>
    <w:rsid w:val="00EB5C88"/>
    <w:rsid w:val="00EC0469"/>
    <w:rsid w:val="00EC0C3E"/>
    <w:rsid w:val="00EC71D6"/>
    <w:rsid w:val="00EF01F8"/>
    <w:rsid w:val="00EF3268"/>
    <w:rsid w:val="00EF40EF"/>
    <w:rsid w:val="00EF47FE"/>
    <w:rsid w:val="00EF6259"/>
    <w:rsid w:val="00F012EC"/>
    <w:rsid w:val="00F069BD"/>
    <w:rsid w:val="00F1480E"/>
    <w:rsid w:val="00F1497D"/>
    <w:rsid w:val="00F16AAC"/>
    <w:rsid w:val="00F30C7D"/>
    <w:rsid w:val="00F33FF2"/>
    <w:rsid w:val="00F353F7"/>
    <w:rsid w:val="00F438FC"/>
    <w:rsid w:val="00F5616F"/>
    <w:rsid w:val="00F56451"/>
    <w:rsid w:val="00F56827"/>
    <w:rsid w:val="00F62866"/>
    <w:rsid w:val="00F65EF0"/>
    <w:rsid w:val="00F700E6"/>
    <w:rsid w:val="00F71651"/>
    <w:rsid w:val="00F72CE5"/>
    <w:rsid w:val="00F76191"/>
    <w:rsid w:val="00F76CC6"/>
    <w:rsid w:val="00F83D7C"/>
    <w:rsid w:val="00FA5962"/>
    <w:rsid w:val="00FB0E07"/>
    <w:rsid w:val="00FB232E"/>
    <w:rsid w:val="00FB40F7"/>
    <w:rsid w:val="00FC274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D75439"/>
  <w15:docId w15:val="{D33A57A8-9972-48E3-904E-D27C8982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313819"/>
    <w:pPr>
      <w:ind w:left="720"/>
      <w:contextualSpacing/>
    </w:pPr>
  </w:style>
  <w:style w:type="paragraph" w:styleId="Revision">
    <w:name w:val="Revision"/>
    <w:hidden/>
    <w:uiPriority w:val="99"/>
    <w:semiHidden/>
    <w:rsid w:val="00493E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19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99B3FAB-0937-4E11-95EA-280E57318AE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82BDC2-365A-4EFB-959B-85C2C96E3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309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Georgiana Daian</dc:creator>
  <cp:lastModifiedBy>Georgiana Daian</cp:lastModifiedBy>
  <cp:revision>251</cp:revision>
  <cp:lastPrinted>2016-05-27T05:21:00Z</cp:lastPrinted>
  <dcterms:created xsi:type="dcterms:W3CDTF">2022-01-10T22:58:00Z</dcterms:created>
  <dcterms:modified xsi:type="dcterms:W3CDTF">2022-01-31T02:54:00Z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