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14B362C8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5858D3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85E41" w:rsidRPr="00963A46" w14:paraId="3CCE656A" w14:textId="77777777" w:rsidTr="00177046">
        <w:trPr>
          <w:tblHeader/>
        </w:trPr>
        <w:tc>
          <w:tcPr>
            <w:tcW w:w="1396" w:type="pct"/>
            <w:shd w:val="clear" w:color="auto" w:fill="auto"/>
          </w:tcPr>
          <w:p w14:paraId="42E58BBB" w14:textId="6549AFA7" w:rsidR="00F1480E" w:rsidRPr="000754EC" w:rsidRDefault="00485E41" w:rsidP="00F47281">
            <w:pPr>
              <w:pStyle w:val="SIUnittitle"/>
            </w:pPr>
            <w:r w:rsidRPr="00485E41">
              <w:t>FWP</w:t>
            </w:r>
            <w:r w:rsidR="006511C2">
              <w:t>COT</w:t>
            </w:r>
            <w:r w:rsidR="007370F2">
              <w:t>3</w:t>
            </w:r>
            <w:r w:rsidRPr="00485E41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452D3EC7" w:rsidR="00F1480E" w:rsidRPr="000754EC" w:rsidRDefault="0068639A" w:rsidP="00F47281">
            <w:pPr>
              <w:pStyle w:val="SIUnittitle"/>
            </w:pPr>
            <w:r>
              <w:t>Develop</w:t>
            </w:r>
            <w:r w:rsidR="001E74FD">
              <w:t xml:space="preserve"> knowledge of</w:t>
            </w:r>
            <w:r w:rsidR="0052502A" w:rsidRPr="0052502A">
              <w:t xml:space="preserve"> chain of custody certification requirements for forest and wood products</w:t>
            </w:r>
          </w:p>
        </w:tc>
      </w:tr>
      <w:tr w:rsidR="00485E41" w:rsidRPr="00963A46" w14:paraId="2304FCB4" w14:textId="77777777" w:rsidTr="0017704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43E690DE" w:rsidR="008E2FD6" w:rsidRDefault="008E2FD6" w:rsidP="006E6567">
            <w:pPr>
              <w:pStyle w:val="SIText"/>
            </w:pPr>
            <w:r w:rsidRPr="000F7282">
              <w:t xml:space="preserve">This unit of competency describes the skills and knowledge required </w:t>
            </w:r>
            <w:r w:rsidR="006B2C8C">
              <w:t>to</w:t>
            </w:r>
            <w:r w:rsidR="00ED6FF6">
              <w:t xml:space="preserve"> </w:t>
            </w:r>
            <w:r w:rsidR="005D3D9F">
              <w:t>recognise the purpose of chain of custody certification in the wood and forest products industry, identify workplace chain of custody policy, procedures and documentation and check for potential non-compliance with certification requirements in own area of work.</w:t>
            </w:r>
          </w:p>
          <w:p w14:paraId="303326BF" w14:textId="77777777" w:rsidR="006E6567" w:rsidRPr="000F7282" w:rsidRDefault="006E6567" w:rsidP="006E6567">
            <w:pPr>
              <w:pStyle w:val="SIText"/>
            </w:pPr>
          </w:p>
          <w:p w14:paraId="351E5A40" w14:textId="14DA585E" w:rsidR="008E2FD6" w:rsidRDefault="008E2FD6" w:rsidP="006E6567">
            <w:pPr>
              <w:pStyle w:val="SIText"/>
            </w:pPr>
            <w:r w:rsidRPr="000F7282">
              <w:t xml:space="preserve">The unit applies to </w:t>
            </w:r>
            <w:r w:rsidR="001E74FD">
              <w:t>operational staff</w:t>
            </w:r>
            <w:r w:rsidR="004C4A25">
              <w:t xml:space="preserve"> who are engaged in </w:t>
            </w:r>
            <w:r w:rsidR="001E74FD">
              <w:t xml:space="preserve">forest and wood </w:t>
            </w:r>
            <w:r w:rsidR="007A7468">
              <w:t xml:space="preserve">product </w:t>
            </w:r>
            <w:r w:rsidR="00B1357F">
              <w:t>procurement,</w:t>
            </w:r>
            <w:r w:rsidR="004C4A25">
              <w:t xml:space="preserve"> </w:t>
            </w:r>
            <w:r w:rsidR="001E74FD">
              <w:t xml:space="preserve">processing, sales and distribution </w:t>
            </w:r>
            <w:r w:rsidR="004C4A25">
              <w:t>operations</w:t>
            </w:r>
            <w:r w:rsidR="006B2C8C">
              <w:t>.</w:t>
            </w:r>
            <w:r w:rsidRPr="000F7282">
              <w:t xml:space="preserve"> </w:t>
            </w:r>
          </w:p>
          <w:p w14:paraId="70DFBFED" w14:textId="77777777" w:rsidR="008E2FD6" w:rsidRPr="000F7282" w:rsidRDefault="008E2FD6" w:rsidP="006E6567">
            <w:pPr>
              <w:pStyle w:val="SIText"/>
            </w:pPr>
          </w:p>
          <w:p w14:paraId="1DECDDC8" w14:textId="40E13C9E" w:rsidR="00373436" w:rsidRPr="000754EC" w:rsidRDefault="008E2FD6" w:rsidP="006E6567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485E41" w:rsidRPr="00963A46" w14:paraId="54EA39BE" w14:textId="77777777" w:rsidTr="0017704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485E41" w:rsidRPr="00963A46" w14:paraId="612D006D" w14:textId="77777777" w:rsidTr="0017704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43A75F05" w:rsidR="008547E9" w:rsidRPr="000754EC" w:rsidRDefault="00A470AE" w:rsidP="006B2C8C">
            <w:pPr>
              <w:pStyle w:val="SIText"/>
            </w:pPr>
            <w:r>
              <w:t>Common Technical (COT)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0B9B33FB" w14:textId="77777777" w:rsidTr="001B2D8B">
        <w:trPr>
          <w:cantSplit/>
        </w:trPr>
        <w:tc>
          <w:tcPr>
            <w:tcW w:w="1396" w:type="pct"/>
            <w:shd w:val="clear" w:color="auto" w:fill="auto"/>
          </w:tcPr>
          <w:p w14:paraId="7404D47D" w14:textId="5C8A73DB" w:rsidR="004C376B" w:rsidRPr="004C376B" w:rsidRDefault="00BB4198" w:rsidP="004C376B">
            <w:pPr>
              <w:pStyle w:val="SIText"/>
            </w:pPr>
            <w:r>
              <w:t xml:space="preserve">1. </w:t>
            </w:r>
            <w:r w:rsidR="00070FFB">
              <w:t>Recognise</w:t>
            </w:r>
            <w:r w:rsidR="009079A3">
              <w:t xml:space="preserve"> purpose of</w:t>
            </w:r>
            <w:r w:rsidR="004C376B" w:rsidRPr="004C376B">
              <w:t xml:space="preserve"> </w:t>
            </w:r>
            <w:r w:rsidR="00E57FC7">
              <w:t>chain of custody</w:t>
            </w:r>
            <w:r w:rsidR="004C376B" w:rsidRPr="004C376B">
              <w:t xml:space="preserve"> certification </w:t>
            </w:r>
          </w:p>
        </w:tc>
        <w:tc>
          <w:tcPr>
            <w:tcW w:w="3604" w:type="pct"/>
            <w:shd w:val="clear" w:color="auto" w:fill="auto"/>
          </w:tcPr>
          <w:p w14:paraId="724D2CAC" w14:textId="31809AC0" w:rsidR="009079A3" w:rsidRPr="009079A3" w:rsidRDefault="004C376B" w:rsidP="00BB4198">
            <w:pPr>
              <w:pStyle w:val="SIText"/>
            </w:pPr>
            <w:r w:rsidRPr="004C376B">
              <w:t>1.1</w:t>
            </w:r>
            <w:r w:rsidR="00E57FC7">
              <w:t xml:space="preserve"> </w:t>
            </w:r>
            <w:r w:rsidR="009079A3">
              <w:t xml:space="preserve">Recognise relationship between </w:t>
            </w:r>
            <w:r w:rsidR="009079A3" w:rsidRPr="009079A3">
              <w:t xml:space="preserve">forest management certification and </w:t>
            </w:r>
            <w:r w:rsidR="00BB4198">
              <w:t>chain of custody</w:t>
            </w:r>
            <w:r w:rsidR="009079A3" w:rsidRPr="009079A3">
              <w:t xml:space="preserve"> certification</w:t>
            </w:r>
          </w:p>
          <w:p w14:paraId="2C7F500D" w14:textId="27DF383B" w:rsidR="004C376B" w:rsidRDefault="009079A3" w:rsidP="00BB4198">
            <w:pPr>
              <w:pStyle w:val="SIText"/>
            </w:pPr>
            <w:r>
              <w:t xml:space="preserve">1.2 </w:t>
            </w:r>
            <w:r w:rsidR="00E57FC7">
              <w:t xml:space="preserve">Identify </w:t>
            </w:r>
            <w:r w:rsidR="00BA6BA9">
              <w:t xml:space="preserve">meaning and </w:t>
            </w:r>
            <w:r w:rsidR="00E57FC7">
              <w:t>objectives of chain of custody certification</w:t>
            </w:r>
          </w:p>
          <w:p w14:paraId="2538B597" w14:textId="5FEB2F74" w:rsidR="00BB4198" w:rsidRPr="004C376B" w:rsidRDefault="00BB4198" w:rsidP="00BB4198">
            <w:pPr>
              <w:pStyle w:val="SIText"/>
            </w:pPr>
            <w:r>
              <w:t xml:space="preserve">1.3 </w:t>
            </w:r>
            <w:r w:rsidR="00BA6BA9">
              <w:t>Identify</w:t>
            </w:r>
            <w:r>
              <w:t xml:space="preserve"> chain of custody </w:t>
            </w:r>
            <w:r w:rsidR="00BA6BA9">
              <w:t xml:space="preserve">certification body and </w:t>
            </w:r>
            <w:r w:rsidR="00070FFB">
              <w:t xml:space="preserve">chain of custody </w:t>
            </w:r>
            <w:r w:rsidR="001D149D">
              <w:t xml:space="preserve">certification scheme </w:t>
            </w:r>
            <w:r>
              <w:t xml:space="preserve">relevant to </w:t>
            </w:r>
            <w:r w:rsidR="00070FFB">
              <w:t>own workplace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67D6BBF9" w:rsidR="004C376B" w:rsidRPr="004C376B" w:rsidRDefault="00BB4198" w:rsidP="004C376B">
            <w:pPr>
              <w:pStyle w:val="SIText"/>
            </w:pPr>
            <w:r>
              <w:t xml:space="preserve">2. </w:t>
            </w:r>
            <w:r w:rsidR="009079A3">
              <w:t xml:space="preserve">Confirm workplace chain of custody </w:t>
            </w:r>
            <w:r w:rsidR="00070FFB" w:rsidRPr="00070FFB">
              <w:t>procedures</w:t>
            </w:r>
            <w:r w:rsidR="00070FFB">
              <w:t xml:space="preserve"> relevant to </w:t>
            </w:r>
            <w:r w:rsidR="000719EA">
              <w:t xml:space="preserve">own </w:t>
            </w:r>
            <w:r w:rsidR="00070FFB">
              <w:t>job role</w:t>
            </w:r>
          </w:p>
        </w:tc>
        <w:tc>
          <w:tcPr>
            <w:tcW w:w="3604" w:type="pct"/>
            <w:shd w:val="clear" w:color="auto" w:fill="auto"/>
          </w:tcPr>
          <w:p w14:paraId="427F71AE" w14:textId="5C886083" w:rsidR="00070FFB" w:rsidRDefault="004C376B" w:rsidP="00BB4198">
            <w:pPr>
              <w:pStyle w:val="SIText"/>
            </w:pPr>
            <w:r w:rsidRPr="004C376B">
              <w:t xml:space="preserve">2.1 </w:t>
            </w:r>
            <w:r w:rsidR="00931386">
              <w:t xml:space="preserve">Recognise </w:t>
            </w:r>
            <w:r w:rsidR="00784163">
              <w:t xml:space="preserve">basic components of </w:t>
            </w:r>
            <w:r w:rsidR="00070FFB">
              <w:t xml:space="preserve">chain of custody </w:t>
            </w:r>
            <w:r w:rsidR="00784163">
              <w:t>system</w:t>
            </w:r>
            <w:r w:rsidR="00070FFB">
              <w:t xml:space="preserve"> and personnel responsible for coordination of chain of custody processes in own workplace</w:t>
            </w:r>
          </w:p>
          <w:p w14:paraId="17C3D6E3" w14:textId="1FCE5037" w:rsidR="004C376B" w:rsidRDefault="00070FFB" w:rsidP="00BB4198">
            <w:pPr>
              <w:pStyle w:val="SIText"/>
            </w:pPr>
            <w:r>
              <w:t xml:space="preserve">2.2 </w:t>
            </w:r>
            <w:r w:rsidR="00BB4198">
              <w:t>Identify c</w:t>
            </w:r>
            <w:r w:rsidR="00BB4198" w:rsidRPr="00BB4198">
              <w:t xml:space="preserve">hain of custody workplace procedures relevant to </w:t>
            </w:r>
            <w:r w:rsidR="000719EA">
              <w:t xml:space="preserve">own </w:t>
            </w:r>
            <w:r w:rsidR="00BB4198" w:rsidRPr="00BB4198">
              <w:t>job role</w:t>
            </w:r>
          </w:p>
          <w:p w14:paraId="3881FC30" w14:textId="3CD62A2B" w:rsidR="004C376B" w:rsidRDefault="004C376B" w:rsidP="00BB4198">
            <w:pPr>
              <w:pStyle w:val="SIText"/>
            </w:pPr>
            <w:r w:rsidRPr="004C376B">
              <w:t>2.</w:t>
            </w:r>
            <w:r w:rsidR="00784163">
              <w:t>3</w:t>
            </w:r>
            <w:r w:rsidRPr="004C376B">
              <w:t xml:space="preserve"> </w:t>
            </w:r>
            <w:r w:rsidR="00BB4198">
              <w:t xml:space="preserve">Identify </w:t>
            </w:r>
            <w:r w:rsidR="00BA6BA9">
              <w:t xml:space="preserve">types and purpose of </w:t>
            </w:r>
            <w:r w:rsidR="00BB4198">
              <w:t xml:space="preserve">chain of custody documentation relevant to </w:t>
            </w:r>
            <w:r w:rsidR="000719EA">
              <w:t xml:space="preserve">own </w:t>
            </w:r>
            <w:r w:rsidR="00BB4198">
              <w:t>job role</w:t>
            </w:r>
          </w:p>
          <w:p w14:paraId="18D84FBD" w14:textId="085B9170" w:rsidR="00155092" w:rsidRPr="004C376B" w:rsidRDefault="00155092" w:rsidP="00BB4198">
            <w:pPr>
              <w:pStyle w:val="SIText"/>
            </w:pPr>
            <w:r>
              <w:t xml:space="preserve">2.4 Identify product groups </w:t>
            </w:r>
            <w:r w:rsidR="00EF3E23">
              <w:t xml:space="preserve">covered by certification system relevant to job role </w:t>
            </w:r>
          </w:p>
          <w:p w14:paraId="542E76EA" w14:textId="47D30961" w:rsidR="004C376B" w:rsidRPr="004C376B" w:rsidRDefault="004C376B" w:rsidP="00BB4198">
            <w:pPr>
              <w:pStyle w:val="SIText"/>
            </w:pPr>
            <w:r w:rsidRPr="004C376B">
              <w:t>2.</w:t>
            </w:r>
            <w:r w:rsidR="00EF3E23">
              <w:t>5</w:t>
            </w:r>
            <w:r w:rsidRPr="004C376B">
              <w:t xml:space="preserve"> </w:t>
            </w:r>
            <w:r w:rsidR="00BB4198">
              <w:t>Confirm</w:t>
            </w:r>
            <w:r w:rsidR="00BB4198" w:rsidRPr="00BB4198">
              <w:t xml:space="preserve"> types</w:t>
            </w:r>
            <w:r w:rsidR="00BA6BA9">
              <w:t>, uses</w:t>
            </w:r>
            <w:r w:rsidR="00BB4198" w:rsidRPr="00BB4198">
              <w:t xml:space="preserve"> and meanings of chain of custody logos</w:t>
            </w:r>
            <w:r w:rsidR="00A128F8">
              <w:t xml:space="preserve">, </w:t>
            </w:r>
            <w:proofErr w:type="gramStart"/>
            <w:r w:rsidR="00A128F8">
              <w:t>trademarks</w:t>
            </w:r>
            <w:proofErr w:type="gramEnd"/>
            <w:r w:rsidR="00BB4198" w:rsidRPr="00BB4198">
              <w:t xml:space="preserve"> and labels</w:t>
            </w:r>
          </w:p>
        </w:tc>
      </w:tr>
      <w:tr w:rsidR="004C376B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1855AA58" w:rsidR="004C376B" w:rsidRPr="004C376B" w:rsidRDefault="00BB4198" w:rsidP="004C376B">
            <w:pPr>
              <w:pStyle w:val="SIText"/>
            </w:pPr>
            <w:r>
              <w:t xml:space="preserve">3. </w:t>
            </w:r>
            <w:r w:rsidR="009079A3">
              <w:t xml:space="preserve">Identify chain of custody </w:t>
            </w:r>
            <w:r>
              <w:t xml:space="preserve">compliance requirements relevant to </w:t>
            </w:r>
            <w:r w:rsidR="000719EA">
              <w:t xml:space="preserve">own </w:t>
            </w:r>
            <w:r w:rsidR="00070FFB">
              <w:t>job role</w:t>
            </w:r>
          </w:p>
        </w:tc>
        <w:tc>
          <w:tcPr>
            <w:tcW w:w="3604" w:type="pct"/>
            <w:shd w:val="clear" w:color="auto" w:fill="auto"/>
          </w:tcPr>
          <w:p w14:paraId="338E16CB" w14:textId="2981786A" w:rsidR="004C376B" w:rsidRDefault="004C376B" w:rsidP="00BB4198">
            <w:pPr>
              <w:pStyle w:val="SIText"/>
            </w:pPr>
            <w:r w:rsidRPr="004C376B">
              <w:t xml:space="preserve">3.1 </w:t>
            </w:r>
            <w:r w:rsidR="00070FFB">
              <w:t>Confirm</w:t>
            </w:r>
            <w:r w:rsidR="00BB4198">
              <w:t xml:space="preserve"> </w:t>
            </w:r>
            <w:r w:rsidR="00BB4198" w:rsidRPr="00BB4198">
              <w:t xml:space="preserve">chain of custody compliance requirements relevant to </w:t>
            </w:r>
            <w:r w:rsidR="000719EA">
              <w:t xml:space="preserve">own </w:t>
            </w:r>
            <w:r w:rsidR="00BB4198">
              <w:t>job role</w:t>
            </w:r>
          </w:p>
          <w:p w14:paraId="6E7F9DB8" w14:textId="09DF63D0" w:rsidR="00BB4198" w:rsidRDefault="00BB4198" w:rsidP="00BB4198">
            <w:pPr>
              <w:pStyle w:val="SIText"/>
            </w:pPr>
            <w:r>
              <w:t xml:space="preserve">3.2 Check supplier and other documentation </w:t>
            </w:r>
            <w:r w:rsidRPr="00BB4198">
              <w:t xml:space="preserve">relevant to </w:t>
            </w:r>
            <w:r w:rsidR="000719EA">
              <w:t xml:space="preserve">own </w:t>
            </w:r>
            <w:r w:rsidRPr="00BB4198">
              <w:t xml:space="preserve">job role </w:t>
            </w:r>
            <w:r>
              <w:t xml:space="preserve">for compliance with </w:t>
            </w:r>
            <w:r w:rsidRPr="00BB4198">
              <w:t>chain of custody compliance requirements</w:t>
            </w:r>
          </w:p>
          <w:p w14:paraId="1804180B" w14:textId="01309E39" w:rsidR="00BB4198" w:rsidRPr="004C376B" w:rsidRDefault="00BB4198" w:rsidP="00BB4198">
            <w:pPr>
              <w:pStyle w:val="SIText"/>
            </w:pPr>
            <w:r>
              <w:t xml:space="preserve">3.3 </w:t>
            </w:r>
            <w:r w:rsidRPr="00BB4198">
              <w:t xml:space="preserve">Complete </w:t>
            </w:r>
            <w:r>
              <w:t xml:space="preserve">chain of custody </w:t>
            </w:r>
            <w:r w:rsidRPr="00BB4198">
              <w:t xml:space="preserve">documentation </w:t>
            </w:r>
            <w:r w:rsidR="00784163">
              <w:t xml:space="preserve">and records </w:t>
            </w:r>
            <w:r w:rsidRPr="00BB4198">
              <w:t xml:space="preserve">relevant to </w:t>
            </w:r>
            <w:r w:rsidR="000719EA">
              <w:t xml:space="preserve">own </w:t>
            </w:r>
            <w:r w:rsidRPr="00BB4198">
              <w:t>job role</w:t>
            </w:r>
          </w:p>
          <w:p w14:paraId="3A24965D" w14:textId="7AC6C0E5" w:rsidR="00070FFB" w:rsidRDefault="004C376B" w:rsidP="00BB4198">
            <w:pPr>
              <w:pStyle w:val="SIText"/>
            </w:pPr>
            <w:r w:rsidRPr="004C376B">
              <w:t>3.</w:t>
            </w:r>
            <w:r w:rsidR="00070FFB">
              <w:t>4</w:t>
            </w:r>
            <w:r w:rsidRPr="004C376B">
              <w:t xml:space="preserve"> </w:t>
            </w:r>
            <w:r w:rsidR="00070FFB">
              <w:t xml:space="preserve">Identify potential areas of non-compliance with chain of custody requirements relevant to </w:t>
            </w:r>
            <w:r w:rsidR="000719EA">
              <w:t xml:space="preserve">own </w:t>
            </w:r>
            <w:r w:rsidR="00070FFB">
              <w:t>job role</w:t>
            </w:r>
          </w:p>
          <w:p w14:paraId="3ABBDCF1" w14:textId="76EB6697" w:rsidR="004C376B" w:rsidRPr="004C376B" w:rsidRDefault="00070FFB" w:rsidP="00BB4198">
            <w:pPr>
              <w:pStyle w:val="SIText"/>
            </w:pPr>
            <w:r>
              <w:t xml:space="preserve">3.5 </w:t>
            </w:r>
            <w:r w:rsidR="002D08EF">
              <w:t xml:space="preserve">Identify </w:t>
            </w:r>
            <w:r w:rsidR="00BB4198">
              <w:t>workplace procedures for responding to</w:t>
            </w:r>
            <w:r w:rsidR="00BB4198" w:rsidRPr="00BB4198">
              <w:t xml:space="preserve"> incidents of non-compliance with </w:t>
            </w:r>
            <w:r w:rsidR="00BB4198">
              <w:t>chain of custody</w:t>
            </w:r>
            <w:r w:rsidR="00BB4198" w:rsidRPr="00BB4198">
              <w:t xml:space="preserve"> certification requirements</w:t>
            </w:r>
            <w:r w:rsidR="000719EA">
              <w:t>.</w:t>
            </w:r>
            <w:r w:rsidR="00BB4198" w:rsidRPr="00BB4198">
              <w:t xml:space="preserve"> </w:t>
            </w:r>
          </w:p>
        </w:tc>
      </w:tr>
    </w:tbl>
    <w:p w14:paraId="66071BCA" w14:textId="1AFB5CB1" w:rsidR="005F771F" w:rsidRDefault="005F771F" w:rsidP="005F771F">
      <w:pPr>
        <w:pStyle w:val="SIText"/>
      </w:pPr>
    </w:p>
    <w:p w14:paraId="5FF3D158" w14:textId="2E10C8E6" w:rsidR="00177046" w:rsidRDefault="00177046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29D2798F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151EF6">
              <w:t xml:space="preserve">workplace </w:t>
            </w:r>
            <w:r w:rsidR="00070FFB">
              <w:t>policies and procedures relevant to chain of custody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346C79DE" w:rsidR="00EE4378" w:rsidRPr="00EE4378" w:rsidRDefault="00070FFB" w:rsidP="00EC0578">
            <w:pPr>
              <w:pStyle w:val="SIBulletList1"/>
            </w:pPr>
            <w:r>
              <w:t>Complete chain of custody documentation relevant to work role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69BA5717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 xml:space="preserve">se appropriate vocabulary including technical language </w:t>
            </w:r>
            <w:r w:rsidR="00070FFB">
              <w:t>to report incidents of non-compliance with chain of custody certification arrangements</w:t>
            </w:r>
          </w:p>
        </w:tc>
      </w:tr>
      <w:tr w:rsidR="00EE4378" w:rsidRPr="00336FCA" w:rsidDel="00423CB2" w14:paraId="244CFD3A" w14:textId="77777777" w:rsidTr="00F55666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3FCBA95D" w:rsidR="00EE4378" w:rsidRPr="00EE4378" w:rsidRDefault="005B2BA3" w:rsidP="00EC0578">
            <w:pPr>
              <w:pStyle w:val="SIBulletList1"/>
            </w:pPr>
            <w:r>
              <w:t>I</w:t>
            </w:r>
            <w:r w:rsidR="00613FA9">
              <w:t>nterpret numeric and graphical information in checking documentation for compliance with chain of custody requirements</w:t>
            </w:r>
            <w:r w:rsidR="00070FFB">
              <w:t xml:space="preserve"> 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4B1FDDB6" w:rsidR="00173FAE" w:rsidRPr="00173FAE" w:rsidRDefault="00F97C74" w:rsidP="00A470AE">
            <w:pPr>
              <w:pStyle w:val="SIText"/>
            </w:pPr>
            <w:r w:rsidRPr="00F97C74">
              <w:t>FWP</w:t>
            </w:r>
            <w:r w:rsidR="005B2BA3">
              <w:t>COT3</w:t>
            </w:r>
            <w:r w:rsidRPr="00F97C74">
              <w:t>XXX</w:t>
            </w:r>
            <w:r w:rsidR="00173FAE" w:rsidRPr="00173FAE">
              <w:t xml:space="preserve"> </w:t>
            </w:r>
            <w:r w:rsidR="00A470AE" w:rsidRPr="00A470AE">
              <w:t>Develop knowledge of chain of custody certification requirements for forest and wood products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173FAE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697E7143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64836316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F97C74" w:rsidRPr="00F97C74">
              <w:t>FWP</w:t>
            </w:r>
            <w:r w:rsidR="000202C0">
              <w:t>COT3</w:t>
            </w:r>
            <w:r w:rsidR="00F97C74" w:rsidRPr="00F97C74">
              <w:t>XXX</w:t>
            </w:r>
            <w:r w:rsidR="004A5AEC">
              <w:t xml:space="preserve"> </w:t>
            </w:r>
            <w:r w:rsidR="00ED0881">
              <w:t>Develop</w:t>
            </w:r>
            <w:r w:rsidR="00613FA9" w:rsidRPr="00613FA9">
              <w:t xml:space="preserve"> knowledge of chain of custody certification requirements for forest and wood products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Default="00FC325D" w:rsidP="0035416A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19B2439A" w14:textId="77777777" w:rsidR="000202C0" w:rsidRPr="00FC325D" w:rsidRDefault="000202C0" w:rsidP="0035416A">
            <w:pPr>
              <w:pStyle w:val="SIText"/>
            </w:pPr>
          </w:p>
          <w:p w14:paraId="5EABFFAF" w14:textId="486C8450" w:rsidR="00AB7C42" w:rsidRPr="00AB7C42" w:rsidRDefault="008E2FD6" w:rsidP="00AB7C42">
            <w:pPr>
              <w:pStyle w:val="SIText"/>
            </w:pPr>
            <w:r w:rsidRPr="00CD15EA">
              <w:t>There must be evidence that</w:t>
            </w:r>
            <w:r w:rsidR="000202C0">
              <w:t xml:space="preserve"> </w:t>
            </w:r>
            <w:r w:rsidRPr="00CD15EA">
              <w:t xml:space="preserve">the individual </w:t>
            </w:r>
            <w:r w:rsidR="004E6A25">
              <w:t>has</w:t>
            </w:r>
            <w:r w:rsidR="000E714F">
              <w:t xml:space="preserve">: </w:t>
            </w:r>
          </w:p>
          <w:p w14:paraId="62010BE1" w14:textId="061CC2E3" w:rsidR="00784163" w:rsidRDefault="00784163" w:rsidP="0053779C">
            <w:pPr>
              <w:pStyle w:val="SIBulletList1"/>
            </w:pPr>
            <w:r>
              <w:t xml:space="preserve">identified the chain of </w:t>
            </w:r>
            <w:r w:rsidRPr="00784163">
              <w:t xml:space="preserve">custody certification body and chain of custody </w:t>
            </w:r>
            <w:r w:rsidR="00A77424">
              <w:t>certification scheme</w:t>
            </w:r>
            <w:r w:rsidR="00A77424" w:rsidRPr="00784163">
              <w:t xml:space="preserve"> </w:t>
            </w:r>
            <w:r w:rsidRPr="00784163">
              <w:t xml:space="preserve">relevant to own workplace </w:t>
            </w:r>
          </w:p>
          <w:p w14:paraId="52C76B9F" w14:textId="19B8CF9A" w:rsidR="0053779C" w:rsidRDefault="004E6A25" w:rsidP="0053779C">
            <w:pPr>
              <w:pStyle w:val="SIBulletList1"/>
            </w:pPr>
            <w:r>
              <w:t xml:space="preserve">identified </w:t>
            </w:r>
            <w:r w:rsidR="0053779C" w:rsidRPr="0053779C">
              <w:t>workplace</w:t>
            </w:r>
            <w:r>
              <w:t xml:space="preserve"> chain of custody procedures relevant to own work</w:t>
            </w:r>
          </w:p>
          <w:p w14:paraId="5D1F2911" w14:textId="707EA499" w:rsidR="00784163" w:rsidRDefault="009E1CDD" w:rsidP="0053779C">
            <w:pPr>
              <w:pStyle w:val="SIBulletList1"/>
            </w:pPr>
            <w:r>
              <w:t>identified and confirmed</w:t>
            </w:r>
            <w:r w:rsidRPr="00784163">
              <w:t xml:space="preserve"> </w:t>
            </w:r>
            <w:r w:rsidR="00784163" w:rsidRPr="00784163">
              <w:t xml:space="preserve">the </w:t>
            </w:r>
            <w:r w:rsidR="00A77424">
              <w:t>meaning</w:t>
            </w:r>
            <w:r w:rsidR="00055888" w:rsidRPr="00784163">
              <w:t xml:space="preserve"> </w:t>
            </w:r>
            <w:r w:rsidR="00784163" w:rsidRPr="00784163">
              <w:t xml:space="preserve">of </w:t>
            </w:r>
            <w:r w:rsidR="003C0EAE">
              <w:t xml:space="preserve">one </w:t>
            </w:r>
            <w:r w:rsidR="00784163" w:rsidRPr="00784163">
              <w:t>chain of custody logo</w:t>
            </w:r>
            <w:r w:rsidR="00AD2520">
              <w:t>, trademark</w:t>
            </w:r>
            <w:r w:rsidR="00784163" w:rsidRPr="00784163">
              <w:t xml:space="preserve"> </w:t>
            </w:r>
            <w:r w:rsidR="003C0EAE">
              <w:t>or</w:t>
            </w:r>
            <w:r w:rsidR="003C0EAE" w:rsidRPr="00784163">
              <w:t xml:space="preserve"> </w:t>
            </w:r>
            <w:r w:rsidR="00784163" w:rsidRPr="00784163">
              <w:t xml:space="preserve">label </w:t>
            </w:r>
            <w:r w:rsidRPr="009E1CDD">
              <w:t>relevant to own work</w:t>
            </w:r>
          </w:p>
          <w:p w14:paraId="019B95E0" w14:textId="5D038016" w:rsidR="00784163" w:rsidRDefault="00784163" w:rsidP="0053779C">
            <w:pPr>
              <w:pStyle w:val="SIBulletList1"/>
            </w:pPr>
            <w:r>
              <w:t xml:space="preserve">checked </w:t>
            </w:r>
            <w:r w:rsidR="003C0EAE">
              <w:t xml:space="preserve">two </w:t>
            </w:r>
            <w:r>
              <w:t xml:space="preserve">workplace documents </w:t>
            </w:r>
            <w:r w:rsidR="00AF4977" w:rsidRPr="00AF4977">
              <w:t xml:space="preserve">relevant to own work </w:t>
            </w:r>
            <w:r>
              <w:t xml:space="preserve">for compliance with </w:t>
            </w:r>
            <w:r w:rsidRPr="00784163">
              <w:t>chain of custody requirements</w:t>
            </w:r>
          </w:p>
          <w:p w14:paraId="46727C1B" w14:textId="2B16C616" w:rsidR="00AD2520" w:rsidRPr="0053779C" w:rsidRDefault="00AD2520" w:rsidP="00AD2520">
            <w:pPr>
              <w:pStyle w:val="SIBulletList1"/>
            </w:pPr>
            <w:r>
              <w:t>i</w:t>
            </w:r>
            <w:r w:rsidRPr="00AD2520">
              <w:t>dentif</w:t>
            </w:r>
            <w:r>
              <w:t>ied</w:t>
            </w:r>
            <w:r w:rsidRPr="00AD2520">
              <w:t xml:space="preserve"> </w:t>
            </w:r>
            <w:r>
              <w:t xml:space="preserve">one </w:t>
            </w:r>
            <w:r w:rsidRPr="00AD2520">
              <w:t>product group covered by certification system relevant to job role</w:t>
            </w:r>
          </w:p>
          <w:p w14:paraId="1B35CB00" w14:textId="35D53847" w:rsidR="00AF18CD" w:rsidRPr="000754EC" w:rsidRDefault="004E6A25" w:rsidP="0008173E">
            <w:pPr>
              <w:pStyle w:val="SIBulletList1"/>
            </w:pPr>
            <w:r>
              <w:t xml:space="preserve">identified </w:t>
            </w:r>
            <w:r w:rsidR="003C0EAE">
              <w:t>one</w:t>
            </w:r>
            <w:r w:rsidR="000F5481">
              <w:t xml:space="preserve"> </w:t>
            </w:r>
            <w:r>
              <w:t xml:space="preserve">potential non-compliance with </w:t>
            </w:r>
            <w:r w:rsidRPr="004E6A25">
              <w:t xml:space="preserve">chain of custody </w:t>
            </w:r>
            <w:r>
              <w:t xml:space="preserve">requirements </w:t>
            </w:r>
            <w:r w:rsidR="009E1CDD" w:rsidRPr="009E1CDD">
              <w:t xml:space="preserve">relevant to own work </w:t>
            </w:r>
            <w:r>
              <w:t>and identified appropriate follow up action</w:t>
            </w:r>
            <w:r w:rsidR="00460E66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1E74FD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673F953F" w14:textId="0B5C303B" w:rsidR="001E74FD" w:rsidRPr="001E74FD" w:rsidRDefault="001E74FD" w:rsidP="001E74FD">
            <w:pPr>
              <w:pStyle w:val="SIBulletList1"/>
            </w:pPr>
            <w:r>
              <w:t>p</w:t>
            </w:r>
            <w:r w:rsidRPr="001E74FD">
              <w:t xml:space="preserve">urpose of </w:t>
            </w:r>
            <w:r>
              <w:t>chain of custody</w:t>
            </w:r>
            <w:r w:rsidRPr="001E74FD">
              <w:t xml:space="preserve"> certification</w:t>
            </w:r>
          </w:p>
          <w:p w14:paraId="0D4D7DB6" w14:textId="21840AF9" w:rsidR="001E74FD" w:rsidRPr="001E74FD" w:rsidRDefault="001E74FD" w:rsidP="001E74FD">
            <w:pPr>
              <w:pStyle w:val="SIBulletList1"/>
            </w:pPr>
            <w:r>
              <w:t>r</w:t>
            </w:r>
            <w:r w:rsidRPr="001E74FD">
              <w:t xml:space="preserve">elationship between forest management certification and </w:t>
            </w:r>
            <w:r>
              <w:t>chain of custody</w:t>
            </w:r>
            <w:r w:rsidRPr="001E74FD">
              <w:t xml:space="preserve"> certification</w:t>
            </w:r>
          </w:p>
          <w:p w14:paraId="70DC7134" w14:textId="559612E3" w:rsidR="001E74FD" w:rsidRPr="001E74FD" w:rsidRDefault="001E74FD" w:rsidP="001E74FD">
            <w:pPr>
              <w:pStyle w:val="SIBulletList1"/>
            </w:pPr>
            <w:r w:rsidRPr="001E74FD">
              <w:t xml:space="preserve">objectives of </w:t>
            </w:r>
            <w:r>
              <w:t>chain of custody</w:t>
            </w:r>
            <w:r w:rsidRPr="001E74FD">
              <w:t xml:space="preserve"> certification</w:t>
            </w:r>
          </w:p>
          <w:p w14:paraId="4A7E814F" w14:textId="5DA0CEF6" w:rsidR="00784163" w:rsidRDefault="00784163" w:rsidP="001E74FD">
            <w:pPr>
              <w:pStyle w:val="SIBulletList1"/>
            </w:pPr>
            <w:r w:rsidRPr="00784163">
              <w:t>basic components of chain of custody system</w:t>
            </w:r>
            <w:r w:rsidR="00DC2BBE">
              <w:t>:</w:t>
            </w:r>
            <w:r w:rsidRPr="00784163">
              <w:t xml:space="preserve"> </w:t>
            </w:r>
          </w:p>
          <w:p w14:paraId="3D14CC76" w14:textId="4FDCD4BB" w:rsidR="00784163" w:rsidRDefault="00784163" w:rsidP="00784163">
            <w:pPr>
              <w:pStyle w:val="SIBulletList2"/>
            </w:pPr>
            <w:r>
              <w:t xml:space="preserve">system for </w:t>
            </w:r>
            <w:r w:rsidR="00C07DA2">
              <w:t xml:space="preserve">sourcing, </w:t>
            </w:r>
            <w:r>
              <w:t>purchasing</w:t>
            </w:r>
            <w:r w:rsidR="00BF6DDD">
              <w:t xml:space="preserve">, </w:t>
            </w:r>
            <w:r>
              <w:t>acquiring</w:t>
            </w:r>
            <w:r w:rsidR="00BF6DDD">
              <w:t xml:space="preserve"> and receipting</w:t>
            </w:r>
            <w:r>
              <w:t xml:space="preserve"> certified materials</w:t>
            </w:r>
            <w:r w:rsidR="00E72A2B">
              <w:t xml:space="preserve"> including </w:t>
            </w:r>
            <w:r w:rsidR="001613B0" w:rsidRPr="001613B0">
              <w:t xml:space="preserve">certification at product level, </w:t>
            </w:r>
            <w:r w:rsidR="001613B0">
              <w:t>d</w:t>
            </w:r>
            <w:r w:rsidR="001613B0" w:rsidRPr="001613B0">
              <w:t xml:space="preserve">ue </w:t>
            </w:r>
            <w:r w:rsidR="001613B0">
              <w:t>d</w:t>
            </w:r>
            <w:r w:rsidR="001613B0" w:rsidRPr="001613B0">
              <w:t>iligence</w:t>
            </w:r>
            <w:r w:rsidR="001613B0">
              <w:t xml:space="preserve"> and i</w:t>
            </w:r>
            <w:r w:rsidR="001613B0" w:rsidRPr="001613B0">
              <w:t xml:space="preserve">llegal </w:t>
            </w:r>
            <w:r w:rsidR="001613B0">
              <w:t>l</w:t>
            </w:r>
            <w:r w:rsidR="001613B0" w:rsidRPr="001613B0">
              <w:t>ogging</w:t>
            </w:r>
          </w:p>
          <w:p w14:paraId="45CB38A4" w14:textId="7681EC61" w:rsidR="00784163" w:rsidRDefault="00784163" w:rsidP="00784163">
            <w:pPr>
              <w:pStyle w:val="SIBulletList2"/>
            </w:pPr>
            <w:r>
              <w:t xml:space="preserve">system for handling certified material </w:t>
            </w:r>
            <w:r w:rsidR="00353D56">
              <w:t>such as arrangements for</w:t>
            </w:r>
            <w:r>
              <w:t xml:space="preserve"> keeping </w:t>
            </w:r>
            <w:r w:rsidR="00353D56">
              <w:t xml:space="preserve">certified materials </w:t>
            </w:r>
            <w:r>
              <w:t>separated from non-certified materials</w:t>
            </w:r>
          </w:p>
          <w:p w14:paraId="38CCAF0B" w14:textId="4420B29C" w:rsidR="00784163" w:rsidRDefault="00784163" w:rsidP="00784163">
            <w:pPr>
              <w:pStyle w:val="SIBulletList2"/>
            </w:pPr>
            <w:r>
              <w:t>system for providing certified material to customers</w:t>
            </w:r>
          </w:p>
          <w:p w14:paraId="4BEE39D1" w14:textId="432B5EE8" w:rsidR="00FE6C57" w:rsidRDefault="00FE6C57" w:rsidP="00784163">
            <w:pPr>
              <w:pStyle w:val="SIBulletList2"/>
            </w:pPr>
            <w:r>
              <w:t>compliance requirements</w:t>
            </w:r>
          </w:p>
          <w:p w14:paraId="53EFB9AC" w14:textId="35C465B4" w:rsidR="001E74FD" w:rsidRPr="001E74FD" w:rsidRDefault="001E74FD" w:rsidP="001E74FD">
            <w:pPr>
              <w:pStyle w:val="SIBulletList1"/>
            </w:pPr>
            <w:r>
              <w:t>t</w:t>
            </w:r>
            <w:r w:rsidRPr="001E74FD">
              <w:t xml:space="preserve">itle, purpose and basic content of </w:t>
            </w:r>
            <w:r>
              <w:t>chain of custody</w:t>
            </w:r>
            <w:r w:rsidRPr="001E74FD">
              <w:t xml:space="preserve"> certification standards</w:t>
            </w:r>
          </w:p>
          <w:p w14:paraId="2EB2D6F9" w14:textId="3BCD1295" w:rsidR="001E74FD" w:rsidRPr="001E74FD" w:rsidRDefault="001E74FD" w:rsidP="001E74FD">
            <w:pPr>
              <w:pStyle w:val="SIBulletList1"/>
            </w:pPr>
            <w:r>
              <w:t>s</w:t>
            </w:r>
            <w:r w:rsidRPr="001E74FD">
              <w:t xml:space="preserve">ocial, economic and environmental benefits of </w:t>
            </w:r>
            <w:r>
              <w:t>chain of custody</w:t>
            </w:r>
            <w:r w:rsidRPr="001E74FD">
              <w:t xml:space="preserve"> for forest and wood products industry, enterprises, consumers</w:t>
            </w:r>
          </w:p>
          <w:p w14:paraId="1DEDDFFB" w14:textId="745CA026" w:rsidR="001E74FD" w:rsidRPr="001E74FD" w:rsidRDefault="001E74FD" w:rsidP="001E74FD">
            <w:pPr>
              <w:pStyle w:val="SIBulletList1"/>
            </w:pPr>
            <w:r>
              <w:t>chain of custody</w:t>
            </w:r>
            <w:r w:rsidRPr="001E74FD">
              <w:t xml:space="preserve"> workplace procedures relevant to job role</w:t>
            </w:r>
          </w:p>
          <w:p w14:paraId="49B66BA3" w14:textId="527452A2" w:rsidR="001E74FD" w:rsidRPr="001E74FD" w:rsidRDefault="001E74FD" w:rsidP="001E74FD">
            <w:pPr>
              <w:pStyle w:val="SIBulletList1"/>
            </w:pPr>
            <w:r>
              <w:t>t</w:t>
            </w:r>
            <w:r w:rsidRPr="001E74FD">
              <w:t>ypes of material – certified, neutral and other</w:t>
            </w:r>
          </w:p>
          <w:p w14:paraId="764C22AE" w14:textId="70BADA07" w:rsidR="001E74FD" w:rsidRPr="001E74FD" w:rsidRDefault="001E74FD" w:rsidP="001E74FD">
            <w:pPr>
              <w:pStyle w:val="SIBulletList1"/>
            </w:pPr>
            <w:r>
              <w:t>chain of custody</w:t>
            </w:r>
            <w:r w:rsidRPr="001E74FD">
              <w:t xml:space="preserve"> implementation methods - physical separation method</w:t>
            </w:r>
            <w:r w:rsidR="00A45C72">
              <w:t xml:space="preserve">, </w:t>
            </w:r>
            <w:r w:rsidRPr="001E74FD">
              <w:t xml:space="preserve">percentage-based </w:t>
            </w:r>
            <w:proofErr w:type="gramStart"/>
            <w:r w:rsidRPr="001E74FD">
              <w:t>method</w:t>
            </w:r>
            <w:proofErr w:type="gramEnd"/>
            <w:r w:rsidR="00A45C72">
              <w:t xml:space="preserve"> and credit method</w:t>
            </w:r>
          </w:p>
          <w:p w14:paraId="61DB5E93" w14:textId="4B4B2472" w:rsidR="001E74FD" w:rsidRDefault="001E74FD" w:rsidP="001E74FD">
            <w:pPr>
              <w:pStyle w:val="SIBulletList1"/>
            </w:pPr>
            <w:r>
              <w:t>t</w:t>
            </w:r>
            <w:r w:rsidRPr="001E74FD">
              <w:t xml:space="preserve">ype and purpose of </w:t>
            </w:r>
            <w:r>
              <w:t>chain of custody</w:t>
            </w:r>
            <w:r w:rsidRPr="001E74FD">
              <w:t xml:space="preserve"> workplace documentation</w:t>
            </w:r>
            <w:r w:rsidR="00CC25F3">
              <w:t xml:space="preserve"> </w:t>
            </w:r>
            <w:r w:rsidRPr="001E74FD">
              <w:t>relevant to job role</w:t>
            </w:r>
          </w:p>
          <w:p w14:paraId="4F6DFE01" w14:textId="0A12E414" w:rsidR="00CC25F3" w:rsidRPr="001E74FD" w:rsidRDefault="00CC25F3" w:rsidP="001E74FD">
            <w:pPr>
              <w:pStyle w:val="SIBulletList1"/>
            </w:pPr>
            <w:r>
              <w:t>product groups relevant to job role</w:t>
            </w:r>
          </w:p>
          <w:p w14:paraId="37C826DD" w14:textId="465AFBD3" w:rsidR="001E74FD" w:rsidRPr="001E74FD" w:rsidRDefault="001E74FD" w:rsidP="001E74FD">
            <w:pPr>
              <w:pStyle w:val="SIBulletList1"/>
            </w:pPr>
            <w:r>
              <w:t>types, meaning and uses of chain of custody</w:t>
            </w:r>
            <w:r w:rsidRPr="001E74FD">
              <w:t xml:space="preserve"> logos</w:t>
            </w:r>
            <w:r w:rsidR="00A45C72">
              <w:t>, trademarks</w:t>
            </w:r>
            <w:r w:rsidRPr="001E74FD">
              <w:t xml:space="preserve"> and labels</w:t>
            </w:r>
          </w:p>
          <w:p w14:paraId="1487B09F" w14:textId="2DDA9278" w:rsidR="001E74FD" w:rsidRPr="001E74FD" w:rsidRDefault="001E74FD" w:rsidP="001E74FD">
            <w:pPr>
              <w:pStyle w:val="SIBulletList1"/>
            </w:pPr>
            <w:r>
              <w:t>chain of custody</w:t>
            </w:r>
            <w:r w:rsidRPr="001E74FD">
              <w:t xml:space="preserve"> record keeping requirements relevant to job role</w:t>
            </w:r>
          </w:p>
          <w:p w14:paraId="0BF4178F" w14:textId="6D35C685" w:rsidR="00FE3148" w:rsidRPr="0007203E" w:rsidRDefault="001E74FD" w:rsidP="0008173E">
            <w:pPr>
              <w:pStyle w:val="SIBulletList1"/>
            </w:pPr>
            <w:r>
              <w:t>purpose of chain of custody</w:t>
            </w:r>
            <w:r w:rsidRPr="001E74FD">
              <w:t xml:space="preserve"> audits</w:t>
            </w:r>
            <w:r w:rsidR="00460E66">
              <w:t>.</w:t>
            </w:r>
            <w:r w:rsidRPr="001E74FD">
              <w:t xml:space="preserve"> 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ACDD62B" w14:textId="77777777" w:rsidR="005D5D43" w:rsidRPr="005D5D43" w:rsidRDefault="005D5D43" w:rsidP="005D5D43">
            <w:pPr>
              <w:pStyle w:val="SIBulletList1"/>
            </w:pPr>
            <w:r w:rsidRPr="005D5D43">
              <w:t>physical conditions:</w:t>
            </w:r>
          </w:p>
          <w:p w14:paraId="159DDE9B" w14:textId="77777777" w:rsidR="005D5D43" w:rsidRPr="005D5D43" w:rsidRDefault="005D5D43" w:rsidP="005D5D43">
            <w:pPr>
              <w:pStyle w:val="SIBulletList2"/>
              <w:rPr>
                <w:rFonts w:eastAsia="Calibri"/>
              </w:rPr>
            </w:pPr>
            <w:r w:rsidRPr="005D5D43">
              <w:t>skills must be demonstrated in a work environment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590E095E" w:rsidR="008E2FD6" w:rsidRDefault="005D3D9F" w:rsidP="008E2FD6">
            <w:pPr>
              <w:pStyle w:val="SIBulletList2"/>
            </w:pPr>
            <w:r>
              <w:t xml:space="preserve">samples of chain of custody workplace documentation </w:t>
            </w:r>
            <w:r w:rsidRPr="005D3D9F">
              <w:t>relevant to wood and forest products industry</w:t>
            </w:r>
          </w:p>
          <w:p w14:paraId="1DE5FA00" w14:textId="73AAF5D9" w:rsidR="005D3D9F" w:rsidRDefault="005D3D9F" w:rsidP="008E2FD6">
            <w:pPr>
              <w:pStyle w:val="SIBulletList2"/>
            </w:pPr>
            <w:r>
              <w:t>chain of custody certification labels and log</w:t>
            </w:r>
            <w:r w:rsidR="00F4313F">
              <w:t>o</w:t>
            </w:r>
            <w:r>
              <w:t>s relevant to wood and forest products industry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7863217C" w:rsidR="008E2FD6" w:rsidRDefault="005D3D9F" w:rsidP="005D3D9F">
            <w:pPr>
              <w:pStyle w:val="SIBulletList2"/>
            </w:pPr>
            <w:r>
              <w:lastRenderedPageBreak/>
              <w:t>workplace chain of custody certification policy and procedures</w:t>
            </w:r>
          </w:p>
          <w:p w14:paraId="1BD1C534" w14:textId="77777777" w:rsidR="0025408D" w:rsidRPr="00CD15EA" w:rsidRDefault="0025408D" w:rsidP="0025408D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8DEF90" w14:textId="77777777" w:rsidR="00995535" w:rsidRDefault="00EE4378" w:rsidP="0035416A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="00995535">
              <w:t>:</w:t>
            </w:r>
          </w:p>
          <w:p w14:paraId="2697E5E8" w14:textId="72EDCAE7" w:rsidR="00F1480E" w:rsidRPr="000754EC" w:rsidRDefault="00A63B33" w:rsidP="0035416A">
            <w:pPr>
              <w:pStyle w:val="SIText"/>
            </w:pPr>
            <w:hyperlink r:id="rId11" w:history="1">
              <w:r w:rsidR="00995535" w:rsidRPr="00AD5EF2">
                <w:t>https://vetnet.gov.au/Pages/TrainingDocs.aspx?q=0d96fe23-5747-4c01-9d6f-3509ff8d3d47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E01B3" w14:textId="77777777" w:rsidR="0039649D" w:rsidRDefault="0039649D" w:rsidP="00BF3F0A">
      <w:r>
        <w:separator/>
      </w:r>
    </w:p>
    <w:p w14:paraId="62140332" w14:textId="77777777" w:rsidR="0039649D" w:rsidRDefault="0039649D"/>
  </w:endnote>
  <w:endnote w:type="continuationSeparator" w:id="0">
    <w:p w14:paraId="7F0061E8" w14:textId="77777777" w:rsidR="0039649D" w:rsidRDefault="0039649D" w:rsidP="00BF3F0A">
      <w:r>
        <w:continuationSeparator/>
      </w:r>
    </w:p>
    <w:p w14:paraId="4CB8FAE4" w14:textId="77777777" w:rsidR="0039649D" w:rsidRDefault="0039649D"/>
  </w:endnote>
  <w:endnote w:type="continuationNotice" w:id="1">
    <w:p w14:paraId="4881BCBA" w14:textId="77777777" w:rsidR="0039649D" w:rsidRDefault="00396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D4734" w14:textId="77777777" w:rsidR="0039649D" w:rsidRDefault="0039649D" w:rsidP="00BF3F0A">
      <w:r>
        <w:separator/>
      </w:r>
    </w:p>
    <w:p w14:paraId="2E216311" w14:textId="77777777" w:rsidR="0039649D" w:rsidRDefault="0039649D"/>
  </w:footnote>
  <w:footnote w:type="continuationSeparator" w:id="0">
    <w:p w14:paraId="2ECAF968" w14:textId="77777777" w:rsidR="0039649D" w:rsidRDefault="0039649D" w:rsidP="00BF3F0A">
      <w:r>
        <w:continuationSeparator/>
      </w:r>
    </w:p>
    <w:p w14:paraId="3BCEE239" w14:textId="77777777" w:rsidR="0039649D" w:rsidRDefault="0039649D"/>
  </w:footnote>
  <w:footnote w:type="continuationNotice" w:id="1">
    <w:p w14:paraId="6EE33436" w14:textId="77777777" w:rsidR="0039649D" w:rsidRDefault="00396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2B679143" w:rsidR="009C2650" w:rsidRDefault="00A63B33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3A1" w:rsidRPr="00D2012C">
      <w:t>FWP</w:t>
    </w:r>
    <w:r w:rsidR="00A470AE">
      <w:t>COT3</w:t>
    </w:r>
    <w:r w:rsidR="009B23A1" w:rsidRPr="00D2012C">
      <w:t xml:space="preserve">XXX </w:t>
    </w:r>
    <w:r w:rsidR="00CE6791">
      <w:t>Develop</w:t>
    </w:r>
    <w:r w:rsidR="005D3D9F" w:rsidRPr="005D3D9F">
      <w:t xml:space="preserve"> knowledge of chain of custody certification requirements for forest and wood products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0FAMrMkO4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02C0"/>
    <w:rsid w:val="00023992"/>
    <w:rsid w:val="00026F9E"/>
    <w:rsid w:val="000275AE"/>
    <w:rsid w:val="00027B54"/>
    <w:rsid w:val="00041E59"/>
    <w:rsid w:val="00044EC4"/>
    <w:rsid w:val="00050094"/>
    <w:rsid w:val="0005039F"/>
    <w:rsid w:val="000510BA"/>
    <w:rsid w:val="0005150F"/>
    <w:rsid w:val="00055888"/>
    <w:rsid w:val="00064953"/>
    <w:rsid w:val="00064BFE"/>
    <w:rsid w:val="00065448"/>
    <w:rsid w:val="00066173"/>
    <w:rsid w:val="00070B3E"/>
    <w:rsid w:val="00070C0F"/>
    <w:rsid w:val="00070FFB"/>
    <w:rsid w:val="000719EA"/>
    <w:rsid w:val="00071F95"/>
    <w:rsid w:val="0007203E"/>
    <w:rsid w:val="000737BB"/>
    <w:rsid w:val="00074E47"/>
    <w:rsid w:val="000754EC"/>
    <w:rsid w:val="000755AA"/>
    <w:rsid w:val="0008173E"/>
    <w:rsid w:val="0009093B"/>
    <w:rsid w:val="00090F24"/>
    <w:rsid w:val="000912F7"/>
    <w:rsid w:val="00095E70"/>
    <w:rsid w:val="000A5441"/>
    <w:rsid w:val="000B0CCB"/>
    <w:rsid w:val="000B297D"/>
    <w:rsid w:val="000B4195"/>
    <w:rsid w:val="000C149A"/>
    <w:rsid w:val="000C1BE0"/>
    <w:rsid w:val="000C224E"/>
    <w:rsid w:val="000E21AA"/>
    <w:rsid w:val="000E25E6"/>
    <w:rsid w:val="000E2C86"/>
    <w:rsid w:val="000E714F"/>
    <w:rsid w:val="000F29F2"/>
    <w:rsid w:val="000F4A60"/>
    <w:rsid w:val="000F5481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1461D"/>
    <w:rsid w:val="0012017C"/>
    <w:rsid w:val="00122838"/>
    <w:rsid w:val="00124EB2"/>
    <w:rsid w:val="00126461"/>
    <w:rsid w:val="00133957"/>
    <w:rsid w:val="001372F6"/>
    <w:rsid w:val="00144385"/>
    <w:rsid w:val="0014550E"/>
    <w:rsid w:val="001466F7"/>
    <w:rsid w:val="0014687D"/>
    <w:rsid w:val="00146EEC"/>
    <w:rsid w:val="001504C8"/>
    <w:rsid w:val="00151D55"/>
    <w:rsid w:val="00151D93"/>
    <w:rsid w:val="00151EF6"/>
    <w:rsid w:val="00154B04"/>
    <w:rsid w:val="00154F0D"/>
    <w:rsid w:val="00155092"/>
    <w:rsid w:val="00156EF3"/>
    <w:rsid w:val="001613B0"/>
    <w:rsid w:val="00170226"/>
    <w:rsid w:val="00173FAE"/>
    <w:rsid w:val="00175E74"/>
    <w:rsid w:val="00176E4F"/>
    <w:rsid w:val="00177046"/>
    <w:rsid w:val="0017716E"/>
    <w:rsid w:val="0018546B"/>
    <w:rsid w:val="001920AE"/>
    <w:rsid w:val="0019372A"/>
    <w:rsid w:val="001947B1"/>
    <w:rsid w:val="0019783E"/>
    <w:rsid w:val="001A68DD"/>
    <w:rsid w:val="001A6A3E"/>
    <w:rsid w:val="001A7B6D"/>
    <w:rsid w:val="001B2D8B"/>
    <w:rsid w:val="001B34D5"/>
    <w:rsid w:val="001B4AF8"/>
    <w:rsid w:val="001B513A"/>
    <w:rsid w:val="001B7793"/>
    <w:rsid w:val="001C0A75"/>
    <w:rsid w:val="001C1306"/>
    <w:rsid w:val="001C2509"/>
    <w:rsid w:val="001D0481"/>
    <w:rsid w:val="001D149D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7B13"/>
    <w:rsid w:val="00207DAE"/>
    <w:rsid w:val="0021210E"/>
    <w:rsid w:val="00212423"/>
    <w:rsid w:val="0021414D"/>
    <w:rsid w:val="00220B7F"/>
    <w:rsid w:val="00223124"/>
    <w:rsid w:val="00233143"/>
    <w:rsid w:val="00234444"/>
    <w:rsid w:val="002349AF"/>
    <w:rsid w:val="00236660"/>
    <w:rsid w:val="00242293"/>
    <w:rsid w:val="00244EA7"/>
    <w:rsid w:val="00251FD7"/>
    <w:rsid w:val="0025408D"/>
    <w:rsid w:val="0025514A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3E32"/>
    <w:rsid w:val="002970C3"/>
    <w:rsid w:val="002A25D2"/>
    <w:rsid w:val="002A2A57"/>
    <w:rsid w:val="002A4CD3"/>
    <w:rsid w:val="002A6CC4"/>
    <w:rsid w:val="002B3073"/>
    <w:rsid w:val="002B513F"/>
    <w:rsid w:val="002C5488"/>
    <w:rsid w:val="002C55E9"/>
    <w:rsid w:val="002D08EF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5546"/>
    <w:rsid w:val="003179AB"/>
    <w:rsid w:val="00320BD2"/>
    <w:rsid w:val="00322778"/>
    <w:rsid w:val="00331DAD"/>
    <w:rsid w:val="0033669A"/>
    <w:rsid w:val="00337E82"/>
    <w:rsid w:val="00341F3B"/>
    <w:rsid w:val="00346FDC"/>
    <w:rsid w:val="0034799E"/>
    <w:rsid w:val="00350BB1"/>
    <w:rsid w:val="00352C83"/>
    <w:rsid w:val="00353D56"/>
    <w:rsid w:val="00354083"/>
    <w:rsid w:val="0035416A"/>
    <w:rsid w:val="00357832"/>
    <w:rsid w:val="003632A9"/>
    <w:rsid w:val="00363C5C"/>
    <w:rsid w:val="0036524C"/>
    <w:rsid w:val="00366805"/>
    <w:rsid w:val="0036698A"/>
    <w:rsid w:val="0037067D"/>
    <w:rsid w:val="00373436"/>
    <w:rsid w:val="00374896"/>
    <w:rsid w:val="00380108"/>
    <w:rsid w:val="003856DC"/>
    <w:rsid w:val="0038657A"/>
    <w:rsid w:val="0038735B"/>
    <w:rsid w:val="003876BE"/>
    <w:rsid w:val="00390DA6"/>
    <w:rsid w:val="003916D1"/>
    <w:rsid w:val="003937C6"/>
    <w:rsid w:val="0039417E"/>
    <w:rsid w:val="0039649D"/>
    <w:rsid w:val="003A165D"/>
    <w:rsid w:val="003A1790"/>
    <w:rsid w:val="003A189A"/>
    <w:rsid w:val="003A21F0"/>
    <w:rsid w:val="003A277F"/>
    <w:rsid w:val="003A58BA"/>
    <w:rsid w:val="003A5AE7"/>
    <w:rsid w:val="003A7221"/>
    <w:rsid w:val="003B2357"/>
    <w:rsid w:val="003B3493"/>
    <w:rsid w:val="003C0EAE"/>
    <w:rsid w:val="003C13AE"/>
    <w:rsid w:val="003D06AA"/>
    <w:rsid w:val="003D2E73"/>
    <w:rsid w:val="003D67CA"/>
    <w:rsid w:val="003E0DF8"/>
    <w:rsid w:val="003E0F66"/>
    <w:rsid w:val="003E72B6"/>
    <w:rsid w:val="003E7BBE"/>
    <w:rsid w:val="003F33F6"/>
    <w:rsid w:val="00402786"/>
    <w:rsid w:val="00406FB6"/>
    <w:rsid w:val="004127E3"/>
    <w:rsid w:val="004159B4"/>
    <w:rsid w:val="00422E37"/>
    <w:rsid w:val="00426DAC"/>
    <w:rsid w:val="0043212E"/>
    <w:rsid w:val="00434366"/>
    <w:rsid w:val="00434ECE"/>
    <w:rsid w:val="004369ED"/>
    <w:rsid w:val="00444423"/>
    <w:rsid w:val="00451A3F"/>
    <w:rsid w:val="00452F3E"/>
    <w:rsid w:val="00460E66"/>
    <w:rsid w:val="00462FBE"/>
    <w:rsid w:val="004640AE"/>
    <w:rsid w:val="00464CDF"/>
    <w:rsid w:val="004679E3"/>
    <w:rsid w:val="00471313"/>
    <w:rsid w:val="00475172"/>
    <w:rsid w:val="004758B0"/>
    <w:rsid w:val="0048107F"/>
    <w:rsid w:val="004832D2"/>
    <w:rsid w:val="00485559"/>
    <w:rsid w:val="00485E41"/>
    <w:rsid w:val="00497355"/>
    <w:rsid w:val="004A142B"/>
    <w:rsid w:val="004A3860"/>
    <w:rsid w:val="004A44E8"/>
    <w:rsid w:val="004A581D"/>
    <w:rsid w:val="004A5AEC"/>
    <w:rsid w:val="004A7706"/>
    <w:rsid w:val="004A77E3"/>
    <w:rsid w:val="004B29B7"/>
    <w:rsid w:val="004B4D1B"/>
    <w:rsid w:val="004B78FE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B49"/>
    <w:rsid w:val="004F5DC7"/>
    <w:rsid w:val="004F78DA"/>
    <w:rsid w:val="00500F6A"/>
    <w:rsid w:val="00502F9B"/>
    <w:rsid w:val="005132BC"/>
    <w:rsid w:val="005145AB"/>
    <w:rsid w:val="00520E9A"/>
    <w:rsid w:val="00521931"/>
    <w:rsid w:val="00522811"/>
    <w:rsid w:val="00523F81"/>
    <w:rsid w:val="005248C1"/>
    <w:rsid w:val="0052502A"/>
    <w:rsid w:val="00526134"/>
    <w:rsid w:val="00534971"/>
    <w:rsid w:val="00535C25"/>
    <w:rsid w:val="00536BF9"/>
    <w:rsid w:val="0053779C"/>
    <w:rsid w:val="005405B2"/>
    <w:rsid w:val="005427C8"/>
    <w:rsid w:val="00543F03"/>
    <w:rsid w:val="005446D1"/>
    <w:rsid w:val="005472EF"/>
    <w:rsid w:val="005478CD"/>
    <w:rsid w:val="00556C4C"/>
    <w:rsid w:val="00557369"/>
    <w:rsid w:val="00564ADD"/>
    <w:rsid w:val="005708EB"/>
    <w:rsid w:val="00575BC6"/>
    <w:rsid w:val="00576B09"/>
    <w:rsid w:val="00583902"/>
    <w:rsid w:val="005855BE"/>
    <w:rsid w:val="005858D3"/>
    <w:rsid w:val="00586D56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2BA3"/>
    <w:rsid w:val="005B5146"/>
    <w:rsid w:val="005B6BD1"/>
    <w:rsid w:val="005C5D19"/>
    <w:rsid w:val="005C68D9"/>
    <w:rsid w:val="005C7FC9"/>
    <w:rsid w:val="005D1AFD"/>
    <w:rsid w:val="005D3D9F"/>
    <w:rsid w:val="005D534C"/>
    <w:rsid w:val="005D5967"/>
    <w:rsid w:val="005D5D43"/>
    <w:rsid w:val="005E2E08"/>
    <w:rsid w:val="005E51E6"/>
    <w:rsid w:val="005F027A"/>
    <w:rsid w:val="005F159C"/>
    <w:rsid w:val="005F33CC"/>
    <w:rsid w:val="005F771F"/>
    <w:rsid w:val="006073AB"/>
    <w:rsid w:val="00611A62"/>
    <w:rsid w:val="006121D4"/>
    <w:rsid w:val="00613B49"/>
    <w:rsid w:val="00613FA9"/>
    <w:rsid w:val="00616845"/>
    <w:rsid w:val="00620E8E"/>
    <w:rsid w:val="00622332"/>
    <w:rsid w:val="00622716"/>
    <w:rsid w:val="00624D88"/>
    <w:rsid w:val="00632CDE"/>
    <w:rsid w:val="00633CFE"/>
    <w:rsid w:val="00634FCA"/>
    <w:rsid w:val="006429BF"/>
    <w:rsid w:val="00643D1B"/>
    <w:rsid w:val="006452B8"/>
    <w:rsid w:val="006479C2"/>
    <w:rsid w:val="006511C2"/>
    <w:rsid w:val="00652BE0"/>
    <w:rsid w:val="00652E62"/>
    <w:rsid w:val="00654BBC"/>
    <w:rsid w:val="0066520F"/>
    <w:rsid w:val="00670B9A"/>
    <w:rsid w:val="00672064"/>
    <w:rsid w:val="00675661"/>
    <w:rsid w:val="00680388"/>
    <w:rsid w:val="0068639A"/>
    <w:rsid w:val="00686A49"/>
    <w:rsid w:val="00687B62"/>
    <w:rsid w:val="00690C44"/>
    <w:rsid w:val="0069107F"/>
    <w:rsid w:val="006969D9"/>
    <w:rsid w:val="006A0A85"/>
    <w:rsid w:val="006A2B68"/>
    <w:rsid w:val="006A329E"/>
    <w:rsid w:val="006B1DA3"/>
    <w:rsid w:val="006B2C8C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F019F"/>
    <w:rsid w:val="006F0D02"/>
    <w:rsid w:val="006F10FE"/>
    <w:rsid w:val="006F3622"/>
    <w:rsid w:val="006F62F7"/>
    <w:rsid w:val="0070416A"/>
    <w:rsid w:val="00705EEC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1067"/>
    <w:rsid w:val="0073404B"/>
    <w:rsid w:val="007341FF"/>
    <w:rsid w:val="007370F2"/>
    <w:rsid w:val="007404E9"/>
    <w:rsid w:val="00742756"/>
    <w:rsid w:val="00743B6A"/>
    <w:rsid w:val="007444CF"/>
    <w:rsid w:val="007474E7"/>
    <w:rsid w:val="00752C75"/>
    <w:rsid w:val="00753BF3"/>
    <w:rsid w:val="00757005"/>
    <w:rsid w:val="00760819"/>
    <w:rsid w:val="00761DBE"/>
    <w:rsid w:val="0076523B"/>
    <w:rsid w:val="00766E9E"/>
    <w:rsid w:val="00771B60"/>
    <w:rsid w:val="00772E9D"/>
    <w:rsid w:val="00780035"/>
    <w:rsid w:val="0078015A"/>
    <w:rsid w:val="00780F0B"/>
    <w:rsid w:val="00781D77"/>
    <w:rsid w:val="00783549"/>
    <w:rsid w:val="00784036"/>
    <w:rsid w:val="00784163"/>
    <w:rsid w:val="007860B7"/>
    <w:rsid w:val="00786DC8"/>
    <w:rsid w:val="007A1827"/>
    <w:rsid w:val="007A300D"/>
    <w:rsid w:val="007A3ACD"/>
    <w:rsid w:val="007A7468"/>
    <w:rsid w:val="007B7438"/>
    <w:rsid w:val="007B7F2A"/>
    <w:rsid w:val="007C2B2E"/>
    <w:rsid w:val="007C73BF"/>
    <w:rsid w:val="007D1AAC"/>
    <w:rsid w:val="007D2A95"/>
    <w:rsid w:val="007D43DF"/>
    <w:rsid w:val="007D5A78"/>
    <w:rsid w:val="007E3BD1"/>
    <w:rsid w:val="007E3FB4"/>
    <w:rsid w:val="007F1563"/>
    <w:rsid w:val="007F1EB2"/>
    <w:rsid w:val="007F25B7"/>
    <w:rsid w:val="007F44DB"/>
    <w:rsid w:val="007F5A8B"/>
    <w:rsid w:val="0080043A"/>
    <w:rsid w:val="00802742"/>
    <w:rsid w:val="00812F88"/>
    <w:rsid w:val="00813D4D"/>
    <w:rsid w:val="00815488"/>
    <w:rsid w:val="00816CF4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86790"/>
    <w:rsid w:val="008908DE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D26D2"/>
    <w:rsid w:val="008D7631"/>
    <w:rsid w:val="008D7785"/>
    <w:rsid w:val="008E260C"/>
    <w:rsid w:val="008E2FD6"/>
    <w:rsid w:val="008E39BE"/>
    <w:rsid w:val="008E62EC"/>
    <w:rsid w:val="008F32F6"/>
    <w:rsid w:val="0090492B"/>
    <w:rsid w:val="009079A3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1386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90724"/>
    <w:rsid w:val="00995535"/>
    <w:rsid w:val="00997BFC"/>
    <w:rsid w:val="009A0D86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E1CDD"/>
    <w:rsid w:val="009F0DCC"/>
    <w:rsid w:val="009F11CA"/>
    <w:rsid w:val="009F2C15"/>
    <w:rsid w:val="009F44A7"/>
    <w:rsid w:val="009F75F0"/>
    <w:rsid w:val="00A03C2A"/>
    <w:rsid w:val="00A0695B"/>
    <w:rsid w:val="00A128F8"/>
    <w:rsid w:val="00A13052"/>
    <w:rsid w:val="00A216A8"/>
    <w:rsid w:val="00A223A6"/>
    <w:rsid w:val="00A24DE0"/>
    <w:rsid w:val="00A323D9"/>
    <w:rsid w:val="00A3639E"/>
    <w:rsid w:val="00A4157F"/>
    <w:rsid w:val="00A4234E"/>
    <w:rsid w:val="00A45C72"/>
    <w:rsid w:val="00A470AE"/>
    <w:rsid w:val="00A5092E"/>
    <w:rsid w:val="00A51113"/>
    <w:rsid w:val="00A554D6"/>
    <w:rsid w:val="00A56E14"/>
    <w:rsid w:val="00A63B33"/>
    <w:rsid w:val="00A6476B"/>
    <w:rsid w:val="00A729F6"/>
    <w:rsid w:val="00A757E3"/>
    <w:rsid w:val="00A76990"/>
    <w:rsid w:val="00A76C6C"/>
    <w:rsid w:val="00A77424"/>
    <w:rsid w:val="00A776BF"/>
    <w:rsid w:val="00A8367D"/>
    <w:rsid w:val="00A86FC5"/>
    <w:rsid w:val="00A87356"/>
    <w:rsid w:val="00A92DD1"/>
    <w:rsid w:val="00A97326"/>
    <w:rsid w:val="00AA5338"/>
    <w:rsid w:val="00AB1B8E"/>
    <w:rsid w:val="00AB5133"/>
    <w:rsid w:val="00AB7C42"/>
    <w:rsid w:val="00AC0696"/>
    <w:rsid w:val="00AC4164"/>
    <w:rsid w:val="00AC4C98"/>
    <w:rsid w:val="00AC5F6B"/>
    <w:rsid w:val="00AD2520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4977"/>
    <w:rsid w:val="00AF6AD0"/>
    <w:rsid w:val="00AF76D5"/>
    <w:rsid w:val="00AF7CC4"/>
    <w:rsid w:val="00B0656C"/>
    <w:rsid w:val="00B0712C"/>
    <w:rsid w:val="00B12013"/>
    <w:rsid w:val="00B1357F"/>
    <w:rsid w:val="00B16CE7"/>
    <w:rsid w:val="00B21146"/>
    <w:rsid w:val="00B22C67"/>
    <w:rsid w:val="00B31F33"/>
    <w:rsid w:val="00B32693"/>
    <w:rsid w:val="00B3385A"/>
    <w:rsid w:val="00B3508F"/>
    <w:rsid w:val="00B443EE"/>
    <w:rsid w:val="00B46C60"/>
    <w:rsid w:val="00B560C8"/>
    <w:rsid w:val="00B5633D"/>
    <w:rsid w:val="00B56EB8"/>
    <w:rsid w:val="00B57C93"/>
    <w:rsid w:val="00B61150"/>
    <w:rsid w:val="00B62BBB"/>
    <w:rsid w:val="00B65BC7"/>
    <w:rsid w:val="00B66E5B"/>
    <w:rsid w:val="00B70FAB"/>
    <w:rsid w:val="00B746B9"/>
    <w:rsid w:val="00B82D22"/>
    <w:rsid w:val="00B848D4"/>
    <w:rsid w:val="00B865B7"/>
    <w:rsid w:val="00B91054"/>
    <w:rsid w:val="00B916FF"/>
    <w:rsid w:val="00B93692"/>
    <w:rsid w:val="00B96E81"/>
    <w:rsid w:val="00BA1CB1"/>
    <w:rsid w:val="00BA311D"/>
    <w:rsid w:val="00BA4178"/>
    <w:rsid w:val="00BA430F"/>
    <w:rsid w:val="00BA482D"/>
    <w:rsid w:val="00BA6BA9"/>
    <w:rsid w:val="00BA7541"/>
    <w:rsid w:val="00BB1755"/>
    <w:rsid w:val="00BB23F4"/>
    <w:rsid w:val="00BB4198"/>
    <w:rsid w:val="00BB4A65"/>
    <w:rsid w:val="00BB7C24"/>
    <w:rsid w:val="00BC5075"/>
    <w:rsid w:val="00BC5265"/>
    <w:rsid w:val="00BC5419"/>
    <w:rsid w:val="00BD3B0F"/>
    <w:rsid w:val="00BE2D7D"/>
    <w:rsid w:val="00BE3284"/>
    <w:rsid w:val="00BE3DC7"/>
    <w:rsid w:val="00BE511A"/>
    <w:rsid w:val="00BE79F3"/>
    <w:rsid w:val="00BF0991"/>
    <w:rsid w:val="00BF1D4C"/>
    <w:rsid w:val="00BF3F0A"/>
    <w:rsid w:val="00BF6DDD"/>
    <w:rsid w:val="00C00523"/>
    <w:rsid w:val="00C04F09"/>
    <w:rsid w:val="00C07DA2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4083C"/>
    <w:rsid w:val="00C40FB7"/>
    <w:rsid w:val="00C43898"/>
    <w:rsid w:val="00C51EC3"/>
    <w:rsid w:val="00C540A7"/>
    <w:rsid w:val="00C578E9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B2448"/>
    <w:rsid w:val="00CB746F"/>
    <w:rsid w:val="00CC25F3"/>
    <w:rsid w:val="00CC451E"/>
    <w:rsid w:val="00CD4E9D"/>
    <w:rsid w:val="00CD4F4D"/>
    <w:rsid w:val="00CD5C5C"/>
    <w:rsid w:val="00CD7EB0"/>
    <w:rsid w:val="00CE0536"/>
    <w:rsid w:val="00CE082E"/>
    <w:rsid w:val="00CE1516"/>
    <w:rsid w:val="00CE5672"/>
    <w:rsid w:val="00CE6791"/>
    <w:rsid w:val="00CE7D19"/>
    <w:rsid w:val="00CF0CF5"/>
    <w:rsid w:val="00CF1D32"/>
    <w:rsid w:val="00CF2B3E"/>
    <w:rsid w:val="00CF53E2"/>
    <w:rsid w:val="00D001AC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43BBE"/>
    <w:rsid w:val="00D52CB7"/>
    <w:rsid w:val="00D54C76"/>
    <w:rsid w:val="00D556A3"/>
    <w:rsid w:val="00D64691"/>
    <w:rsid w:val="00D71E43"/>
    <w:rsid w:val="00D727F3"/>
    <w:rsid w:val="00D73695"/>
    <w:rsid w:val="00D80C21"/>
    <w:rsid w:val="00D810DE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1D69"/>
    <w:rsid w:val="00DC2BBE"/>
    <w:rsid w:val="00DC57D8"/>
    <w:rsid w:val="00DC5A3A"/>
    <w:rsid w:val="00DD0726"/>
    <w:rsid w:val="00DD1A96"/>
    <w:rsid w:val="00DD2473"/>
    <w:rsid w:val="00DD6B74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501F0"/>
    <w:rsid w:val="00E520AD"/>
    <w:rsid w:val="00E57FC7"/>
    <w:rsid w:val="00E6166D"/>
    <w:rsid w:val="00E6475C"/>
    <w:rsid w:val="00E6490E"/>
    <w:rsid w:val="00E658A5"/>
    <w:rsid w:val="00E70E4F"/>
    <w:rsid w:val="00E72A2B"/>
    <w:rsid w:val="00E74709"/>
    <w:rsid w:val="00E77A72"/>
    <w:rsid w:val="00E85CA5"/>
    <w:rsid w:val="00E87057"/>
    <w:rsid w:val="00E91BFF"/>
    <w:rsid w:val="00E92933"/>
    <w:rsid w:val="00E943A9"/>
    <w:rsid w:val="00E94FAD"/>
    <w:rsid w:val="00E957EB"/>
    <w:rsid w:val="00EA3414"/>
    <w:rsid w:val="00EA3CA9"/>
    <w:rsid w:val="00EA3F09"/>
    <w:rsid w:val="00EA4211"/>
    <w:rsid w:val="00EB0AA4"/>
    <w:rsid w:val="00EB5C88"/>
    <w:rsid w:val="00EB60C0"/>
    <w:rsid w:val="00EB733E"/>
    <w:rsid w:val="00EC0469"/>
    <w:rsid w:val="00EC0578"/>
    <w:rsid w:val="00EC7EE0"/>
    <w:rsid w:val="00ED0881"/>
    <w:rsid w:val="00ED3910"/>
    <w:rsid w:val="00ED5BFA"/>
    <w:rsid w:val="00ED6FF6"/>
    <w:rsid w:val="00ED75C8"/>
    <w:rsid w:val="00EE4378"/>
    <w:rsid w:val="00EF01F8"/>
    <w:rsid w:val="00EF1024"/>
    <w:rsid w:val="00EF11D3"/>
    <w:rsid w:val="00EF3E23"/>
    <w:rsid w:val="00EF40EF"/>
    <w:rsid w:val="00EF47FE"/>
    <w:rsid w:val="00F01177"/>
    <w:rsid w:val="00F03993"/>
    <w:rsid w:val="00F069BD"/>
    <w:rsid w:val="00F06F7C"/>
    <w:rsid w:val="00F123C8"/>
    <w:rsid w:val="00F1480E"/>
    <w:rsid w:val="00F1497D"/>
    <w:rsid w:val="00F1660D"/>
    <w:rsid w:val="00F16AAC"/>
    <w:rsid w:val="00F20BDE"/>
    <w:rsid w:val="00F22B51"/>
    <w:rsid w:val="00F33FF2"/>
    <w:rsid w:val="00F4313F"/>
    <w:rsid w:val="00F438FC"/>
    <w:rsid w:val="00F47281"/>
    <w:rsid w:val="00F47CC6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3D7C"/>
    <w:rsid w:val="00F87DF9"/>
    <w:rsid w:val="00F912AE"/>
    <w:rsid w:val="00F93EF7"/>
    <w:rsid w:val="00F95834"/>
    <w:rsid w:val="00F97C74"/>
    <w:rsid w:val="00FB232E"/>
    <w:rsid w:val="00FB30D3"/>
    <w:rsid w:val="00FB7B99"/>
    <w:rsid w:val="00FC325D"/>
    <w:rsid w:val="00FC4EE1"/>
    <w:rsid w:val="00FD557D"/>
    <w:rsid w:val="00FD66F9"/>
    <w:rsid w:val="00FE0282"/>
    <w:rsid w:val="00FE124D"/>
    <w:rsid w:val="00FE2667"/>
    <w:rsid w:val="00FE3148"/>
    <w:rsid w:val="00FE4B26"/>
    <w:rsid w:val="00FE6C57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EA104833-BC26-AF4A-BC3A-E36382A1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AD2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UnresolvedMention">
    <w:name w:val="Unresolved Mention"/>
    <w:basedOn w:val="DefaultParagraphFont"/>
    <w:uiPriority w:val="99"/>
    <w:semiHidden/>
    <w:unhideWhenUsed/>
    <w:rsid w:val="00995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25</TotalTime>
  <Pages>4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14</cp:revision>
  <cp:lastPrinted>2016-05-26T12:21:00Z</cp:lastPrinted>
  <dcterms:created xsi:type="dcterms:W3CDTF">2022-01-31T02:22:00Z</dcterms:created>
  <dcterms:modified xsi:type="dcterms:W3CDTF">2022-03-25T01:55:00Z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