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881709" w14:paraId="52442F4D" w14:textId="77777777" w:rsidTr="00A526C1">
        <w:tc>
          <w:tcPr>
            <w:tcW w:w="2689" w:type="dxa"/>
          </w:tcPr>
          <w:p w14:paraId="45F501AF" w14:textId="12434C3C" w:rsidR="00881709" w:rsidRPr="00881709" w:rsidRDefault="00881709" w:rsidP="00881709">
            <w:pPr>
              <w:pStyle w:val="SIText"/>
            </w:pPr>
            <w:r w:rsidRPr="00CC451E">
              <w:t>Release</w:t>
            </w:r>
            <w:r w:rsidRPr="00881709">
              <w:t xml:space="preserve"> </w:t>
            </w:r>
            <w:r>
              <w:t>2</w:t>
            </w:r>
          </w:p>
        </w:tc>
        <w:tc>
          <w:tcPr>
            <w:tcW w:w="6939" w:type="dxa"/>
          </w:tcPr>
          <w:p w14:paraId="634E69F8" w14:textId="6739652E" w:rsidR="00881709" w:rsidRPr="00881709" w:rsidRDefault="00881709" w:rsidP="00881709">
            <w:pPr>
              <w:pStyle w:val="SIText"/>
            </w:pPr>
            <w:r w:rsidRPr="00903631">
              <w:t xml:space="preserve">This version released with AHC Agriculture, Horticulture and Conservation and Land Management Training Package Version </w:t>
            </w:r>
            <w:r w:rsidRPr="00723C06">
              <w:rPr>
                <w:rStyle w:val="SITemporaryText-blue"/>
              </w:rPr>
              <w:t>X</w:t>
            </w:r>
            <w:r w:rsidRPr="00881709">
              <w:t>.0</w:t>
            </w:r>
          </w:p>
        </w:tc>
      </w:tr>
      <w:tr w:rsidR="00F1480E" w14:paraId="41512140" w14:textId="77777777" w:rsidTr="00146EEC">
        <w:tc>
          <w:tcPr>
            <w:tcW w:w="2689" w:type="dxa"/>
          </w:tcPr>
          <w:p w14:paraId="73791A56" w14:textId="2A7A857D" w:rsidR="00F1480E" w:rsidRPr="005404CB" w:rsidRDefault="00F1480E" w:rsidP="005404CB">
            <w:pPr>
              <w:pStyle w:val="SIText"/>
            </w:pPr>
            <w:r w:rsidRPr="00CC451E">
              <w:t>Release</w:t>
            </w:r>
            <w:r w:rsidR="00337E82" w:rsidRPr="005404CB">
              <w:t xml:space="preserve"> 1</w:t>
            </w:r>
          </w:p>
        </w:tc>
        <w:tc>
          <w:tcPr>
            <w:tcW w:w="6939" w:type="dxa"/>
          </w:tcPr>
          <w:p w14:paraId="07F446EA" w14:textId="4280F161" w:rsidR="00F1480E" w:rsidRPr="005404CB" w:rsidRDefault="00903631" w:rsidP="005404CB">
            <w:pPr>
              <w:pStyle w:val="SIText"/>
            </w:pPr>
            <w:r w:rsidRPr="00903631">
              <w:t xml:space="preserve">This version released with AHC Agriculture, Horticulture and Conservation and Land Management Training Package Version </w:t>
            </w:r>
            <w:r>
              <w:t>1.0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16829213" w:rsidR="00F1480E" w:rsidRPr="005404CB" w:rsidRDefault="00A3135C">
            <w:pPr>
              <w:pStyle w:val="SIUNITCODE"/>
            </w:pPr>
            <w:r>
              <w:t>AHCPER</w:t>
            </w:r>
            <w:r w:rsidR="005D0854">
              <w:t>3</w:t>
            </w:r>
            <w:r w:rsidR="00AA5B89">
              <w:t>x3</w:t>
            </w:r>
          </w:p>
        </w:tc>
        <w:tc>
          <w:tcPr>
            <w:tcW w:w="3604" w:type="pct"/>
            <w:shd w:val="clear" w:color="auto" w:fill="auto"/>
          </w:tcPr>
          <w:p w14:paraId="01D80964" w14:textId="3DACE65C" w:rsidR="00F1480E" w:rsidRPr="005404CB" w:rsidRDefault="00357BBE" w:rsidP="00940D2E">
            <w:pPr>
              <w:pStyle w:val="SIUnittitle"/>
            </w:pPr>
            <w:commentRangeStart w:id="0"/>
            <w:commentRangeStart w:id="1"/>
            <w:r w:rsidRPr="00357BBE">
              <w:t>Establish a permaculture system</w:t>
            </w:r>
            <w:commentRangeEnd w:id="0"/>
            <w:r w:rsidR="00940D2E">
              <w:rPr>
                <w:b w:val="0"/>
                <w:sz w:val="20"/>
              </w:rPr>
              <w:commentReference w:id="0"/>
            </w:r>
            <w:commentRangeEnd w:id="1"/>
            <w:r w:rsidR="00EC7B3C">
              <w:rPr>
                <w:b w:val="0"/>
                <w:sz w:val="20"/>
              </w:rPr>
              <w:commentReference w:id="1"/>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3181EF6B" w14:textId="12E29C84" w:rsidR="00357BBE" w:rsidRPr="00357BBE" w:rsidRDefault="00357BBE" w:rsidP="00357BBE">
            <w:r w:rsidRPr="00357BBE">
              <w:t xml:space="preserve">This unit of competency describes the skills and knowledge required to </w:t>
            </w:r>
            <w:r w:rsidR="00940D2E">
              <w:t xml:space="preserve">read and interpret permaculture designs, coordinate and schedule resources for the </w:t>
            </w:r>
            <w:r w:rsidRPr="00357BBE">
              <w:t>establish</w:t>
            </w:r>
            <w:r w:rsidR="00940D2E">
              <w:t>ment of</w:t>
            </w:r>
            <w:r w:rsidRPr="00357BBE">
              <w:t xml:space="preserve"> a permaculture system </w:t>
            </w:r>
            <w:r w:rsidR="00940D2E">
              <w:t xml:space="preserve">in </w:t>
            </w:r>
            <w:proofErr w:type="gramStart"/>
            <w:r w:rsidR="00940D2E">
              <w:t>either a</w:t>
            </w:r>
            <w:proofErr w:type="gramEnd"/>
            <w:r w:rsidR="00940D2E">
              <w:t xml:space="preserve"> rural of urban environment.</w:t>
            </w:r>
          </w:p>
          <w:p w14:paraId="44C036A8" w14:textId="77777777" w:rsidR="00940D2E" w:rsidRDefault="00940D2E" w:rsidP="00357BBE"/>
          <w:p w14:paraId="5B9B796F" w14:textId="502177A7" w:rsidR="00357BBE" w:rsidRPr="00357BBE" w:rsidRDefault="00940D2E" w:rsidP="00357BBE">
            <w:r>
              <w:t>The</w:t>
            </w:r>
            <w:r w:rsidRPr="00357BBE">
              <w:t xml:space="preserve"> </w:t>
            </w:r>
            <w:r w:rsidR="00357BBE" w:rsidRPr="00357BBE">
              <w:t>unit applies to individuals who work under broad direction and take responsibility for their own work including limited responsibility for the work of others. They use discretion and judgement in the selection and use of available resources and complete routine activities.</w:t>
            </w:r>
          </w:p>
          <w:p w14:paraId="2F67979C" w14:textId="77777777" w:rsidR="00357BBE" w:rsidRDefault="00357BBE" w:rsidP="00357BBE"/>
          <w:p w14:paraId="22C15BCD" w14:textId="54D34898" w:rsidR="00373436" w:rsidRPr="000754EC" w:rsidRDefault="00357BBE" w:rsidP="00723C06">
            <w:r w:rsidRPr="00357BBE">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0B88FB3" w:rsidR="00F1480E" w:rsidRPr="005404CB" w:rsidRDefault="00692EC8" w:rsidP="005404CB">
            <w:pPr>
              <w:pStyle w:val="SIText"/>
            </w:pPr>
            <w:r>
              <w:t>Permaculture (PER)</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7F7FC7" w:rsidRPr="00963A46" w14:paraId="7DB7C384" w14:textId="77777777" w:rsidTr="00CA2922">
        <w:trPr>
          <w:cantSplit/>
        </w:trPr>
        <w:tc>
          <w:tcPr>
            <w:tcW w:w="1396" w:type="pct"/>
            <w:shd w:val="clear" w:color="auto" w:fill="auto"/>
          </w:tcPr>
          <w:p w14:paraId="44EC0F01" w14:textId="4894E2FC" w:rsidR="007F7FC7" w:rsidRPr="007F7FC7" w:rsidRDefault="007F7FC7" w:rsidP="00C469CB">
            <w:pPr>
              <w:pStyle w:val="SIText"/>
            </w:pPr>
            <w:r w:rsidRPr="007F7FC7">
              <w:t>1. Prepare to establish a</w:t>
            </w:r>
            <w:r w:rsidR="00C469CB">
              <w:t xml:space="preserve"> </w:t>
            </w:r>
            <w:r w:rsidRPr="007F7FC7">
              <w:t>permaculture system</w:t>
            </w:r>
          </w:p>
        </w:tc>
        <w:tc>
          <w:tcPr>
            <w:tcW w:w="3604" w:type="pct"/>
            <w:shd w:val="clear" w:color="auto" w:fill="auto"/>
          </w:tcPr>
          <w:p w14:paraId="47246110" w14:textId="06E5131F" w:rsidR="007F7FC7" w:rsidRPr="007F7FC7" w:rsidRDefault="007F7FC7" w:rsidP="007F7FC7">
            <w:r w:rsidRPr="007F7FC7">
              <w:t xml:space="preserve">1.1 Read and interpret design </w:t>
            </w:r>
            <w:r w:rsidR="00295589">
              <w:t xml:space="preserve">and plans </w:t>
            </w:r>
            <w:r w:rsidRPr="007F7FC7">
              <w:t>for permaculture system</w:t>
            </w:r>
          </w:p>
          <w:p w14:paraId="59AC85F1" w14:textId="1D1B437D" w:rsidR="007F7FC7" w:rsidRPr="007F7FC7" w:rsidRDefault="007F7FC7" w:rsidP="007F7FC7">
            <w:r w:rsidRPr="007F7FC7">
              <w:t>1.2 Identify site, planting methods and system features</w:t>
            </w:r>
          </w:p>
          <w:p w14:paraId="4B044429" w14:textId="4A9B544E" w:rsidR="007F7FC7" w:rsidRPr="007F7FC7" w:rsidRDefault="007F7FC7" w:rsidP="007F7FC7">
            <w:r w:rsidRPr="007F7FC7">
              <w:t xml:space="preserve">1.3 Select materials, tools, </w:t>
            </w:r>
            <w:proofErr w:type="gramStart"/>
            <w:r w:rsidRPr="007F7FC7">
              <w:t>equipment</w:t>
            </w:r>
            <w:proofErr w:type="gramEnd"/>
            <w:r w:rsidRPr="007F7FC7">
              <w:t xml:space="preserve"> and machinery</w:t>
            </w:r>
          </w:p>
        </w:tc>
      </w:tr>
      <w:tr w:rsidR="007F7FC7" w:rsidRPr="00963A46" w14:paraId="3F89A880" w14:textId="77777777" w:rsidTr="00CA2922">
        <w:trPr>
          <w:cantSplit/>
        </w:trPr>
        <w:tc>
          <w:tcPr>
            <w:tcW w:w="1396" w:type="pct"/>
            <w:shd w:val="clear" w:color="auto" w:fill="auto"/>
          </w:tcPr>
          <w:p w14:paraId="0DD48B01" w14:textId="39F8C0DE" w:rsidR="007F7FC7" w:rsidRPr="007F7FC7" w:rsidRDefault="007F7FC7" w:rsidP="00C469CB">
            <w:pPr>
              <w:pStyle w:val="SIText"/>
            </w:pPr>
            <w:r w:rsidRPr="007F7FC7">
              <w:t>2. Coordinate establishment of</w:t>
            </w:r>
            <w:r w:rsidR="00C469CB">
              <w:t xml:space="preserve"> </w:t>
            </w:r>
            <w:r w:rsidRPr="007F7FC7">
              <w:t>permaculture system</w:t>
            </w:r>
          </w:p>
        </w:tc>
        <w:tc>
          <w:tcPr>
            <w:tcW w:w="3604" w:type="pct"/>
            <w:shd w:val="clear" w:color="auto" w:fill="auto"/>
          </w:tcPr>
          <w:p w14:paraId="3FA06803" w14:textId="3B2FCC6E" w:rsidR="007F7FC7" w:rsidRPr="007F7FC7" w:rsidRDefault="007F7FC7" w:rsidP="007F7FC7">
            <w:r w:rsidRPr="007F7FC7">
              <w:t xml:space="preserve">2.1 Coordinate </w:t>
            </w:r>
            <w:r w:rsidR="00940D2E">
              <w:t xml:space="preserve">and schedule </w:t>
            </w:r>
            <w:r w:rsidRPr="007F7FC7">
              <w:t xml:space="preserve">tasks </w:t>
            </w:r>
            <w:r w:rsidR="006A7B93">
              <w:t xml:space="preserve">with work team </w:t>
            </w:r>
            <w:r w:rsidR="00940D2E">
              <w:t>according to design sequence and specifications</w:t>
            </w:r>
          </w:p>
          <w:p w14:paraId="77F2F246" w14:textId="190D91B6" w:rsidR="005E5B45" w:rsidRDefault="007F7FC7" w:rsidP="007F7FC7">
            <w:r w:rsidRPr="007F7FC7">
              <w:t xml:space="preserve">2.2 </w:t>
            </w:r>
            <w:r w:rsidR="005E5B45">
              <w:t xml:space="preserve">Identify hazards, assess </w:t>
            </w:r>
            <w:proofErr w:type="gramStart"/>
            <w:r w:rsidR="005E5B45">
              <w:t>risk</w:t>
            </w:r>
            <w:proofErr w:type="gramEnd"/>
            <w:r w:rsidR="005E5B45">
              <w:t xml:space="preserve"> and implement controls according to workplace health, safety and environmental procedures</w:t>
            </w:r>
          </w:p>
          <w:p w14:paraId="2B00249F" w14:textId="33119BCF" w:rsidR="007F7FC7" w:rsidRPr="007F7FC7" w:rsidRDefault="007F7FC7">
            <w:pPr>
              <w:pStyle w:val="SIText"/>
            </w:pPr>
            <w:r w:rsidRPr="007F7FC7">
              <w:t xml:space="preserve">2.3 Maintain a clean and safe work </w:t>
            </w:r>
            <w:r w:rsidR="005E5B45">
              <w:t>environment</w:t>
            </w:r>
            <w:r w:rsidR="005E5B45" w:rsidRPr="007F7FC7">
              <w:t xml:space="preserve"> </w:t>
            </w:r>
            <w:r w:rsidR="005E5B45">
              <w:t>according to workplace biosecurity procedures</w:t>
            </w:r>
          </w:p>
        </w:tc>
      </w:tr>
      <w:tr w:rsidR="007F7FC7" w:rsidRPr="00963A46" w14:paraId="629DE035" w14:textId="77777777" w:rsidTr="00CA2922">
        <w:trPr>
          <w:cantSplit/>
        </w:trPr>
        <w:tc>
          <w:tcPr>
            <w:tcW w:w="1396" w:type="pct"/>
            <w:shd w:val="clear" w:color="auto" w:fill="auto"/>
          </w:tcPr>
          <w:p w14:paraId="7538BC0F" w14:textId="3E456CBA" w:rsidR="007F7FC7" w:rsidRPr="007F7FC7" w:rsidRDefault="007F7FC7" w:rsidP="007F7FC7">
            <w:pPr>
              <w:pStyle w:val="SIText"/>
            </w:pPr>
            <w:r w:rsidRPr="007F7FC7">
              <w:t>3. Prepare the area</w:t>
            </w:r>
          </w:p>
        </w:tc>
        <w:tc>
          <w:tcPr>
            <w:tcW w:w="3604" w:type="pct"/>
            <w:shd w:val="clear" w:color="auto" w:fill="auto"/>
          </w:tcPr>
          <w:p w14:paraId="0A7ECC1A" w14:textId="7BA11FEB" w:rsidR="005E5B45" w:rsidRDefault="007F7FC7" w:rsidP="007F7FC7">
            <w:r w:rsidRPr="007F7FC7">
              <w:t xml:space="preserve">3.1 </w:t>
            </w:r>
            <w:r w:rsidR="005E5B45">
              <w:t>Implement installation/retrofitting of infrastructure according to plans</w:t>
            </w:r>
          </w:p>
          <w:p w14:paraId="393E312C" w14:textId="45931889" w:rsidR="005E5B45" w:rsidRDefault="005E5B45" w:rsidP="007F7FC7">
            <w:r>
              <w:t xml:space="preserve">3.2 Implement </w:t>
            </w:r>
            <w:r w:rsidR="007F7FC7" w:rsidRPr="007F7FC7">
              <w:t xml:space="preserve">earthworks </w:t>
            </w:r>
            <w:r>
              <w:t xml:space="preserve">and soil preparation </w:t>
            </w:r>
            <w:r w:rsidR="00295589">
              <w:t xml:space="preserve">according to </w:t>
            </w:r>
            <w:r>
              <w:t>plans</w:t>
            </w:r>
          </w:p>
          <w:p w14:paraId="57CF1801" w14:textId="65B50799" w:rsidR="007F7FC7" w:rsidRPr="007F7FC7" w:rsidRDefault="007F7FC7" w:rsidP="007F7FC7">
            <w:r w:rsidRPr="007F7FC7">
              <w:t>3.</w:t>
            </w:r>
            <w:r w:rsidR="005E5B45">
              <w:t>3</w:t>
            </w:r>
            <w:r w:rsidRPr="007F7FC7">
              <w:t xml:space="preserve"> Select and apply </w:t>
            </w:r>
            <w:r w:rsidR="005E5B45">
              <w:t xml:space="preserve">soil improvement </w:t>
            </w:r>
            <w:r w:rsidRPr="007F7FC7">
              <w:t xml:space="preserve">additives </w:t>
            </w:r>
            <w:r w:rsidR="005E5B45">
              <w:t>according to design specifications</w:t>
            </w:r>
          </w:p>
          <w:p w14:paraId="1C93868F" w14:textId="0693EA1E" w:rsidR="007F7FC7" w:rsidRPr="007F7FC7" w:rsidRDefault="007F7FC7">
            <w:r w:rsidRPr="007F7FC7">
              <w:t>3.</w:t>
            </w:r>
            <w:r w:rsidR="005E5B45">
              <w:t>4</w:t>
            </w:r>
            <w:r w:rsidRPr="007F7FC7">
              <w:t xml:space="preserve"> Mark out patterns or positions of elements on site according to design</w:t>
            </w:r>
          </w:p>
        </w:tc>
      </w:tr>
      <w:tr w:rsidR="007F7FC7" w:rsidRPr="00963A46" w14:paraId="11718CED" w14:textId="77777777" w:rsidTr="00CA2922">
        <w:trPr>
          <w:cantSplit/>
        </w:trPr>
        <w:tc>
          <w:tcPr>
            <w:tcW w:w="1396" w:type="pct"/>
            <w:shd w:val="clear" w:color="auto" w:fill="auto"/>
          </w:tcPr>
          <w:p w14:paraId="0B502852" w14:textId="340DF2C7" w:rsidR="007F7FC7" w:rsidRPr="007F7FC7" w:rsidRDefault="007F7FC7" w:rsidP="00C469CB">
            <w:pPr>
              <w:pStyle w:val="SIText"/>
            </w:pPr>
            <w:r w:rsidRPr="007F7FC7">
              <w:t xml:space="preserve">4. </w:t>
            </w:r>
            <w:r w:rsidR="00C469CB">
              <w:t>P</w:t>
            </w:r>
            <w:r w:rsidRPr="007F7FC7">
              <w:t>osition elements in permaculture system</w:t>
            </w:r>
          </w:p>
        </w:tc>
        <w:tc>
          <w:tcPr>
            <w:tcW w:w="3604" w:type="pct"/>
            <w:shd w:val="clear" w:color="auto" w:fill="auto"/>
          </w:tcPr>
          <w:p w14:paraId="1CDAAC78" w14:textId="202BE7B3" w:rsidR="007F7FC7" w:rsidRPr="007F7FC7" w:rsidRDefault="007F7FC7" w:rsidP="007F7FC7">
            <w:r w:rsidRPr="007F7FC7">
              <w:t>4.1 Inspect elements prior</w:t>
            </w:r>
            <w:r w:rsidR="00C469CB">
              <w:t xml:space="preserve"> to</w:t>
            </w:r>
            <w:r w:rsidRPr="007F7FC7">
              <w:t xml:space="preserve"> installation </w:t>
            </w:r>
            <w:r w:rsidR="00C469CB">
              <w:t xml:space="preserve">against specifications and reject defective </w:t>
            </w:r>
            <w:r w:rsidRPr="007F7FC7">
              <w:t>elements</w:t>
            </w:r>
            <w:r w:rsidR="00C469CB">
              <w:t xml:space="preserve"> according to workplace procedures</w:t>
            </w:r>
          </w:p>
          <w:p w14:paraId="0C174333" w14:textId="5C184B63" w:rsidR="007F7FC7" w:rsidRPr="007F7FC7" w:rsidRDefault="007F7FC7" w:rsidP="007F7FC7">
            <w:r w:rsidRPr="007F7FC7">
              <w:t xml:space="preserve">4.2 </w:t>
            </w:r>
            <w:r w:rsidR="00C469CB">
              <w:t>Prepare</w:t>
            </w:r>
            <w:r w:rsidRPr="007F7FC7">
              <w:t xml:space="preserve"> plants to maintain health and vigour</w:t>
            </w:r>
            <w:r w:rsidR="00C469CB">
              <w:t xml:space="preserve"> before planting</w:t>
            </w:r>
          </w:p>
          <w:p w14:paraId="7379B991" w14:textId="0534E044" w:rsidR="007F7FC7" w:rsidRPr="007F7FC7" w:rsidRDefault="007F7FC7" w:rsidP="007F7FC7">
            <w:r w:rsidRPr="007F7FC7">
              <w:t>4.3 Position elements according to permaculture design</w:t>
            </w:r>
          </w:p>
          <w:p w14:paraId="1D278DA4" w14:textId="1FD0D8CD" w:rsidR="007F7FC7" w:rsidRPr="007F7FC7" w:rsidRDefault="007F7FC7" w:rsidP="007F7FC7">
            <w:r w:rsidRPr="007F7FC7">
              <w:t>4.4 Provide elements with post-installation care</w:t>
            </w:r>
          </w:p>
        </w:tc>
      </w:tr>
      <w:tr w:rsidR="007F7FC7" w:rsidRPr="00963A46" w14:paraId="3EFE152C" w14:textId="77777777" w:rsidTr="00CA2922">
        <w:trPr>
          <w:cantSplit/>
        </w:trPr>
        <w:tc>
          <w:tcPr>
            <w:tcW w:w="1396" w:type="pct"/>
            <w:shd w:val="clear" w:color="auto" w:fill="auto"/>
          </w:tcPr>
          <w:p w14:paraId="4C381C90" w14:textId="588C3C89" w:rsidR="007F7FC7" w:rsidRPr="007F7FC7" w:rsidRDefault="007F7FC7" w:rsidP="00C469CB">
            <w:pPr>
              <w:pStyle w:val="SIText"/>
            </w:pPr>
            <w:r w:rsidRPr="007F7FC7">
              <w:t>5. Monitor establishment of</w:t>
            </w:r>
            <w:r w:rsidR="00C469CB">
              <w:t xml:space="preserve"> </w:t>
            </w:r>
            <w:r w:rsidRPr="007F7FC7">
              <w:t>permaculture system</w:t>
            </w:r>
          </w:p>
        </w:tc>
        <w:tc>
          <w:tcPr>
            <w:tcW w:w="3604" w:type="pct"/>
            <w:shd w:val="clear" w:color="auto" w:fill="auto"/>
          </w:tcPr>
          <w:p w14:paraId="43247B15" w14:textId="528C80FB" w:rsidR="007F7FC7" w:rsidRPr="007F7FC7" w:rsidRDefault="007F7FC7" w:rsidP="007F7FC7">
            <w:r w:rsidRPr="007F7FC7">
              <w:t xml:space="preserve">5.1 Monitor </w:t>
            </w:r>
            <w:r w:rsidR="00C469CB">
              <w:t xml:space="preserve">permaculture </w:t>
            </w:r>
            <w:r w:rsidRPr="007F7FC7">
              <w:t xml:space="preserve">system and </w:t>
            </w:r>
            <w:r w:rsidR="00C469CB">
              <w:t xml:space="preserve">implement maintenance </w:t>
            </w:r>
            <w:r w:rsidRPr="007F7FC7">
              <w:t>act</w:t>
            </w:r>
            <w:r w:rsidR="00C469CB">
              <w:t>ivities during establishment phase</w:t>
            </w:r>
          </w:p>
          <w:p w14:paraId="69929E6E" w14:textId="37FD76B8" w:rsidR="007F7FC7" w:rsidRPr="007F7FC7" w:rsidRDefault="007F7FC7" w:rsidP="007F7FC7">
            <w:r w:rsidRPr="007F7FC7">
              <w:t xml:space="preserve">5.2 Identify </w:t>
            </w:r>
            <w:r w:rsidR="002070A2">
              <w:t xml:space="preserve">conditions inhibiting </w:t>
            </w:r>
            <w:r w:rsidRPr="007F7FC7">
              <w:t xml:space="preserve">elements from </w:t>
            </w:r>
            <w:r w:rsidR="002070A2">
              <w:t>developing and rectify according to system design and permaculture principles</w:t>
            </w:r>
          </w:p>
          <w:p w14:paraId="1FACB08F" w14:textId="64320E4C" w:rsidR="007F7FC7" w:rsidRPr="007F7FC7" w:rsidRDefault="007F7FC7" w:rsidP="004E3D2C">
            <w:r w:rsidRPr="007F7FC7">
              <w:t xml:space="preserve">5.3 </w:t>
            </w:r>
            <w:r w:rsidR="002070A2">
              <w:t>Finalise</w:t>
            </w:r>
            <w:r w:rsidR="002070A2" w:rsidRPr="007F7FC7">
              <w:t xml:space="preserve"> </w:t>
            </w:r>
            <w:r w:rsidRPr="007F7FC7">
              <w:t xml:space="preserve">works for permaculture </w:t>
            </w:r>
            <w:r w:rsidR="002070A2">
              <w:t>establishment according to design</w:t>
            </w:r>
          </w:p>
        </w:tc>
      </w:tr>
      <w:tr w:rsidR="007F7FC7" w:rsidRPr="00963A46" w14:paraId="70440C3A" w14:textId="77777777" w:rsidTr="00CA2922">
        <w:trPr>
          <w:cantSplit/>
        </w:trPr>
        <w:tc>
          <w:tcPr>
            <w:tcW w:w="1396" w:type="pct"/>
            <w:shd w:val="clear" w:color="auto" w:fill="auto"/>
          </w:tcPr>
          <w:p w14:paraId="4566A0C7" w14:textId="6F5B54CB" w:rsidR="007F7FC7" w:rsidRPr="007F7FC7" w:rsidRDefault="007F7FC7" w:rsidP="00C469CB">
            <w:pPr>
              <w:pStyle w:val="SIText"/>
            </w:pPr>
            <w:r w:rsidRPr="007F7FC7">
              <w:t>6. Complete establishment of permaculture system</w:t>
            </w:r>
          </w:p>
        </w:tc>
        <w:tc>
          <w:tcPr>
            <w:tcW w:w="3604" w:type="pct"/>
            <w:shd w:val="clear" w:color="auto" w:fill="auto"/>
          </w:tcPr>
          <w:p w14:paraId="5A5BAC1E" w14:textId="08911E88" w:rsidR="007F7FC7" w:rsidRPr="007F7FC7" w:rsidRDefault="007F7FC7" w:rsidP="007F7FC7">
            <w:r w:rsidRPr="007F7FC7">
              <w:t xml:space="preserve">6.1 </w:t>
            </w:r>
            <w:r w:rsidR="00F442D0">
              <w:t>Remove and process</w:t>
            </w:r>
            <w:r w:rsidRPr="007F7FC7">
              <w:t xml:space="preserve"> waste </w:t>
            </w:r>
            <w:r w:rsidR="00F442D0">
              <w:t xml:space="preserve">from site works </w:t>
            </w:r>
            <w:r w:rsidR="005421DB">
              <w:t>according to workplace and environmental procedures</w:t>
            </w:r>
          </w:p>
          <w:p w14:paraId="09E6F0EA" w14:textId="77777777" w:rsidR="007F7FC7" w:rsidRPr="007F7FC7" w:rsidRDefault="007F7FC7" w:rsidP="007F7FC7">
            <w:r w:rsidRPr="007F7FC7">
              <w:t xml:space="preserve">6.2 Clean, maintain and store tools, </w:t>
            </w:r>
            <w:proofErr w:type="gramStart"/>
            <w:r w:rsidRPr="007F7FC7">
              <w:t>equipment</w:t>
            </w:r>
            <w:proofErr w:type="gramEnd"/>
            <w:r w:rsidRPr="007F7FC7">
              <w:t xml:space="preserve"> and machinery</w:t>
            </w:r>
          </w:p>
          <w:p w14:paraId="0D32C88A" w14:textId="1D614BDD" w:rsidR="007F7FC7" w:rsidRPr="007F7FC7" w:rsidRDefault="007F7FC7" w:rsidP="004E3D2C">
            <w:proofErr w:type="gramStart"/>
            <w:r w:rsidRPr="007F7FC7">
              <w:t xml:space="preserve">6.3 </w:t>
            </w:r>
            <w:r w:rsidR="002070A2">
              <w:t xml:space="preserve"> Record</w:t>
            </w:r>
            <w:proofErr w:type="gramEnd"/>
            <w:r w:rsidR="002070A2">
              <w:t xml:space="preserve"> and r</w:t>
            </w:r>
            <w:r w:rsidRPr="007F7FC7">
              <w:t xml:space="preserve">eport </w:t>
            </w:r>
            <w:r w:rsidR="002070A2">
              <w:t xml:space="preserve">establishment </w:t>
            </w:r>
            <w:r w:rsidRPr="007F7FC7">
              <w:t xml:space="preserve">work </w:t>
            </w:r>
            <w:r w:rsidR="002070A2">
              <w:t>according to workplace procedures</w:t>
            </w:r>
          </w:p>
        </w:tc>
      </w:tr>
    </w:tbl>
    <w:p w14:paraId="50784BCC" w14:textId="28EDEA4F" w:rsidR="005F771F" w:rsidRPr="000754EC" w:rsidRDefault="005F771F" w:rsidP="000754EC"/>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CB7353" w14:textId="77777777" w:rsidTr="00CA2922">
        <w:trPr>
          <w:tblHeader/>
        </w:trPr>
        <w:tc>
          <w:tcPr>
            <w:tcW w:w="5000" w:type="pct"/>
            <w:gridSpan w:val="2"/>
          </w:tcPr>
          <w:p w14:paraId="61D2B99B" w14:textId="77777777" w:rsidR="00F1480E" w:rsidRPr="005404CB" w:rsidRDefault="00FD557D" w:rsidP="005404CB">
            <w:pPr>
              <w:pStyle w:val="SIHeading2"/>
            </w:pPr>
            <w:r w:rsidRPr="00041E59">
              <w:lastRenderedPageBreak/>
              <w:t>F</w:t>
            </w:r>
            <w:r w:rsidRPr="005404CB">
              <w:t>oundation Skills</w:t>
            </w:r>
          </w:p>
          <w:p w14:paraId="6C2767F1"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5157F46" w14:textId="77777777" w:rsidTr="00CA2922">
        <w:trPr>
          <w:tblHeader/>
        </w:trPr>
        <w:tc>
          <w:tcPr>
            <w:tcW w:w="1396" w:type="pct"/>
          </w:tcPr>
          <w:p w14:paraId="1E140ADA"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1F0FC8E"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80E" w:rsidRPr="00336FCA" w:rsidDel="00423CB2" w14:paraId="615065A4" w14:textId="77777777" w:rsidTr="00CA2922">
        <w:tc>
          <w:tcPr>
            <w:tcW w:w="1396" w:type="pct"/>
          </w:tcPr>
          <w:p w14:paraId="166E6F1B" w14:textId="073E300C" w:rsidR="00F1480E" w:rsidRPr="005404CB" w:rsidRDefault="00723C06" w:rsidP="005404CB">
            <w:pPr>
              <w:pStyle w:val="SIText"/>
            </w:pPr>
            <w:r>
              <w:t>Reading</w:t>
            </w:r>
          </w:p>
        </w:tc>
        <w:tc>
          <w:tcPr>
            <w:tcW w:w="3604" w:type="pct"/>
          </w:tcPr>
          <w:p w14:paraId="6185B3D2" w14:textId="15831718" w:rsidR="00F1480E" w:rsidRPr="005404CB" w:rsidRDefault="00723C06" w:rsidP="00EC7B3C">
            <w:pPr>
              <w:pStyle w:val="SIBulletList1"/>
              <w:rPr>
                <w:rFonts w:eastAsia="Calibri"/>
              </w:rPr>
            </w:pPr>
            <w:r w:rsidRPr="00723C06">
              <w:t xml:space="preserve">Analyse </w:t>
            </w:r>
            <w:r>
              <w:t xml:space="preserve">plans and specifications </w:t>
            </w:r>
            <w:r w:rsidRPr="00723C06">
              <w:t xml:space="preserve">and consolidate </w:t>
            </w:r>
            <w:r>
              <w:t>outcomes into scheduling and work team instruction</w:t>
            </w:r>
            <w:r w:rsidRPr="00723C06">
              <w:t xml:space="preserve">s </w:t>
            </w:r>
          </w:p>
        </w:tc>
      </w:tr>
      <w:tr w:rsidR="00F1480E" w:rsidRPr="00336FCA" w:rsidDel="00423CB2" w14:paraId="0655D844" w14:textId="77777777" w:rsidTr="00CA2922">
        <w:tc>
          <w:tcPr>
            <w:tcW w:w="1396" w:type="pct"/>
          </w:tcPr>
          <w:p w14:paraId="64582310" w14:textId="7F43F9C6" w:rsidR="00F1480E" w:rsidRPr="005404CB" w:rsidRDefault="00723C06" w:rsidP="005404CB">
            <w:pPr>
              <w:pStyle w:val="SIText"/>
            </w:pPr>
            <w:r>
              <w:t>Oral communication</w:t>
            </w:r>
          </w:p>
        </w:tc>
        <w:tc>
          <w:tcPr>
            <w:tcW w:w="3604" w:type="pct"/>
          </w:tcPr>
          <w:p w14:paraId="2B5C131C" w14:textId="438DD3C3" w:rsidR="00F1480E" w:rsidRPr="005404CB" w:rsidRDefault="00723C06" w:rsidP="00EC7B3C">
            <w:pPr>
              <w:pStyle w:val="SIBulletList1"/>
              <w:rPr>
                <w:rFonts w:eastAsia="Calibri"/>
              </w:rPr>
            </w:pPr>
            <w:r w:rsidRPr="00723C06">
              <w:t xml:space="preserve">Clearly explains detailed information on work requirements and standards to work team using appropriate language, </w:t>
            </w:r>
            <w:proofErr w:type="gramStart"/>
            <w:r w:rsidRPr="00723C06">
              <w:t>tone</w:t>
            </w:r>
            <w:proofErr w:type="gramEnd"/>
            <w:r w:rsidRPr="00723C06">
              <w:t xml:space="preserve"> and pace to ensure understanding</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F33FF2">
        <w:tc>
          <w:tcPr>
            <w:tcW w:w="1028" w:type="pct"/>
          </w:tcPr>
          <w:p w14:paraId="18ED5BE1" w14:textId="44A53A0A" w:rsidR="00041E59" w:rsidRPr="005404CB" w:rsidRDefault="004E3D2C">
            <w:pPr>
              <w:pStyle w:val="SIText"/>
            </w:pPr>
            <w:r w:rsidRPr="004E3D2C">
              <w:t>AHCPER3X</w:t>
            </w:r>
            <w:r w:rsidR="00AA5B89">
              <w:t>3</w:t>
            </w:r>
            <w:r w:rsidRPr="004E3D2C">
              <w:t xml:space="preserve"> Establish a permaculture system</w:t>
            </w:r>
          </w:p>
        </w:tc>
        <w:tc>
          <w:tcPr>
            <w:tcW w:w="1105" w:type="pct"/>
          </w:tcPr>
          <w:p w14:paraId="229F33F9" w14:textId="3BE7922F" w:rsidR="004E3D2C" w:rsidRPr="004E3D2C" w:rsidRDefault="004E3D2C">
            <w:pPr>
              <w:pStyle w:val="SIText"/>
            </w:pPr>
            <w:r w:rsidRPr="004E3D2C">
              <w:t>AHCPER3</w:t>
            </w:r>
            <w:r w:rsidRPr="00723C06">
              <w:t>07</w:t>
            </w:r>
            <w:r w:rsidRPr="004E3D2C">
              <w:t xml:space="preserve"> Establish a rural permaculture system</w:t>
            </w:r>
          </w:p>
          <w:p w14:paraId="0DA2DC3C" w14:textId="76527D73" w:rsidR="004E3D2C" w:rsidRPr="004E3D2C" w:rsidRDefault="004E3D2C">
            <w:pPr>
              <w:pStyle w:val="SIText"/>
            </w:pPr>
            <w:r>
              <w:t>and</w:t>
            </w:r>
          </w:p>
          <w:p w14:paraId="50999D84" w14:textId="5420E94C" w:rsidR="004E3D2C" w:rsidRPr="004E3D2C" w:rsidRDefault="004E3D2C">
            <w:pPr>
              <w:pStyle w:val="SIText"/>
            </w:pPr>
            <w:r w:rsidRPr="004E3D2C">
              <w:t>AHCPER308 Establish an urban permaculture system</w:t>
            </w:r>
          </w:p>
          <w:p w14:paraId="64EA7AE3" w14:textId="4F8984C9" w:rsidR="00041E59" w:rsidRPr="005404CB" w:rsidRDefault="00041E59" w:rsidP="005404CB">
            <w:pPr>
              <w:pStyle w:val="SIText"/>
            </w:pPr>
          </w:p>
        </w:tc>
        <w:tc>
          <w:tcPr>
            <w:tcW w:w="1251" w:type="pct"/>
          </w:tcPr>
          <w:p w14:paraId="0A9C0D19" w14:textId="77777777" w:rsidR="004E3D2C" w:rsidRPr="004E3D2C" w:rsidRDefault="004E3D2C">
            <w:pPr>
              <w:pStyle w:val="SIText"/>
            </w:pPr>
            <w:r>
              <w:t xml:space="preserve">This unit is an amalgamation of </w:t>
            </w:r>
            <w:r w:rsidRPr="004E3D2C">
              <w:t>AHCPER3</w:t>
            </w:r>
            <w:r w:rsidRPr="00723C06">
              <w:t>07</w:t>
            </w:r>
            <w:r w:rsidRPr="004E3D2C">
              <w:t xml:space="preserve"> Establish a rural permaculture system</w:t>
            </w:r>
          </w:p>
          <w:p w14:paraId="1FAF1F6C" w14:textId="77777777" w:rsidR="004E3D2C" w:rsidRPr="004E3D2C" w:rsidRDefault="004E3D2C">
            <w:pPr>
              <w:pStyle w:val="SIText"/>
            </w:pPr>
          </w:p>
          <w:p w14:paraId="1C553393" w14:textId="77777777" w:rsidR="004E3D2C" w:rsidRPr="004E3D2C" w:rsidRDefault="004E3D2C">
            <w:pPr>
              <w:pStyle w:val="SIText"/>
            </w:pPr>
            <w:r w:rsidRPr="004E3D2C">
              <w:t>AHCPER308 Establish an urban permaculture system</w:t>
            </w:r>
          </w:p>
          <w:p w14:paraId="3E031D32" w14:textId="52507F04" w:rsidR="00041E59" w:rsidRPr="005404CB" w:rsidRDefault="00041E59" w:rsidP="005404CB">
            <w:pPr>
              <w:pStyle w:val="SIText"/>
            </w:pPr>
          </w:p>
        </w:tc>
        <w:tc>
          <w:tcPr>
            <w:tcW w:w="1616" w:type="pct"/>
          </w:tcPr>
          <w:p w14:paraId="426455CD" w14:textId="2599F483" w:rsidR="00916CD7" w:rsidRPr="005404CB" w:rsidRDefault="004E3D2C" w:rsidP="005404CB">
            <w:pPr>
              <w:pStyle w:val="SIText"/>
            </w:pPr>
            <w:r>
              <w:t>Not equivalent</w:t>
            </w:r>
          </w:p>
        </w:tc>
      </w:tr>
    </w:tbl>
    <w:p w14:paraId="127C3A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02199282" w:rsidR="00F1480E"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r w:rsidR="009B7F7C" w:rsidRPr="009B7F7C">
              <w:t>https://vetnet.gov.au/Pages/TrainingDocs.aspx?q=c6399549-9c62-4a5e-bf1a-524b2322cf72</w:t>
            </w:r>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24B44233" w:rsidR="00556C4C" w:rsidRPr="005404CB" w:rsidRDefault="00556C4C">
            <w:pPr>
              <w:pStyle w:val="SIUnittitle"/>
            </w:pPr>
            <w:r w:rsidRPr="00F56827">
              <w:t xml:space="preserve">Assessment requirements for </w:t>
            </w:r>
            <w:r w:rsidR="00357BBE" w:rsidRPr="00357BBE">
              <w:t>AHCPER3</w:t>
            </w:r>
            <w:r w:rsidR="00AA5B89">
              <w:t>X3</w:t>
            </w:r>
            <w:r w:rsidR="00357BBE" w:rsidRPr="00357BBE">
              <w:t xml:space="preserve"> Establish a permaculture system</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34D65E75" w14:textId="6D6C9ED4" w:rsidR="00536011" w:rsidRPr="00536011" w:rsidRDefault="00536011" w:rsidP="00536011">
            <w:r w:rsidRPr="00536011">
              <w:t xml:space="preserve">An individual demonstrating competency must satisfy </w:t>
            </w:r>
            <w:proofErr w:type="gramStart"/>
            <w:r w:rsidRPr="00536011">
              <w:t>all of</w:t>
            </w:r>
            <w:proofErr w:type="gramEnd"/>
            <w:r w:rsidRPr="00536011">
              <w:t xml:space="preserve"> the elements and performance criteria in this unit.</w:t>
            </w:r>
          </w:p>
          <w:p w14:paraId="54085E8B" w14:textId="40EDBD8D" w:rsidR="00C24718" w:rsidRDefault="00536011" w:rsidP="007F7FC7">
            <w:r w:rsidRPr="00536011">
              <w:t>There must be evidence that the individual has</w:t>
            </w:r>
            <w:r w:rsidR="00C24718">
              <w:t xml:space="preserve"> established a permaculture system in at least one of the following </w:t>
            </w:r>
            <w:r w:rsidR="005A15A0">
              <w:t>situations</w:t>
            </w:r>
            <w:r w:rsidR="00C24718">
              <w:t>:</w:t>
            </w:r>
          </w:p>
          <w:p w14:paraId="0118B8AA" w14:textId="0D04560F" w:rsidR="00C24718" w:rsidRDefault="00C24718" w:rsidP="00723C06">
            <w:pPr>
              <w:pStyle w:val="SIBulletList1"/>
            </w:pPr>
            <w:r>
              <w:t>urban</w:t>
            </w:r>
          </w:p>
          <w:p w14:paraId="265B546C" w14:textId="3BE2A675" w:rsidR="00C24718" w:rsidRDefault="00C24718" w:rsidP="00723C06">
            <w:pPr>
              <w:pStyle w:val="SIBulletList1"/>
            </w:pPr>
            <w:r>
              <w:t>rural</w:t>
            </w:r>
          </w:p>
          <w:p w14:paraId="34869C79" w14:textId="77777777" w:rsidR="00C24718" w:rsidRDefault="00C24718" w:rsidP="00723C06">
            <w:pPr>
              <w:pStyle w:val="SIText"/>
            </w:pPr>
          </w:p>
          <w:p w14:paraId="18C7E91C" w14:textId="0697E3D6" w:rsidR="00C24718" w:rsidRDefault="00C24718" w:rsidP="00723C06">
            <w:pPr>
              <w:pStyle w:val="SIText"/>
            </w:pPr>
            <w:r>
              <w:t>There must also be evidence the individual has:</w:t>
            </w:r>
          </w:p>
          <w:p w14:paraId="0C0C3F55" w14:textId="5BEF1913" w:rsidR="00C24718" w:rsidRDefault="00C24718">
            <w:pPr>
              <w:pStyle w:val="SIBulletList1"/>
            </w:pPr>
            <w:r>
              <w:t xml:space="preserve">interpreted permaculture designs and plans and </w:t>
            </w:r>
            <w:r w:rsidR="00E14C4E">
              <w:t>prepared resources</w:t>
            </w:r>
          </w:p>
          <w:p w14:paraId="0E88AD21" w14:textId="18E8B7F3" w:rsidR="007F7FC7" w:rsidRPr="00C24718" w:rsidRDefault="00C24718">
            <w:pPr>
              <w:pStyle w:val="SIBulletList1"/>
            </w:pPr>
            <w:r>
              <w:t xml:space="preserve">coordinated and scheduled tasks </w:t>
            </w:r>
            <w:r w:rsidR="007F7FC7" w:rsidRPr="00C24718">
              <w:t xml:space="preserve">with </w:t>
            </w:r>
            <w:r>
              <w:t xml:space="preserve">work team and stakeholders </w:t>
            </w:r>
          </w:p>
          <w:p w14:paraId="5035ED77" w14:textId="43F8A0F9" w:rsidR="007F7FC7" w:rsidRPr="007F7FC7" w:rsidRDefault="007F7FC7">
            <w:pPr>
              <w:pStyle w:val="SIBulletList1"/>
            </w:pPr>
            <w:r w:rsidRPr="00C24718">
              <w:t xml:space="preserve">prepare </w:t>
            </w:r>
            <w:r w:rsidR="00C24718">
              <w:t xml:space="preserve">site </w:t>
            </w:r>
            <w:r w:rsidRPr="00C24718">
              <w:t>for installation</w:t>
            </w:r>
            <w:r w:rsidRPr="007F7FC7">
              <w:t xml:space="preserve"> of elements of design</w:t>
            </w:r>
          </w:p>
          <w:p w14:paraId="3FE3DE40" w14:textId="395F08BE" w:rsidR="007F7FC7" w:rsidRDefault="007F7FC7" w:rsidP="007F7FC7">
            <w:pPr>
              <w:pStyle w:val="SIBulletList1"/>
            </w:pPr>
            <w:r w:rsidRPr="007F7FC7">
              <w:t>install</w:t>
            </w:r>
            <w:r w:rsidR="00C24718">
              <w:t>ed</w:t>
            </w:r>
            <w:r w:rsidRPr="007F7FC7">
              <w:t xml:space="preserve"> elements </w:t>
            </w:r>
            <w:r w:rsidR="00C24718">
              <w:t>according to schedule</w:t>
            </w:r>
          </w:p>
          <w:p w14:paraId="3DE0A026" w14:textId="77777777" w:rsidR="00C24718" w:rsidRDefault="00C24718" w:rsidP="007F7FC7">
            <w:pPr>
              <w:pStyle w:val="SIBulletList1"/>
            </w:pPr>
            <w:r>
              <w:t>monitored the system during establishment</w:t>
            </w:r>
          </w:p>
          <w:p w14:paraId="6BFA69AA" w14:textId="0DDF274F" w:rsidR="00556C4C" w:rsidRPr="005404CB" w:rsidRDefault="00C24718" w:rsidP="00723C06">
            <w:pPr>
              <w:pStyle w:val="SIBulletList1"/>
            </w:pPr>
            <w:r>
              <w:t xml:space="preserve">recorded and reported on completion </w:t>
            </w:r>
            <w:r w:rsidR="00E14C4E">
              <w:t>of</w:t>
            </w:r>
            <w:r>
              <w:t xml:space="preserve"> permaculture system.</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0EC1BDF9" w14:textId="56A7F7EE" w:rsidR="00536011" w:rsidRDefault="00536011" w:rsidP="00723C06">
            <w:pPr>
              <w:pStyle w:val="SIText"/>
            </w:pPr>
            <w:r w:rsidRPr="00536011">
              <w:t>An individual must be able to demonstrate the knowledge required to perform the tasks outlined in the elements and performance criteria of this unit. This includes knowledge of:</w:t>
            </w:r>
          </w:p>
          <w:p w14:paraId="55BC16DA" w14:textId="04DF4500" w:rsidR="007F7FC7" w:rsidRPr="007F7FC7" w:rsidRDefault="007F7FC7" w:rsidP="007F7FC7">
            <w:pPr>
              <w:pStyle w:val="SIBulletList1"/>
            </w:pPr>
            <w:r w:rsidRPr="007F7FC7">
              <w:t>principles of permaculture and practices</w:t>
            </w:r>
            <w:r w:rsidR="00102607">
              <w:t>, including:</w:t>
            </w:r>
            <w:r w:rsidRPr="007F7FC7">
              <w:t xml:space="preserve"> </w:t>
            </w:r>
          </w:p>
          <w:p w14:paraId="2BC57D6B" w14:textId="0466B4D2" w:rsidR="007F7FC7" w:rsidRDefault="007F7FC7" w:rsidP="007F7FC7">
            <w:pPr>
              <w:pStyle w:val="SIBulletList2"/>
            </w:pPr>
            <w:r w:rsidRPr="007F7FC7">
              <w:t>rural permaculture system design for a farm or small holding</w:t>
            </w:r>
          </w:p>
          <w:p w14:paraId="48BF68FF" w14:textId="77777777" w:rsidR="00102607" w:rsidRDefault="00102607">
            <w:pPr>
              <w:pStyle w:val="SIBulletList2"/>
            </w:pPr>
            <w:r w:rsidRPr="00102607">
              <w:t xml:space="preserve">principles of permaculture and practices in an urban </w:t>
            </w:r>
            <w:r>
              <w:t>environment</w:t>
            </w:r>
          </w:p>
          <w:p w14:paraId="04274745" w14:textId="1BB0AAFA" w:rsidR="00225520" w:rsidRDefault="00225520">
            <w:pPr>
              <w:pStyle w:val="SIBulletList2"/>
            </w:pPr>
            <w:r>
              <w:t>Zone and sector analysis</w:t>
            </w:r>
          </w:p>
          <w:p w14:paraId="2AAC1043" w14:textId="7F5B95A7" w:rsidR="00102607" w:rsidRDefault="00DC632B" w:rsidP="00723C06">
            <w:pPr>
              <w:pStyle w:val="SIBulletList1"/>
            </w:pPr>
            <w:r>
              <w:t>e</w:t>
            </w:r>
            <w:r w:rsidR="00102607">
              <w:t>lements and permaculture systems, including:</w:t>
            </w:r>
          </w:p>
          <w:p w14:paraId="631C8C5B" w14:textId="7CD1ECF2" w:rsidR="00102607" w:rsidRPr="00102607" w:rsidRDefault="00102607" w:rsidP="00102607">
            <w:pPr>
              <w:pStyle w:val="SIBulletList2"/>
            </w:pPr>
            <w:r>
              <w:t>houses and gardens</w:t>
            </w:r>
          </w:p>
          <w:p w14:paraId="594175BE" w14:textId="0D88FC20" w:rsidR="00102607" w:rsidRPr="00102607" w:rsidRDefault="00102607" w:rsidP="00102607">
            <w:pPr>
              <w:pStyle w:val="SIBulletList2"/>
            </w:pPr>
            <w:r>
              <w:t>community gardens or city farms</w:t>
            </w:r>
          </w:p>
          <w:p w14:paraId="3F4EEF70" w14:textId="5B3D1A29" w:rsidR="00102607" w:rsidRPr="00102607" w:rsidRDefault="00102607" w:rsidP="00102607">
            <w:pPr>
              <w:pStyle w:val="SIBulletList2"/>
            </w:pPr>
            <w:r w:rsidRPr="00102607">
              <w:t xml:space="preserve">school gardens </w:t>
            </w:r>
          </w:p>
          <w:p w14:paraId="5244675D" w14:textId="3964D3B6" w:rsidR="00102607" w:rsidRPr="00102607" w:rsidRDefault="00544FD1" w:rsidP="00102607">
            <w:pPr>
              <w:pStyle w:val="SIBulletList2"/>
            </w:pPr>
            <w:r>
              <w:t>tractor systems for animals and birds</w:t>
            </w:r>
          </w:p>
          <w:p w14:paraId="253E4629" w14:textId="41ACB156" w:rsidR="00102607" w:rsidRPr="00102607" w:rsidRDefault="00102607" w:rsidP="00102607">
            <w:pPr>
              <w:pStyle w:val="SIBulletList2"/>
            </w:pPr>
            <w:r w:rsidRPr="00102607">
              <w:t>worm farm systems</w:t>
            </w:r>
          </w:p>
          <w:p w14:paraId="00D041F1" w14:textId="6F063D39" w:rsidR="00225520" w:rsidRDefault="00102607">
            <w:pPr>
              <w:pStyle w:val="SIBulletList2"/>
            </w:pPr>
            <w:r w:rsidRPr="00102607">
              <w:t xml:space="preserve">integrated </w:t>
            </w:r>
            <w:r w:rsidR="00544FD1">
              <w:t>animal and plant systems, including animal, fish or bird species used to</w:t>
            </w:r>
            <w:r w:rsidRPr="00102607">
              <w:t xml:space="preserve"> generate </w:t>
            </w:r>
            <w:r w:rsidR="00544FD1">
              <w:t>a yield</w:t>
            </w:r>
          </w:p>
          <w:p w14:paraId="77893235" w14:textId="593AC0B3" w:rsidR="00DC632B" w:rsidRDefault="00DC632B" w:rsidP="00723C06">
            <w:pPr>
              <w:pStyle w:val="SIBulletList1"/>
            </w:pPr>
            <w:r>
              <w:t>infrastructure used in urban and rural environments, including:</w:t>
            </w:r>
          </w:p>
          <w:p w14:paraId="3DFF67C6" w14:textId="4F52AEEC" w:rsidR="00DC632B" w:rsidRDefault="00DC632B">
            <w:pPr>
              <w:pStyle w:val="SIBulletList2"/>
            </w:pPr>
            <w:r>
              <w:t xml:space="preserve">buildings, </w:t>
            </w:r>
            <w:proofErr w:type="gramStart"/>
            <w:r>
              <w:t>sheds</w:t>
            </w:r>
            <w:proofErr w:type="gramEnd"/>
            <w:r>
              <w:t xml:space="preserve"> and barns</w:t>
            </w:r>
          </w:p>
          <w:p w14:paraId="320D61A9" w14:textId="77777777" w:rsidR="00DC632B" w:rsidRDefault="00DC632B">
            <w:pPr>
              <w:pStyle w:val="SIBulletList2"/>
            </w:pPr>
            <w:r>
              <w:t>fences and pens</w:t>
            </w:r>
          </w:p>
          <w:p w14:paraId="2E3657AE" w14:textId="0A5B250B" w:rsidR="00DC632B" w:rsidRPr="00102607" w:rsidRDefault="00DC632B">
            <w:pPr>
              <w:pStyle w:val="SIBulletList2"/>
            </w:pPr>
            <w:r>
              <w:t xml:space="preserve">dams, </w:t>
            </w:r>
            <w:proofErr w:type="gramStart"/>
            <w:r>
              <w:t>lakes</w:t>
            </w:r>
            <w:proofErr w:type="gramEnd"/>
            <w:r>
              <w:t xml:space="preserve"> and ponds </w:t>
            </w:r>
          </w:p>
          <w:p w14:paraId="274FE93F" w14:textId="77777777" w:rsidR="00544FD1" w:rsidRDefault="00544FD1" w:rsidP="00723C06">
            <w:pPr>
              <w:pStyle w:val="SIBulletList1"/>
            </w:pPr>
            <w:r>
              <w:t>water storage and management, including:</w:t>
            </w:r>
          </w:p>
          <w:p w14:paraId="41556C23" w14:textId="77777777" w:rsidR="00544FD1" w:rsidRDefault="00544FD1">
            <w:pPr>
              <w:pStyle w:val="SIBulletList2"/>
            </w:pPr>
            <w:r>
              <w:t xml:space="preserve">water tanks, </w:t>
            </w:r>
            <w:proofErr w:type="gramStart"/>
            <w:r>
              <w:t>dams</w:t>
            </w:r>
            <w:proofErr w:type="gramEnd"/>
            <w:r>
              <w:t xml:space="preserve"> and other storage systems in rural and urban environments</w:t>
            </w:r>
          </w:p>
          <w:p w14:paraId="16FE88DA" w14:textId="52D454CD" w:rsidR="00102607" w:rsidRDefault="00544FD1">
            <w:pPr>
              <w:pStyle w:val="SIBulletList2"/>
            </w:pPr>
            <w:r>
              <w:t>water harvesting from land and structures</w:t>
            </w:r>
          </w:p>
          <w:p w14:paraId="36C60CDF" w14:textId="66E89D07" w:rsidR="00544FD1" w:rsidRDefault="00544FD1">
            <w:pPr>
              <w:pStyle w:val="SIBulletList2"/>
            </w:pPr>
            <w:r>
              <w:t>soil and subsoil water storage</w:t>
            </w:r>
          </w:p>
          <w:p w14:paraId="4F567B24" w14:textId="77777777" w:rsidR="00225520" w:rsidRPr="00225520" w:rsidRDefault="00225520" w:rsidP="00723C06">
            <w:pPr>
              <w:pStyle w:val="SIBulletList2"/>
            </w:pPr>
            <w:r w:rsidRPr="005961F4">
              <w:t>constructing soil retainers</w:t>
            </w:r>
          </w:p>
          <w:p w14:paraId="43BF000D" w14:textId="3FED3BCF" w:rsidR="00225520" w:rsidRPr="00225520" w:rsidRDefault="00225520" w:rsidP="00225520">
            <w:pPr>
              <w:pStyle w:val="SIBulletList2"/>
            </w:pPr>
            <w:r w:rsidRPr="005961F4">
              <w:t>installing irrigation and drainage systems</w:t>
            </w:r>
            <w:r>
              <w:t>,</w:t>
            </w:r>
            <w:r w:rsidRPr="005961F4">
              <w:t xml:space="preserve"> including swales, diversion drains, mulch-pit paths</w:t>
            </w:r>
          </w:p>
          <w:p w14:paraId="0CE52F5B" w14:textId="0E241ECC" w:rsidR="00225520" w:rsidRPr="00102607" w:rsidRDefault="00225520">
            <w:pPr>
              <w:pStyle w:val="SIBulletList2"/>
            </w:pPr>
            <w:r w:rsidRPr="005961F4">
              <w:t>coll</w:t>
            </w:r>
            <w:r>
              <w:t>ection and storage of nutrients</w:t>
            </w:r>
          </w:p>
          <w:p w14:paraId="0386F937" w14:textId="2162A21F" w:rsidR="006A7B93" w:rsidRDefault="000966A7" w:rsidP="007F7FC7">
            <w:pPr>
              <w:pStyle w:val="SIBulletList1"/>
            </w:pPr>
            <w:r>
              <w:t>coordination and basic management skills, including:</w:t>
            </w:r>
          </w:p>
          <w:p w14:paraId="5FF23D73" w14:textId="4C54D584" w:rsidR="000966A7" w:rsidRDefault="000966A7" w:rsidP="00723C06">
            <w:pPr>
              <w:pStyle w:val="SIBulletList2"/>
            </w:pPr>
            <w:r>
              <w:t>c</w:t>
            </w:r>
            <w:r w:rsidRPr="000966A7">
              <w:t>ommunicat</w:t>
            </w:r>
            <w:r>
              <w:t>ing</w:t>
            </w:r>
            <w:r w:rsidRPr="000966A7">
              <w:t xml:space="preserve"> with team members, supervisors, </w:t>
            </w:r>
            <w:proofErr w:type="gramStart"/>
            <w:r w:rsidRPr="000966A7">
              <w:t>contractors</w:t>
            </w:r>
            <w:proofErr w:type="gramEnd"/>
            <w:r w:rsidRPr="000966A7">
              <w:t xml:space="preserve"> and consultants</w:t>
            </w:r>
          </w:p>
          <w:p w14:paraId="2E759058" w14:textId="77777777" w:rsidR="000966A7" w:rsidRDefault="000966A7" w:rsidP="00723C06">
            <w:pPr>
              <w:pStyle w:val="SIBulletList2"/>
            </w:pPr>
            <w:r>
              <w:t>identifying work tasks from plans and specifications</w:t>
            </w:r>
          </w:p>
          <w:p w14:paraId="6F2F42A7" w14:textId="77777777" w:rsidR="000966A7" w:rsidRDefault="000966A7" w:rsidP="00723C06">
            <w:pPr>
              <w:pStyle w:val="SIBulletList2"/>
            </w:pPr>
            <w:r>
              <w:t>scheduling and sequencing work</w:t>
            </w:r>
          </w:p>
          <w:p w14:paraId="6D9017EB" w14:textId="3BD96FBD" w:rsidR="00314D43" w:rsidRDefault="00133F5A" w:rsidP="00723C06">
            <w:pPr>
              <w:pStyle w:val="SIBulletList2"/>
            </w:pPr>
            <w:r>
              <w:t>monitoring work</w:t>
            </w:r>
            <w:r w:rsidR="00314D43">
              <w:t xml:space="preserve"> perform</w:t>
            </w:r>
            <w:r>
              <w:t>ance</w:t>
            </w:r>
            <w:r w:rsidR="00314D43">
              <w:t xml:space="preserve"> against standards and specifications</w:t>
            </w:r>
          </w:p>
          <w:p w14:paraId="52692BA4" w14:textId="73338905" w:rsidR="007F7FC7" w:rsidRPr="007F7FC7" w:rsidRDefault="007F7FC7" w:rsidP="007F7FC7">
            <w:pPr>
              <w:pStyle w:val="SIBulletList1"/>
            </w:pPr>
            <w:r w:rsidRPr="007F7FC7">
              <w:t xml:space="preserve">zone and sector analysis, </w:t>
            </w:r>
            <w:r w:rsidR="00102607">
              <w:t>including</w:t>
            </w:r>
            <w:r w:rsidRPr="007F7FC7">
              <w:t>:</w:t>
            </w:r>
          </w:p>
          <w:p w14:paraId="27BC0E24" w14:textId="77777777" w:rsidR="007F7FC7" w:rsidRPr="007F7FC7" w:rsidRDefault="007F7FC7" w:rsidP="007F7FC7">
            <w:pPr>
              <w:pStyle w:val="SIBulletList2"/>
            </w:pPr>
            <w:r w:rsidRPr="007F7FC7">
              <w:t>consideration of the frequency of use and intensity of need of elements in the system</w:t>
            </w:r>
          </w:p>
          <w:p w14:paraId="74775391" w14:textId="77777777" w:rsidR="007F7FC7" w:rsidRPr="007F7FC7" w:rsidRDefault="007F7FC7" w:rsidP="007F7FC7">
            <w:pPr>
              <w:pStyle w:val="SIBulletList2"/>
            </w:pPr>
            <w:r w:rsidRPr="007F7FC7">
              <w:t>consideration of the spatial requirements of elements in the system</w:t>
            </w:r>
          </w:p>
          <w:p w14:paraId="20CDCF5F" w14:textId="77777777" w:rsidR="007F7FC7" w:rsidRPr="007F7FC7" w:rsidRDefault="007F7FC7" w:rsidP="007F7FC7">
            <w:pPr>
              <w:pStyle w:val="SIBulletList2"/>
            </w:pPr>
            <w:r w:rsidRPr="007F7FC7">
              <w:t>mutual benefit and connections between zones</w:t>
            </w:r>
          </w:p>
          <w:p w14:paraId="1299465B" w14:textId="77777777" w:rsidR="007F7FC7" w:rsidRPr="007F7FC7" w:rsidRDefault="007F7FC7" w:rsidP="007F7FC7">
            <w:pPr>
              <w:pStyle w:val="SIBulletList2"/>
            </w:pPr>
            <w:r w:rsidRPr="007F7FC7">
              <w:t xml:space="preserve">consideration of the specific needs of the location of the system in terms of climate, access, slope, potential for </w:t>
            </w:r>
            <w:proofErr w:type="gramStart"/>
            <w:r w:rsidRPr="007F7FC7">
              <w:t>wild fire</w:t>
            </w:r>
            <w:proofErr w:type="gramEnd"/>
            <w:r w:rsidRPr="007F7FC7">
              <w:t>, flood, tsunami or other catastrophic force</w:t>
            </w:r>
          </w:p>
          <w:p w14:paraId="1D2CD88B" w14:textId="77777777" w:rsidR="007F7FC7" w:rsidRPr="007F7FC7" w:rsidRDefault="007F7FC7" w:rsidP="007F7FC7">
            <w:pPr>
              <w:pStyle w:val="SIBulletList2"/>
            </w:pPr>
            <w:r w:rsidRPr="007F7FC7">
              <w:t xml:space="preserve">Consideration of the neighbouring or local environment, its need, </w:t>
            </w:r>
            <w:proofErr w:type="gramStart"/>
            <w:r w:rsidRPr="007F7FC7">
              <w:t>products</w:t>
            </w:r>
            <w:proofErr w:type="gramEnd"/>
            <w:r w:rsidRPr="007F7FC7">
              <w:t xml:space="preserve"> and intrinsic features</w:t>
            </w:r>
          </w:p>
          <w:p w14:paraId="5C7C0AE9" w14:textId="2CEEE79B" w:rsidR="007F7FC7" w:rsidRPr="007F7FC7" w:rsidRDefault="00DC632B" w:rsidP="007F7FC7">
            <w:pPr>
              <w:pStyle w:val="SIBulletList1"/>
            </w:pPr>
            <w:r>
              <w:lastRenderedPageBreak/>
              <w:t>e</w:t>
            </w:r>
            <w:r w:rsidR="007F7FC7" w:rsidRPr="007F7FC7">
              <w:t>stablishment of permaculture elements</w:t>
            </w:r>
            <w:r w:rsidR="00102607">
              <w:t>, including:</w:t>
            </w:r>
          </w:p>
          <w:p w14:paraId="1DBB7240" w14:textId="6437F82D" w:rsidR="007F7FC7" w:rsidRPr="007F7FC7" w:rsidRDefault="00102607" w:rsidP="007F7FC7">
            <w:pPr>
              <w:pStyle w:val="SIBulletList2"/>
            </w:pPr>
            <w:r>
              <w:t>e</w:t>
            </w:r>
            <w:r w:rsidR="007F7FC7" w:rsidRPr="007F7FC7">
              <w:t>lements which together form a system</w:t>
            </w:r>
          </w:p>
          <w:p w14:paraId="3B1AC06A" w14:textId="37ECDBB3" w:rsidR="007F7FC7" w:rsidRPr="007F7FC7" w:rsidRDefault="007F7FC7" w:rsidP="007F7FC7">
            <w:pPr>
              <w:pStyle w:val="SIBulletList2"/>
            </w:pPr>
            <w:r w:rsidRPr="007F7FC7">
              <w:t>species chosen for their functions in the overall system</w:t>
            </w:r>
            <w:r w:rsidR="00102607">
              <w:t>,</w:t>
            </w:r>
            <w:r w:rsidRPr="007F7FC7">
              <w:t xml:space="preserve"> including plants, </w:t>
            </w:r>
            <w:proofErr w:type="gramStart"/>
            <w:r w:rsidRPr="007F7FC7">
              <w:t>animals</w:t>
            </w:r>
            <w:proofErr w:type="gramEnd"/>
            <w:r w:rsidRPr="007F7FC7">
              <w:t xml:space="preserve"> and objects</w:t>
            </w:r>
          </w:p>
          <w:p w14:paraId="0C548112" w14:textId="77777777" w:rsidR="007F7FC7" w:rsidRPr="007F7FC7" w:rsidRDefault="007F7FC7" w:rsidP="007F7FC7">
            <w:pPr>
              <w:pStyle w:val="SIBulletList2"/>
            </w:pPr>
            <w:r w:rsidRPr="007F7FC7">
              <w:t>elements chosen for mutual benefit</w:t>
            </w:r>
          </w:p>
          <w:p w14:paraId="20E84BDC" w14:textId="5238D281" w:rsidR="007F7FC7" w:rsidRPr="007F7FC7" w:rsidRDefault="007F7FC7" w:rsidP="007F7FC7">
            <w:pPr>
              <w:pStyle w:val="SIBulletList2"/>
            </w:pPr>
            <w:r w:rsidRPr="007F7FC7">
              <w:t xml:space="preserve">elements which address important functions </w:t>
            </w:r>
            <w:r w:rsidR="002E6AC7">
              <w:t>including</w:t>
            </w:r>
            <w:r w:rsidR="00102607">
              <w:t>,</w:t>
            </w:r>
            <w:r w:rsidRPr="007F7FC7">
              <w:t xml:space="preserve"> energy, water, </w:t>
            </w:r>
            <w:proofErr w:type="gramStart"/>
            <w:r w:rsidRPr="007F7FC7">
              <w:t>food</w:t>
            </w:r>
            <w:proofErr w:type="gramEnd"/>
            <w:r w:rsidRPr="007F7FC7">
              <w:t xml:space="preserve"> and fuel</w:t>
            </w:r>
          </w:p>
          <w:p w14:paraId="0AB2F2DE" w14:textId="77777777" w:rsidR="007F7FC7" w:rsidRPr="007F7FC7" w:rsidRDefault="007F7FC7" w:rsidP="007F7FC7">
            <w:pPr>
              <w:pStyle w:val="SIBulletList2"/>
            </w:pPr>
            <w:r w:rsidRPr="007F7FC7">
              <w:t>elements which support the needs of the system within the overall design</w:t>
            </w:r>
          </w:p>
          <w:p w14:paraId="5DD88A3A" w14:textId="6C33C47C" w:rsidR="000354CD" w:rsidRDefault="007F7FC7" w:rsidP="007F7FC7">
            <w:pPr>
              <w:pStyle w:val="SIBulletList1"/>
            </w:pPr>
            <w:r w:rsidRPr="007F7FC7">
              <w:t>objectives of the plant system establishment program, including</w:t>
            </w:r>
            <w:r w:rsidR="000354CD">
              <w:t>:</w:t>
            </w:r>
          </w:p>
          <w:p w14:paraId="08BBB43A" w14:textId="1905A968" w:rsidR="000354CD" w:rsidRDefault="007F7FC7" w:rsidP="00723C06">
            <w:pPr>
              <w:pStyle w:val="SIBulletList2"/>
            </w:pPr>
            <w:r w:rsidRPr="007F7FC7">
              <w:t>finished plant system forms</w:t>
            </w:r>
          </w:p>
          <w:p w14:paraId="5F98C17C" w14:textId="0940C50A" w:rsidR="000354CD" w:rsidRDefault="007F7FC7" w:rsidP="00723C06">
            <w:pPr>
              <w:pStyle w:val="SIBulletList2"/>
            </w:pPr>
            <w:r w:rsidRPr="007F7FC7">
              <w:t>site appearance</w:t>
            </w:r>
          </w:p>
          <w:p w14:paraId="2F740F19" w14:textId="14D3C456" w:rsidR="000354CD" w:rsidRDefault="007F7FC7" w:rsidP="00723C06">
            <w:pPr>
              <w:pStyle w:val="SIBulletList2"/>
            </w:pPr>
            <w:r w:rsidRPr="007F7FC7">
              <w:t>end use</w:t>
            </w:r>
          </w:p>
          <w:p w14:paraId="0E1BEE1E" w14:textId="1B1FD775" w:rsidR="007F7FC7" w:rsidRPr="007F7FC7" w:rsidRDefault="007F7FC7" w:rsidP="00723C06">
            <w:pPr>
              <w:pStyle w:val="SIBulletList2"/>
            </w:pPr>
            <w:r w:rsidRPr="007F7FC7">
              <w:t>time constraints</w:t>
            </w:r>
          </w:p>
          <w:p w14:paraId="418CE681" w14:textId="69A7DBA5" w:rsidR="007F7FC7" w:rsidRPr="007F7FC7" w:rsidRDefault="00DC632B" w:rsidP="007F7FC7">
            <w:pPr>
              <w:pStyle w:val="SIBulletList1"/>
            </w:pPr>
            <w:r>
              <w:t xml:space="preserve">plant and animal </w:t>
            </w:r>
            <w:r w:rsidR="007F7FC7" w:rsidRPr="007F7FC7">
              <w:t xml:space="preserve">cultural requirements, </w:t>
            </w:r>
            <w:r>
              <w:t xml:space="preserve">preparation for installation and </w:t>
            </w:r>
            <w:r w:rsidR="007F7FC7" w:rsidRPr="007F7FC7">
              <w:t>procedures and follow-up care</w:t>
            </w:r>
          </w:p>
          <w:p w14:paraId="5573C6AB" w14:textId="77777777" w:rsidR="007F7FC7" w:rsidRPr="007F7FC7" w:rsidRDefault="007F7FC7" w:rsidP="007F7FC7">
            <w:pPr>
              <w:pStyle w:val="SIBulletList1"/>
            </w:pPr>
            <w:r w:rsidRPr="007F7FC7">
              <w:t>environment and habitat requirements of animal species</w:t>
            </w:r>
          </w:p>
          <w:p w14:paraId="559965DC" w14:textId="3FBD1BC6" w:rsidR="007F7FC7" w:rsidRPr="007F7FC7" w:rsidRDefault="007F7FC7" w:rsidP="007F7FC7">
            <w:pPr>
              <w:pStyle w:val="SIBulletList1"/>
            </w:pPr>
            <w:r w:rsidRPr="007F7FC7">
              <w:t xml:space="preserve">identification of pests, diseases, parasites, and deficiencies that </w:t>
            </w:r>
            <w:r w:rsidR="009D563B">
              <w:t>can</w:t>
            </w:r>
            <w:r w:rsidRPr="007F7FC7">
              <w:t xml:space="preserve"> affect plants and animals</w:t>
            </w:r>
            <w:r w:rsidR="009D563B">
              <w:t xml:space="preserve"> during establishment and their </w:t>
            </w:r>
            <w:r w:rsidRPr="007F7FC7">
              <w:t>treatment</w:t>
            </w:r>
          </w:p>
          <w:p w14:paraId="78E59DA8" w14:textId="54DF5957" w:rsidR="007F7FC7" w:rsidRPr="007F7FC7" w:rsidRDefault="007F7FC7" w:rsidP="007F7FC7">
            <w:pPr>
              <w:pStyle w:val="SIBulletList1"/>
            </w:pPr>
            <w:r w:rsidRPr="007F7FC7">
              <w:t>soils and soil amelioration techniques</w:t>
            </w:r>
          </w:p>
          <w:p w14:paraId="5C8CD985" w14:textId="3985C7E1" w:rsidR="00F1480E" w:rsidRPr="005404CB" w:rsidRDefault="007F7FC7" w:rsidP="00723C06">
            <w:pPr>
              <w:pStyle w:val="SIBulletList1"/>
            </w:pPr>
            <w:r w:rsidRPr="007F7FC7">
              <w:t>ecology of the native species, and their value in a permaculture system</w:t>
            </w:r>
            <w:r w:rsidR="009D563B">
              <w: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4817980D" w14:textId="24A3AB19" w:rsidR="00536011" w:rsidRPr="00536011" w:rsidRDefault="00536011" w:rsidP="00723C06">
            <w:pPr>
              <w:pStyle w:val="SIText"/>
            </w:pPr>
            <w:r w:rsidRPr="00536011">
              <w:t xml:space="preserve">Assessment of the skills in this unit of competency must take place under the following conditions: </w:t>
            </w:r>
          </w:p>
          <w:p w14:paraId="4C30FEF1" w14:textId="77777777" w:rsidR="00536011" w:rsidRPr="00536011" w:rsidRDefault="00536011" w:rsidP="00723C06">
            <w:pPr>
              <w:pStyle w:val="SIBulletList1"/>
            </w:pPr>
            <w:r w:rsidRPr="00536011">
              <w:t>physical conditions:</w:t>
            </w:r>
          </w:p>
          <w:p w14:paraId="0EB143B0" w14:textId="7B85B255" w:rsidR="00536011" w:rsidRPr="00536011" w:rsidRDefault="00536011" w:rsidP="00536011">
            <w:pPr>
              <w:pStyle w:val="SIBulletList2"/>
            </w:pPr>
            <w:r w:rsidRPr="00536011">
              <w:t xml:space="preserve">skills must be demonstrated </w:t>
            </w:r>
            <w:r w:rsidR="00F43DE3">
              <w:t xml:space="preserve">for a site proposed for a </w:t>
            </w:r>
            <w:r w:rsidRPr="00536011">
              <w:t xml:space="preserve">permaculture system </w:t>
            </w:r>
            <w:r w:rsidR="005A15A0">
              <w:t xml:space="preserve">specified in the Performance Evidence </w:t>
            </w:r>
            <w:r w:rsidRPr="00536011">
              <w:t>or an environment that accurately represents workplace conditions</w:t>
            </w:r>
          </w:p>
          <w:p w14:paraId="417E6C23" w14:textId="77777777" w:rsidR="00536011" w:rsidRPr="00536011" w:rsidRDefault="00536011" w:rsidP="00723C06">
            <w:pPr>
              <w:pStyle w:val="SIBulletList1"/>
            </w:pPr>
            <w:r w:rsidRPr="00536011">
              <w:t xml:space="preserve">resources, </w:t>
            </w:r>
            <w:proofErr w:type="gramStart"/>
            <w:r w:rsidRPr="00536011">
              <w:t>equipment</w:t>
            </w:r>
            <w:proofErr w:type="gramEnd"/>
            <w:r w:rsidRPr="00536011">
              <w:t xml:space="preserve"> and materials:</w:t>
            </w:r>
          </w:p>
          <w:p w14:paraId="2A075335" w14:textId="6FCF6DD9" w:rsidR="00536011" w:rsidRDefault="00F43DE3" w:rsidP="00536011">
            <w:pPr>
              <w:pStyle w:val="SIBulletList2"/>
            </w:pPr>
            <w:r>
              <w:t xml:space="preserve">use of tools, </w:t>
            </w:r>
            <w:proofErr w:type="gramStart"/>
            <w:r w:rsidR="00536011" w:rsidRPr="00536011">
              <w:t>equipment</w:t>
            </w:r>
            <w:proofErr w:type="gramEnd"/>
            <w:r>
              <w:t xml:space="preserve"> and machinery</w:t>
            </w:r>
          </w:p>
          <w:p w14:paraId="03B612B9" w14:textId="77777777" w:rsidR="00F43DE3" w:rsidRDefault="00F43DE3" w:rsidP="00536011">
            <w:pPr>
              <w:pStyle w:val="SIBulletList2"/>
            </w:pPr>
            <w:r>
              <w:t xml:space="preserve">use of plants, </w:t>
            </w:r>
            <w:proofErr w:type="gramStart"/>
            <w:r>
              <w:t>animals</w:t>
            </w:r>
            <w:proofErr w:type="gramEnd"/>
            <w:r>
              <w:t xml:space="preserve"> and infrastructure elements of the design</w:t>
            </w:r>
          </w:p>
          <w:p w14:paraId="760FDF95" w14:textId="665DBC65" w:rsidR="00536011" w:rsidRDefault="00536011" w:rsidP="00536011">
            <w:pPr>
              <w:pStyle w:val="SIBulletList2"/>
            </w:pPr>
            <w:r w:rsidRPr="00536011">
              <w:t xml:space="preserve">use of </w:t>
            </w:r>
            <w:r w:rsidR="00F43DE3">
              <w:t>safety</w:t>
            </w:r>
            <w:r w:rsidRPr="00536011">
              <w:t xml:space="preserve"> equipment</w:t>
            </w:r>
          </w:p>
          <w:p w14:paraId="5A015455" w14:textId="77777777" w:rsidR="00536011" w:rsidRPr="00536011" w:rsidRDefault="00536011" w:rsidP="00723C06">
            <w:pPr>
              <w:pStyle w:val="SIBulletList1"/>
            </w:pPr>
            <w:r w:rsidRPr="00536011">
              <w:t>specifications:</w:t>
            </w:r>
          </w:p>
          <w:p w14:paraId="000D2ECE" w14:textId="17A95C6A" w:rsidR="00536011" w:rsidRPr="00536011" w:rsidRDefault="00536011" w:rsidP="00536011">
            <w:pPr>
              <w:pStyle w:val="SIBulletList2"/>
            </w:pPr>
            <w:r w:rsidRPr="00536011">
              <w:t>use of workplace procedures</w:t>
            </w:r>
            <w:r w:rsidR="000A457F">
              <w:t xml:space="preserve"> and</w:t>
            </w:r>
            <w:r w:rsidRPr="00536011">
              <w:t xml:space="preserve"> processes</w:t>
            </w:r>
          </w:p>
          <w:p w14:paraId="14C933DC" w14:textId="77777777" w:rsidR="00536011" w:rsidRPr="00536011" w:rsidRDefault="00536011" w:rsidP="00536011">
            <w:pPr>
              <w:pStyle w:val="SIBulletList2"/>
            </w:pPr>
            <w:r w:rsidRPr="00536011">
              <w:t>use of manufacturer operating instructions for equipment and machinery</w:t>
            </w:r>
          </w:p>
          <w:p w14:paraId="2CDA8531" w14:textId="4B8DD468" w:rsidR="00536011" w:rsidRPr="00536011" w:rsidRDefault="00536011" w:rsidP="00536011">
            <w:pPr>
              <w:pStyle w:val="SIBulletList2"/>
            </w:pPr>
            <w:r w:rsidRPr="00536011">
              <w:t xml:space="preserve">use of </w:t>
            </w:r>
            <w:r w:rsidR="000A457F">
              <w:t>design, plans and specifications</w:t>
            </w:r>
          </w:p>
          <w:p w14:paraId="56347E3D" w14:textId="2A2E6A19" w:rsidR="00536011" w:rsidRPr="00536011" w:rsidRDefault="00536011" w:rsidP="00536011">
            <w:pPr>
              <w:pStyle w:val="SIBulletList2"/>
            </w:pPr>
            <w:r w:rsidRPr="00536011">
              <w:t xml:space="preserve">access to specific </w:t>
            </w:r>
            <w:r w:rsidR="000A457F">
              <w:t>permaculture principles and</w:t>
            </w:r>
            <w:r w:rsidRPr="00536011">
              <w:t xml:space="preserve"> practice</w:t>
            </w:r>
            <w:r w:rsidR="000A457F">
              <w:t>s</w:t>
            </w:r>
          </w:p>
          <w:p w14:paraId="36DBBED4" w14:textId="77777777" w:rsidR="00536011" w:rsidRPr="00536011" w:rsidRDefault="00536011" w:rsidP="00723C06">
            <w:pPr>
              <w:pStyle w:val="SIBulletList1"/>
            </w:pPr>
            <w:r w:rsidRPr="00536011">
              <w:t>relationships:</w:t>
            </w:r>
          </w:p>
          <w:p w14:paraId="5B7B4F72" w14:textId="77777777" w:rsidR="000A457F" w:rsidRDefault="000A457F" w:rsidP="00536011">
            <w:pPr>
              <w:pStyle w:val="SIBulletList2"/>
            </w:pPr>
            <w:r>
              <w:t>team member and contractors</w:t>
            </w:r>
          </w:p>
          <w:p w14:paraId="2B1AE66B" w14:textId="01BCDC24" w:rsidR="00536011" w:rsidRPr="00536011" w:rsidRDefault="000A457F" w:rsidP="00536011">
            <w:pPr>
              <w:pStyle w:val="SIBulletList2"/>
            </w:pPr>
            <w:r>
              <w:t>supervisor</w:t>
            </w:r>
          </w:p>
          <w:p w14:paraId="4206719C" w14:textId="77777777" w:rsidR="00536011" w:rsidRPr="00536011" w:rsidRDefault="00536011" w:rsidP="00723C06">
            <w:pPr>
              <w:pStyle w:val="SIBulletList1"/>
            </w:pPr>
            <w:r w:rsidRPr="00536011">
              <w:t xml:space="preserve">timeframes: </w:t>
            </w:r>
          </w:p>
          <w:p w14:paraId="3DF16197" w14:textId="45560E38" w:rsidR="00536011" w:rsidRPr="00536011" w:rsidRDefault="00536011">
            <w:pPr>
              <w:pStyle w:val="SIBulletList2"/>
            </w:pPr>
            <w:r w:rsidRPr="00536011">
              <w:t xml:space="preserve">according to time specified </w:t>
            </w:r>
            <w:r w:rsidR="000A457F">
              <w:t>schedule.</w:t>
            </w:r>
          </w:p>
          <w:p w14:paraId="759850B7" w14:textId="4D37180A" w:rsidR="003B541E" w:rsidRPr="005404CB" w:rsidRDefault="00536011" w:rsidP="003B541E">
            <w:pPr>
              <w:pStyle w:val="SIText"/>
              <w:rPr>
                <w:rFonts w:eastAsia="Calibri"/>
              </w:rPr>
            </w:pPr>
            <w:r w:rsidRPr="00536011">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3643DAA2"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642755C3" w14:textId="3F95E822" w:rsidR="00F1480E" w:rsidRPr="005404CB" w:rsidRDefault="00B9148E" w:rsidP="005404CB">
            <w:pPr>
              <w:pStyle w:val="SIText"/>
            </w:pPr>
            <w:r w:rsidRPr="009B7F7C">
              <w:t>https://vetnet.gov.au/Pages/TrainingDocs.aspx?q=c6399549-9c62-4a5e-bf1a-524b2322cf72</w:t>
            </w:r>
          </w:p>
        </w:tc>
      </w:tr>
    </w:tbl>
    <w:p w14:paraId="51171C5D" w14:textId="77777777" w:rsidR="00F1480E" w:rsidRDefault="00F1480E" w:rsidP="003B541E">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on" w:date="2021-12-19T12:14:00Z" w:initials="RB">
    <w:p w14:paraId="66007C23" w14:textId="77777777" w:rsidR="00940D2E" w:rsidRDefault="00940D2E">
      <w:r>
        <w:annotationRef/>
      </w:r>
      <w:r>
        <w:t>This unit is an amalgamation of 307 and 308 Rural and Urban systems</w:t>
      </w:r>
    </w:p>
    <w:p w14:paraId="17883DDF" w14:textId="77777777" w:rsidR="00940D2E" w:rsidRDefault="00940D2E"/>
    <w:p w14:paraId="6E80D676" w14:textId="224DC650" w:rsidR="00EC7B3C" w:rsidRDefault="00940D2E">
      <w:r>
        <w:t>Instructions will be included in the Implementation guide for the differences between these systems</w:t>
      </w:r>
    </w:p>
  </w:comment>
  <w:comment w:id="1" w:author="Ron" w:date="2022-01-30T16:38:00Z" w:initials="RB">
    <w:p w14:paraId="1CBDA12A" w14:textId="0DC5891A" w:rsidR="00EC7B3C" w:rsidRDefault="00EC7B3C">
      <w:r>
        <w:annotationRef/>
      </w:r>
      <w:r>
        <w:t>Removed some level 4 content fro9m Assessment Requirements according to SME advice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80D676" w15:done="0"/>
  <w15:commentEx w15:paraId="1CBDA12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FB2C3" w16cex:dateUtc="2021-12-19T01:14:00Z"/>
  <w16cex:commentExtensible w16cex:durableId="25AFB2C4" w16cex:dateUtc="2022-01-30T05: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80D676" w16cid:durableId="25AFB2C3"/>
  <w16cid:commentId w16cid:paraId="1CBDA12A" w16cid:durableId="25AFB2C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51A84" w14:textId="77777777" w:rsidR="00246713" w:rsidRDefault="00246713" w:rsidP="00BF3F0A">
      <w:r>
        <w:separator/>
      </w:r>
    </w:p>
    <w:p w14:paraId="6F971FDA" w14:textId="77777777" w:rsidR="00246713" w:rsidRDefault="00246713"/>
  </w:endnote>
  <w:endnote w:type="continuationSeparator" w:id="0">
    <w:p w14:paraId="12CD8EBC" w14:textId="77777777" w:rsidR="00246713" w:rsidRDefault="00246713" w:rsidP="00BF3F0A">
      <w:r>
        <w:continuationSeparator/>
      </w:r>
    </w:p>
    <w:p w14:paraId="72E98714" w14:textId="77777777" w:rsidR="00246713" w:rsidRDefault="002467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EC7B3C">
          <w:rPr>
            <w:noProof/>
          </w:rPr>
          <w:t>4</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36945" w14:textId="77777777" w:rsidR="00246713" w:rsidRDefault="00246713" w:rsidP="00BF3F0A">
      <w:r>
        <w:separator/>
      </w:r>
    </w:p>
    <w:p w14:paraId="34EA3D8E" w14:textId="77777777" w:rsidR="00246713" w:rsidRDefault="00246713"/>
  </w:footnote>
  <w:footnote w:type="continuationSeparator" w:id="0">
    <w:p w14:paraId="03F1F092" w14:textId="77777777" w:rsidR="00246713" w:rsidRDefault="00246713" w:rsidP="00BF3F0A">
      <w:r>
        <w:continuationSeparator/>
      </w:r>
    </w:p>
    <w:p w14:paraId="73A6CF87" w14:textId="77777777" w:rsidR="00246713" w:rsidRDefault="002467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3475CEFA" w:rsidR="009C2650" w:rsidRPr="000754EC" w:rsidRDefault="008464F8" w:rsidP="008464F8">
    <w:pPr>
      <w:pStyle w:val="SIText"/>
    </w:pPr>
    <w:sdt>
      <w:sdtPr>
        <w:id w:val="1062063575"/>
        <w:docPartObj>
          <w:docPartGallery w:val="Watermarks"/>
          <w:docPartUnique/>
        </w:docPartObj>
      </w:sdtPr>
      <w:sdtEndPr/>
      <w:sdtContent>
        <w:r>
          <w:pict w14:anchorId="7311A9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E3D2C" w:rsidRPr="00357BBE">
      <w:t>AHCPE</w:t>
    </w:r>
    <w:r w:rsidR="004E3D2C" w:rsidRPr="008464F8">
      <w:t>R3</w:t>
    </w:r>
    <w:r w:rsidRPr="008464F8">
      <w:rPr>
        <w:rStyle w:val="SITemporaryText-blue"/>
        <w:color w:val="auto"/>
        <w:sz w:val="20"/>
      </w:rPr>
      <w:t>X3</w:t>
    </w:r>
    <w:r>
      <w:rPr>
        <w:rStyle w:val="SITemporaryText-blue"/>
      </w:rPr>
      <w:t xml:space="preserve"> </w:t>
    </w:r>
    <w:r w:rsidR="00357BBE" w:rsidRPr="00357BBE">
      <w:t>Establish a permaculture system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B01D8"/>
    <w:multiLevelType w:val="multilevel"/>
    <w:tmpl w:val="BB809F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CF3C96"/>
    <w:multiLevelType w:val="multilevel"/>
    <w:tmpl w:val="FC90E3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FC5171"/>
    <w:multiLevelType w:val="multilevel"/>
    <w:tmpl w:val="429CC7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163A7176"/>
    <w:multiLevelType w:val="multilevel"/>
    <w:tmpl w:val="F5183A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AAF1638"/>
    <w:multiLevelType w:val="multilevel"/>
    <w:tmpl w:val="4FB2C0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60112A"/>
    <w:multiLevelType w:val="multilevel"/>
    <w:tmpl w:val="5C26AB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7F907A2"/>
    <w:multiLevelType w:val="multilevel"/>
    <w:tmpl w:val="DEBA2F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7729F5"/>
    <w:multiLevelType w:val="multilevel"/>
    <w:tmpl w:val="AC84BC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9"/>
  </w:num>
  <w:num w:numId="3">
    <w:abstractNumId w:val="12"/>
  </w:num>
  <w:num w:numId="4">
    <w:abstractNumId w:val="7"/>
  </w:num>
  <w:num w:numId="5">
    <w:abstractNumId w:val="4"/>
  </w:num>
  <w:num w:numId="6">
    <w:abstractNumId w:val="2"/>
  </w:num>
  <w:num w:numId="7">
    <w:abstractNumId w:val="10"/>
  </w:num>
  <w:num w:numId="8">
    <w:abstractNumId w:val="0"/>
  </w:num>
  <w:num w:numId="9">
    <w:abstractNumId w:val="8"/>
  </w:num>
  <w:num w:numId="10">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n">
    <w15:presenceInfo w15:providerId="None" w15:userId="R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1108F"/>
    <w:rsid w:val="000115E2"/>
    <w:rsid w:val="000126D0"/>
    <w:rsid w:val="0001296A"/>
    <w:rsid w:val="000136C9"/>
    <w:rsid w:val="00016803"/>
    <w:rsid w:val="00023992"/>
    <w:rsid w:val="000275AE"/>
    <w:rsid w:val="000306F8"/>
    <w:rsid w:val="000354CD"/>
    <w:rsid w:val="00041E59"/>
    <w:rsid w:val="00064BFE"/>
    <w:rsid w:val="00070B3E"/>
    <w:rsid w:val="00071F95"/>
    <w:rsid w:val="000737BB"/>
    <w:rsid w:val="00074E47"/>
    <w:rsid w:val="000754EC"/>
    <w:rsid w:val="00086857"/>
    <w:rsid w:val="000873E8"/>
    <w:rsid w:val="0009093B"/>
    <w:rsid w:val="000966A7"/>
    <w:rsid w:val="000A457F"/>
    <w:rsid w:val="000A5441"/>
    <w:rsid w:val="000B2022"/>
    <w:rsid w:val="000C044A"/>
    <w:rsid w:val="000C149A"/>
    <w:rsid w:val="000C224E"/>
    <w:rsid w:val="000E25E6"/>
    <w:rsid w:val="000E2C86"/>
    <w:rsid w:val="000F29F2"/>
    <w:rsid w:val="000F7B0C"/>
    <w:rsid w:val="00101659"/>
    <w:rsid w:val="00102607"/>
    <w:rsid w:val="00105AEA"/>
    <w:rsid w:val="001078BF"/>
    <w:rsid w:val="00133957"/>
    <w:rsid w:val="00133F5A"/>
    <w:rsid w:val="0013525C"/>
    <w:rsid w:val="001372F6"/>
    <w:rsid w:val="00144385"/>
    <w:rsid w:val="00146EEC"/>
    <w:rsid w:val="00151D55"/>
    <w:rsid w:val="00151D93"/>
    <w:rsid w:val="00156EF3"/>
    <w:rsid w:val="00162CC8"/>
    <w:rsid w:val="00176E4F"/>
    <w:rsid w:val="00181304"/>
    <w:rsid w:val="0018546B"/>
    <w:rsid w:val="001A6A3E"/>
    <w:rsid w:val="001A7B6D"/>
    <w:rsid w:val="001B091E"/>
    <w:rsid w:val="001B34D5"/>
    <w:rsid w:val="001B513A"/>
    <w:rsid w:val="001C0A75"/>
    <w:rsid w:val="001C1306"/>
    <w:rsid w:val="001D30EB"/>
    <w:rsid w:val="001D5C1B"/>
    <w:rsid w:val="001D7F5B"/>
    <w:rsid w:val="001E0849"/>
    <w:rsid w:val="001E16BC"/>
    <w:rsid w:val="001E16DF"/>
    <w:rsid w:val="001F16C8"/>
    <w:rsid w:val="001F2BA5"/>
    <w:rsid w:val="001F308D"/>
    <w:rsid w:val="00201A7C"/>
    <w:rsid w:val="00202B55"/>
    <w:rsid w:val="002070A2"/>
    <w:rsid w:val="0021210E"/>
    <w:rsid w:val="0021414D"/>
    <w:rsid w:val="00223124"/>
    <w:rsid w:val="00225520"/>
    <w:rsid w:val="00233143"/>
    <w:rsid w:val="00234444"/>
    <w:rsid w:val="00242293"/>
    <w:rsid w:val="00244EA7"/>
    <w:rsid w:val="00246713"/>
    <w:rsid w:val="00262FC3"/>
    <w:rsid w:val="0026394F"/>
    <w:rsid w:val="00267AF6"/>
    <w:rsid w:val="00276DB8"/>
    <w:rsid w:val="00282664"/>
    <w:rsid w:val="00285FB8"/>
    <w:rsid w:val="00295589"/>
    <w:rsid w:val="002965A8"/>
    <w:rsid w:val="002970C3"/>
    <w:rsid w:val="002973EC"/>
    <w:rsid w:val="002A275C"/>
    <w:rsid w:val="002A4CD3"/>
    <w:rsid w:val="002A6CC4"/>
    <w:rsid w:val="002C55E9"/>
    <w:rsid w:val="002D0C8B"/>
    <w:rsid w:val="002D330A"/>
    <w:rsid w:val="002E170C"/>
    <w:rsid w:val="002E193E"/>
    <w:rsid w:val="002E6AC7"/>
    <w:rsid w:val="003028FC"/>
    <w:rsid w:val="00305EFF"/>
    <w:rsid w:val="00310A6A"/>
    <w:rsid w:val="003144E6"/>
    <w:rsid w:val="00314D43"/>
    <w:rsid w:val="00333E3C"/>
    <w:rsid w:val="00337E82"/>
    <w:rsid w:val="00346FDC"/>
    <w:rsid w:val="00350BB1"/>
    <w:rsid w:val="00352C83"/>
    <w:rsid w:val="00357BBE"/>
    <w:rsid w:val="00366805"/>
    <w:rsid w:val="0037067D"/>
    <w:rsid w:val="00373436"/>
    <w:rsid w:val="0038735B"/>
    <w:rsid w:val="003916D1"/>
    <w:rsid w:val="00394C90"/>
    <w:rsid w:val="003A16FC"/>
    <w:rsid w:val="003A21F0"/>
    <w:rsid w:val="003A277F"/>
    <w:rsid w:val="003A58BA"/>
    <w:rsid w:val="003A5AE7"/>
    <w:rsid w:val="003A7221"/>
    <w:rsid w:val="003A768F"/>
    <w:rsid w:val="003B3493"/>
    <w:rsid w:val="003B541E"/>
    <w:rsid w:val="003B62F8"/>
    <w:rsid w:val="003C13AE"/>
    <w:rsid w:val="003C7152"/>
    <w:rsid w:val="003D2E73"/>
    <w:rsid w:val="003E72B6"/>
    <w:rsid w:val="003E7BBE"/>
    <w:rsid w:val="003F14E7"/>
    <w:rsid w:val="004127E3"/>
    <w:rsid w:val="004173DD"/>
    <w:rsid w:val="0043212E"/>
    <w:rsid w:val="00434366"/>
    <w:rsid w:val="00434ECE"/>
    <w:rsid w:val="00444423"/>
    <w:rsid w:val="00452F3E"/>
    <w:rsid w:val="0046239A"/>
    <w:rsid w:val="004640AE"/>
    <w:rsid w:val="00466F18"/>
    <w:rsid w:val="004679E3"/>
    <w:rsid w:val="00475172"/>
    <w:rsid w:val="004758B0"/>
    <w:rsid w:val="0048067C"/>
    <w:rsid w:val="004832D2"/>
    <w:rsid w:val="00484CCD"/>
    <w:rsid w:val="00485559"/>
    <w:rsid w:val="004A142B"/>
    <w:rsid w:val="004A3860"/>
    <w:rsid w:val="004A44E8"/>
    <w:rsid w:val="004A581D"/>
    <w:rsid w:val="004A7706"/>
    <w:rsid w:val="004A77E3"/>
    <w:rsid w:val="004B27C3"/>
    <w:rsid w:val="004B29B7"/>
    <w:rsid w:val="004B7A28"/>
    <w:rsid w:val="004C2244"/>
    <w:rsid w:val="004C79A1"/>
    <w:rsid w:val="004D0D5F"/>
    <w:rsid w:val="004D1569"/>
    <w:rsid w:val="004D44B1"/>
    <w:rsid w:val="004E0151"/>
    <w:rsid w:val="004E0460"/>
    <w:rsid w:val="004E1579"/>
    <w:rsid w:val="004E3D2C"/>
    <w:rsid w:val="004E5FAE"/>
    <w:rsid w:val="004E6245"/>
    <w:rsid w:val="004E6741"/>
    <w:rsid w:val="004E7094"/>
    <w:rsid w:val="004F5DC7"/>
    <w:rsid w:val="004F78DA"/>
    <w:rsid w:val="005145AB"/>
    <w:rsid w:val="00520E9A"/>
    <w:rsid w:val="00521027"/>
    <w:rsid w:val="005248C1"/>
    <w:rsid w:val="00526134"/>
    <w:rsid w:val="00536011"/>
    <w:rsid w:val="005404CB"/>
    <w:rsid w:val="005405B2"/>
    <w:rsid w:val="005421DB"/>
    <w:rsid w:val="005427C8"/>
    <w:rsid w:val="005446D1"/>
    <w:rsid w:val="00544FD1"/>
    <w:rsid w:val="00556C4C"/>
    <w:rsid w:val="00557369"/>
    <w:rsid w:val="00557D22"/>
    <w:rsid w:val="00564ADD"/>
    <w:rsid w:val="00564C3C"/>
    <w:rsid w:val="005708EB"/>
    <w:rsid w:val="00575BC6"/>
    <w:rsid w:val="00583902"/>
    <w:rsid w:val="005A15A0"/>
    <w:rsid w:val="005A1D70"/>
    <w:rsid w:val="005A3AA5"/>
    <w:rsid w:val="005A6296"/>
    <w:rsid w:val="005A6C9C"/>
    <w:rsid w:val="005A74DC"/>
    <w:rsid w:val="005B5146"/>
    <w:rsid w:val="005D0854"/>
    <w:rsid w:val="005D1AFD"/>
    <w:rsid w:val="005E51E6"/>
    <w:rsid w:val="005E5B45"/>
    <w:rsid w:val="005E5B6D"/>
    <w:rsid w:val="005F027A"/>
    <w:rsid w:val="005F33CC"/>
    <w:rsid w:val="005F771F"/>
    <w:rsid w:val="006121D4"/>
    <w:rsid w:val="00613B49"/>
    <w:rsid w:val="00616845"/>
    <w:rsid w:val="00620E8E"/>
    <w:rsid w:val="00622FC9"/>
    <w:rsid w:val="00633CFE"/>
    <w:rsid w:val="00634FCA"/>
    <w:rsid w:val="00643D1B"/>
    <w:rsid w:val="006452B8"/>
    <w:rsid w:val="00652E62"/>
    <w:rsid w:val="0066140A"/>
    <w:rsid w:val="00680367"/>
    <w:rsid w:val="0068453C"/>
    <w:rsid w:val="00686A49"/>
    <w:rsid w:val="00687B62"/>
    <w:rsid w:val="00690C44"/>
    <w:rsid w:val="00692EC8"/>
    <w:rsid w:val="00695C89"/>
    <w:rsid w:val="006969D9"/>
    <w:rsid w:val="006A2B68"/>
    <w:rsid w:val="006A7B93"/>
    <w:rsid w:val="006B1229"/>
    <w:rsid w:val="006C2F32"/>
    <w:rsid w:val="006C32DF"/>
    <w:rsid w:val="006D1AF9"/>
    <w:rsid w:val="006D38C3"/>
    <w:rsid w:val="006D4448"/>
    <w:rsid w:val="006D6DFD"/>
    <w:rsid w:val="006E2C4D"/>
    <w:rsid w:val="006E42FE"/>
    <w:rsid w:val="006F0D02"/>
    <w:rsid w:val="006F10FE"/>
    <w:rsid w:val="006F3622"/>
    <w:rsid w:val="00705EEC"/>
    <w:rsid w:val="00707741"/>
    <w:rsid w:val="007134FE"/>
    <w:rsid w:val="00715794"/>
    <w:rsid w:val="00716586"/>
    <w:rsid w:val="00717385"/>
    <w:rsid w:val="00722769"/>
    <w:rsid w:val="00723C06"/>
    <w:rsid w:val="00727901"/>
    <w:rsid w:val="0073075B"/>
    <w:rsid w:val="0073404B"/>
    <w:rsid w:val="007341FF"/>
    <w:rsid w:val="007404E9"/>
    <w:rsid w:val="007444CF"/>
    <w:rsid w:val="00750E78"/>
    <w:rsid w:val="00752C75"/>
    <w:rsid w:val="00757005"/>
    <w:rsid w:val="00761DBE"/>
    <w:rsid w:val="0076523B"/>
    <w:rsid w:val="00771B60"/>
    <w:rsid w:val="00781D77"/>
    <w:rsid w:val="00782AE0"/>
    <w:rsid w:val="00783549"/>
    <w:rsid w:val="007860B7"/>
    <w:rsid w:val="00786DC8"/>
    <w:rsid w:val="0079402C"/>
    <w:rsid w:val="007A300D"/>
    <w:rsid w:val="007D5A78"/>
    <w:rsid w:val="007E3BD1"/>
    <w:rsid w:val="007F1563"/>
    <w:rsid w:val="007F1EB2"/>
    <w:rsid w:val="007F44DB"/>
    <w:rsid w:val="007F5A8B"/>
    <w:rsid w:val="007F7FC7"/>
    <w:rsid w:val="00817D51"/>
    <w:rsid w:val="00823530"/>
    <w:rsid w:val="00823FF4"/>
    <w:rsid w:val="00830267"/>
    <w:rsid w:val="008306E7"/>
    <w:rsid w:val="008322BE"/>
    <w:rsid w:val="00834BC8"/>
    <w:rsid w:val="00837FD6"/>
    <w:rsid w:val="008464F8"/>
    <w:rsid w:val="00847B60"/>
    <w:rsid w:val="00850243"/>
    <w:rsid w:val="00851BE5"/>
    <w:rsid w:val="008545EB"/>
    <w:rsid w:val="00865011"/>
    <w:rsid w:val="00881709"/>
    <w:rsid w:val="00886790"/>
    <w:rsid w:val="008873C8"/>
    <w:rsid w:val="008908DE"/>
    <w:rsid w:val="008959F5"/>
    <w:rsid w:val="008A07DC"/>
    <w:rsid w:val="008A12ED"/>
    <w:rsid w:val="008A39D3"/>
    <w:rsid w:val="008B2C77"/>
    <w:rsid w:val="008B4AD2"/>
    <w:rsid w:val="008B663E"/>
    <w:rsid w:val="008B7138"/>
    <w:rsid w:val="008D3C8D"/>
    <w:rsid w:val="008E260C"/>
    <w:rsid w:val="008E39BE"/>
    <w:rsid w:val="008E62EC"/>
    <w:rsid w:val="008F32F6"/>
    <w:rsid w:val="00903631"/>
    <w:rsid w:val="00916CD7"/>
    <w:rsid w:val="00920927"/>
    <w:rsid w:val="00921B38"/>
    <w:rsid w:val="00923720"/>
    <w:rsid w:val="009278C9"/>
    <w:rsid w:val="00932CD7"/>
    <w:rsid w:val="00940D2E"/>
    <w:rsid w:val="00944C09"/>
    <w:rsid w:val="009527CB"/>
    <w:rsid w:val="00953835"/>
    <w:rsid w:val="00955199"/>
    <w:rsid w:val="00960F6C"/>
    <w:rsid w:val="00962B62"/>
    <w:rsid w:val="00970747"/>
    <w:rsid w:val="00993CEA"/>
    <w:rsid w:val="00997BFC"/>
    <w:rsid w:val="009A5900"/>
    <w:rsid w:val="009A6E6C"/>
    <w:rsid w:val="009A6F3F"/>
    <w:rsid w:val="009B331A"/>
    <w:rsid w:val="009B7F7C"/>
    <w:rsid w:val="009C2650"/>
    <w:rsid w:val="009D15E2"/>
    <w:rsid w:val="009D15FE"/>
    <w:rsid w:val="009D563B"/>
    <w:rsid w:val="009D5D2C"/>
    <w:rsid w:val="009F0DCC"/>
    <w:rsid w:val="009F11CA"/>
    <w:rsid w:val="00A0695B"/>
    <w:rsid w:val="00A13052"/>
    <w:rsid w:val="00A216A8"/>
    <w:rsid w:val="00A223A6"/>
    <w:rsid w:val="00A3135C"/>
    <w:rsid w:val="00A3639E"/>
    <w:rsid w:val="00A5092E"/>
    <w:rsid w:val="00A554D6"/>
    <w:rsid w:val="00A56E14"/>
    <w:rsid w:val="00A6476B"/>
    <w:rsid w:val="00A76C6C"/>
    <w:rsid w:val="00A87356"/>
    <w:rsid w:val="00A92DD1"/>
    <w:rsid w:val="00AA5338"/>
    <w:rsid w:val="00AA5B89"/>
    <w:rsid w:val="00AA5D02"/>
    <w:rsid w:val="00AB1B8E"/>
    <w:rsid w:val="00AB3EC1"/>
    <w:rsid w:val="00AB46DE"/>
    <w:rsid w:val="00AC0696"/>
    <w:rsid w:val="00AC4C98"/>
    <w:rsid w:val="00AC5F6B"/>
    <w:rsid w:val="00AD3896"/>
    <w:rsid w:val="00AD5B47"/>
    <w:rsid w:val="00AE1ED9"/>
    <w:rsid w:val="00AE32CB"/>
    <w:rsid w:val="00AE4357"/>
    <w:rsid w:val="00AF3957"/>
    <w:rsid w:val="00B0712C"/>
    <w:rsid w:val="00B11D14"/>
    <w:rsid w:val="00B12013"/>
    <w:rsid w:val="00B22C67"/>
    <w:rsid w:val="00B3508F"/>
    <w:rsid w:val="00B443EE"/>
    <w:rsid w:val="00B52AAC"/>
    <w:rsid w:val="00B560C8"/>
    <w:rsid w:val="00B61150"/>
    <w:rsid w:val="00B65BC7"/>
    <w:rsid w:val="00B7425E"/>
    <w:rsid w:val="00B746B9"/>
    <w:rsid w:val="00B848D4"/>
    <w:rsid w:val="00B865B7"/>
    <w:rsid w:val="00B9148E"/>
    <w:rsid w:val="00B91517"/>
    <w:rsid w:val="00B934C5"/>
    <w:rsid w:val="00B94E99"/>
    <w:rsid w:val="00BA1CB1"/>
    <w:rsid w:val="00BA4178"/>
    <w:rsid w:val="00BA482D"/>
    <w:rsid w:val="00BA5F11"/>
    <w:rsid w:val="00BB1755"/>
    <w:rsid w:val="00BB23F4"/>
    <w:rsid w:val="00BC5075"/>
    <w:rsid w:val="00BC5419"/>
    <w:rsid w:val="00BD3B0F"/>
    <w:rsid w:val="00BD4A22"/>
    <w:rsid w:val="00BE5889"/>
    <w:rsid w:val="00BF1D4C"/>
    <w:rsid w:val="00BF3F0A"/>
    <w:rsid w:val="00C04238"/>
    <w:rsid w:val="00C143C3"/>
    <w:rsid w:val="00C1739B"/>
    <w:rsid w:val="00C21ADE"/>
    <w:rsid w:val="00C23D97"/>
    <w:rsid w:val="00C24718"/>
    <w:rsid w:val="00C26067"/>
    <w:rsid w:val="00C30A29"/>
    <w:rsid w:val="00C317DC"/>
    <w:rsid w:val="00C36FBC"/>
    <w:rsid w:val="00C4364C"/>
    <w:rsid w:val="00C469CB"/>
    <w:rsid w:val="00C578E9"/>
    <w:rsid w:val="00C70626"/>
    <w:rsid w:val="00C72860"/>
    <w:rsid w:val="00C72A48"/>
    <w:rsid w:val="00C73582"/>
    <w:rsid w:val="00C73B90"/>
    <w:rsid w:val="00C742EC"/>
    <w:rsid w:val="00C77D12"/>
    <w:rsid w:val="00C96AF3"/>
    <w:rsid w:val="00C97CCC"/>
    <w:rsid w:val="00CA0274"/>
    <w:rsid w:val="00CA139A"/>
    <w:rsid w:val="00CB746F"/>
    <w:rsid w:val="00CC451E"/>
    <w:rsid w:val="00CD4E9D"/>
    <w:rsid w:val="00CD4F4D"/>
    <w:rsid w:val="00CE7D19"/>
    <w:rsid w:val="00CF0CF5"/>
    <w:rsid w:val="00CF2B3E"/>
    <w:rsid w:val="00D0201F"/>
    <w:rsid w:val="00D03685"/>
    <w:rsid w:val="00D03E1E"/>
    <w:rsid w:val="00D07D4E"/>
    <w:rsid w:val="00D115AA"/>
    <w:rsid w:val="00D145BE"/>
    <w:rsid w:val="00D2035A"/>
    <w:rsid w:val="00D20C57"/>
    <w:rsid w:val="00D25D16"/>
    <w:rsid w:val="00D32124"/>
    <w:rsid w:val="00D371AA"/>
    <w:rsid w:val="00D52946"/>
    <w:rsid w:val="00D54C76"/>
    <w:rsid w:val="00D607DE"/>
    <w:rsid w:val="00D632BB"/>
    <w:rsid w:val="00D71E43"/>
    <w:rsid w:val="00D727F3"/>
    <w:rsid w:val="00D73695"/>
    <w:rsid w:val="00D810DE"/>
    <w:rsid w:val="00D87D32"/>
    <w:rsid w:val="00D91188"/>
    <w:rsid w:val="00D92C83"/>
    <w:rsid w:val="00DA0A81"/>
    <w:rsid w:val="00DA3C10"/>
    <w:rsid w:val="00DA53B5"/>
    <w:rsid w:val="00DC1D69"/>
    <w:rsid w:val="00DC5A3A"/>
    <w:rsid w:val="00DC632B"/>
    <w:rsid w:val="00DD0726"/>
    <w:rsid w:val="00E14C4E"/>
    <w:rsid w:val="00E238E6"/>
    <w:rsid w:val="00E34CD8"/>
    <w:rsid w:val="00E35064"/>
    <w:rsid w:val="00E3681D"/>
    <w:rsid w:val="00E40225"/>
    <w:rsid w:val="00E4046B"/>
    <w:rsid w:val="00E46FBD"/>
    <w:rsid w:val="00E501F0"/>
    <w:rsid w:val="00E6166D"/>
    <w:rsid w:val="00E91BFF"/>
    <w:rsid w:val="00E92933"/>
    <w:rsid w:val="00E94FAD"/>
    <w:rsid w:val="00EB0AA4"/>
    <w:rsid w:val="00EB5C88"/>
    <w:rsid w:val="00EC0469"/>
    <w:rsid w:val="00EC0C3E"/>
    <w:rsid w:val="00EC7B3C"/>
    <w:rsid w:val="00ED5AAC"/>
    <w:rsid w:val="00EF01F8"/>
    <w:rsid w:val="00EF3268"/>
    <w:rsid w:val="00EF40EF"/>
    <w:rsid w:val="00EF47FE"/>
    <w:rsid w:val="00F02CB7"/>
    <w:rsid w:val="00F0614C"/>
    <w:rsid w:val="00F069BD"/>
    <w:rsid w:val="00F1480E"/>
    <w:rsid w:val="00F1497D"/>
    <w:rsid w:val="00F16AAC"/>
    <w:rsid w:val="00F30C7D"/>
    <w:rsid w:val="00F33FF2"/>
    <w:rsid w:val="00F438FC"/>
    <w:rsid w:val="00F43DE3"/>
    <w:rsid w:val="00F442D0"/>
    <w:rsid w:val="00F5616F"/>
    <w:rsid w:val="00F56451"/>
    <w:rsid w:val="00F56827"/>
    <w:rsid w:val="00F60517"/>
    <w:rsid w:val="00F62866"/>
    <w:rsid w:val="00F65EF0"/>
    <w:rsid w:val="00F71651"/>
    <w:rsid w:val="00F76191"/>
    <w:rsid w:val="00F76CC6"/>
    <w:rsid w:val="00F777DC"/>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NormalWeb">
    <w:name w:val="Normal (Web)"/>
    <w:basedOn w:val="Normal"/>
    <w:uiPriority w:val="99"/>
    <w:semiHidden/>
    <w:unhideWhenUsed/>
    <w:locked/>
    <w:rsid w:val="00723C06"/>
    <w:rPr>
      <w:rFonts w:ascii="Times New Roman" w:hAnsi="Times New Roman"/>
      <w:sz w:val="24"/>
      <w:szCs w:val="24"/>
    </w:rPr>
  </w:style>
  <w:style w:type="paragraph" w:styleId="Revision">
    <w:name w:val="Revision"/>
    <w:hidden/>
    <w:uiPriority w:val="99"/>
    <w:semiHidden/>
    <w:rsid w:val="008464F8"/>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4543">
      <w:bodyDiv w:val="1"/>
      <w:marLeft w:val="0"/>
      <w:marRight w:val="0"/>
      <w:marTop w:val="0"/>
      <w:marBottom w:val="0"/>
      <w:divBdr>
        <w:top w:val="none" w:sz="0" w:space="0" w:color="auto"/>
        <w:left w:val="none" w:sz="0" w:space="0" w:color="auto"/>
        <w:bottom w:val="none" w:sz="0" w:space="0" w:color="auto"/>
        <w:right w:val="none" w:sz="0" w:space="0" w:color="auto"/>
      </w:divBdr>
    </w:div>
    <w:div w:id="25567308">
      <w:bodyDiv w:val="1"/>
      <w:marLeft w:val="0"/>
      <w:marRight w:val="0"/>
      <w:marTop w:val="0"/>
      <w:marBottom w:val="0"/>
      <w:divBdr>
        <w:top w:val="none" w:sz="0" w:space="0" w:color="auto"/>
        <w:left w:val="none" w:sz="0" w:space="0" w:color="auto"/>
        <w:bottom w:val="none" w:sz="0" w:space="0" w:color="auto"/>
        <w:right w:val="none" w:sz="0" w:space="0" w:color="auto"/>
      </w:divBdr>
    </w:div>
    <w:div w:id="55595138">
      <w:bodyDiv w:val="1"/>
      <w:marLeft w:val="0"/>
      <w:marRight w:val="0"/>
      <w:marTop w:val="0"/>
      <w:marBottom w:val="0"/>
      <w:divBdr>
        <w:top w:val="none" w:sz="0" w:space="0" w:color="auto"/>
        <w:left w:val="none" w:sz="0" w:space="0" w:color="auto"/>
        <w:bottom w:val="none" w:sz="0" w:space="0" w:color="auto"/>
        <w:right w:val="none" w:sz="0" w:space="0" w:color="auto"/>
      </w:divBdr>
    </w:div>
    <w:div w:id="84807759">
      <w:bodyDiv w:val="1"/>
      <w:marLeft w:val="0"/>
      <w:marRight w:val="0"/>
      <w:marTop w:val="0"/>
      <w:marBottom w:val="0"/>
      <w:divBdr>
        <w:top w:val="none" w:sz="0" w:space="0" w:color="auto"/>
        <w:left w:val="none" w:sz="0" w:space="0" w:color="auto"/>
        <w:bottom w:val="none" w:sz="0" w:space="0" w:color="auto"/>
        <w:right w:val="none" w:sz="0" w:space="0" w:color="auto"/>
      </w:divBdr>
    </w:div>
    <w:div w:id="30227013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9619051">
      <w:bodyDiv w:val="1"/>
      <w:marLeft w:val="0"/>
      <w:marRight w:val="0"/>
      <w:marTop w:val="0"/>
      <w:marBottom w:val="0"/>
      <w:divBdr>
        <w:top w:val="none" w:sz="0" w:space="0" w:color="auto"/>
        <w:left w:val="none" w:sz="0" w:space="0" w:color="auto"/>
        <w:bottom w:val="none" w:sz="0" w:space="0" w:color="auto"/>
        <w:right w:val="none" w:sz="0" w:space="0" w:color="auto"/>
      </w:divBdr>
    </w:div>
    <w:div w:id="600532254">
      <w:bodyDiv w:val="1"/>
      <w:marLeft w:val="0"/>
      <w:marRight w:val="0"/>
      <w:marTop w:val="0"/>
      <w:marBottom w:val="0"/>
      <w:divBdr>
        <w:top w:val="none" w:sz="0" w:space="0" w:color="auto"/>
        <w:left w:val="none" w:sz="0" w:space="0" w:color="auto"/>
        <w:bottom w:val="none" w:sz="0" w:space="0" w:color="auto"/>
        <w:right w:val="none" w:sz="0" w:space="0" w:color="auto"/>
      </w:divBdr>
    </w:div>
    <w:div w:id="607081961">
      <w:bodyDiv w:val="1"/>
      <w:marLeft w:val="0"/>
      <w:marRight w:val="0"/>
      <w:marTop w:val="0"/>
      <w:marBottom w:val="0"/>
      <w:divBdr>
        <w:top w:val="none" w:sz="0" w:space="0" w:color="auto"/>
        <w:left w:val="none" w:sz="0" w:space="0" w:color="auto"/>
        <w:bottom w:val="none" w:sz="0" w:space="0" w:color="auto"/>
        <w:right w:val="none" w:sz="0" w:space="0" w:color="auto"/>
      </w:divBdr>
    </w:div>
    <w:div w:id="653293186">
      <w:bodyDiv w:val="1"/>
      <w:marLeft w:val="0"/>
      <w:marRight w:val="0"/>
      <w:marTop w:val="0"/>
      <w:marBottom w:val="0"/>
      <w:divBdr>
        <w:top w:val="none" w:sz="0" w:space="0" w:color="auto"/>
        <w:left w:val="none" w:sz="0" w:space="0" w:color="auto"/>
        <w:bottom w:val="none" w:sz="0" w:space="0" w:color="auto"/>
        <w:right w:val="none" w:sz="0" w:space="0" w:color="auto"/>
      </w:divBdr>
    </w:div>
    <w:div w:id="668364069">
      <w:bodyDiv w:val="1"/>
      <w:marLeft w:val="0"/>
      <w:marRight w:val="0"/>
      <w:marTop w:val="0"/>
      <w:marBottom w:val="0"/>
      <w:divBdr>
        <w:top w:val="none" w:sz="0" w:space="0" w:color="auto"/>
        <w:left w:val="none" w:sz="0" w:space="0" w:color="auto"/>
        <w:bottom w:val="none" w:sz="0" w:space="0" w:color="auto"/>
        <w:right w:val="none" w:sz="0" w:space="0" w:color="auto"/>
      </w:divBdr>
    </w:div>
    <w:div w:id="669993058">
      <w:bodyDiv w:val="1"/>
      <w:marLeft w:val="0"/>
      <w:marRight w:val="0"/>
      <w:marTop w:val="0"/>
      <w:marBottom w:val="0"/>
      <w:divBdr>
        <w:top w:val="none" w:sz="0" w:space="0" w:color="auto"/>
        <w:left w:val="none" w:sz="0" w:space="0" w:color="auto"/>
        <w:bottom w:val="none" w:sz="0" w:space="0" w:color="auto"/>
        <w:right w:val="none" w:sz="0" w:space="0" w:color="auto"/>
      </w:divBdr>
    </w:div>
    <w:div w:id="777406444">
      <w:bodyDiv w:val="1"/>
      <w:marLeft w:val="0"/>
      <w:marRight w:val="0"/>
      <w:marTop w:val="0"/>
      <w:marBottom w:val="0"/>
      <w:divBdr>
        <w:top w:val="none" w:sz="0" w:space="0" w:color="auto"/>
        <w:left w:val="none" w:sz="0" w:space="0" w:color="auto"/>
        <w:bottom w:val="none" w:sz="0" w:space="0" w:color="auto"/>
        <w:right w:val="none" w:sz="0" w:space="0" w:color="auto"/>
      </w:divBdr>
    </w:div>
    <w:div w:id="84698842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35480161">
      <w:bodyDiv w:val="1"/>
      <w:marLeft w:val="0"/>
      <w:marRight w:val="0"/>
      <w:marTop w:val="0"/>
      <w:marBottom w:val="0"/>
      <w:divBdr>
        <w:top w:val="none" w:sz="0" w:space="0" w:color="auto"/>
        <w:left w:val="none" w:sz="0" w:space="0" w:color="auto"/>
        <w:bottom w:val="none" w:sz="0" w:space="0" w:color="auto"/>
        <w:right w:val="none" w:sz="0" w:space="0" w:color="auto"/>
      </w:divBdr>
    </w:div>
    <w:div w:id="940262436">
      <w:bodyDiv w:val="1"/>
      <w:marLeft w:val="0"/>
      <w:marRight w:val="0"/>
      <w:marTop w:val="0"/>
      <w:marBottom w:val="0"/>
      <w:divBdr>
        <w:top w:val="none" w:sz="0" w:space="0" w:color="auto"/>
        <w:left w:val="none" w:sz="0" w:space="0" w:color="auto"/>
        <w:bottom w:val="none" w:sz="0" w:space="0" w:color="auto"/>
        <w:right w:val="none" w:sz="0" w:space="0" w:color="auto"/>
      </w:divBdr>
    </w:div>
    <w:div w:id="1005982798">
      <w:bodyDiv w:val="1"/>
      <w:marLeft w:val="0"/>
      <w:marRight w:val="0"/>
      <w:marTop w:val="0"/>
      <w:marBottom w:val="0"/>
      <w:divBdr>
        <w:top w:val="none" w:sz="0" w:space="0" w:color="auto"/>
        <w:left w:val="none" w:sz="0" w:space="0" w:color="auto"/>
        <w:bottom w:val="none" w:sz="0" w:space="0" w:color="auto"/>
        <w:right w:val="none" w:sz="0" w:space="0" w:color="auto"/>
      </w:divBdr>
    </w:div>
    <w:div w:id="1076518544">
      <w:bodyDiv w:val="1"/>
      <w:marLeft w:val="0"/>
      <w:marRight w:val="0"/>
      <w:marTop w:val="0"/>
      <w:marBottom w:val="0"/>
      <w:divBdr>
        <w:top w:val="none" w:sz="0" w:space="0" w:color="auto"/>
        <w:left w:val="none" w:sz="0" w:space="0" w:color="auto"/>
        <w:bottom w:val="none" w:sz="0" w:space="0" w:color="auto"/>
        <w:right w:val="none" w:sz="0" w:space="0" w:color="auto"/>
      </w:divBdr>
    </w:div>
    <w:div w:id="1173573047">
      <w:bodyDiv w:val="1"/>
      <w:marLeft w:val="0"/>
      <w:marRight w:val="0"/>
      <w:marTop w:val="0"/>
      <w:marBottom w:val="0"/>
      <w:divBdr>
        <w:top w:val="none" w:sz="0" w:space="0" w:color="auto"/>
        <w:left w:val="none" w:sz="0" w:space="0" w:color="auto"/>
        <w:bottom w:val="none" w:sz="0" w:space="0" w:color="auto"/>
        <w:right w:val="none" w:sz="0" w:space="0" w:color="auto"/>
      </w:divBdr>
    </w:div>
    <w:div w:id="1357775382">
      <w:bodyDiv w:val="1"/>
      <w:marLeft w:val="0"/>
      <w:marRight w:val="0"/>
      <w:marTop w:val="0"/>
      <w:marBottom w:val="0"/>
      <w:divBdr>
        <w:top w:val="none" w:sz="0" w:space="0" w:color="auto"/>
        <w:left w:val="none" w:sz="0" w:space="0" w:color="auto"/>
        <w:bottom w:val="none" w:sz="0" w:space="0" w:color="auto"/>
        <w:right w:val="none" w:sz="0" w:space="0" w:color="auto"/>
      </w:divBdr>
    </w:div>
    <w:div w:id="1432701074">
      <w:bodyDiv w:val="1"/>
      <w:marLeft w:val="0"/>
      <w:marRight w:val="0"/>
      <w:marTop w:val="0"/>
      <w:marBottom w:val="0"/>
      <w:divBdr>
        <w:top w:val="none" w:sz="0" w:space="0" w:color="auto"/>
        <w:left w:val="none" w:sz="0" w:space="0" w:color="auto"/>
        <w:bottom w:val="none" w:sz="0" w:space="0" w:color="auto"/>
        <w:right w:val="none" w:sz="0" w:space="0" w:color="auto"/>
      </w:divBdr>
    </w:div>
    <w:div w:id="1484855838">
      <w:bodyDiv w:val="1"/>
      <w:marLeft w:val="0"/>
      <w:marRight w:val="0"/>
      <w:marTop w:val="0"/>
      <w:marBottom w:val="0"/>
      <w:divBdr>
        <w:top w:val="none" w:sz="0" w:space="0" w:color="auto"/>
        <w:left w:val="none" w:sz="0" w:space="0" w:color="auto"/>
        <w:bottom w:val="none" w:sz="0" w:space="0" w:color="auto"/>
        <w:right w:val="none" w:sz="0" w:space="0" w:color="auto"/>
      </w:divBdr>
    </w:div>
    <w:div w:id="1550070021">
      <w:bodyDiv w:val="1"/>
      <w:marLeft w:val="0"/>
      <w:marRight w:val="0"/>
      <w:marTop w:val="0"/>
      <w:marBottom w:val="0"/>
      <w:divBdr>
        <w:top w:val="none" w:sz="0" w:space="0" w:color="auto"/>
        <w:left w:val="none" w:sz="0" w:space="0" w:color="auto"/>
        <w:bottom w:val="none" w:sz="0" w:space="0" w:color="auto"/>
        <w:right w:val="none" w:sz="0" w:space="0" w:color="auto"/>
      </w:divBdr>
    </w:div>
    <w:div w:id="1631594407">
      <w:bodyDiv w:val="1"/>
      <w:marLeft w:val="0"/>
      <w:marRight w:val="0"/>
      <w:marTop w:val="0"/>
      <w:marBottom w:val="0"/>
      <w:divBdr>
        <w:top w:val="none" w:sz="0" w:space="0" w:color="auto"/>
        <w:left w:val="none" w:sz="0" w:space="0" w:color="auto"/>
        <w:bottom w:val="none" w:sz="0" w:space="0" w:color="auto"/>
        <w:right w:val="none" w:sz="0" w:space="0" w:color="auto"/>
      </w:divBdr>
    </w:div>
    <w:div w:id="1808162298">
      <w:bodyDiv w:val="1"/>
      <w:marLeft w:val="0"/>
      <w:marRight w:val="0"/>
      <w:marTop w:val="0"/>
      <w:marBottom w:val="0"/>
      <w:divBdr>
        <w:top w:val="none" w:sz="0" w:space="0" w:color="auto"/>
        <w:left w:val="none" w:sz="0" w:space="0" w:color="auto"/>
        <w:bottom w:val="none" w:sz="0" w:space="0" w:color="auto"/>
        <w:right w:val="none" w:sz="0" w:space="0" w:color="auto"/>
      </w:divBdr>
    </w:div>
    <w:div w:id="1820532383">
      <w:bodyDiv w:val="1"/>
      <w:marLeft w:val="0"/>
      <w:marRight w:val="0"/>
      <w:marTop w:val="0"/>
      <w:marBottom w:val="0"/>
      <w:divBdr>
        <w:top w:val="none" w:sz="0" w:space="0" w:color="auto"/>
        <w:left w:val="none" w:sz="0" w:space="0" w:color="auto"/>
        <w:bottom w:val="none" w:sz="0" w:space="0" w:color="auto"/>
        <w:right w:val="none" w:sz="0" w:space="0" w:color="auto"/>
      </w:divBdr>
    </w:div>
    <w:div w:id="1839350149">
      <w:bodyDiv w:val="1"/>
      <w:marLeft w:val="0"/>
      <w:marRight w:val="0"/>
      <w:marTop w:val="0"/>
      <w:marBottom w:val="0"/>
      <w:divBdr>
        <w:top w:val="none" w:sz="0" w:space="0" w:color="auto"/>
        <w:left w:val="none" w:sz="0" w:space="0" w:color="auto"/>
        <w:bottom w:val="none" w:sz="0" w:space="0" w:color="auto"/>
        <w:right w:val="none" w:sz="0" w:space="0" w:color="auto"/>
      </w:divBdr>
    </w:div>
    <w:div w:id="1859460529">
      <w:bodyDiv w:val="1"/>
      <w:marLeft w:val="0"/>
      <w:marRight w:val="0"/>
      <w:marTop w:val="0"/>
      <w:marBottom w:val="0"/>
      <w:divBdr>
        <w:top w:val="none" w:sz="0" w:space="0" w:color="auto"/>
        <w:left w:val="none" w:sz="0" w:space="0" w:color="auto"/>
        <w:bottom w:val="none" w:sz="0" w:space="0" w:color="auto"/>
        <w:right w:val="none" w:sz="0" w:space="0" w:color="auto"/>
      </w:divBdr>
    </w:div>
    <w:div w:id="1859544246">
      <w:bodyDiv w:val="1"/>
      <w:marLeft w:val="0"/>
      <w:marRight w:val="0"/>
      <w:marTop w:val="0"/>
      <w:marBottom w:val="0"/>
      <w:divBdr>
        <w:top w:val="none" w:sz="0" w:space="0" w:color="auto"/>
        <w:left w:val="none" w:sz="0" w:space="0" w:color="auto"/>
        <w:bottom w:val="none" w:sz="0" w:space="0" w:color="auto"/>
        <w:right w:val="none" w:sz="0" w:space="0" w:color="auto"/>
      </w:divBdr>
    </w:div>
    <w:div w:id="1876581355">
      <w:bodyDiv w:val="1"/>
      <w:marLeft w:val="0"/>
      <w:marRight w:val="0"/>
      <w:marTop w:val="0"/>
      <w:marBottom w:val="0"/>
      <w:divBdr>
        <w:top w:val="none" w:sz="0" w:space="0" w:color="auto"/>
        <w:left w:val="none" w:sz="0" w:space="0" w:color="auto"/>
        <w:bottom w:val="none" w:sz="0" w:space="0" w:color="auto"/>
        <w:right w:val="none" w:sz="0" w:space="0" w:color="auto"/>
      </w:divBdr>
    </w:div>
    <w:div w:id="1889603138">
      <w:bodyDiv w:val="1"/>
      <w:marLeft w:val="0"/>
      <w:marRight w:val="0"/>
      <w:marTop w:val="0"/>
      <w:marBottom w:val="0"/>
      <w:divBdr>
        <w:top w:val="none" w:sz="0" w:space="0" w:color="auto"/>
        <w:left w:val="none" w:sz="0" w:space="0" w:color="auto"/>
        <w:bottom w:val="none" w:sz="0" w:space="0" w:color="auto"/>
        <w:right w:val="none" w:sz="0" w:space="0" w:color="auto"/>
      </w:divBdr>
    </w:div>
    <w:div w:id="1952395601">
      <w:bodyDiv w:val="1"/>
      <w:marLeft w:val="0"/>
      <w:marRight w:val="0"/>
      <w:marTop w:val="0"/>
      <w:marBottom w:val="0"/>
      <w:divBdr>
        <w:top w:val="none" w:sz="0" w:space="0" w:color="auto"/>
        <w:left w:val="none" w:sz="0" w:space="0" w:color="auto"/>
        <w:bottom w:val="none" w:sz="0" w:space="0" w:color="auto"/>
        <w:right w:val="none" w:sz="0" w:space="0" w:color="auto"/>
      </w:divBdr>
    </w:div>
    <w:div w:id="198280808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32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E720F775FD4DD49AEAD717A8349497A" ma:contentTypeVersion="" ma:contentTypeDescription="Create a new document." ma:contentTypeScope="" ma:versionID="616e988cc5bb66e92ee75c47d11ff9db">
  <xsd:schema xmlns:xsd="http://www.w3.org/2001/XMLSchema" xmlns:xs="http://www.w3.org/2001/XMLSchema" xmlns:p="http://schemas.microsoft.com/office/2006/metadata/properties" xmlns:ns1="http://schemas.microsoft.com/sharepoint/v3" xmlns:ns2="d50bbff7-d6dd-47d2-864a-cfdc2c3db0f4" xmlns:ns3="7ee3a392-9fd5-4e44-986b-b11872d0f857" targetNamespace="http://schemas.microsoft.com/office/2006/metadata/properties" ma:root="true" ma:fieldsID="d3253cc7a1765f4b6deebf550db3da98" ns1:_="" ns2:_="" ns3:_="">
    <xsd:import namespace="http://schemas.microsoft.com/sharepoint/v3"/>
    <xsd:import namespace="d50bbff7-d6dd-47d2-864a-cfdc2c3db0f4"/>
    <xsd:import namespace="7ee3a392-9fd5-4e44-986b-b11872d0f85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ee3a392-9fd5-4e44-986b-b11872d0f85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180B15-010F-46C2-9E7E-8994CFF023EC}">
  <ds:schemaRefs>
    <ds:schemaRef ds:uri="http://schemas.openxmlformats.org/officeDocument/2006/bibliography"/>
  </ds:schemaRefs>
</ds:datastoreItem>
</file>

<file path=customXml/itemProps2.xml><?xml version="1.0" encoding="utf-8"?>
<ds:datastoreItem xmlns:ds="http://schemas.openxmlformats.org/officeDocument/2006/customXml" ds:itemID="{10E7568E-FE5B-4346-AC03-8290B9B8B1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ee3a392-9fd5-4e44-986b-b11872d0f8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www.w3.org/XML/1998/namespace"/>
    <ds:schemaRef ds:uri="http://schemas.microsoft.com/office/2006/metadata/properties"/>
    <ds:schemaRef ds:uri="7ee3a392-9fd5-4e44-986b-b11872d0f857"/>
    <ds:schemaRef ds:uri="http://schemas.microsoft.com/office/2006/documentManagement/types"/>
    <ds:schemaRef ds:uri="http://purl.org/dc/dcmitype/"/>
    <ds:schemaRef ds:uri="http://schemas.microsoft.com/sharepoint/v3"/>
    <ds:schemaRef ds:uri="http://schemas.microsoft.com/office/infopath/2007/PartnerControls"/>
    <ds:schemaRef ds:uri="http://schemas.openxmlformats.org/package/2006/metadata/core-properties"/>
    <ds:schemaRef ds:uri="d50bbff7-d6dd-47d2-864a-cfdc2c3db0f4"/>
    <ds:schemaRef ds:uri="http://purl.org/dc/terms/"/>
    <ds:schemaRef ds:uri="http://purl.org/dc/elements/1.1/"/>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82</TotalTime>
  <Pages>4</Pages>
  <Words>1330</Words>
  <Characters>7581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23</cp:revision>
  <cp:lastPrinted>2016-05-27T05:21:00Z</cp:lastPrinted>
  <dcterms:created xsi:type="dcterms:W3CDTF">2021-12-19T01:44:00Z</dcterms:created>
  <dcterms:modified xsi:type="dcterms:W3CDTF">2022-02-10T04:51:00Z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0x0101008E720F775FD4DD49AEAD717A8349497A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