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E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765975" w14:textId="77777777" w:rsidTr="00146EEC">
        <w:tc>
          <w:tcPr>
            <w:tcW w:w="2689" w:type="dxa"/>
          </w:tcPr>
          <w:p w14:paraId="69A618F7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18A4C8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9B34D0" w14:paraId="695EF0CC" w14:textId="77777777" w:rsidTr="00146EEC">
        <w:tc>
          <w:tcPr>
            <w:tcW w:w="2689" w:type="dxa"/>
          </w:tcPr>
          <w:p w14:paraId="3752BE50" w14:textId="035942A6" w:rsidR="009B34D0" w:rsidRPr="009B34D0" w:rsidRDefault="009B34D0" w:rsidP="009B34D0">
            <w:pPr>
              <w:pStyle w:val="SIText"/>
              <w:rPr>
                <w:rStyle w:val="SITemporaryText-blue"/>
              </w:rPr>
            </w:pPr>
            <w:r w:rsidRPr="004F5EB5">
              <w:t xml:space="preserve">Release </w:t>
            </w:r>
            <w:r w:rsidR="009D3283">
              <w:t>1</w:t>
            </w:r>
          </w:p>
        </w:tc>
        <w:tc>
          <w:tcPr>
            <w:tcW w:w="6939" w:type="dxa"/>
          </w:tcPr>
          <w:p w14:paraId="7C5BD09C" w14:textId="34E9068E" w:rsidR="009B34D0" w:rsidRPr="009B34D0" w:rsidRDefault="009B34D0" w:rsidP="009B34D0">
            <w:pPr>
              <w:pStyle w:val="SIText"/>
              <w:rPr>
                <w:rStyle w:val="SITemporaryText-blue"/>
              </w:rPr>
            </w:pPr>
            <w:r w:rsidRPr="004F5EB5">
              <w:t>This version released with FWP Forest and Wood Products Training Package Version 8.0.</w:t>
            </w:r>
          </w:p>
        </w:tc>
      </w:tr>
    </w:tbl>
    <w:p w14:paraId="7A48B3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E9E5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2146299" w14:textId="42F4AC89" w:rsidR="00F1480E" w:rsidRPr="005404CB" w:rsidRDefault="005E022A" w:rsidP="005404CB">
            <w:pPr>
              <w:pStyle w:val="SIUNITCODE"/>
            </w:pPr>
            <w:r>
              <w:t>FWP</w:t>
            </w:r>
            <w:r w:rsidR="00BB649A">
              <w:t>COT</w:t>
            </w:r>
            <w:r w:rsidR="009469EA">
              <w:t>3</w:t>
            </w:r>
            <w:r w:rsidR="00D52F1D">
              <w:t>XXX</w:t>
            </w:r>
          </w:p>
        </w:tc>
        <w:tc>
          <w:tcPr>
            <w:tcW w:w="3604" w:type="pct"/>
            <w:shd w:val="clear" w:color="auto" w:fill="auto"/>
          </w:tcPr>
          <w:p w14:paraId="731773B3" w14:textId="36C96CFC" w:rsidR="00F1480E" w:rsidRPr="005404CB" w:rsidRDefault="0030399D" w:rsidP="005404CB">
            <w:pPr>
              <w:pStyle w:val="SIUnittitle"/>
            </w:pPr>
            <w:r w:rsidRPr="0030399D">
              <w:t>Coordinate and monitor wood chip stockpile</w:t>
            </w:r>
          </w:p>
        </w:tc>
      </w:tr>
      <w:tr w:rsidR="00F1480E" w:rsidRPr="00963A46" w14:paraId="50DFBF30" w14:textId="77777777" w:rsidTr="00CA2922">
        <w:tc>
          <w:tcPr>
            <w:tcW w:w="1396" w:type="pct"/>
            <w:shd w:val="clear" w:color="auto" w:fill="auto"/>
          </w:tcPr>
          <w:p w14:paraId="5CCDB42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84B3E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FD5A6B8" w14:textId="7A3F2AA1" w:rsidR="007560E2" w:rsidRPr="00D568DC" w:rsidRDefault="00F1480E" w:rsidP="001C6913">
            <w:pPr>
              <w:pStyle w:val="SIText"/>
            </w:pPr>
            <w:r w:rsidRPr="00D568DC">
              <w:rPr>
                <w:rStyle w:val="SITemporaryText-blue"/>
                <w:color w:val="auto"/>
                <w:sz w:val="20"/>
              </w:rPr>
              <w:t xml:space="preserve">This unit of competency describes the skills and knowledge required to </w:t>
            </w:r>
            <w:r w:rsidR="007560E2" w:rsidRPr="00D568DC">
              <w:t xml:space="preserve">coordinate and monitor the movement and distribution of wood chips to, from and over the stockpile, including movement and loading. </w:t>
            </w:r>
          </w:p>
          <w:p w14:paraId="1A3EB038" w14:textId="77777777" w:rsidR="007560E2" w:rsidRPr="00D568DC" w:rsidRDefault="007560E2" w:rsidP="001C6913">
            <w:pPr>
              <w:pStyle w:val="SIText"/>
            </w:pPr>
          </w:p>
          <w:p w14:paraId="1CE074EA" w14:textId="73411ED0" w:rsidR="00046874" w:rsidRPr="00D568DC" w:rsidRDefault="00046874" w:rsidP="001C6913">
            <w:pPr>
              <w:pStyle w:val="SIText"/>
            </w:pPr>
            <w:r w:rsidRPr="00D568DC">
              <w:t xml:space="preserve">The unit applies to individuals who </w:t>
            </w:r>
            <w:r w:rsidR="00C27C55">
              <w:t>plan and coordinate wood chip stockpile operations, including wood chip loading and movement,</w:t>
            </w:r>
            <w:r w:rsidRPr="00D568DC">
              <w:t xml:space="preserve"> in forest and wood products work environments.</w:t>
            </w:r>
          </w:p>
          <w:p w14:paraId="748FE134" w14:textId="77777777" w:rsidR="00960BDB" w:rsidRDefault="00960BDB" w:rsidP="00960BDB"/>
          <w:p w14:paraId="45F0F9E1" w14:textId="074EC95E" w:rsidR="00960BDB" w:rsidRPr="00960BDB" w:rsidRDefault="00960BDB" w:rsidP="00960BDB">
            <w:r w:rsidRPr="00E501A3">
              <w:t>All work must be carried out to comply with workplace procedures, according to state/territory health and safety regulations, legislation and standards that apply to the workplace.</w:t>
            </w:r>
          </w:p>
          <w:p w14:paraId="49B22612" w14:textId="77777777" w:rsidR="007560E2" w:rsidRPr="00D568DC" w:rsidRDefault="007560E2" w:rsidP="001C6913">
            <w:pPr>
              <w:pStyle w:val="SIText"/>
            </w:pPr>
          </w:p>
          <w:p w14:paraId="30C6ACCB" w14:textId="02BD420D" w:rsidR="006B277A" w:rsidRPr="000754EC" w:rsidRDefault="007560E2" w:rsidP="009D3283">
            <w:pPr>
              <w:pStyle w:val="SIText"/>
            </w:pPr>
            <w:r w:rsidRPr="00D568DC">
              <w:t>No licensing, legislative or certification requirements apply to this unit at the time of publication.</w:t>
            </w:r>
          </w:p>
        </w:tc>
      </w:tr>
      <w:tr w:rsidR="00F1480E" w:rsidRPr="00963A46" w14:paraId="66E12D0A" w14:textId="77777777" w:rsidTr="00CA2922">
        <w:tc>
          <w:tcPr>
            <w:tcW w:w="1396" w:type="pct"/>
            <w:shd w:val="clear" w:color="auto" w:fill="auto"/>
          </w:tcPr>
          <w:p w14:paraId="32B66D4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8C0D26" w14:textId="6DF3D0F8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174CCAF4" w14:textId="77777777" w:rsidTr="00CA2922">
        <w:tc>
          <w:tcPr>
            <w:tcW w:w="1396" w:type="pct"/>
            <w:shd w:val="clear" w:color="auto" w:fill="auto"/>
          </w:tcPr>
          <w:p w14:paraId="6789C85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D7F7DE" w14:textId="4ACD8F5B" w:rsidR="005E022A" w:rsidRPr="0049383E" w:rsidRDefault="005C3E63" w:rsidP="00594121">
            <w:pPr>
              <w:pStyle w:val="SIText"/>
              <w:rPr>
                <w:rStyle w:val="SITemporaryText-blue"/>
                <w:color w:val="auto"/>
                <w:sz w:val="20"/>
              </w:rPr>
            </w:pPr>
            <w:r>
              <w:t xml:space="preserve">Common Technical </w:t>
            </w:r>
            <w:r w:rsidR="009D3283">
              <w:t>(</w:t>
            </w:r>
            <w:r>
              <w:t>COT</w:t>
            </w:r>
            <w:r w:rsidR="006B64C7">
              <w:t>)</w:t>
            </w:r>
          </w:p>
        </w:tc>
      </w:tr>
    </w:tbl>
    <w:p w14:paraId="7812B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9C1733" w:rsidRPr="00963A46" w14:paraId="31D2D3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A35A3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C95BC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9C1733" w:rsidRPr="00963A46" w14:paraId="38F7174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F6DB4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4833C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C1733" w:rsidRPr="00963A46" w14:paraId="64C12E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685223" w14:textId="6038AD40" w:rsidR="007560E2" w:rsidRPr="007560E2" w:rsidRDefault="007560E2" w:rsidP="007560E2">
            <w:pPr>
              <w:pStyle w:val="SIText"/>
            </w:pPr>
            <w:r w:rsidRPr="007560E2">
              <w:t xml:space="preserve">1. Plan </w:t>
            </w:r>
            <w:r w:rsidR="001643CE">
              <w:t xml:space="preserve">wood chip </w:t>
            </w:r>
            <w:r w:rsidRPr="007560E2">
              <w:t xml:space="preserve">stockpile </w:t>
            </w:r>
            <w:r w:rsidR="001643CE">
              <w:t xml:space="preserve">movement </w:t>
            </w:r>
            <w:r w:rsidRPr="007560E2">
              <w:t>operations</w:t>
            </w:r>
          </w:p>
        </w:tc>
        <w:tc>
          <w:tcPr>
            <w:tcW w:w="3604" w:type="pct"/>
            <w:shd w:val="clear" w:color="auto" w:fill="auto"/>
          </w:tcPr>
          <w:p w14:paraId="32E4CC9E" w14:textId="795B5C38" w:rsidR="00915CC9" w:rsidRPr="00915CC9" w:rsidRDefault="00915CC9" w:rsidP="00915CC9">
            <w:pPr>
              <w:pStyle w:val="SIText"/>
            </w:pPr>
            <w:r w:rsidRPr="00693365">
              <w:t xml:space="preserve">1.1 </w:t>
            </w:r>
            <w:r w:rsidR="006B64C7">
              <w:t>D</w:t>
            </w:r>
            <w:r w:rsidR="006B64C7" w:rsidRPr="00693365">
              <w:t>etermine</w:t>
            </w:r>
            <w:r w:rsidR="006B64C7">
              <w:t xml:space="preserve"> job </w:t>
            </w:r>
            <w:r w:rsidR="006B64C7" w:rsidRPr="006B64C7">
              <w:t xml:space="preserve">requirements </w:t>
            </w:r>
            <w:r w:rsidR="006B64C7">
              <w:t xml:space="preserve">from work worder </w:t>
            </w:r>
            <w:r w:rsidRPr="00693365">
              <w:t>and where required seek clarification from appropriate personnel</w:t>
            </w:r>
          </w:p>
          <w:p w14:paraId="0E8AA2B7" w14:textId="3CD88B90" w:rsidR="00915CC9" w:rsidRPr="00915CC9" w:rsidRDefault="00915CC9" w:rsidP="00915CC9">
            <w:pPr>
              <w:pStyle w:val="SIText"/>
            </w:pPr>
            <w:r w:rsidRPr="00693365">
              <w:t xml:space="preserve">1.2 </w:t>
            </w:r>
            <w:r w:rsidR="00406D98">
              <w:t xml:space="preserve">Confirm </w:t>
            </w:r>
            <w:r w:rsidRPr="00915CC9">
              <w:t xml:space="preserve">workplace health and safety </w:t>
            </w:r>
            <w:r w:rsidR="00B257B2">
              <w:t xml:space="preserve">and </w:t>
            </w:r>
            <w:r w:rsidR="00973C9E">
              <w:t xml:space="preserve">environment </w:t>
            </w:r>
            <w:r w:rsidRPr="00915CC9">
              <w:t>requirements</w:t>
            </w:r>
            <w:r w:rsidR="00406D98">
              <w:t xml:space="preserve"> for the task</w:t>
            </w:r>
            <w:r w:rsidRPr="00915CC9">
              <w:t>, including use of personal protective equipment</w:t>
            </w:r>
          </w:p>
          <w:p w14:paraId="77910DBC" w14:textId="314BE771" w:rsidR="00915CC9" w:rsidRPr="00915CC9" w:rsidRDefault="00915CC9" w:rsidP="00915CC9">
            <w:pPr>
              <w:pStyle w:val="SIText"/>
            </w:pPr>
            <w:r w:rsidRPr="00693365">
              <w:t xml:space="preserve">1.3 Identify, assess and take actions to mitigate hazards </w:t>
            </w:r>
            <w:r w:rsidR="002D2D4B">
              <w:t xml:space="preserve">and </w:t>
            </w:r>
            <w:r w:rsidRPr="00693365">
              <w:t xml:space="preserve">associated </w:t>
            </w:r>
            <w:r w:rsidR="002D2D4B">
              <w:t xml:space="preserve">risks </w:t>
            </w:r>
            <w:r w:rsidRPr="00693365">
              <w:t xml:space="preserve">with </w:t>
            </w:r>
            <w:r w:rsidR="002D2D4B">
              <w:t>wood chip stockpile operations</w:t>
            </w:r>
          </w:p>
          <w:p w14:paraId="000B0023" w14:textId="7CB33453" w:rsidR="007560E2" w:rsidRPr="007560E2" w:rsidRDefault="007560E2" w:rsidP="007560E2">
            <w:r w:rsidRPr="007560E2">
              <w:t>1.</w:t>
            </w:r>
            <w:r w:rsidR="002D2D4B">
              <w:t>4</w:t>
            </w:r>
            <w:r w:rsidRPr="007560E2">
              <w:t xml:space="preserve"> Produce stockpile schedules according to </w:t>
            </w:r>
            <w:r w:rsidR="00046874">
              <w:t>workplace</w:t>
            </w:r>
            <w:r w:rsidR="00046874" w:rsidRPr="007560E2">
              <w:t xml:space="preserve"> </w:t>
            </w:r>
            <w:r w:rsidRPr="007560E2">
              <w:t>procedures</w:t>
            </w:r>
          </w:p>
          <w:p w14:paraId="0FC9C52D" w14:textId="3BD39B99" w:rsidR="007560E2" w:rsidRDefault="007560E2" w:rsidP="007560E2">
            <w:pPr>
              <w:pStyle w:val="SIText"/>
            </w:pPr>
            <w:r w:rsidRPr="007560E2">
              <w:t>1.</w:t>
            </w:r>
            <w:r w:rsidR="002D2D4B">
              <w:t>5</w:t>
            </w:r>
            <w:r w:rsidRPr="007560E2">
              <w:t xml:space="preserve"> Check wood chip supplies</w:t>
            </w:r>
          </w:p>
          <w:p w14:paraId="2523AD6F" w14:textId="15D18638" w:rsidR="00BE7F9D" w:rsidRPr="007560E2" w:rsidRDefault="00BE7F9D" w:rsidP="007560E2">
            <w:pPr>
              <w:pStyle w:val="SIText"/>
            </w:pPr>
            <w:r>
              <w:t>1.</w:t>
            </w:r>
            <w:r w:rsidR="00D961C7">
              <w:t>6</w:t>
            </w:r>
            <w:r>
              <w:t xml:space="preserve"> </w:t>
            </w:r>
            <w:r w:rsidR="001A1519">
              <w:t>Establish plan for</w:t>
            </w:r>
            <w:r w:rsidRPr="00BE7F9D">
              <w:t xml:space="preserve"> stockpile operations</w:t>
            </w:r>
            <w:r w:rsidR="001A1519">
              <w:t xml:space="preserve"> and communicate to team members and other </w:t>
            </w:r>
            <w:r w:rsidR="002F26AD">
              <w:t>appropriate</w:t>
            </w:r>
            <w:r w:rsidR="001A1519">
              <w:t xml:space="preserve"> personnel</w:t>
            </w:r>
          </w:p>
        </w:tc>
      </w:tr>
      <w:tr w:rsidR="009C1733" w:rsidRPr="00963A46" w14:paraId="1CD9B4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23573F" w14:textId="78890E89" w:rsidR="007560E2" w:rsidRPr="007560E2" w:rsidRDefault="007560E2" w:rsidP="007560E2">
            <w:pPr>
              <w:pStyle w:val="SIText"/>
            </w:pPr>
            <w:r w:rsidRPr="007560E2">
              <w:t xml:space="preserve">2. Control </w:t>
            </w:r>
            <w:r w:rsidR="00E758D2">
              <w:t xml:space="preserve">wood chip </w:t>
            </w:r>
            <w:r w:rsidRPr="007560E2">
              <w:t>stockpile</w:t>
            </w:r>
          </w:p>
        </w:tc>
        <w:tc>
          <w:tcPr>
            <w:tcW w:w="3604" w:type="pct"/>
            <w:shd w:val="clear" w:color="auto" w:fill="auto"/>
          </w:tcPr>
          <w:p w14:paraId="79AB1FBC" w14:textId="4005075D" w:rsidR="007560E2" w:rsidRPr="007560E2" w:rsidRDefault="007560E2" w:rsidP="007560E2">
            <w:r w:rsidRPr="007560E2">
              <w:t>2.1 Establish area for stockpile and estimate growth or contraction on basis of production and shipping schedules</w:t>
            </w:r>
          </w:p>
          <w:p w14:paraId="34ED61F0" w14:textId="1BF84FE8" w:rsidR="007560E2" w:rsidRPr="007560E2" w:rsidRDefault="007560E2" w:rsidP="007560E2">
            <w:r w:rsidRPr="007560E2">
              <w:t>2.2 Review reach of chip slinging equipment</w:t>
            </w:r>
          </w:p>
          <w:p w14:paraId="254D9FF3" w14:textId="543C25F3" w:rsidR="00345B0D" w:rsidRDefault="00345B0D" w:rsidP="007560E2">
            <w:pPr>
              <w:pStyle w:val="SIText"/>
            </w:pPr>
            <w:r w:rsidRPr="007560E2">
              <w:t>2.</w:t>
            </w:r>
            <w:r w:rsidR="00D23851">
              <w:t>3</w:t>
            </w:r>
            <w:r w:rsidRPr="007560E2">
              <w:t xml:space="preserve"> Inspect stockpile and identify hazards within vehicle operational area</w:t>
            </w:r>
          </w:p>
          <w:p w14:paraId="7AD6C893" w14:textId="3F09D478" w:rsidR="003650CF" w:rsidRPr="007560E2" w:rsidRDefault="003650CF" w:rsidP="007560E2">
            <w:pPr>
              <w:pStyle w:val="SIText"/>
            </w:pPr>
            <w:r>
              <w:t>2.4 Monitor stock pile for signs of self-heating and fire</w:t>
            </w:r>
            <w:r w:rsidR="000A56CE">
              <w:t xml:space="preserve"> and take corrective action according to workplace procedures</w:t>
            </w:r>
            <w:r>
              <w:t xml:space="preserve"> </w:t>
            </w:r>
          </w:p>
        </w:tc>
      </w:tr>
      <w:tr w:rsidR="009C1733" w:rsidRPr="00963A46" w14:paraId="7235CFF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87F007" w14:textId="064F8A7F" w:rsidR="007560E2" w:rsidRPr="007560E2" w:rsidRDefault="007560E2" w:rsidP="007560E2">
            <w:pPr>
              <w:pStyle w:val="SIText"/>
            </w:pPr>
            <w:r w:rsidRPr="007560E2">
              <w:t>3. Coordinate wood chip</w:t>
            </w:r>
            <w:r w:rsidR="00AD70D7">
              <w:t xml:space="preserve"> stockpile </w:t>
            </w:r>
            <w:r w:rsidRPr="007560E2">
              <w:t>movement and loading</w:t>
            </w:r>
          </w:p>
        </w:tc>
        <w:tc>
          <w:tcPr>
            <w:tcW w:w="3604" w:type="pct"/>
            <w:shd w:val="clear" w:color="auto" w:fill="auto"/>
          </w:tcPr>
          <w:p w14:paraId="61028F2D" w14:textId="2288C514" w:rsidR="007560E2" w:rsidRPr="007560E2" w:rsidRDefault="007560E2" w:rsidP="007560E2">
            <w:r w:rsidRPr="007560E2">
              <w:t>3.1 Select and allocate vehicles and attachments to spread chips and load transport</w:t>
            </w:r>
          </w:p>
          <w:p w14:paraId="3A3B959A" w14:textId="3E90F087" w:rsidR="007560E2" w:rsidRPr="007560E2" w:rsidRDefault="007560E2" w:rsidP="007560E2">
            <w:r w:rsidRPr="007560E2">
              <w:t xml:space="preserve">3.2 Advise </w:t>
            </w:r>
            <w:r w:rsidR="00212EEA">
              <w:t xml:space="preserve">team members and other personnel </w:t>
            </w:r>
            <w:r w:rsidRPr="007560E2">
              <w:t>of spreading, mov</w:t>
            </w:r>
            <w:r w:rsidR="004842A0">
              <w:t>ing</w:t>
            </w:r>
            <w:r w:rsidRPr="007560E2">
              <w:t xml:space="preserve"> and loading operations</w:t>
            </w:r>
          </w:p>
          <w:p w14:paraId="1AE71023" w14:textId="0DC7997C" w:rsidR="007560E2" w:rsidRPr="007560E2" w:rsidRDefault="007560E2" w:rsidP="007560E2">
            <w:r w:rsidRPr="007560E2">
              <w:t>3.3 Coordinate stockpile levelling in accordance with</w:t>
            </w:r>
            <w:r w:rsidR="00046874">
              <w:t xml:space="preserve"> workplace </w:t>
            </w:r>
            <w:r w:rsidRPr="007560E2">
              <w:t>procedures</w:t>
            </w:r>
          </w:p>
          <w:p w14:paraId="4DCD798B" w14:textId="44786775" w:rsidR="00D23851" w:rsidRPr="00D23851" w:rsidRDefault="00D23851" w:rsidP="001C6913">
            <w:pPr>
              <w:pStyle w:val="SIBulletList1"/>
              <w:numPr>
                <w:ilvl w:val="0"/>
                <w:numId w:val="0"/>
              </w:numPr>
            </w:pPr>
            <w:r>
              <w:t>3.4</w:t>
            </w:r>
            <w:r w:rsidRPr="00D23851">
              <w:t xml:space="preserve"> Maintain stockpile so that it is stable, compact and provides access for chip retrieval and for continued slinging</w:t>
            </w:r>
          </w:p>
          <w:p w14:paraId="28B62223" w14:textId="6E5BB50A" w:rsidR="00FC54C8" w:rsidRDefault="007560E2" w:rsidP="00FC54C8">
            <w:r w:rsidRPr="007560E2">
              <w:t>3.</w:t>
            </w:r>
            <w:r w:rsidR="00D23851">
              <w:t>5</w:t>
            </w:r>
            <w:r w:rsidRPr="007560E2">
              <w:t xml:space="preserve"> Coordinate and direct wood chip retrieval from the stockpile edges to transport</w:t>
            </w:r>
          </w:p>
          <w:p w14:paraId="3EF507C0" w14:textId="28357C8C" w:rsidR="006F1674" w:rsidRPr="007560E2" w:rsidRDefault="00FC54C8" w:rsidP="007560E2">
            <w:r>
              <w:t>3.</w:t>
            </w:r>
            <w:r w:rsidR="00D23851">
              <w:t>6</w:t>
            </w:r>
            <w:r>
              <w:t xml:space="preserve"> M</w:t>
            </w:r>
            <w:r w:rsidR="006F1674" w:rsidRPr="00CD2D54">
              <w:t>aintain</w:t>
            </w:r>
            <w:r w:rsidR="006F1674" w:rsidRPr="006F1674">
              <w:t xml:space="preserve"> schedules so that sufficient quantities of chips are available to meet demand</w:t>
            </w:r>
          </w:p>
          <w:p w14:paraId="790FE7A0" w14:textId="6F4EEEBB" w:rsidR="007560E2" w:rsidRPr="007560E2" w:rsidRDefault="007560E2" w:rsidP="007560E2">
            <w:r w:rsidRPr="007560E2">
              <w:t>3.</w:t>
            </w:r>
            <w:r w:rsidR="00D23851">
              <w:t>7</w:t>
            </w:r>
            <w:r w:rsidRPr="007560E2">
              <w:t xml:space="preserve"> Investigate, record and report on wood chip movement and equipment faults in accordance with </w:t>
            </w:r>
            <w:r w:rsidR="00046874">
              <w:t>workplace</w:t>
            </w:r>
            <w:r w:rsidRPr="007560E2">
              <w:t xml:space="preserve"> procedures</w:t>
            </w:r>
          </w:p>
        </w:tc>
      </w:tr>
    </w:tbl>
    <w:p w14:paraId="69831B6B" w14:textId="77777777" w:rsidR="005F771F" w:rsidRDefault="005F771F" w:rsidP="005F771F">
      <w:pPr>
        <w:pStyle w:val="SIText"/>
      </w:pPr>
    </w:p>
    <w:p w14:paraId="65BFC8A3" w14:textId="77777777" w:rsidR="005F771F" w:rsidRPr="000754EC" w:rsidRDefault="005F771F" w:rsidP="000754EC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6"/>
        <w:gridCol w:w="6946"/>
        <w:gridCol w:w="6"/>
      </w:tblGrid>
      <w:tr w:rsidR="00F1480E" w:rsidRPr="00336FCA" w:rsidDel="00423CB2" w14:paraId="60560D32" w14:textId="77777777" w:rsidTr="00CA2922">
        <w:trPr>
          <w:tblHeader/>
        </w:trPr>
        <w:tc>
          <w:tcPr>
            <w:tcW w:w="5000" w:type="pct"/>
            <w:gridSpan w:val="3"/>
          </w:tcPr>
          <w:p w14:paraId="347F0551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07FBC235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915CC9" w:rsidRPr="00336FCA" w:rsidDel="00423CB2" w14:paraId="143D9DCF" w14:textId="77777777" w:rsidTr="00044047">
        <w:trPr>
          <w:tblHeader/>
        </w:trPr>
        <w:tc>
          <w:tcPr>
            <w:tcW w:w="1390" w:type="pct"/>
          </w:tcPr>
          <w:p w14:paraId="60451BD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10" w:type="pct"/>
            <w:gridSpan w:val="2"/>
          </w:tcPr>
          <w:p w14:paraId="564AF2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3C4E18" w:rsidRPr="00336FCA" w:rsidDel="00423CB2" w14:paraId="4251E3B3" w14:textId="77777777" w:rsidTr="00044047">
        <w:trPr>
          <w:gridAfter w:val="1"/>
          <w:wAfter w:w="3" w:type="pct"/>
        </w:trPr>
        <w:tc>
          <w:tcPr>
            <w:tcW w:w="1390" w:type="pct"/>
          </w:tcPr>
          <w:p w14:paraId="5DC08C3E" w14:textId="77777777" w:rsidR="00044047" w:rsidRPr="00044047" w:rsidRDefault="00044047" w:rsidP="00044047">
            <w:pPr>
              <w:pStyle w:val="SIText"/>
              <w:rPr>
                <w:rStyle w:val="SITemporaryText-red"/>
              </w:rPr>
            </w:pPr>
            <w:r w:rsidRPr="00F4346D">
              <w:t xml:space="preserve">Reading </w:t>
            </w:r>
          </w:p>
        </w:tc>
        <w:tc>
          <w:tcPr>
            <w:tcW w:w="3607" w:type="pct"/>
          </w:tcPr>
          <w:p w14:paraId="3ED118A4" w14:textId="1E117BA2" w:rsidR="00044047" w:rsidRPr="00044047" w:rsidRDefault="005C3E63" w:rsidP="00044047">
            <w:pPr>
              <w:pStyle w:val="SIBulletList1"/>
              <w:rPr>
                <w:rStyle w:val="SITemporaryText-red"/>
              </w:rPr>
            </w:pPr>
            <w:r>
              <w:t xml:space="preserve">Interpret </w:t>
            </w:r>
            <w:r w:rsidR="00044047">
              <w:t xml:space="preserve">routine workplace documents </w:t>
            </w:r>
            <w:r>
              <w:t xml:space="preserve">related to </w:t>
            </w:r>
            <w:r w:rsidR="00233BB5">
              <w:t>coordinating wood chip stockpile</w:t>
            </w:r>
          </w:p>
        </w:tc>
      </w:tr>
      <w:tr w:rsidR="003C4E18" w:rsidRPr="00336FCA" w:rsidDel="00423CB2" w14:paraId="31C9152F" w14:textId="77777777" w:rsidTr="00044047">
        <w:trPr>
          <w:gridAfter w:val="1"/>
          <w:wAfter w:w="3" w:type="pct"/>
        </w:trPr>
        <w:tc>
          <w:tcPr>
            <w:tcW w:w="1390" w:type="pct"/>
          </w:tcPr>
          <w:p w14:paraId="1CB38379" w14:textId="77777777" w:rsidR="00044047" w:rsidRPr="00044047" w:rsidRDefault="00044047" w:rsidP="00044047">
            <w:pPr>
              <w:pStyle w:val="SIText"/>
            </w:pPr>
            <w:r w:rsidRPr="00F4346D">
              <w:t xml:space="preserve">Writing </w:t>
            </w:r>
          </w:p>
        </w:tc>
        <w:tc>
          <w:tcPr>
            <w:tcW w:w="3607" w:type="pct"/>
          </w:tcPr>
          <w:p w14:paraId="2DC76730" w14:textId="13B1548F" w:rsidR="00044047" w:rsidRPr="00044047" w:rsidRDefault="00044047" w:rsidP="00044047">
            <w:pPr>
              <w:pStyle w:val="SIBulletList1"/>
            </w:pPr>
            <w:r>
              <w:t>C</w:t>
            </w:r>
            <w:r w:rsidRPr="00044047">
              <w:t>omplete routine records for processing and equipment faults</w:t>
            </w:r>
          </w:p>
        </w:tc>
      </w:tr>
      <w:tr w:rsidR="003C4E18" w:rsidRPr="00336FCA" w:rsidDel="00423CB2" w14:paraId="7E1739D8" w14:textId="77777777" w:rsidTr="00044047">
        <w:trPr>
          <w:gridAfter w:val="1"/>
          <w:wAfter w:w="3" w:type="pct"/>
        </w:trPr>
        <w:tc>
          <w:tcPr>
            <w:tcW w:w="1390" w:type="pct"/>
          </w:tcPr>
          <w:p w14:paraId="0529867F" w14:textId="6AC9D078" w:rsidR="00046874" w:rsidRPr="00046874" w:rsidRDefault="00046874" w:rsidP="00046874">
            <w:pPr>
              <w:pStyle w:val="SIText"/>
            </w:pPr>
            <w:r w:rsidRPr="00CD2D54">
              <w:t xml:space="preserve">Oral </w:t>
            </w:r>
            <w:r w:rsidRPr="00046874">
              <w:t xml:space="preserve">communication </w:t>
            </w:r>
          </w:p>
        </w:tc>
        <w:tc>
          <w:tcPr>
            <w:tcW w:w="3607" w:type="pct"/>
          </w:tcPr>
          <w:p w14:paraId="25196B1D" w14:textId="14B5EE3D" w:rsidR="00046874" w:rsidRPr="00046874" w:rsidRDefault="00DE248F" w:rsidP="00046874">
            <w:pPr>
              <w:pStyle w:val="SIBulletList1"/>
            </w:pPr>
            <w:r>
              <w:t>Use clear</w:t>
            </w:r>
            <w:r w:rsidR="008965D5">
              <w:t>, concise v</w:t>
            </w:r>
            <w:r w:rsidR="000009BB">
              <w:t xml:space="preserve">erbal </w:t>
            </w:r>
            <w:r w:rsidR="008965D5">
              <w:t>instructions</w:t>
            </w:r>
            <w:r w:rsidR="000009BB">
              <w:t xml:space="preserve"> to </w:t>
            </w:r>
            <w:r w:rsidR="003C4E18">
              <w:t>communicate</w:t>
            </w:r>
            <w:r w:rsidR="008965D5">
              <w:t xml:space="preserve"> with team members to </w:t>
            </w:r>
            <w:r w:rsidR="000009BB">
              <w:t>c</w:t>
            </w:r>
            <w:r w:rsidR="00046874" w:rsidRPr="00CD2D54">
              <w:t>oordinate transport and direct movement of stockpile</w:t>
            </w:r>
          </w:p>
        </w:tc>
      </w:tr>
      <w:tr w:rsidR="00915CC9" w:rsidRPr="00336FCA" w:rsidDel="00423CB2" w14:paraId="62CAA42A" w14:textId="77777777" w:rsidTr="00044047">
        <w:tc>
          <w:tcPr>
            <w:tcW w:w="1390" w:type="pct"/>
          </w:tcPr>
          <w:p w14:paraId="273DEB8F" w14:textId="2281658A" w:rsidR="00CD2D54" w:rsidRPr="00CD2D54" w:rsidRDefault="00CD2D54" w:rsidP="00CD2D54">
            <w:pPr>
              <w:pStyle w:val="SIText"/>
              <w:rPr>
                <w:rStyle w:val="SITemporaryText-red"/>
              </w:rPr>
            </w:pPr>
            <w:r w:rsidRPr="00CD2D54">
              <w:t xml:space="preserve">Numeracy </w:t>
            </w:r>
          </w:p>
        </w:tc>
        <w:tc>
          <w:tcPr>
            <w:tcW w:w="3610" w:type="pct"/>
            <w:gridSpan w:val="2"/>
          </w:tcPr>
          <w:p w14:paraId="2338FA1F" w14:textId="59212EA1" w:rsidR="00CD2D54" w:rsidRPr="00CD2D54" w:rsidRDefault="008965D5" w:rsidP="00CD2D54">
            <w:pPr>
              <w:pStyle w:val="SIBulletList1"/>
            </w:pPr>
            <w:r>
              <w:t>Estimate</w:t>
            </w:r>
            <w:r w:rsidRPr="00CD2D54">
              <w:t xml:space="preserve"> </w:t>
            </w:r>
            <w:r w:rsidR="00CD2D54" w:rsidRPr="00CD2D54">
              <w:t>area and volume of wood chips</w:t>
            </w:r>
          </w:p>
          <w:p w14:paraId="0D82823A" w14:textId="44CC0877" w:rsidR="00CD2D54" w:rsidRPr="00CD2D54" w:rsidRDefault="008965D5" w:rsidP="00CD2D54">
            <w:pPr>
              <w:pStyle w:val="SIBulletList1"/>
              <w:rPr>
                <w:rStyle w:val="SITemporaryText-red"/>
                <w:rFonts w:eastAsia="Calibri"/>
              </w:rPr>
            </w:pPr>
            <w:r>
              <w:t>Estimate</w:t>
            </w:r>
            <w:r w:rsidRPr="00CD2D54">
              <w:t xml:space="preserve"> </w:t>
            </w:r>
            <w:r w:rsidR="00CD2D54" w:rsidRPr="00CD2D54">
              <w:t>reach of wood slinging equipment</w:t>
            </w:r>
          </w:p>
        </w:tc>
      </w:tr>
    </w:tbl>
    <w:p w14:paraId="4EE45DF1" w14:textId="77777777" w:rsidR="00916CD7" w:rsidRDefault="00916CD7" w:rsidP="005F771F">
      <w:pPr>
        <w:pStyle w:val="SIText"/>
      </w:pPr>
    </w:p>
    <w:p w14:paraId="60ADCD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FB94A4" w14:textId="77777777" w:rsidTr="00F33FF2">
        <w:tc>
          <w:tcPr>
            <w:tcW w:w="5000" w:type="pct"/>
            <w:gridSpan w:val="4"/>
          </w:tcPr>
          <w:p w14:paraId="06A90A4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2D544C" w14:paraId="4C1D6689" w14:textId="77777777" w:rsidTr="00F33FF2">
        <w:tc>
          <w:tcPr>
            <w:tcW w:w="1028" w:type="pct"/>
          </w:tcPr>
          <w:p w14:paraId="57822B6C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C8B1E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95D41A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ABBA77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2D544C" w14:paraId="187D9B9A" w14:textId="77777777" w:rsidTr="00F33FF2">
        <w:tc>
          <w:tcPr>
            <w:tcW w:w="1028" w:type="pct"/>
          </w:tcPr>
          <w:p w14:paraId="71645314" w14:textId="641567E1" w:rsidR="004D06C9" w:rsidRDefault="004D06C9" w:rsidP="004D06C9">
            <w:pPr>
              <w:pStyle w:val="SIText"/>
            </w:pPr>
            <w:r w:rsidRPr="00CD2D54">
              <w:t>F</w:t>
            </w:r>
            <w:r>
              <w:t>WP</w:t>
            </w:r>
            <w:r w:rsidR="00BB649A">
              <w:t>COT</w:t>
            </w:r>
            <w:r w:rsidRPr="00CD2D54">
              <w:t>3</w:t>
            </w:r>
            <w:r w:rsidR="00960BDB">
              <w:t>XXX</w:t>
            </w:r>
            <w:r w:rsidRPr="00CD2D54">
              <w:t xml:space="preserve"> Coordinate and monitor wood chip stockpile</w:t>
            </w:r>
          </w:p>
          <w:p w14:paraId="7426CEDA" w14:textId="2D59637F" w:rsidR="004D06C9" w:rsidRPr="004D06C9" w:rsidRDefault="004D06C9" w:rsidP="004D06C9">
            <w:pPr>
              <w:pStyle w:val="SIText"/>
            </w:pPr>
          </w:p>
        </w:tc>
        <w:tc>
          <w:tcPr>
            <w:tcW w:w="1105" w:type="pct"/>
          </w:tcPr>
          <w:p w14:paraId="769C3818" w14:textId="7B9FE2C4" w:rsidR="004D06C9" w:rsidRDefault="004D06C9" w:rsidP="004D06C9">
            <w:pPr>
              <w:pStyle w:val="SIText"/>
            </w:pPr>
            <w:r w:rsidRPr="00CD2D54">
              <w:t>F</w:t>
            </w:r>
            <w:r>
              <w:t>WP</w:t>
            </w:r>
            <w:r w:rsidRPr="00CD2D54">
              <w:t>SAW3224 Coordinate and monitor the wood chip stockpile</w:t>
            </w:r>
          </w:p>
          <w:p w14:paraId="0FDA696D" w14:textId="71E2BD49" w:rsidR="004D06C9" w:rsidRPr="004D06C9" w:rsidRDefault="004D06C9" w:rsidP="004D06C9">
            <w:pPr>
              <w:pStyle w:val="SIText"/>
            </w:pPr>
          </w:p>
        </w:tc>
        <w:tc>
          <w:tcPr>
            <w:tcW w:w="1251" w:type="pct"/>
          </w:tcPr>
          <w:p w14:paraId="490B212F" w14:textId="3559A940" w:rsidR="004D06C9" w:rsidRPr="004D06C9" w:rsidRDefault="002D544C" w:rsidP="00866DC2">
            <w:pPr>
              <w:pStyle w:val="SIText"/>
            </w:pPr>
            <w:r>
              <w:t>Rev</w:t>
            </w:r>
            <w:r w:rsidR="00AA1627">
              <w:t>ised</w:t>
            </w:r>
            <w:r>
              <w:t xml:space="preserve"> </w:t>
            </w:r>
            <w:r w:rsidR="003C4E18">
              <w:t>Performance</w:t>
            </w:r>
            <w:r>
              <w:t xml:space="preserve"> Criteria</w:t>
            </w:r>
            <w:r w:rsidR="00866DC2">
              <w:t xml:space="preserve">; </w:t>
            </w:r>
            <w:r w:rsidR="004D06C9">
              <w:t>Update</w:t>
            </w:r>
            <w:r w:rsidR="004D06C9" w:rsidRPr="004D06C9">
              <w:t>d Foundation Skills Performance Evidence</w:t>
            </w:r>
            <w:r w:rsidR="00866DC2">
              <w:t xml:space="preserve"> and </w:t>
            </w:r>
            <w:r w:rsidR="004D06C9" w:rsidRPr="004D06C9">
              <w:t>Assessment Conditions</w:t>
            </w:r>
          </w:p>
        </w:tc>
        <w:tc>
          <w:tcPr>
            <w:tcW w:w="1616" w:type="pct"/>
          </w:tcPr>
          <w:p w14:paraId="4B04F6D1" w14:textId="1CA52E7E" w:rsidR="004D06C9" w:rsidRPr="004D06C9" w:rsidRDefault="004D06C9" w:rsidP="004D06C9">
            <w:pPr>
              <w:pStyle w:val="SIText"/>
            </w:pPr>
            <w:r>
              <w:t>Equivalent</w:t>
            </w:r>
          </w:p>
        </w:tc>
      </w:tr>
    </w:tbl>
    <w:p w14:paraId="47740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509E43" w14:textId="77777777" w:rsidTr="00CA2922">
        <w:tc>
          <w:tcPr>
            <w:tcW w:w="1396" w:type="pct"/>
            <w:shd w:val="clear" w:color="auto" w:fill="auto"/>
          </w:tcPr>
          <w:p w14:paraId="49C70C2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35E14CB" w14:textId="2842AA03" w:rsidR="005E022A" w:rsidRPr="005404CB" w:rsidRDefault="00520E9A" w:rsidP="004D06C9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r w:rsidR="005E022A" w:rsidRPr="005E022A">
              <w:t>https://vetnet.gov.au/Pages/TrainingDocs.aspx?q=0d96fe23-5747-4c01-9d6f-3509ff8d3d47</w:t>
            </w:r>
          </w:p>
        </w:tc>
      </w:tr>
    </w:tbl>
    <w:p w14:paraId="5ED46D8B" w14:textId="77777777" w:rsidR="00F1480E" w:rsidRDefault="00F1480E" w:rsidP="005F771F">
      <w:pPr>
        <w:pStyle w:val="SIText"/>
      </w:pPr>
    </w:p>
    <w:p w14:paraId="167B5B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16C6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6EDD4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592AE818" w14:textId="299C55E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30399D" w:rsidRPr="0030399D">
              <w:t>FWP</w:t>
            </w:r>
            <w:r w:rsidR="00BB649A">
              <w:t>COT</w:t>
            </w:r>
            <w:r w:rsidR="0030399D" w:rsidRPr="0030399D">
              <w:t>3</w:t>
            </w:r>
            <w:r w:rsidR="00BB649A">
              <w:t>XXX</w:t>
            </w:r>
            <w:r w:rsidR="0030399D" w:rsidRPr="0030399D">
              <w:t xml:space="preserve"> Coordinate and monitor wood chip stockpile</w:t>
            </w:r>
          </w:p>
        </w:tc>
      </w:tr>
      <w:tr w:rsidR="00556C4C" w:rsidRPr="00A55106" w14:paraId="536232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CE9CC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35D723A" w14:textId="77777777" w:rsidTr="00113678">
        <w:tc>
          <w:tcPr>
            <w:tcW w:w="5000" w:type="pct"/>
            <w:gridSpan w:val="2"/>
            <w:shd w:val="clear" w:color="auto" w:fill="auto"/>
          </w:tcPr>
          <w:p w14:paraId="71BBE3A0" w14:textId="77777777" w:rsidR="00D803AC" w:rsidRPr="001C6913" w:rsidRDefault="00D803AC" w:rsidP="004C188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C6913">
              <w:rPr>
                <w:rStyle w:val="SITemporaryText-blue"/>
                <w:color w:val="auto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501861D1" w14:textId="77777777" w:rsidR="00D803AC" w:rsidRPr="004C1882" w:rsidRDefault="00D803AC" w:rsidP="004C1882">
            <w:pPr>
              <w:pStyle w:val="SIText"/>
            </w:pPr>
          </w:p>
          <w:p w14:paraId="6072D448" w14:textId="77777777" w:rsidR="00F241DA" w:rsidRDefault="00D803AC" w:rsidP="004C1882">
            <w:pPr>
              <w:pStyle w:val="SIText"/>
              <w:rPr>
                <w:rStyle w:val="SITemporaryText-blue"/>
                <w:sz w:val="20"/>
              </w:rPr>
            </w:pPr>
            <w:r w:rsidRPr="001C6913">
              <w:rPr>
                <w:rStyle w:val="SITemporaryText-blue"/>
                <w:color w:val="auto"/>
                <w:sz w:val="20"/>
              </w:rPr>
              <w:t>There must be evidence that the individual has</w:t>
            </w:r>
            <w:r w:rsidR="00F241DA">
              <w:rPr>
                <w:rStyle w:val="SITemporaryText-blue"/>
              </w:rPr>
              <w:t>:</w:t>
            </w:r>
          </w:p>
          <w:p w14:paraId="57A7F5C1" w14:textId="4700DC17" w:rsidR="00F241DA" w:rsidRPr="003F7D45" w:rsidRDefault="00F241DA" w:rsidP="001C691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F7D45">
              <w:rPr>
                <w:rStyle w:val="SITemporaryText-blue"/>
                <w:color w:val="auto"/>
                <w:sz w:val="20"/>
              </w:rPr>
              <w:t xml:space="preserve">planned </w:t>
            </w:r>
            <w:r w:rsidR="00CB74F7" w:rsidRPr="003F7D45">
              <w:rPr>
                <w:rStyle w:val="SITemporaryText-blue"/>
                <w:color w:val="auto"/>
                <w:sz w:val="20"/>
              </w:rPr>
              <w:t xml:space="preserve">wood chip </w:t>
            </w:r>
            <w:r w:rsidRPr="003F7D45">
              <w:rPr>
                <w:rStyle w:val="SITemporaryText-blue"/>
                <w:color w:val="auto"/>
                <w:sz w:val="20"/>
              </w:rPr>
              <w:t>stock</w:t>
            </w:r>
            <w:r w:rsidR="003D5B08" w:rsidRPr="003F7D45">
              <w:rPr>
                <w:rStyle w:val="SITemporaryText-blue"/>
                <w:color w:val="auto"/>
                <w:sz w:val="20"/>
              </w:rPr>
              <w:t>p</w:t>
            </w:r>
            <w:r w:rsidRPr="003F7D45">
              <w:rPr>
                <w:rStyle w:val="SITemporaryText-blue"/>
                <w:color w:val="auto"/>
                <w:sz w:val="20"/>
              </w:rPr>
              <w:t>ile operations</w:t>
            </w:r>
            <w:r w:rsidR="0067368E" w:rsidRPr="003F7D45">
              <w:rPr>
                <w:rStyle w:val="SITemporaryText-blue"/>
                <w:color w:val="auto"/>
                <w:sz w:val="20"/>
              </w:rPr>
              <w:t xml:space="preserve"> </w:t>
            </w:r>
            <w:r w:rsidR="004C31AC" w:rsidRPr="003F7D45">
              <w:rPr>
                <w:rStyle w:val="SITemporaryText-blue"/>
                <w:color w:val="auto"/>
                <w:sz w:val="20"/>
              </w:rPr>
              <w:t>for one production period</w:t>
            </w:r>
            <w:r w:rsidR="00CB74F7" w:rsidRPr="003F7D45">
              <w:rPr>
                <w:rStyle w:val="SITemporaryText-blue"/>
                <w:color w:val="auto"/>
                <w:sz w:val="20"/>
              </w:rPr>
              <w:t xml:space="preserve"> at one site</w:t>
            </w:r>
          </w:p>
          <w:p w14:paraId="24A7BE69" w14:textId="3D19B8B4" w:rsidR="00F241DA" w:rsidRPr="003F7D45" w:rsidRDefault="003D5B08" w:rsidP="001C691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F7D45">
              <w:rPr>
                <w:rStyle w:val="SITemporaryText-blue"/>
                <w:color w:val="auto"/>
                <w:sz w:val="20"/>
              </w:rPr>
              <w:t>e</w:t>
            </w:r>
            <w:r w:rsidR="00F241DA" w:rsidRPr="003F7D45">
              <w:rPr>
                <w:rStyle w:val="SITemporaryText-blue"/>
                <w:color w:val="auto"/>
                <w:sz w:val="20"/>
              </w:rPr>
              <w:t xml:space="preserve">stablished and controlled </w:t>
            </w:r>
            <w:r w:rsidRPr="003F7D45">
              <w:rPr>
                <w:rStyle w:val="SITemporaryText-blue"/>
                <w:color w:val="auto"/>
                <w:sz w:val="20"/>
              </w:rPr>
              <w:t>the</w:t>
            </w:r>
            <w:r w:rsidR="00F241DA" w:rsidRPr="003F7D45">
              <w:rPr>
                <w:rStyle w:val="SITemporaryText-blue"/>
                <w:color w:val="auto"/>
                <w:sz w:val="20"/>
              </w:rPr>
              <w:t xml:space="preserve"> wood chip stockpile</w:t>
            </w:r>
            <w:r w:rsidRPr="003F7D45">
              <w:rPr>
                <w:rStyle w:val="SITemporaryText-blue"/>
                <w:color w:val="auto"/>
                <w:sz w:val="20"/>
              </w:rPr>
              <w:t xml:space="preserve"> </w:t>
            </w:r>
            <w:r w:rsidR="0067368E" w:rsidRPr="003F7D45">
              <w:rPr>
                <w:rStyle w:val="SITemporaryText-blue"/>
                <w:color w:val="auto"/>
                <w:sz w:val="20"/>
              </w:rPr>
              <w:t>during one production period</w:t>
            </w:r>
            <w:r w:rsidR="003F7D45" w:rsidRPr="003F7D45">
              <w:rPr>
                <w:rStyle w:val="SITemporaryText-blue"/>
                <w:color w:val="auto"/>
                <w:sz w:val="20"/>
              </w:rPr>
              <w:t xml:space="preserve"> at the site</w:t>
            </w:r>
          </w:p>
          <w:p w14:paraId="526D6FF5" w14:textId="3486E11A" w:rsidR="00D803AC" w:rsidRPr="003F7D45" w:rsidRDefault="00F25EBD" w:rsidP="001C691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F7D45">
              <w:t>coordinated</w:t>
            </w:r>
            <w:r w:rsidR="005413F4" w:rsidRPr="003F7D45">
              <w:t xml:space="preserve"> </w:t>
            </w:r>
            <w:r w:rsidRPr="003F7D45">
              <w:t xml:space="preserve">and monitored the </w:t>
            </w:r>
            <w:r w:rsidR="004C1882" w:rsidRPr="003F7D45">
              <w:t xml:space="preserve">loading, </w:t>
            </w:r>
            <w:r w:rsidRPr="003F7D45">
              <w:t xml:space="preserve">movement and distribution of wood chips to, from and over </w:t>
            </w:r>
            <w:r w:rsidR="0050674C">
              <w:t>the</w:t>
            </w:r>
            <w:r w:rsidR="00C9015D" w:rsidRPr="003F7D45">
              <w:t xml:space="preserve"> wood chip </w:t>
            </w:r>
            <w:r w:rsidRPr="003F7D45">
              <w:t>stockpile</w:t>
            </w:r>
            <w:r w:rsidR="0067368E" w:rsidRPr="003F7D45">
              <w:t xml:space="preserve"> during one production period</w:t>
            </w:r>
            <w:r w:rsidR="003F7D45" w:rsidRPr="003F7D45">
              <w:t xml:space="preserve"> at the site</w:t>
            </w:r>
            <w:r w:rsidR="008C298D">
              <w:t>.</w:t>
            </w:r>
          </w:p>
          <w:p w14:paraId="4B6CEC76" w14:textId="77777777" w:rsidR="00D803AC" w:rsidRPr="001C6913" w:rsidRDefault="00D803AC" w:rsidP="004C31AC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2CB83845" w14:textId="7ABD8EC2" w:rsidR="00D803AC" w:rsidRPr="001C6913" w:rsidRDefault="00D803AC" w:rsidP="004C31A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C31AC">
              <w:t xml:space="preserve">In performing </w:t>
            </w:r>
            <w:r w:rsidR="00665C48" w:rsidRPr="004C31AC">
              <w:t>these tasks</w:t>
            </w:r>
            <w:r w:rsidR="00665C48">
              <w:t>,</w:t>
            </w:r>
            <w:r w:rsidRPr="004C31AC">
              <w:t xml:space="preserve"> the individual </w:t>
            </w:r>
            <w:r w:rsidR="00665C48">
              <w:t>has</w:t>
            </w:r>
            <w:r w:rsidRPr="004C31AC">
              <w:t xml:space="preserve">: </w:t>
            </w:r>
          </w:p>
          <w:p w14:paraId="04071CE4" w14:textId="04F77F31" w:rsidR="00CF5BB9" w:rsidRPr="001C6913" w:rsidRDefault="00CD2D54" w:rsidP="00514F8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F5BB9">
              <w:t>follow</w:t>
            </w:r>
            <w:r w:rsidR="00D803AC" w:rsidRPr="00CF5BB9">
              <w:t xml:space="preserve">ed workplace </w:t>
            </w:r>
            <w:r w:rsidRPr="00CF5BB9">
              <w:t xml:space="preserve">procedures </w:t>
            </w:r>
          </w:p>
          <w:p w14:paraId="423F0378" w14:textId="176D52F0" w:rsidR="00CD2D54" w:rsidRPr="00CF5BB9" w:rsidRDefault="00CD2D54" w:rsidP="00CF5BB9">
            <w:pPr>
              <w:pStyle w:val="SIBulletList1"/>
            </w:pPr>
            <w:r w:rsidRPr="00CF5BB9">
              <w:t>safely use</w:t>
            </w:r>
            <w:r w:rsidR="00D803AC" w:rsidRPr="00CF5BB9">
              <w:t>d</w:t>
            </w:r>
            <w:r w:rsidRPr="00CF5BB9">
              <w:t>, and direct</w:t>
            </w:r>
            <w:r w:rsidR="00D803AC" w:rsidRPr="00CF5BB9">
              <w:t>ed</w:t>
            </w:r>
            <w:r w:rsidRPr="00CF5BB9">
              <w:t xml:space="preserve"> others to safely use, chip slinging equipment</w:t>
            </w:r>
          </w:p>
          <w:p w14:paraId="0674FD85" w14:textId="78E9ABFC" w:rsidR="00CD2D54" w:rsidRPr="00CF5BB9" w:rsidRDefault="00CD2D54" w:rsidP="00CF5BB9">
            <w:pPr>
              <w:pStyle w:val="SIBulletList1"/>
            </w:pPr>
            <w:r w:rsidRPr="00CF5BB9">
              <w:t>maintain</w:t>
            </w:r>
            <w:r w:rsidR="00D803AC" w:rsidRPr="00CF5BB9">
              <w:t>ed</w:t>
            </w:r>
            <w:r w:rsidRPr="00CF5BB9">
              <w:t xml:space="preserve"> </w:t>
            </w:r>
            <w:r w:rsidR="007D4D9D">
              <w:t xml:space="preserve">wood chip </w:t>
            </w:r>
            <w:r w:rsidRPr="00CF5BB9">
              <w:t xml:space="preserve">stockpile </w:t>
            </w:r>
            <w:r w:rsidR="00853A9E">
              <w:t xml:space="preserve">to ensure </w:t>
            </w:r>
            <w:r w:rsidRPr="00CF5BB9">
              <w:t>stab</w:t>
            </w:r>
            <w:r w:rsidR="00853A9E">
              <w:t>ility</w:t>
            </w:r>
            <w:r w:rsidRPr="00CF5BB9">
              <w:t>, compact</w:t>
            </w:r>
            <w:r w:rsidR="00853A9E">
              <w:t xml:space="preserve">ness </w:t>
            </w:r>
            <w:r w:rsidRPr="00CF5BB9">
              <w:t xml:space="preserve">and access for chip retrieval and </w:t>
            </w:r>
            <w:r w:rsidR="00A34FC5">
              <w:t>ongoing</w:t>
            </w:r>
            <w:r w:rsidRPr="00CF5BB9">
              <w:t xml:space="preserve"> slinging</w:t>
            </w:r>
          </w:p>
          <w:p w14:paraId="512E9282" w14:textId="51F95252" w:rsidR="00CD2D54" w:rsidRPr="00CF5BB9" w:rsidRDefault="00CD2D54" w:rsidP="00CF5BB9">
            <w:pPr>
              <w:pStyle w:val="SIBulletList1"/>
            </w:pPr>
            <w:r w:rsidRPr="00CF5BB9">
              <w:t>safely direct</w:t>
            </w:r>
            <w:r w:rsidR="00643ED0" w:rsidRPr="00CF5BB9">
              <w:t>ed</w:t>
            </w:r>
            <w:r w:rsidRPr="00CF5BB9">
              <w:t xml:space="preserve"> others when chips are delivered and transported by wheeled or tracked dozers or loaders</w:t>
            </w:r>
          </w:p>
          <w:p w14:paraId="02B7721A" w14:textId="43BC9752" w:rsidR="00CD2D54" w:rsidRPr="00CF5BB9" w:rsidRDefault="00CD2D54" w:rsidP="00CF5BB9">
            <w:pPr>
              <w:pStyle w:val="SIBulletList1"/>
            </w:pPr>
            <w:r w:rsidRPr="00CF5BB9">
              <w:t>maintain</w:t>
            </w:r>
            <w:r w:rsidR="00643ED0" w:rsidRPr="00CF5BB9">
              <w:t>ed</w:t>
            </w:r>
            <w:r w:rsidRPr="00CF5BB9">
              <w:t xml:space="preserve"> schedules </w:t>
            </w:r>
            <w:r w:rsidR="002C67FE">
              <w:t xml:space="preserve">to ensure </w:t>
            </w:r>
            <w:r w:rsidR="00A53937">
              <w:t xml:space="preserve">that </w:t>
            </w:r>
            <w:r w:rsidRPr="00CF5BB9">
              <w:t>sufficient quantities of chips are available to meet demand</w:t>
            </w:r>
          </w:p>
          <w:p w14:paraId="4FB37A08" w14:textId="7CDC5E71" w:rsidR="00C51A7C" w:rsidRPr="005404CB" w:rsidRDefault="00CD2D54" w:rsidP="00C65F1C">
            <w:pPr>
              <w:pStyle w:val="SIBulletList1"/>
            </w:pPr>
            <w:r w:rsidRPr="00CF5BB9">
              <w:t>maintain</w:t>
            </w:r>
            <w:r w:rsidR="00643ED0" w:rsidRPr="00CF5BB9">
              <w:t>ed</w:t>
            </w:r>
            <w:r w:rsidRPr="00CF5BB9">
              <w:t xml:space="preserve"> accurate records about stockpile and movement of woodchips.</w:t>
            </w:r>
          </w:p>
        </w:tc>
      </w:tr>
    </w:tbl>
    <w:p w14:paraId="22F3F5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F3C2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1B7F6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D460BB1" w14:textId="77777777" w:rsidTr="00CA2922">
        <w:tc>
          <w:tcPr>
            <w:tcW w:w="5000" w:type="pct"/>
            <w:shd w:val="clear" w:color="auto" w:fill="auto"/>
          </w:tcPr>
          <w:p w14:paraId="7B683D91" w14:textId="77777777" w:rsidR="006E42FE" w:rsidRPr="001C6913" w:rsidRDefault="006E42FE" w:rsidP="00556C7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C6913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38575574" w14:textId="77777777" w:rsidR="00871255" w:rsidRPr="00871255" w:rsidRDefault="00871255" w:rsidP="00871255">
            <w:pPr>
              <w:pStyle w:val="SIBulletList1"/>
            </w:pPr>
            <w:r w:rsidRPr="00871255">
              <w:t>purpose and safe use of equipment used in coordinating and monitoring the wood chip stockpile including:</w:t>
            </w:r>
          </w:p>
          <w:p w14:paraId="09761DF5" w14:textId="77777777" w:rsidR="00871255" w:rsidRPr="00871255" w:rsidRDefault="00871255" w:rsidP="00871255">
            <w:pPr>
              <w:pStyle w:val="SIBulletList2"/>
            </w:pPr>
            <w:r w:rsidRPr="00871255">
              <w:t>wheeled dozers and loaders</w:t>
            </w:r>
          </w:p>
          <w:p w14:paraId="1367F92D" w14:textId="77777777" w:rsidR="00871255" w:rsidRPr="00871255" w:rsidRDefault="00871255" w:rsidP="00871255">
            <w:pPr>
              <w:pStyle w:val="SIBulletList2"/>
            </w:pPr>
            <w:r w:rsidRPr="00871255">
              <w:t>chip slinging equipment</w:t>
            </w:r>
          </w:p>
          <w:p w14:paraId="16CEFD88" w14:textId="77777777" w:rsidR="00871255" w:rsidRPr="00871255" w:rsidRDefault="00871255" w:rsidP="00871255">
            <w:pPr>
              <w:pStyle w:val="SIBulletList1"/>
            </w:pPr>
            <w:r w:rsidRPr="00871255">
              <w:t>wood chip movement and loading procedures</w:t>
            </w:r>
          </w:p>
          <w:p w14:paraId="1DE0F724" w14:textId="77777777" w:rsidR="00871255" w:rsidRPr="00871255" w:rsidRDefault="00871255" w:rsidP="00871255">
            <w:pPr>
              <w:pStyle w:val="SIBulletList1"/>
            </w:pPr>
            <w:r w:rsidRPr="00871255">
              <w:t>environmental protection requirements for maintenance and safe disposal of waste material from stockpiles, and the cleaning of plant, tools and equipment</w:t>
            </w:r>
          </w:p>
          <w:p w14:paraId="519D2DD8" w14:textId="77777777" w:rsidR="00EC6455" w:rsidRPr="00EC6455" w:rsidRDefault="00EC6455" w:rsidP="00EC6455">
            <w:pPr>
              <w:pStyle w:val="SIBulletList1"/>
            </w:pPr>
            <w:r w:rsidRPr="00871255">
              <w:t>environmenta</w:t>
            </w:r>
            <w:r w:rsidRPr="00EC6455">
              <w:t>l hazards and associated risks with stockpiles, including contamination</w:t>
            </w:r>
          </w:p>
          <w:p w14:paraId="5A75E469" w14:textId="5130E814" w:rsidR="00871255" w:rsidRPr="00871255" w:rsidRDefault="00556C77" w:rsidP="00871255">
            <w:pPr>
              <w:pStyle w:val="SIBulletList1"/>
            </w:pPr>
            <w:r>
              <w:t>workplace</w:t>
            </w:r>
            <w:r w:rsidR="00871255" w:rsidRPr="00871255">
              <w:t xml:space="preserve"> procedures relating to the wood chip stockpile</w:t>
            </w:r>
          </w:p>
          <w:p w14:paraId="54BD2A5C" w14:textId="7814D497" w:rsidR="00B459EF" w:rsidRDefault="00B459EF" w:rsidP="00871255">
            <w:pPr>
              <w:pStyle w:val="SIBulletList1"/>
            </w:pPr>
            <w:r>
              <w:t xml:space="preserve">causes and consequences of </w:t>
            </w:r>
            <w:r w:rsidR="005241A4">
              <w:t xml:space="preserve">stockpile </w:t>
            </w:r>
            <w:r w:rsidR="005241A4" w:rsidRPr="005241A4">
              <w:t xml:space="preserve">self-heating and fire </w:t>
            </w:r>
          </w:p>
          <w:p w14:paraId="625C8EC3" w14:textId="47CC4C62" w:rsidR="00871255" w:rsidRPr="00871255" w:rsidRDefault="00871255" w:rsidP="00871255">
            <w:pPr>
              <w:pStyle w:val="SIBulletList1"/>
            </w:pPr>
            <w:r w:rsidRPr="00871255">
              <w:t>wood chip movement and loading procedures</w:t>
            </w:r>
          </w:p>
          <w:p w14:paraId="13DDCB26" w14:textId="77777777" w:rsidR="00871255" w:rsidRPr="00871255" w:rsidRDefault="00871255" w:rsidP="00871255">
            <w:pPr>
              <w:pStyle w:val="SIBulletList1"/>
            </w:pPr>
            <w:r w:rsidRPr="00871255">
              <w:t>procedures for recording and reporting workplace information</w:t>
            </w:r>
          </w:p>
          <w:p w14:paraId="3001B9EA" w14:textId="07ABBBE4" w:rsidR="00C51A7C" w:rsidRPr="005404CB" w:rsidRDefault="00871255" w:rsidP="008977ED">
            <w:pPr>
              <w:pStyle w:val="SIBulletList1"/>
            </w:pPr>
            <w:r w:rsidRPr="00871255">
              <w:t>maintenance procedures for tools and equipment.</w:t>
            </w:r>
          </w:p>
        </w:tc>
      </w:tr>
    </w:tbl>
    <w:p w14:paraId="133B5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181C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507EA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4249108" w14:textId="77777777" w:rsidTr="00CA2922">
        <w:tc>
          <w:tcPr>
            <w:tcW w:w="5000" w:type="pct"/>
            <w:shd w:val="clear" w:color="auto" w:fill="auto"/>
          </w:tcPr>
          <w:p w14:paraId="743337D0" w14:textId="77777777" w:rsidR="00EF0B3B" w:rsidRPr="001C6913" w:rsidRDefault="00EF0B3B" w:rsidP="0050674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C6913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6BF122DE" w14:textId="77777777" w:rsidR="00EF0B3B" w:rsidRPr="001C6913" w:rsidRDefault="00EF0B3B" w:rsidP="0050674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C6913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1CD385AD" w14:textId="77777777" w:rsidR="00EF0B3B" w:rsidRPr="001C6913" w:rsidRDefault="00EF0B3B" w:rsidP="0050674C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1C6913">
              <w:rPr>
                <w:rStyle w:val="SITemporaryText-blue"/>
                <w:color w:val="auto"/>
                <w:sz w:val="20"/>
              </w:rPr>
              <w:t>skills must be demonstrated in the workplace or an environment that accurately represents workplace conditions</w:t>
            </w:r>
          </w:p>
          <w:p w14:paraId="79BC0E64" w14:textId="77777777" w:rsidR="00EF0B3B" w:rsidRPr="001C6913" w:rsidRDefault="00EF0B3B" w:rsidP="0050674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C6913">
              <w:rPr>
                <w:rStyle w:val="SITemporaryText-blue"/>
                <w:color w:val="auto"/>
                <w:sz w:val="20"/>
              </w:rPr>
              <w:t>resources, equipment and materials:</w:t>
            </w:r>
          </w:p>
          <w:p w14:paraId="7305F3B9" w14:textId="77777777" w:rsidR="0050674C" w:rsidRPr="0050674C" w:rsidRDefault="0050674C" w:rsidP="001C6913">
            <w:pPr>
              <w:pStyle w:val="SIBulletList2"/>
            </w:pPr>
            <w:r w:rsidRPr="00871255">
              <w:t xml:space="preserve">wood chip </w:t>
            </w:r>
            <w:r w:rsidRPr="0050674C">
              <w:t>stockpile</w:t>
            </w:r>
          </w:p>
          <w:p w14:paraId="4663F8B1" w14:textId="5E4A0D48" w:rsidR="0050674C" w:rsidRPr="0050674C" w:rsidRDefault="0050674C" w:rsidP="001C6913">
            <w:pPr>
              <w:pStyle w:val="SIBulletList2"/>
            </w:pPr>
            <w:r w:rsidRPr="00871255">
              <w:t>equipment</w:t>
            </w:r>
            <w:r w:rsidR="00A75B6E">
              <w:t xml:space="preserve"> used in wood chip stoc</w:t>
            </w:r>
            <w:r w:rsidR="002C4094">
              <w:t>k</w:t>
            </w:r>
            <w:r w:rsidR="00A75B6E">
              <w:t xml:space="preserve">pile operations including </w:t>
            </w:r>
            <w:r w:rsidR="002C4094">
              <w:t xml:space="preserve">chip slinging equipment, </w:t>
            </w:r>
            <w:r w:rsidR="002C4094" w:rsidRPr="00CF5BB9">
              <w:t>wheeled or tracked dozers or loaders</w:t>
            </w:r>
          </w:p>
          <w:p w14:paraId="250FF790" w14:textId="5BDDB571" w:rsidR="00EF0B3B" w:rsidRPr="00EF0B3B" w:rsidRDefault="00EF0B3B" w:rsidP="00EF0B3B">
            <w:pPr>
              <w:pStyle w:val="SIBulletList2"/>
            </w:pPr>
            <w:r w:rsidRPr="007871CA">
              <w:t xml:space="preserve">personal protective equipment suitable for </w:t>
            </w:r>
            <w:r w:rsidR="0050674C" w:rsidRPr="00871255">
              <w:t>coordinating and monitoring the wood chip stockpile</w:t>
            </w:r>
          </w:p>
          <w:p w14:paraId="70991AB0" w14:textId="77777777" w:rsidR="00EF0B3B" w:rsidRPr="00EB260F" w:rsidRDefault="00EF0B3B" w:rsidP="00EB260F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EB260F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3CA1C7CD" w14:textId="232011F6" w:rsidR="00EF0B3B" w:rsidRPr="00EF0B3B" w:rsidRDefault="00EF0B3B" w:rsidP="00EF0B3B">
            <w:pPr>
              <w:pStyle w:val="SIBulletList2"/>
            </w:pPr>
            <w:r w:rsidRPr="003C17D9">
              <w:t>work</w:t>
            </w:r>
            <w:r w:rsidR="00EB260F">
              <w:t xml:space="preserve">place procedures for </w:t>
            </w:r>
            <w:r w:rsidR="008D3B06">
              <w:t xml:space="preserve">planning, </w:t>
            </w:r>
            <w:r w:rsidR="008D3B06" w:rsidRPr="008D3B06">
              <w:t>coordinating and monitoring a wood chip stockpile</w:t>
            </w:r>
          </w:p>
          <w:p w14:paraId="7C51A435" w14:textId="2A0703B2" w:rsidR="00EF0B3B" w:rsidRPr="00EF0B3B" w:rsidRDefault="00EF0B3B" w:rsidP="00E72B81">
            <w:pPr>
              <w:pStyle w:val="SIBulletList2"/>
            </w:pPr>
            <w:r w:rsidRPr="003C17D9">
              <w:t xml:space="preserve">workplace </w:t>
            </w:r>
            <w:r w:rsidR="00EB260F">
              <w:t xml:space="preserve">health and safety and environment protection </w:t>
            </w:r>
            <w:r w:rsidRPr="003C17D9">
              <w:t xml:space="preserve">procedures applicable to </w:t>
            </w:r>
            <w:r w:rsidR="008D3B06">
              <w:t xml:space="preserve">planning, </w:t>
            </w:r>
            <w:r w:rsidR="008D3B06" w:rsidRPr="00871255">
              <w:t xml:space="preserve">coordinating and monitoring </w:t>
            </w:r>
            <w:r w:rsidR="008D3B06">
              <w:t>a</w:t>
            </w:r>
            <w:r w:rsidR="008D3B06" w:rsidRPr="00871255">
              <w:t xml:space="preserve"> wood chip stockpile</w:t>
            </w:r>
            <w:r w:rsidRPr="00EF0B3B">
              <w:t>.</w:t>
            </w:r>
          </w:p>
          <w:p w14:paraId="63159171" w14:textId="38F7F404" w:rsidR="00EF0B3B" w:rsidRDefault="006A3D0E" w:rsidP="001C6913">
            <w:pPr>
              <w:pStyle w:val="SIBulletList1"/>
            </w:pPr>
            <w:r>
              <w:t>r</w:t>
            </w:r>
            <w:r w:rsidR="008D3B06">
              <w:t>elationships</w:t>
            </w:r>
          </w:p>
          <w:p w14:paraId="73D59E1D" w14:textId="77302C2B" w:rsidR="008D3B06" w:rsidRPr="008D3B06" w:rsidRDefault="008D3B06" w:rsidP="001C6913">
            <w:pPr>
              <w:pStyle w:val="SIBulletList2"/>
            </w:pPr>
            <w:r>
              <w:t>t</w:t>
            </w:r>
            <w:r w:rsidRPr="008D3B06">
              <w:t>eam m</w:t>
            </w:r>
            <w:r>
              <w:t>em</w:t>
            </w:r>
            <w:r w:rsidRPr="008D3B06">
              <w:t>bers and relevant personnel for the purposes of communicating information</w:t>
            </w:r>
            <w:r w:rsidR="008C298D">
              <w:t>.</w:t>
            </w:r>
          </w:p>
          <w:p w14:paraId="07E3C416" w14:textId="651FAA6E" w:rsidR="008D3B06" w:rsidRPr="00E17648" w:rsidRDefault="008D3B06" w:rsidP="001C6913">
            <w:pPr>
              <w:pStyle w:val="SIBulletList2"/>
              <w:numPr>
                <w:ilvl w:val="0"/>
                <w:numId w:val="0"/>
              </w:numPr>
              <w:ind w:left="357"/>
            </w:pPr>
          </w:p>
          <w:p w14:paraId="1D28DFF6" w14:textId="380A1E10" w:rsidR="00C51A7C" w:rsidRPr="005404CB" w:rsidRDefault="00EF0B3B" w:rsidP="008C298D">
            <w:pPr>
              <w:pStyle w:val="SIText"/>
              <w:rPr>
                <w:rFonts w:eastAsia="Calibri"/>
              </w:rPr>
            </w:pPr>
            <w:r w:rsidRPr="001C6913">
              <w:rPr>
                <w:rStyle w:val="SITemporaryText-blue"/>
                <w:color w:val="auto"/>
                <w:sz w:val="20"/>
              </w:rPr>
              <w:lastRenderedPageBreak/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9DCCB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46CF3C" w14:textId="77777777" w:rsidTr="004679E3">
        <w:tc>
          <w:tcPr>
            <w:tcW w:w="990" w:type="pct"/>
            <w:shd w:val="clear" w:color="auto" w:fill="auto"/>
          </w:tcPr>
          <w:p w14:paraId="368A969B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C08F26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5F4092A6" w14:textId="581AFD78" w:rsidR="005E022A" w:rsidRPr="005404CB" w:rsidRDefault="005E022A" w:rsidP="005404CB">
            <w:pPr>
              <w:pStyle w:val="SIText"/>
            </w:pPr>
            <w:r w:rsidRPr="005E022A">
              <w:t>https://vetnet.gov.au/Pages/TrainingDocs.aspx?q=0d96fe23-5747-4c01-9d6f-3509ff8d3d47</w:t>
            </w:r>
          </w:p>
        </w:tc>
      </w:tr>
    </w:tbl>
    <w:p w14:paraId="7688FD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004B9" w14:textId="77777777" w:rsidR="00246C8E" w:rsidRDefault="00246C8E" w:rsidP="00BF3F0A">
      <w:r>
        <w:separator/>
      </w:r>
    </w:p>
    <w:p w14:paraId="77521EA5" w14:textId="77777777" w:rsidR="00246C8E" w:rsidRDefault="00246C8E"/>
  </w:endnote>
  <w:endnote w:type="continuationSeparator" w:id="0">
    <w:p w14:paraId="430DFCAC" w14:textId="77777777" w:rsidR="00246C8E" w:rsidRDefault="00246C8E" w:rsidP="00BF3F0A">
      <w:r>
        <w:continuationSeparator/>
      </w:r>
    </w:p>
    <w:p w14:paraId="0AA3225D" w14:textId="77777777" w:rsidR="00246C8E" w:rsidRDefault="00246C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8D1A7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0E16F58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1D5A27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BD452" w14:textId="77777777" w:rsidR="00246C8E" w:rsidRDefault="00246C8E" w:rsidP="00BF3F0A">
      <w:r>
        <w:separator/>
      </w:r>
    </w:p>
    <w:p w14:paraId="15CD3305" w14:textId="77777777" w:rsidR="00246C8E" w:rsidRDefault="00246C8E"/>
  </w:footnote>
  <w:footnote w:type="continuationSeparator" w:id="0">
    <w:p w14:paraId="1A1866AB" w14:textId="77777777" w:rsidR="00246C8E" w:rsidRDefault="00246C8E" w:rsidP="00BF3F0A">
      <w:r>
        <w:continuationSeparator/>
      </w:r>
    </w:p>
    <w:p w14:paraId="352768A4" w14:textId="77777777" w:rsidR="00246C8E" w:rsidRDefault="00246C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004" w14:textId="73C7104E" w:rsidR="009C2650" w:rsidRPr="000754EC" w:rsidRDefault="00233BB5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49F4795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0399D" w:rsidRPr="0030399D">
      <w:t>FWP</w:t>
    </w:r>
    <w:r w:rsidR="00BB649A">
      <w:t>COT</w:t>
    </w:r>
    <w:r w:rsidR="0030399D" w:rsidRPr="0030399D">
      <w:t>3</w:t>
    </w:r>
    <w:r w:rsidR="00D52F1D">
      <w:t>XXX</w:t>
    </w:r>
    <w:r w:rsidR="0030399D" w:rsidRPr="0030399D">
      <w:t xml:space="preserve"> Coordinate and monitor wood chip stockpile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61DFC"/>
    <w:multiLevelType w:val="multilevel"/>
    <w:tmpl w:val="E2D256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E41CF7"/>
    <w:multiLevelType w:val="multilevel"/>
    <w:tmpl w:val="C7B03E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BC2268"/>
    <w:multiLevelType w:val="multilevel"/>
    <w:tmpl w:val="669CE6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186C4D"/>
    <w:multiLevelType w:val="multilevel"/>
    <w:tmpl w:val="4B52DA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B704F0"/>
    <w:multiLevelType w:val="multilevel"/>
    <w:tmpl w:val="348082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4A4C32"/>
    <w:multiLevelType w:val="multilevel"/>
    <w:tmpl w:val="B0BA43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E5616D"/>
    <w:multiLevelType w:val="multilevel"/>
    <w:tmpl w:val="E17839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D13CEE"/>
    <w:multiLevelType w:val="multilevel"/>
    <w:tmpl w:val="58AEA6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86503E"/>
    <w:multiLevelType w:val="multilevel"/>
    <w:tmpl w:val="20D031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E22297"/>
    <w:multiLevelType w:val="multilevel"/>
    <w:tmpl w:val="430202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8A22B5D"/>
    <w:multiLevelType w:val="multilevel"/>
    <w:tmpl w:val="B11C06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AEB4DD3"/>
    <w:multiLevelType w:val="multilevel"/>
    <w:tmpl w:val="DDDE3B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BFB249A"/>
    <w:multiLevelType w:val="multilevel"/>
    <w:tmpl w:val="A7AC16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D835ED2"/>
    <w:multiLevelType w:val="multilevel"/>
    <w:tmpl w:val="B5A29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E2A67C1"/>
    <w:multiLevelType w:val="multilevel"/>
    <w:tmpl w:val="50B002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6914EE6"/>
    <w:multiLevelType w:val="multilevel"/>
    <w:tmpl w:val="0804E2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9B01075"/>
    <w:multiLevelType w:val="multilevel"/>
    <w:tmpl w:val="072A32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C1A2197"/>
    <w:multiLevelType w:val="multilevel"/>
    <w:tmpl w:val="914238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FF91B57"/>
    <w:multiLevelType w:val="multilevel"/>
    <w:tmpl w:val="35DA4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33C376E2"/>
    <w:multiLevelType w:val="multilevel"/>
    <w:tmpl w:val="09B023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6E772AB"/>
    <w:multiLevelType w:val="multilevel"/>
    <w:tmpl w:val="904893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6EF3187"/>
    <w:multiLevelType w:val="multilevel"/>
    <w:tmpl w:val="837487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71C5ECC"/>
    <w:multiLevelType w:val="multilevel"/>
    <w:tmpl w:val="FBC41D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7447912"/>
    <w:multiLevelType w:val="multilevel"/>
    <w:tmpl w:val="0CE041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82B154D"/>
    <w:multiLevelType w:val="multilevel"/>
    <w:tmpl w:val="C6600D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9552CAE"/>
    <w:multiLevelType w:val="multilevel"/>
    <w:tmpl w:val="7CA084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A9C78B8"/>
    <w:multiLevelType w:val="multilevel"/>
    <w:tmpl w:val="1F462B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E8E5E39"/>
    <w:multiLevelType w:val="multilevel"/>
    <w:tmpl w:val="EAFA3B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2" w15:restartNumberingAfterBreak="0">
    <w:nsid w:val="51D75C00"/>
    <w:multiLevelType w:val="multilevel"/>
    <w:tmpl w:val="4600DA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21079A4"/>
    <w:multiLevelType w:val="multilevel"/>
    <w:tmpl w:val="C4EE6A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FC264D5"/>
    <w:multiLevelType w:val="multilevel"/>
    <w:tmpl w:val="FC6665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45F4F05"/>
    <w:multiLevelType w:val="multilevel"/>
    <w:tmpl w:val="5FBC26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73943E7"/>
    <w:multiLevelType w:val="multilevel"/>
    <w:tmpl w:val="82A21E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875DE5"/>
    <w:multiLevelType w:val="multilevel"/>
    <w:tmpl w:val="B2A60A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62E0EAD"/>
    <w:multiLevelType w:val="multilevel"/>
    <w:tmpl w:val="6F78AD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8D83FC5"/>
    <w:multiLevelType w:val="multilevel"/>
    <w:tmpl w:val="60F405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7"/>
  </w:num>
  <w:num w:numId="2">
    <w:abstractNumId w:val="31"/>
  </w:num>
  <w:num w:numId="3">
    <w:abstractNumId w:val="22"/>
  </w:num>
  <w:num w:numId="4">
    <w:abstractNumId w:val="29"/>
  </w:num>
  <w:num w:numId="5">
    <w:abstractNumId w:val="9"/>
  </w:num>
  <w:num w:numId="6">
    <w:abstractNumId w:val="11"/>
  </w:num>
  <w:num w:numId="7">
    <w:abstractNumId w:val="32"/>
  </w:num>
  <w:num w:numId="8">
    <w:abstractNumId w:val="17"/>
  </w:num>
  <w:num w:numId="9">
    <w:abstractNumId w:val="23"/>
  </w:num>
  <w:num w:numId="10">
    <w:abstractNumId w:val="19"/>
  </w:num>
  <w:num w:numId="11">
    <w:abstractNumId w:val="5"/>
  </w:num>
  <w:num w:numId="12">
    <w:abstractNumId w:val="38"/>
  </w:num>
  <w:num w:numId="13">
    <w:abstractNumId w:val="8"/>
  </w:num>
  <w:num w:numId="14">
    <w:abstractNumId w:val="35"/>
  </w:num>
  <w:num w:numId="15">
    <w:abstractNumId w:val="28"/>
  </w:num>
  <w:num w:numId="16">
    <w:abstractNumId w:val="18"/>
  </w:num>
  <w:num w:numId="17">
    <w:abstractNumId w:val="7"/>
  </w:num>
  <w:num w:numId="18">
    <w:abstractNumId w:val="30"/>
  </w:num>
  <w:num w:numId="19">
    <w:abstractNumId w:val="33"/>
  </w:num>
  <w:num w:numId="20">
    <w:abstractNumId w:val="25"/>
  </w:num>
  <w:num w:numId="21">
    <w:abstractNumId w:val="14"/>
  </w:num>
  <w:num w:numId="22">
    <w:abstractNumId w:val="26"/>
  </w:num>
  <w:num w:numId="23">
    <w:abstractNumId w:val="4"/>
  </w:num>
  <w:num w:numId="24">
    <w:abstractNumId w:val="27"/>
  </w:num>
  <w:num w:numId="25">
    <w:abstractNumId w:val="15"/>
  </w:num>
  <w:num w:numId="26">
    <w:abstractNumId w:val="36"/>
  </w:num>
  <w:num w:numId="27">
    <w:abstractNumId w:val="0"/>
  </w:num>
  <w:num w:numId="28">
    <w:abstractNumId w:val="6"/>
  </w:num>
  <w:num w:numId="29">
    <w:abstractNumId w:val="24"/>
  </w:num>
  <w:num w:numId="30">
    <w:abstractNumId w:val="16"/>
  </w:num>
  <w:num w:numId="31">
    <w:abstractNumId w:val="34"/>
  </w:num>
  <w:num w:numId="32">
    <w:abstractNumId w:val="3"/>
  </w:num>
  <w:num w:numId="33">
    <w:abstractNumId w:val="40"/>
  </w:num>
  <w:num w:numId="34">
    <w:abstractNumId w:val="1"/>
  </w:num>
  <w:num w:numId="35">
    <w:abstractNumId w:val="13"/>
  </w:num>
  <w:num w:numId="36">
    <w:abstractNumId w:val="12"/>
  </w:num>
  <w:num w:numId="37">
    <w:abstractNumId w:val="2"/>
  </w:num>
  <w:num w:numId="38">
    <w:abstractNumId w:val="3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DAwNzMxMLYwNjYwM7FQ0lEKTi0uzszPAykwqQUA3vscASwAAAA="/>
  </w:docVars>
  <w:rsids>
    <w:rsidRoot w:val="005E022A"/>
    <w:rsid w:val="000009B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2AA3"/>
    <w:rsid w:val="00041E59"/>
    <w:rsid w:val="00044047"/>
    <w:rsid w:val="00046874"/>
    <w:rsid w:val="00050920"/>
    <w:rsid w:val="00064BFE"/>
    <w:rsid w:val="00070B3E"/>
    <w:rsid w:val="00071F95"/>
    <w:rsid w:val="000737BB"/>
    <w:rsid w:val="00074E47"/>
    <w:rsid w:val="000754EC"/>
    <w:rsid w:val="00075A31"/>
    <w:rsid w:val="0009093B"/>
    <w:rsid w:val="000A5441"/>
    <w:rsid w:val="000A56CE"/>
    <w:rsid w:val="000B2022"/>
    <w:rsid w:val="000C149A"/>
    <w:rsid w:val="000C224E"/>
    <w:rsid w:val="000E25E6"/>
    <w:rsid w:val="000E2C86"/>
    <w:rsid w:val="000F29F2"/>
    <w:rsid w:val="00101659"/>
    <w:rsid w:val="001038FD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11E"/>
    <w:rsid w:val="001643CE"/>
    <w:rsid w:val="00176E4F"/>
    <w:rsid w:val="0018546B"/>
    <w:rsid w:val="001A1519"/>
    <w:rsid w:val="001A6A3E"/>
    <w:rsid w:val="001A7B6D"/>
    <w:rsid w:val="001B34D5"/>
    <w:rsid w:val="001B513A"/>
    <w:rsid w:val="001C0A75"/>
    <w:rsid w:val="001C1306"/>
    <w:rsid w:val="001C6913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2EEA"/>
    <w:rsid w:val="0021414D"/>
    <w:rsid w:val="00223124"/>
    <w:rsid w:val="00233143"/>
    <w:rsid w:val="00233BB5"/>
    <w:rsid w:val="00234444"/>
    <w:rsid w:val="00242293"/>
    <w:rsid w:val="00244EA7"/>
    <w:rsid w:val="00246C8E"/>
    <w:rsid w:val="00262FC3"/>
    <w:rsid w:val="0026394F"/>
    <w:rsid w:val="00267AF6"/>
    <w:rsid w:val="002701EF"/>
    <w:rsid w:val="00272A5A"/>
    <w:rsid w:val="00276DB8"/>
    <w:rsid w:val="00282664"/>
    <w:rsid w:val="00285FB8"/>
    <w:rsid w:val="002970C3"/>
    <w:rsid w:val="002A4CD3"/>
    <w:rsid w:val="002A6CC4"/>
    <w:rsid w:val="002C292E"/>
    <w:rsid w:val="002C4094"/>
    <w:rsid w:val="002C55E9"/>
    <w:rsid w:val="002C5630"/>
    <w:rsid w:val="002C67FE"/>
    <w:rsid w:val="002D0C8B"/>
    <w:rsid w:val="002D2D4B"/>
    <w:rsid w:val="002D330A"/>
    <w:rsid w:val="002D3AA6"/>
    <w:rsid w:val="002D544C"/>
    <w:rsid w:val="002E170C"/>
    <w:rsid w:val="002E193E"/>
    <w:rsid w:val="002E1C6B"/>
    <w:rsid w:val="002F26AD"/>
    <w:rsid w:val="0030399D"/>
    <w:rsid w:val="00305EFF"/>
    <w:rsid w:val="00310A6A"/>
    <w:rsid w:val="003144E6"/>
    <w:rsid w:val="00331AD2"/>
    <w:rsid w:val="00337E82"/>
    <w:rsid w:val="00345B0D"/>
    <w:rsid w:val="00346FDC"/>
    <w:rsid w:val="00350BB1"/>
    <w:rsid w:val="00352C83"/>
    <w:rsid w:val="003650CF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4E18"/>
    <w:rsid w:val="003C7152"/>
    <w:rsid w:val="003D2E73"/>
    <w:rsid w:val="003D45AE"/>
    <w:rsid w:val="003D5B08"/>
    <w:rsid w:val="003E2413"/>
    <w:rsid w:val="003E72B6"/>
    <w:rsid w:val="003E7BBE"/>
    <w:rsid w:val="003F7D45"/>
    <w:rsid w:val="00406D98"/>
    <w:rsid w:val="004127E3"/>
    <w:rsid w:val="0041696C"/>
    <w:rsid w:val="004261C0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42A0"/>
    <w:rsid w:val="00485559"/>
    <w:rsid w:val="0049383E"/>
    <w:rsid w:val="004A142B"/>
    <w:rsid w:val="004A3860"/>
    <w:rsid w:val="004A44E8"/>
    <w:rsid w:val="004A581D"/>
    <w:rsid w:val="004A7706"/>
    <w:rsid w:val="004A77E3"/>
    <w:rsid w:val="004B29B7"/>
    <w:rsid w:val="004B7A28"/>
    <w:rsid w:val="004C1882"/>
    <w:rsid w:val="004C2244"/>
    <w:rsid w:val="004C31AC"/>
    <w:rsid w:val="004C79A1"/>
    <w:rsid w:val="004D06C9"/>
    <w:rsid w:val="004D0D5F"/>
    <w:rsid w:val="004D1569"/>
    <w:rsid w:val="004D193E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0CE0"/>
    <w:rsid w:val="0050674C"/>
    <w:rsid w:val="005145AB"/>
    <w:rsid w:val="00514F82"/>
    <w:rsid w:val="00520E9A"/>
    <w:rsid w:val="005241A4"/>
    <w:rsid w:val="005248C1"/>
    <w:rsid w:val="00526134"/>
    <w:rsid w:val="005404CB"/>
    <w:rsid w:val="005405B2"/>
    <w:rsid w:val="005413F4"/>
    <w:rsid w:val="005427C8"/>
    <w:rsid w:val="005446D1"/>
    <w:rsid w:val="00546099"/>
    <w:rsid w:val="00556C4C"/>
    <w:rsid w:val="00556C77"/>
    <w:rsid w:val="00557369"/>
    <w:rsid w:val="00557D22"/>
    <w:rsid w:val="00564ADD"/>
    <w:rsid w:val="005708EB"/>
    <w:rsid w:val="00575BC6"/>
    <w:rsid w:val="00583902"/>
    <w:rsid w:val="00594121"/>
    <w:rsid w:val="005A1D70"/>
    <w:rsid w:val="005A3AA5"/>
    <w:rsid w:val="005A6C9C"/>
    <w:rsid w:val="005A74DC"/>
    <w:rsid w:val="005B5146"/>
    <w:rsid w:val="005C3E63"/>
    <w:rsid w:val="005D1AFD"/>
    <w:rsid w:val="005E022A"/>
    <w:rsid w:val="005E51E6"/>
    <w:rsid w:val="005F027A"/>
    <w:rsid w:val="005F33CC"/>
    <w:rsid w:val="005F42BF"/>
    <w:rsid w:val="005F771F"/>
    <w:rsid w:val="00601E14"/>
    <w:rsid w:val="006121D4"/>
    <w:rsid w:val="00613B49"/>
    <w:rsid w:val="00616845"/>
    <w:rsid w:val="006170C8"/>
    <w:rsid w:val="00620E8E"/>
    <w:rsid w:val="00633CFE"/>
    <w:rsid w:val="00634FCA"/>
    <w:rsid w:val="00643D1B"/>
    <w:rsid w:val="00643ED0"/>
    <w:rsid w:val="006452B8"/>
    <w:rsid w:val="00652E62"/>
    <w:rsid w:val="00665C48"/>
    <w:rsid w:val="0067368E"/>
    <w:rsid w:val="00686A49"/>
    <w:rsid w:val="00687B62"/>
    <w:rsid w:val="00690C44"/>
    <w:rsid w:val="00695C89"/>
    <w:rsid w:val="006969D9"/>
    <w:rsid w:val="006A2B68"/>
    <w:rsid w:val="006A3D0E"/>
    <w:rsid w:val="006B0ABB"/>
    <w:rsid w:val="006B277A"/>
    <w:rsid w:val="006B64C7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1674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60E2"/>
    <w:rsid w:val="00757005"/>
    <w:rsid w:val="00761DBE"/>
    <w:rsid w:val="0076523B"/>
    <w:rsid w:val="00771B60"/>
    <w:rsid w:val="007730FC"/>
    <w:rsid w:val="00781D77"/>
    <w:rsid w:val="00783549"/>
    <w:rsid w:val="007860B7"/>
    <w:rsid w:val="00786DC8"/>
    <w:rsid w:val="007871CA"/>
    <w:rsid w:val="00797869"/>
    <w:rsid w:val="007A300D"/>
    <w:rsid w:val="007D4D9D"/>
    <w:rsid w:val="007D5A78"/>
    <w:rsid w:val="007D69C9"/>
    <w:rsid w:val="007E3BD1"/>
    <w:rsid w:val="007F1563"/>
    <w:rsid w:val="007F1EB2"/>
    <w:rsid w:val="007F44DB"/>
    <w:rsid w:val="007F5A8B"/>
    <w:rsid w:val="00801280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3A9E"/>
    <w:rsid w:val="008545EB"/>
    <w:rsid w:val="00865011"/>
    <w:rsid w:val="00866DC2"/>
    <w:rsid w:val="00871255"/>
    <w:rsid w:val="00880FE4"/>
    <w:rsid w:val="00886790"/>
    <w:rsid w:val="008908DE"/>
    <w:rsid w:val="00895F47"/>
    <w:rsid w:val="008965D5"/>
    <w:rsid w:val="008977ED"/>
    <w:rsid w:val="008A12ED"/>
    <w:rsid w:val="008A39D3"/>
    <w:rsid w:val="008B2C77"/>
    <w:rsid w:val="008B4AD2"/>
    <w:rsid w:val="008B663E"/>
    <w:rsid w:val="008B7138"/>
    <w:rsid w:val="008C298D"/>
    <w:rsid w:val="008C4020"/>
    <w:rsid w:val="008D3B06"/>
    <w:rsid w:val="008E260C"/>
    <w:rsid w:val="008E39BE"/>
    <w:rsid w:val="008E62EC"/>
    <w:rsid w:val="008F32F6"/>
    <w:rsid w:val="00915CC9"/>
    <w:rsid w:val="00916CD7"/>
    <w:rsid w:val="00920927"/>
    <w:rsid w:val="00920E5A"/>
    <w:rsid w:val="00921B38"/>
    <w:rsid w:val="00923720"/>
    <w:rsid w:val="009278C9"/>
    <w:rsid w:val="00932CD7"/>
    <w:rsid w:val="00944C09"/>
    <w:rsid w:val="009455F8"/>
    <w:rsid w:val="009469EA"/>
    <w:rsid w:val="009527CB"/>
    <w:rsid w:val="00953835"/>
    <w:rsid w:val="00960BDB"/>
    <w:rsid w:val="00960F6C"/>
    <w:rsid w:val="00970747"/>
    <w:rsid w:val="00973C9E"/>
    <w:rsid w:val="00997BFC"/>
    <w:rsid w:val="009A5900"/>
    <w:rsid w:val="009A6E6C"/>
    <w:rsid w:val="009A6F3F"/>
    <w:rsid w:val="009B331A"/>
    <w:rsid w:val="009B34D0"/>
    <w:rsid w:val="009C1733"/>
    <w:rsid w:val="009C2650"/>
    <w:rsid w:val="009D15E2"/>
    <w:rsid w:val="009D15FE"/>
    <w:rsid w:val="009D3283"/>
    <w:rsid w:val="009D5D2C"/>
    <w:rsid w:val="009F0DCC"/>
    <w:rsid w:val="009F11CA"/>
    <w:rsid w:val="00A0695B"/>
    <w:rsid w:val="00A13052"/>
    <w:rsid w:val="00A17145"/>
    <w:rsid w:val="00A216A8"/>
    <w:rsid w:val="00A223A6"/>
    <w:rsid w:val="00A34FC5"/>
    <w:rsid w:val="00A3639E"/>
    <w:rsid w:val="00A5092E"/>
    <w:rsid w:val="00A53937"/>
    <w:rsid w:val="00A554D6"/>
    <w:rsid w:val="00A56E14"/>
    <w:rsid w:val="00A6476B"/>
    <w:rsid w:val="00A75B6E"/>
    <w:rsid w:val="00A76C6C"/>
    <w:rsid w:val="00A87356"/>
    <w:rsid w:val="00A92DD1"/>
    <w:rsid w:val="00AA1627"/>
    <w:rsid w:val="00AA5338"/>
    <w:rsid w:val="00AA5D02"/>
    <w:rsid w:val="00AB1B8E"/>
    <w:rsid w:val="00AB3EC1"/>
    <w:rsid w:val="00AB46DE"/>
    <w:rsid w:val="00AB5445"/>
    <w:rsid w:val="00AC0696"/>
    <w:rsid w:val="00AC4C98"/>
    <w:rsid w:val="00AC5F6B"/>
    <w:rsid w:val="00AC620F"/>
    <w:rsid w:val="00AD3896"/>
    <w:rsid w:val="00AD5B47"/>
    <w:rsid w:val="00AD70D7"/>
    <w:rsid w:val="00AE1ED9"/>
    <w:rsid w:val="00AE32CB"/>
    <w:rsid w:val="00AF3957"/>
    <w:rsid w:val="00B0712C"/>
    <w:rsid w:val="00B12013"/>
    <w:rsid w:val="00B22C67"/>
    <w:rsid w:val="00B257B2"/>
    <w:rsid w:val="00B27B66"/>
    <w:rsid w:val="00B3508F"/>
    <w:rsid w:val="00B443EE"/>
    <w:rsid w:val="00B459EF"/>
    <w:rsid w:val="00B50B01"/>
    <w:rsid w:val="00B560C8"/>
    <w:rsid w:val="00B61150"/>
    <w:rsid w:val="00B65BC7"/>
    <w:rsid w:val="00B746B9"/>
    <w:rsid w:val="00B848D4"/>
    <w:rsid w:val="00B865B7"/>
    <w:rsid w:val="00B93E73"/>
    <w:rsid w:val="00BA1CB1"/>
    <w:rsid w:val="00BA4178"/>
    <w:rsid w:val="00BA482D"/>
    <w:rsid w:val="00BB1755"/>
    <w:rsid w:val="00BB23F4"/>
    <w:rsid w:val="00BB649A"/>
    <w:rsid w:val="00BC5075"/>
    <w:rsid w:val="00BC5419"/>
    <w:rsid w:val="00BD3B0F"/>
    <w:rsid w:val="00BE5889"/>
    <w:rsid w:val="00BE7F9D"/>
    <w:rsid w:val="00BF1D4C"/>
    <w:rsid w:val="00BF3F0A"/>
    <w:rsid w:val="00C04238"/>
    <w:rsid w:val="00C143C3"/>
    <w:rsid w:val="00C1739B"/>
    <w:rsid w:val="00C21ADE"/>
    <w:rsid w:val="00C23D97"/>
    <w:rsid w:val="00C26067"/>
    <w:rsid w:val="00C27C55"/>
    <w:rsid w:val="00C30A29"/>
    <w:rsid w:val="00C317DC"/>
    <w:rsid w:val="00C5044B"/>
    <w:rsid w:val="00C51A7C"/>
    <w:rsid w:val="00C578E9"/>
    <w:rsid w:val="00C65D8B"/>
    <w:rsid w:val="00C65F1C"/>
    <w:rsid w:val="00C70626"/>
    <w:rsid w:val="00C72860"/>
    <w:rsid w:val="00C72A48"/>
    <w:rsid w:val="00C73582"/>
    <w:rsid w:val="00C73B90"/>
    <w:rsid w:val="00C742EC"/>
    <w:rsid w:val="00C76266"/>
    <w:rsid w:val="00C9015D"/>
    <w:rsid w:val="00C96AF3"/>
    <w:rsid w:val="00C97CCC"/>
    <w:rsid w:val="00CA0274"/>
    <w:rsid w:val="00CA139A"/>
    <w:rsid w:val="00CB746F"/>
    <w:rsid w:val="00CB74F7"/>
    <w:rsid w:val="00CC451E"/>
    <w:rsid w:val="00CD2D54"/>
    <w:rsid w:val="00CD4E9D"/>
    <w:rsid w:val="00CD4F4D"/>
    <w:rsid w:val="00CE05A4"/>
    <w:rsid w:val="00CE431A"/>
    <w:rsid w:val="00CE7D19"/>
    <w:rsid w:val="00CF0CF5"/>
    <w:rsid w:val="00CF2B3E"/>
    <w:rsid w:val="00CF5BB9"/>
    <w:rsid w:val="00D0201F"/>
    <w:rsid w:val="00D03685"/>
    <w:rsid w:val="00D07D4E"/>
    <w:rsid w:val="00D115AA"/>
    <w:rsid w:val="00D145BE"/>
    <w:rsid w:val="00D15411"/>
    <w:rsid w:val="00D2035A"/>
    <w:rsid w:val="00D20C57"/>
    <w:rsid w:val="00D23851"/>
    <w:rsid w:val="00D25D16"/>
    <w:rsid w:val="00D32124"/>
    <w:rsid w:val="00D444AD"/>
    <w:rsid w:val="00D52F1D"/>
    <w:rsid w:val="00D54C76"/>
    <w:rsid w:val="00D568DC"/>
    <w:rsid w:val="00D632BB"/>
    <w:rsid w:val="00D71E43"/>
    <w:rsid w:val="00D727F3"/>
    <w:rsid w:val="00D73695"/>
    <w:rsid w:val="00D803AC"/>
    <w:rsid w:val="00D810DE"/>
    <w:rsid w:val="00D87D32"/>
    <w:rsid w:val="00D91188"/>
    <w:rsid w:val="00D92C83"/>
    <w:rsid w:val="00D961C7"/>
    <w:rsid w:val="00DA0A81"/>
    <w:rsid w:val="00DA3C10"/>
    <w:rsid w:val="00DA53B5"/>
    <w:rsid w:val="00DC1D69"/>
    <w:rsid w:val="00DC5A3A"/>
    <w:rsid w:val="00DD0726"/>
    <w:rsid w:val="00DE248F"/>
    <w:rsid w:val="00E238E6"/>
    <w:rsid w:val="00E34CD8"/>
    <w:rsid w:val="00E35064"/>
    <w:rsid w:val="00E3681D"/>
    <w:rsid w:val="00E40225"/>
    <w:rsid w:val="00E501F0"/>
    <w:rsid w:val="00E6166D"/>
    <w:rsid w:val="00E758D2"/>
    <w:rsid w:val="00E91BFF"/>
    <w:rsid w:val="00E92933"/>
    <w:rsid w:val="00E94FAD"/>
    <w:rsid w:val="00EB0AA4"/>
    <w:rsid w:val="00EB260F"/>
    <w:rsid w:val="00EB5C88"/>
    <w:rsid w:val="00EC0469"/>
    <w:rsid w:val="00EC0C3E"/>
    <w:rsid w:val="00EC5D94"/>
    <w:rsid w:val="00EC6455"/>
    <w:rsid w:val="00EE247F"/>
    <w:rsid w:val="00EF01F8"/>
    <w:rsid w:val="00EF0B3B"/>
    <w:rsid w:val="00EF3268"/>
    <w:rsid w:val="00EF40EF"/>
    <w:rsid w:val="00EF47FE"/>
    <w:rsid w:val="00F069BD"/>
    <w:rsid w:val="00F11A8E"/>
    <w:rsid w:val="00F1480E"/>
    <w:rsid w:val="00F1497D"/>
    <w:rsid w:val="00F16AAC"/>
    <w:rsid w:val="00F16F32"/>
    <w:rsid w:val="00F23CE5"/>
    <w:rsid w:val="00F241DA"/>
    <w:rsid w:val="00F25D57"/>
    <w:rsid w:val="00F25EBD"/>
    <w:rsid w:val="00F30C7D"/>
    <w:rsid w:val="00F33FF2"/>
    <w:rsid w:val="00F4346D"/>
    <w:rsid w:val="00F438FC"/>
    <w:rsid w:val="00F52B19"/>
    <w:rsid w:val="00F55600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54C8"/>
    <w:rsid w:val="00FD1BBA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127E5"/>
  <w15:docId w15:val="{5DEF482D-F527-4B6E-85C3-C4534351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B93E73"/>
    <w:rPr>
      <w:b/>
      <w:bCs/>
    </w:rPr>
  </w:style>
  <w:style w:type="paragraph" w:styleId="Revision">
    <w:name w:val="Revision"/>
    <w:hidden/>
    <w:uiPriority w:val="99"/>
    <w:semiHidden/>
    <w:rsid w:val="00FD1BB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2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6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2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5D02E38-3459-48D4-B60D-415978186F13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SharedWithUsers xmlns="c5f7a395-ead5-4a20-a97c-528bed93594b">
      <UserInfo>
        <DisplayName>Georgiana Daian</DisplayName>
        <AccountId>27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199D1B-05B0-4402-98BD-C74596BB21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203</TotalTime>
  <Pages>4</Pages>
  <Words>1077</Words>
  <Characters>6143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141</cp:revision>
  <cp:lastPrinted>2016-05-27T05:21:00Z</cp:lastPrinted>
  <dcterms:created xsi:type="dcterms:W3CDTF">2021-08-18T01:46:00Z</dcterms:created>
  <dcterms:modified xsi:type="dcterms:W3CDTF">2022-02-01T07:28:00Z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