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A1C92" w14:paraId="695EF0CC" w14:textId="77777777" w:rsidTr="00146EEC">
        <w:tc>
          <w:tcPr>
            <w:tcW w:w="2689" w:type="dxa"/>
          </w:tcPr>
          <w:p w14:paraId="3752BE50" w14:textId="4E5F18A1" w:rsidR="000A1C92" w:rsidRPr="000A1C92" w:rsidRDefault="000A1C92" w:rsidP="000A1C92">
            <w:pPr>
              <w:pStyle w:val="SIText"/>
              <w:rPr>
                <w:rStyle w:val="SITemporaryText-blue"/>
              </w:rPr>
            </w:pPr>
            <w:r w:rsidRPr="000A1C92">
              <w:t>Release 1</w:t>
            </w:r>
          </w:p>
        </w:tc>
        <w:tc>
          <w:tcPr>
            <w:tcW w:w="6939" w:type="dxa"/>
          </w:tcPr>
          <w:p w14:paraId="7C5BD09C" w14:textId="655C683D" w:rsidR="000A1C92" w:rsidRPr="000A1C92" w:rsidRDefault="000A1C92" w:rsidP="000A1C92">
            <w:pPr>
              <w:pStyle w:val="SIText"/>
              <w:rPr>
                <w:rStyle w:val="SITemporaryText-blue"/>
              </w:rPr>
            </w:pPr>
            <w:r w:rsidRPr="000A1C9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03E3C95A" w:rsidR="00F1480E" w:rsidRPr="005404CB" w:rsidRDefault="00D05197" w:rsidP="005404CB">
            <w:pPr>
              <w:pStyle w:val="SIUNITCODE"/>
            </w:pPr>
            <w:r>
              <w:t>FWPSAW3XXX</w:t>
            </w:r>
          </w:p>
        </w:tc>
        <w:tc>
          <w:tcPr>
            <w:tcW w:w="3604" w:type="pct"/>
            <w:shd w:val="clear" w:color="auto" w:fill="auto"/>
          </w:tcPr>
          <w:p w14:paraId="731773B3" w14:textId="5442C9EB" w:rsidR="00F1480E" w:rsidRPr="005404CB" w:rsidRDefault="00E04282" w:rsidP="005404CB">
            <w:pPr>
              <w:pStyle w:val="SIUnittitle"/>
            </w:pPr>
            <w:r w:rsidRPr="00E04282">
              <w:t>Operate timber drying kiln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870B51" w14:textId="54B0450E" w:rsidR="00C7326D" w:rsidRPr="003D148C" w:rsidRDefault="00F1480E" w:rsidP="003D148C">
            <w:pPr>
              <w:pStyle w:val="SIText"/>
            </w:pPr>
            <w:r w:rsidRPr="003D148C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3D148C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3D148C">
              <w:rPr>
                <w:rStyle w:val="SITemporaryText-blue"/>
                <w:color w:val="auto"/>
                <w:sz w:val="20"/>
              </w:rPr>
              <w:t xml:space="preserve"> to</w:t>
            </w:r>
            <w:r w:rsidR="00C7326D" w:rsidRPr="003D148C">
              <w:t xml:space="preserve"> dry </w:t>
            </w:r>
            <w:r w:rsidR="003D148C" w:rsidRPr="003D148C">
              <w:t xml:space="preserve">softwood </w:t>
            </w:r>
            <w:r w:rsidR="00DE7084">
              <w:t>or</w:t>
            </w:r>
            <w:r w:rsidR="00DE7084" w:rsidRPr="003D148C">
              <w:t xml:space="preserve"> </w:t>
            </w:r>
            <w:r w:rsidR="003D148C" w:rsidRPr="003D148C">
              <w:t xml:space="preserve">hardwood </w:t>
            </w:r>
            <w:r w:rsidR="00C7326D" w:rsidRPr="003D148C">
              <w:t xml:space="preserve">timber in </w:t>
            </w:r>
            <w:r w:rsidR="009C4721" w:rsidRPr="003D148C">
              <w:t>conventional</w:t>
            </w:r>
            <w:r w:rsidR="00EB1AA2">
              <w:t xml:space="preserve"> kilns, including batch and continuous drying kil</w:t>
            </w:r>
            <w:r w:rsidR="0052573D">
              <w:t>ns,</w:t>
            </w:r>
            <w:r w:rsidR="000A1C92" w:rsidRPr="003D148C">
              <w:t xml:space="preserve"> </w:t>
            </w:r>
            <w:r w:rsidR="00155ED5">
              <w:t>or</w:t>
            </w:r>
            <w:r w:rsidR="000A1C92" w:rsidRPr="003D148C">
              <w:t xml:space="preserve"> </w:t>
            </w:r>
            <w:r w:rsidR="00C7326D" w:rsidRPr="003D148C">
              <w:t xml:space="preserve">solar assisted kilns, to appropriate moisture contents and stress levels. </w:t>
            </w:r>
          </w:p>
          <w:p w14:paraId="1EB0049F" w14:textId="77777777" w:rsidR="009C4721" w:rsidRPr="003D148C" w:rsidRDefault="009C4721" w:rsidP="003D148C">
            <w:pPr>
              <w:pStyle w:val="SIText"/>
            </w:pPr>
          </w:p>
          <w:p w14:paraId="41CA2912" w14:textId="54D3372F" w:rsidR="00C7326D" w:rsidRDefault="00C7326D" w:rsidP="003D148C">
            <w:pPr>
              <w:pStyle w:val="SIText"/>
            </w:pPr>
            <w:r w:rsidRPr="003D148C">
              <w:t xml:space="preserve">The unit applies to </w:t>
            </w:r>
            <w:r w:rsidR="00882B0A" w:rsidRPr="003D148C">
              <w:t>applies to individuals who work in timber drying operations in a wood products work environment.</w:t>
            </w:r>
          </w:p>
          <w:p w14:paraId="3DBED66F" w14:textId="77777777" w:rsidR="00B86BBE" w:rsidRDefault="00B86BBE" w:rsidP="003D148C">
            <w:pPr>
              <w:pStyle w:val="SIText"/>
            </w:pPr>
          </w:p>
          <w:p w14:paraId="4ECC924A" w14:textId="77777777" w:rsidR="00B86BBE" w:rsidRPr="00B86BBE" w:rsidRDefault="00B86BBE" w:rsidP="00B86BBE">
            <w:pPr>
              <w:pStyle w:val="SIText"/>
            </w:pPr>
            <w:r w:rsidRPr="00B86BBE">
              <w:t>All work must be carried out to comply with workplace procedures, according to state/territory health and safety regulations, legislation and standards that apply to the workplace.</w:t>
            </w:r>
          </w:p>
          <w:p w14:paraId="5DF9AF72" w14:textId="77777777" w:rsidR="00B86BBE" w:rsidRPr="003D148C" w:rsidRDefault="00B86BBE" w:rsidP="003D148C">
            <w:pPr>
              <w:pStyle w:val="SIText"/>
            </w:pPr>
          </w:p>
          <w:p w14:paraId="30C6ACCB" w14:textId="60F9E3A4" w:rsidR="00373436" w:rsidRPr="000754EC" w:rsidRDefault="00C7326D" w:rsidP="003968DE">
            <w:pPr>
              <w:pStyle w:val="SIText"/>
            </w:pPr>
            <w:r w:rsidRPr="003D148C">
              <w:t>No licensing, legislative</w:t>
            </w:r>
            <w:r w:rsidR="00D05197">
              <w:t xml:space="preserve"> </w:t>
            </w:r>
            <w:r w:rsidRPr="003D148C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6F5EFB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8C18C4A" w:rsidR="005E022A" w:rsidRPr="005E022A" w:rsidRDefault="00B04651" w:rsidP="00423D26">
            <w:pPr>
              <w:pStyle w:val="SIText"/>
              <w:rPr>
                <w:rStyle w:val="SITemporaryText-blue"/>
                <w:b/>
                <w:szCs w:val="20"/>
              </w:rPr>
            </w:pPr>
            <w:r w:rsidRPr="00B04651">
              <w:t>Sawmilling and Processing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5404B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33CD3FBC" w:rsidR="00D5404B" w:rsidRPr="009C3782" w:rsidRDefault="00D5404B" w:rsidP="009C3782">
            <w:pPr>
              <w:pStyle w:val="SIText"/>
            </w:pPr>
            <w:r w:rsidRPr="009C3782">
              <w:t>1. Prepare for drying</w:t>
            </w:r>
            <w:r w:rsidR="00D07820">
              <w:t xml:space="preserve"> timber</w:t>
            </w:r>
            <w:r w:rsidR="00D0062D">
              <w:t xml:space="preserve"> operation</w:t>
            </w:r>
            <w:r w:rsidR="006D3BF2">
              <w:t>s</w:t>
            </w:r>
          </w:p>
        </w:tc>
        <w:tc>
          <w:tcPr>
            <w:tcW w:w="3604" w:type="pct"/>
            <w:shd w:val="clear" w:color="auto" w:fill="auto"/>
          </w:tcPr>
          <w:p w14:paraId="7456E84B" w14:textId="4593793E" w:rsidR="00273187" w:rsidRPr="00273187" w:rsidRDefault="00D5404B" w:rsidP="00423D26">
            <w:pPr>
              <w:pStyle w:val="SIText"/>
            </w:pPr>
            <w:r w:rsidRPr="009C3782">
              <w:t xml:space="preserve">1.1 </w:t>
            </w:r>
            <w:r w:rsidR="00DA2395">
              <w:t xml:space="preserve">Determine </w:t>
            </w:r>
            <w:r w:rsidR="00DA2395" w:rsidRPr="00DA2395">
              <w:t xml:space="preserve">job requirements </w:t>
            </w:r>
            <w:r w:rsidR="00DA2395">
              <w:t xml:space="preserve">from </w:t>
            </w:r>
            <w:r w:rsidRPr="009C3782">
              <w:t>work order</w:t>
            </w:r>
            <w:r w:rsidR="00286523" w:rsidRPr="009C3782">
              <w:t xml:space="preserve"> </w:t>
            </w:r>
            <w:r w:rsidR="00B71510">
              <w:t xml:space="preserve">or specifications, </w:t>
            </w:r>
            <w:r w:rsidR="00273187" w:rsidRPr="00273187">
              <w:t xml:space="preserve">and where </w:t>
            </w:r>
            <w:proofErr w:type="gramStart"/>
            <w:r w:rsidR="00273187" w:rsidRPr="00273187">
              <w:t>required</w:t>
            </w:r>
            <w:proofErr w:type="gramEnd"/>
            <w:r w:rsidR="00273187" w:rsidRPr="00273187">
              <w:t>, seek clarification from appropriate personnel</w:t>
            </w:r>
          </w:p>
          <w:p w14:paraId="58445E8F" w14:textId="4C91812D" w:rsidR="00D5404B" w:rsidRDefault="002D7834" w:rsidP="002D7834">
            <w:pPr>
              <w:pStyle w:val="SIText"/>
            </w:pPr>
            <w:r>
              <w:t xml:space="preserve">1.2 </w:t>
            </w:r>
            <w:r w:rsidR="0051039E" w:rsidRPr="0051039E">
              <w:t>Confirm workplace health and safety requirements</w:t>
            </w:r>
            <w:r w:rsidR="00FF6852" w:rsidRPr="0051039E">
              <w:t xml:space="preserve"> for the task</w:t>
            </w:r>
            <w:r w:rsidR="0051039E" w:rsidRPr="0051039E">
              <w:t>, including use of personal protective equipment</w:t>
            </w:r>
            <w:r w:rsidR="00AA672B">
              <w:t xml:space="preserve">, emergency procedures </w:t>
            </w:r>
            <w:r w:rsidR="0051039E" w:rsidRPr="0051039E">
              <w:t xml:space="preserve">and </w:t>
            </w:r>
            <w:r w:rsidR="007573B8">
              <w:t>kiln operation</w:t>
            </w:r>
            <w:r w:rsidR="0051039E" w:rsidRPr="0051039E">
              <w:t xml:space="preserve"> </w:t>
            </w:r>
          </w:p>
          <w:p w14:paraId="50D4B32A" w14:textId="4C9CE845" w:rsidR="001652A0" w:rsidRPr="001652A0" w:rsidRDefault="001652A0" w:rsidP="002D7834">
            <w:pPr>
              <w:pStyle w:val="SIText"/>
            </w:pPr>
            <w:r w:rsidRPr="001652A0">
              <w:t>1.</w:t>
            </w:r>
            <w:r w:rsidR="002D7834">
              <w:t>3</w:t>
            </w:r>
            <w:r w:rsidRPr="001652A0">
              <w:t xml:space="preserve"> Identify, assess and take actions to mitigate risks and hazards associated with </w:t>
            </w:r>
            <w:r w:rsidR="007573B8">
              <w:t>kiln</w:t>
            </w:r>
            <w:r w:rsidRPr="001652A0">
              <w:t xml:space="preserve"> operations</w:t>
            </w:r>
          </w:p>
          <w:p w14:paraId="63A80AF7" w14:textId="1601B34F" w:rsidR="00885693" w:rsidRDefault="00D5404B" w:rsidP="009C3782">
            <w:pPr>
              <w:pStyle w:val="SIText"/>
            </w:pPr>
            <w:r w:rsidRPr="009C3782">
              <w:t>1.</w:t>
            </w:r>
            <w:r w:rsidR="00450F62">
              <w:t>4</w:t>
            </w:r>
            <w:r w:rsidRPr="009C3782">
              <w:t xml:space="preserve"> Obtain </w:t>
            </w:r>
            <w:r w:rsidR="00B102D6">
              <w:t xml:space="preserve">timber </w:t>
            </w:r>
            <w:r w:rsidR="00F327A3">
              <w:t>racks</w:t>
            </w:r>
            <w:r w:rsidR="00A249DB">
              <w:t xml:space="preserve"> </w:t>
            </w:r>
            <w:r w:rsidRPr="009C3782">
              <w:t xml:space="preserve">to be dried from </w:t>
            </w:r>
            <w:r w:rsidR="002B292D">
              <w:t xml:space="preserve">log </w:t>
            </w:r>
            <w:r w:rsidR="003B407C">
              <w:t>processing</w:t>
            </w:r>
            <w:r w:rsidR="003B407C" w:rsidRPr="009C3782">
              <w:t xml:space="preserve"> </w:t>
            </w:r>
            <w:r w:rsidR="00677497">
              <w:t>process</w:t>
            </w:r>
            <w:r w:rsidR="00A249DB">
              <w:t xml:space="preserve"> and a</w:t>
            </w:r>
            <w:r w:rsidRPr="009C3782">
              <w:t xml:space="preserve">ssess </w:t>
            </w:r>
            <w:r w:rsidR="000D2A85">
              <w:t>racks</w:t>
            </w:r>
            <w:r w:rsidR="00A249DB">
              <w:t xml:space="preserve"> visually for </w:t>
            </w:r>
            <w:r w:rsidR="007412E2">
              <w:t>consistent drying characteristics</w:t>
            </w:r>
            <w:r w:rsidR="0078222E">
              <w:t xml:space="preserve"> </w:t>
            </w:r>
            <w:r w:rsidR="00481496">
              <w:t>including</w:t>
            </w:r>
            <w:r w:rsidR="0078222E">
              <w:t xml:space="preserve"> size, age, </w:t>
            </w:r>
            <w:proofErr w:type="gramStart"/>
            <w:r w:rsidR="0078222E">
              <w:t>condition</w:t>
            </w:r>
            <w:proofErr w:type="gramEnd"/>
            <w:r w:rsidR="0078222E">
              <w:t xml:space="preserve"> and species </w:t>
            </w:r>
            <w:r w:rsidR="00885693">
              <w:t xml:space="preserve"> </w:t>
            </w:r>
          </w:p>
          <w:p w14:paraId="2523AD6F" w14:textId="0854AD69" w:rsidR="00D5404B" w:rsidRPr="009C3782" w:rsidRDefault="005D2277" w:rsidP="00865A0E">
            <w:pPr>
              <w:pStyle w:val="SIText"/>
            </w:pPr>
            <w:r>
              <w:t>1.6</w:t>
            </w:r>
            <w:r w:rsidRPr="005D2277">
              <w:t xml:space="preserve"> Conduct pre-start checks </w:t>
            </w:r>
            <w:r w:rsidR="00A621B8">
              <w:t>o</w:t>
            </w:r>
            <w:r w:rsidR="00590D4E">
              <w:t>n</w:t>
            </w:r>
            <w:r w:rsidR="00A621B8">
              <w:t xml:space="preserve"> drying kiln</w:t>
            </w:r>
            <w:r w:rsidR="006236CD">
              <w:t xml:space="preserve"> </w:t>
            </w:r>
            <w:r w:rsidRPr="005D2277">
              <w:t>according to manufacturer instructions</w:t>
            </w:r>
          </w:p>
        </w:tc>
      </w:tr>
      <w:tr w:rsidR="00D5404B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338D40D4" w:rsidR="00D5404B" w:rsidRPr="00D5404B" w:rsidRDefault="00D5404B" w:rsidP="00D5404B">
            <w:pPr>
              <w:pStyle w:val="SIText"/>
            </w:pPr>
            <w:r w:rsidRPr="00D5404B">
              <w:t>2. Load</w:t>
            </w:r>
            <w:r w:rsidR="008B3891">
              <w:t xml:space="preserve">, </w:t>
            </w:r>
            <w:proofErr w:type="gramStart"/>
            <w:r w:rsidR="008B3891">
              <w:t>operate</w:t>
            </w:r>
            <w:proofErr w:type="gramEnd"/>
            <w:r w:rsidR="008B3891">
              <w:t xml:space="preserve"> </w:t>
            </w:r>
            <w:r w:rsidRPr="00D5404B">
              <w:t>and control kiln conditions</w:t>
            </w:r>
          </w:p>
        </w:tc>
        <w:tc>
          <w:tcPr>
            <w:tcW w:w="3604" w:type="pct"/>
            <w:shd w:val="clear" w:color="auto" w:fill="auto"/>
          </w:tcPr>
          <w:p w14:paraId="73DD4DA4" w14:textId="1656D478" w:rsidR="00592A22" w:rsidRDefault="00D5404B" w:rsidP="009C3782">
            <w:pPr>
              <w:pStyle w:val="SIText"/>
            </w:pPr>
            <w:r w:rsidRPr="00D5404B">
              <w:t>2.</w:t>
            </w:r>
            <w:r w:rsidR="002E3140">
              <w:t>1</w:t>
            </w:r>
            <w:r w:rsidR="002E3140" w:rsidRPr="00D5404B">
              <w:t xml:space="preserve"> </w:t>
            </w:r>
            <w:r w:rsidRPr="00D5404B">
              <w:t xml:space="preserve">Load kiln with </w:t>
            </w:r>
            <w:r w:rsidR="0079561C">
              <w:t xml:space="preserve">timber </w:t>
            </w:r>
            <w:r w:rsidRPr="00D5404B">
              <w:t xml:space="preserve">racks selected for </w:t>
            </w:r>
            <w:r w:rsidR="0079561C">
              <w:t>drying</w:t>
            </w:r>
          </w:p>
          <w:p w14:paraId="1D08656E" w14:textId="700F7168" w:rsidR="008D4A57" w:rsidRDefault="00592A22" w:rsidP="009C3782">
            <w:pPr>
              <w:pStyle w:val="SIText"/>
            </w:pPr>
            <w:r>
              <w:t>2.2 P</w:t>
            </w:r>
            <w:r w:rsidR="00E176E3" w:rsidRPr="00E176E3">
              <w:t xml:space="preserve">osition baffles and/or blankets </w:t>
            </w:r>
            <w:r w:rsidR="00C53FD0">
              <w:t xml:space="preserve">as required or </w:t>
            </w:r>
            <w:r w:rsidR="00E176E3" w:rsidRPr="00E176E3">
              <w:t>according to manufacturer instructions and workplace procedures</w:t>
            </w:r>
            <w:r w:rsidR="006C7090">
              <w:t xml:space="preserve"> </w:t>
            </w:r>
            <w:r w:rsidR="001C7B39">
              <w:t>to optimise air flows in kiln</w:t>
            </w:r>
            <w:r w:rsidR="001C66D2">
              <w:t xml:space="preserve"> </w:t>
            </w:r>
          </w:p>
          <w:p w14:paraId="32AE9830" w14:textId="60116D64" w:rsidR="000B7BB5" w:rsidRDefault="00B312C3" w:rsidP="009C3782">
            <w:pPr>
              <w:pStyle w:val="SIText"/>
            </w:pPr>
            <w:r>
              <w:t>2.</w:t>
            </w:r>
            <w:r w:rsidR="00663A2E">
              <w:t>4</w:t>
            </w:r>
            <w:r>
              <w:t xml:space="preserve"> </w:t>
            </w:r>
            <w:r w:rsidR="00CE1F47">
              <w:t>A</w:t>
            </w:r>
            <w:r w:rsidR="000B7BB5">
              <w:t xml:space="preserve">pply drying </w:t>
            </w:r>
            <w:r w:rsidR="00A11573">
              <w:t>and final stem conditioning schedules</w:t>
            </w:r>
            <w:r w:rsidR="00CE1F47">
              <w:t xml:space="preserve"> by a</w:t>
            </w:r>
            <w:r w:rsidR="00CE1F47" w:rsidRPr="00CE1F47">
              <w:t>djust</w:t>
            </w:r>
            <w:r w:rsidR="00CE1F47">
              <w:t>ing</w:t>
            </w:r>
            <w:r w:rsidR="00CE1F47" w:rsidRPr="00CE1F47">
              <w:t xml:space="preserve"> kiln control settings </w:t>
            </w:r>
            <w:r w:rsidR="00804766">
              <w:t>t</w:t>
            </w:r>
            <w:r w:rsidR="00804766" w:rsidRPr="00804766">
              <w:t xml:space="preserve">o </w:t>
            </w:r>
            <w:r w:rsidR="001D3C3F">
              <w:t>optimise</w:t>
            </w:r>
            <w:r w:rsidR="00804766" w:rsidRPr="00804766">
              <w:t xml:space="preserve"> kiln drying </w:t>
            </w:r>
            <w:r w:rsidR="00184F15">
              <w:t>rate</w:t>
            </w:r>
            <w:r w:rsidR="00D00389">
              <w:t>,</w:t>
            </w:r>
            <w:r w:rsidR="00804766" w:rsidRPr="00804766">
              <w:t xml:space="preserve"> turnaround time</w:t>
            </w:r>
            <w:r w:rsidR="00B3364D">
              <w:t xml:space="preserve"> and </w:t>
            </w:r>
            <w:r w:rsidR="001D0DF5">
              <w:t>timber quality</w:t>
            </w:r>
          </w:p>
          <w:p w14:paraId="0EB41E98" w14:textId="05E5937B" w:rsidR="00C76515" w:rsidRDefault="00B312C3" w:rsidP="009C3782">
            <w:pPr>
              <w:pStyle w:val="SIText"/>
            </w:pPr>
            <w:r>
              <w:t>2.</w:t>
            </w:r>
            <w:r w:rsidR="00BA1B5B">
              <w:t>5</w:t>
            </w:r>
            <w:r>
              <w:t xml:space="preserve"> R</w:t>
            </w:r>
            <w:r w:rsidRPr="00B312C3">
              <w:t xml:space="preserve">eport kiln charge data to appropriate personnel or enter </w:t>
            </w:r>
            <w:r w:rsidR="000F18AE">
              <w:t xml:space="preserve">it </w:t>
            </w:r>
            <w:r w:rsidRPr="00B312C3">
              <w:t>into kiln management system</w:t>
            </w:r>
          </w:p>
          <w:p w14:paraId="7AD6C893" w14:textId="3819E56B" w:rsidR="00865A0E" w:rsidRPr="00D5404B" w:rsidRDefault="000F18AE" w:rsidP="009C3782">
            <w:pPr>
              <w:pStyle w:val="SIText"/>
            </w:pPr>
            <w:r>
              <w:t>2.6</w:t>
            </w:r>
            <w:r w:rsidR="00865A0E" w:rsidRPr="00865A0E">
              <w:t xml:space="preserve"> Follow emergency shutdown procedures in the case of alarm being triggered</w:t>
            </w:r>
          </w:p>
        </w:tc>
      </w:tr>
      <w:tr w:rsidR="00D5404B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3C8C4E89" w:rsidR="00D5404B" w:rsidRPr="00D5404B" w:rsidRDefault="00D5404B" w:rsidP="00D5404B">
            <w:pPr>
              <w:pStyle w:val="SIText"/>
            </w:pPr>
            <w:r w:rsidRPr="00D5404B">
              <w:t>3. Monitor kiln conditions</w:t>
            </w:r>
            <w:r w:rsidR="00D2592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27B8FFB" w14:textId="74D14279" w:rsidR="00810369" w:rsidRDefault="00810369" w:rsidP="00810369">
            <w:pPr>
              <w:pStyle w:val="SIText"/>
            </w:pPr>
            <w:r w:rsidRPr="00810369">
              <w:t>3.</w:t>
            </w:r>
            <w:r w:rsidR="004A00BD">
              <w:t>1</w:t>
            </w:r>
            <w:r w:rsidRPr="00810369">
              <w:t xml:space="preserve"> </w:t>
            </w:r>
            <w:r w:rsidR="00102B89">
              <w:t>C</w:t>
            </w:r>
            <w:r w:rsidR="00421818">
              <w:t>heck</w:t>
            </w:r>
            <w:r w:rsidR="001A183C">
              <w:t xml:space="preserve"> </w:t>
            </w:r>
            <w:r w:rsidR="006540D9">
              <w:t xml:space="preserve">characteristics of </w:t>
            </w:r>
            <w:r w:rsidR="003D5B75">
              <w:t xml:space="preserve">kiln charge </w:t>
            </w:r>
            <w:r w:rsidR="001A183C">
              <w:t xml:space="preserve">or </w:t>
            </w:r>
            <w:r w:rsidR="0055098C">
              <w:t xml:space="preserve">use </w:t>
            </w:r>
            <w:r w:rsidR="00E442D6">
              <w:t xml:space="preserve">kiln </w:t>
            </w:r>
            <w:r w:rsidR="0055098C">
              <w:t xml:space="preserve">output data </w:t>
            </w:r>
            <w:r w:rsidR="000A2ABC">
              <w:t xml:space="preserve">periodically </w:t>
            </w:r>
            <w:r w:rsidR="0055098C">
              <w:t>to determine the end point of drying</w:t>
            </w:r>
          </w:p>
          <w:p w14:paraId="0D4A99DC" w14:textId="45087C70" w:rsidR="002B00D4" w:rsidRDefault="00F80635" w:rsidP="002B00D4">
            <w:pPr>
              <w:pStyle w:val="SIText"/>
            </w:pPr>
            <w:r>
              <w:t>3.</w:t>
            </w:r>
            <w:r w:rsidR="006747B6">
              <w:t>2</w:t>
            </w:r>
            <w:r>
              <w:t xml:space="preserve"> </w:t>
            </w:r>
            <w:r w:rsidR="00B406FB">
              <w:t>A</w:t>
            </w:r>
            <w:r w:rsidRPr="00F80635">
              <w:t xml:space="preserve">djust kiln control settings </w:t>
            </w:r>
            <w:r w:rsidR="00E55793">
              <w:t xml:space="preserve">in response </w:t>
            </w:r>
            <w:r w:rsidR="00D804AD">
              <w:t xml:space="preserve">to </w:t>
            </w:r>
            <w:r w:rsidR="008B53E2">
              <w:t xml:space="preserve">kiln </w:t>
            </w:r>
            <w:r w:rsidR="00462128">
              <w:t>charge</w:t>
            </w:r>
            <w:r w:rsidR="000F43D8">
              <w:t xml:space="preserve"> </w:t>
            </w:r>
            <w:r w:rsidR="00F43DAF">
              <w:t>characteristics</w:t>
            </w:r>
            <w:r w:rsidR="00F8247F">
              <w:t xml:space="preserve"> </w:t>
            </w:r>
            <w:r w:rsidRPr="00F80635">
              <w:t>to ensure drying schedules are met</w:t>
            </w:r>
          </w:p>
          <w:p w14:paraId="598F789C" w14:textId="724EEA02" w:rsidR="00865A0E" w:rsidRPr="00D5404B" w:rsidRDefault="002B00D4" w:rsidP="001705C2">
            <w:pPr>
              <w:pStyle w:val="SIText"/>
            </w:pPr>
            <w:r>
              <w:t>3.</w:t>
            </w:r>
            <w:r w:rsidR="006747B6">
              <w:t>3</w:t>
            </w:r>
            <w:r w:rsidRPr="002B00D4">
              <w:t xml:space="preserve"> Identify human and equipment faults that may affect timber drying and take corrective action or report to relevant personnel</w:t>
            </w:r>
          </w:p>
        </w:tc>
      </w:tr>
      <w:tr w:rsidR="00913EE8" w:rsidRPr="00963A46" w14:paraId="5ADE4B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400845" w14:textId="528D50E6" w:rsidR="00913EE8" w:rsidRPr="00D5404B" w:rsidRDefault="00785CC0" w:rsidP="00D5404B">
            <w:pPr>
              <w:pStyle w:val="SIText"/>
            </w:pPr>
            <w:r>
              <w:lastRenderedPageBreak/>
              <w:t xml:space="preserve">4. </w:t>
            </w:r>
            <w:r w:rsidR="00913EE8">
              <w:t>C</w:t>
            </w:r>
            <w:r w:rsidR="00913EE8" w:rsidRPr="00913EE8">
              <w:t>heck timber quality on completion of drying</w:t>
            </w:r>
          </w:p>
        </w:tc>
        <w:tc>
          <w:tcPr>
            <w:tcW w:w="3604" w:type="pct"/>
            <w:shd w:val="clear" w:color="auto" w:fill="auto"/>
          </w:tcPr>
          <w:p w14:paraId="476BA5C9" w14:textId="43924FA4" w:rsidR="003661C2" w:rsidRDefault="00E84EC8" w:rsidP="00810369">
            <w:pPr>
              <w:pStyle w:val="SIText"/>
            </w:pPr>
            <w:r>
              <w:t>4.</w:t>
            </w:r>
            <w:r w:rsidR="001232BB">
              <w:t>1</w:t>
            </w:r>
            <w:r w:rsidR="00D27068">
              <w:t xml:space="preserve"> </w:t>
            </w:r>
            <w:r>
              <w:t>C</w:t>
            </w:r>
            <w:r w:rsidR="00913EE8" w:rsidRPr="00913EE8">
              <w:t xml:space="preserve">heck characteristics of kiln charge </w:t>
            </w:r>
            <w:r w:rsidR="003E2700">
              <w:t>including</w:t>
            </w:r>
            <w:r w:rsidR="00913EE8" w:rsidRPr="00913EE8">
              <w:t xml:space="preserve"> moisture content, drying degrade, moisture gradient and stress against </w:t>
            </w:r>
            <w:r w:rsidR="002901C2">
              <w:t xml:space="preserve">end </w:t>
            </w:r>
            <w:r w:rsidR="00960C2A">
              <w:t xml:space="preserve">product </w:t>
            </w:r>
            <w:r w:rsidR="00913EE8" w:rsidRPr="00913EE8">
              <w:t xml:space="preserve">specifications </w:t>
            </w:r>
            <w:r w:rsidR="00C47FC3">
              <w:t>according to workplace procedures</w:t>
            </w:r>
          </w:p>
          <w:p w14:paraId="078A2C9E" w14:textId="27A8C460" w:rsidR="00DA701B" w:rsidRPr="00810369" w:rsidRDefault="00960C2A" w:rsidP="00AF731A">
            <w:pPr>
              <w:pStyle w:val="SIText"/>
            </w:pPr>
            <w:r>
              <w:t>4.2</w:t>
            </w:r>
            <w:r w:rsidR="00913EE8" w:rsidRPr="00913EE8">
              <w:t xml:space="preserve"> </w:t>
            </w:r>
            <w:r>
              <w:t>A</w:t>
            </w:r>
            <w:r w:rsidR="00913EE8" w:rsidRPr="00913EE8">
              <w:t>ssess the need for reconditioning or high humidity treatment</w:t>
            </w:r>
          </w:p>
        </w:tc>
      </w:tr>
      <w:tr w:rsidR="00D5404B" w:rsidRPr="00963A46" w14:paraId="06FC1A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9540D4" w14:textId="77F3AB24" w:rsidR="00D5404B" w:rsidRPr="00D5404B" w:rsidRDefault="00785CC0" w:rsidP="009C3782">
            <w:pPr>
              <w:pStyle w:val="SIText"/>
            </w:pPr>
            <w:r>
              <w:t>5</w:t>
            </w:r>
            <w:r w:rsidR="00D5404B" w:rsidRPr="00D5404B">
              <w:t xml:space="preserve">. </w:t>
            </w:r>
            <w:r w:rsidR="001B4165">
              <w:t>Complete</w:t>
            </w:r>
            <w:r w:rsidR="001B4165" w:rsidRPr="00D5404B">
              <w:t xml:space="preserve"> </w:t>
            </w:r>
            <w:r w:rsidR="00D5404B" w:rsidRPr="00D5404B">
              <w:t xml:space="preserve">kiln </w:t>
            </w:r>
            <w:r w:rsidR="00C244DA">
              <w:t xml:space="preserve">operations </w:t>
            </w:r>
            <w:r w:rsidR="00D5404B" w:rsidRPr="00D5404B">
              <w:t>and move or store timber</w:t>
            </w:r>
          </w:p>
        </w:tc>
        <w:tc>
          <w:tcPr>
            <w:tcW w:w="3604" w:type="pct"/>
            <w:shd w:val="clear" w:color="auto" w:fill="auto"/>
          </w:tcPr>
          <w:p w14:paraId="5186649D" w14:textId="50553DF1" w:rsidR="004B7269" w:rsidRDefault="00D5404B" w:rsidP="009C3782">
            <w:pPr>
              <w:pStyle w:val="SIText"/>
            </w:pPr>
            <w:r w:rsidRPr="00D5404B">
              <w:t xml:space="preserve">5.1 </w:t>
            </w:r>
            <w:r w:rsidR="00A960D4">
              <w:t>O</w:t>
            </w:r>
            <w:r w:rsidR="004C7F09">
              <w:t xml:space="preserve">bserve </w:t>
            </w:r>
            <w:r w:rsidR="00734241">
              <w:t xml:space="preserve">cooling down period before </w:t>
            </w:r>
            <w:r w:rsidRPr="00D5404B">
              <w:t xml:space="preserve">baffles and/or blankets </w:t>
            </w:r>
            <w:r w:rsidR="00734241">
              <w:t xml:space="preserve">are removed </w:t>
            </w:r>
            <w:r w:rsidRPr="00D5404B">
              <w:t>from timber</w:t>
            </w:r>
            <w:r w:rsidR="00EF0803">
              <w:t xml:space="preserve"> </w:t>
            </w:r>
            <w:r w:rsidR="00186E84" w:rsidRPr="00186E84">
              <w:t xml:space="preserve">as </w:t>
            </w:r>
            <w:proofErr w:type="gramStart"/>
            <w:r w:rsidR="00186E84" w:rsidRPr="00186E84">
              <w:t>required</w:t>
            </w:r>
            <w:proofErr w:type="gramEnd"/>
            <w:r w:rsidR="00186E84" w:rsidRPr="00186E84">
              <w:t xml:space="preserve"> </w:t>
            </w:r>
            <w:r w:rsidR="00186E84">
              <w:t xml:space="preserve">or </w:t>
            </w:r>
            <w:r w:rsidR="005753F1">
              <w:t>according to workplace procedure</w:t>
            </w:r>
            <w:r w:rsidR="00186E84">
              <w:t xml:space="preserve"> </w:t>
            </w:r>
          </w:p>
          <w:p w14:paraId="033813F9" w14:textId="5E4EC727" w:rsidR="00D5404B" w:rsidRPr="00D5404B" w:rsidRDefault="0052060C" w:rsidP="009C3782">
            <w:pPr>
              <w:pStyle w:val="SIText"/>
            </w:pPr>
            <w:r>
              <w:t>5</w:t>
            </w:r>
            <w:r w:rsidR="00164081" w:rsidRPr="00164081">
              <w:t>.</w:t>
            </w:r>
            <w:r>
              <w:t>2</w:t>
            </w:r>
            <w:r w:rsidR="00164081" w:rsidRPr="00164081">
              <w:t xml:space="preserve"> Identify sub-standard timber and direct for re-use according to workplace procedures</w:t>
            </w:r>
          </w:p>
          <w:p w14:paraId="1962EE62" w14:textId="71363032" w:rsidR="00D5404B" w:rsidRPr="00D5404B" w:rsidRDefault="00C10A94" w:rsidP="009C3782">
            <w:pPr>
              <w:pStyle w:val="SIText"/>
            </w:pPr>
            <w:r>
              <w:t xml:space="preserve">5.3 </w:t>
            </w:r>
            <w:r w:rsidR="00D5404B" w:rsidRPr="00D5404B">
              <w:t xml:space="preserve">Direct </w:t>
            </w:r>
            <w:r w:rsidR="00245B3E">
              <w:t xml:space="preserve">dried </w:t>
            </w:r>
            <w:r w:rsidR="00D5404B" w:rsidRPr="00D5404B">
              <w:t xml:space="preserve">timber to storage or processing operations and check that packs are labelled </w:t>
            </w:r>
            <w:r w:rsidR="009257BC">
              <w:t>according to workplace procedures</w:t>
            </w:r>
          </w:p>
          <w:p w14:paraId="035FDE8E" w14:textId="46E3F2B6" w:rsidR="00D5404B" w:rsidRPr="00D5404B" w:rsidRDefault="00D5404B" w:rsidP="009C3782">
            <w:pPr>
              <w:pStyle w:val="SIText"/>
            </w:pPr>
            <w:r w:rsidRPr="00D5404B">
              <w:t>5.</w:t>
            </w:r>
            <w:r w:rsidR="0052060C">
              <w:t>4</w:t>
            </w:r>
            <w:r w:rsidR="0052060C" w:rsidRPr="00D5404B">
              <w:t xml:space="preserve"> </w:t>
            </w:r>
            <w:r w:rsidRPr="00D5404B">
              <w:t xml:space="preserve">Clean work area according to </w:t>
            </w:r>
            <w:r w:rsidR="009257BC">
              <w:t>workplace procedures</w:t>
            </w:r>
          </w:p>
          <w:p w14:paraId="7FE4C8E6" w14:textId="31E31665" w:rsidR="00D5404B" w:rsidRPr="00D5404B" w:rsidRDefault="00D5404B" w:rsidP="009C3782">
            <w:pPr>
              <w:pStyle w:val="SIText"/>
            </w:pPr>
            <w:r w:rsidRPr="00D5404B">
              <w:t>5.</w:t>
            </w:r>
            <w:r w:rsidR="0052060C">
              <w:t>5</w:t>
            </w:r>
            <w:r w:rsidR="0052060C" w:rsidRPr="00D5404B">
              <w:t xml:space="preserve"> </w:t>
            </w:r>
            <w:r w:rsidRPr="00D5404B">
              <w:t xml:space="preserve">Complete records and </w:t>
            </w:r>
            <w:r w:rsidR="009257BC">
              <w:t>forward to</w:t>
            </w:r>
            <w:r w:rsidRPr="00D5404B">
              <w:t xml:space="preserve"> </w:t>
            </w:r>
            <w:proofErr w:type="gramStart"/>
            <w:r w:rsidRPr="00D5404B">
              <w:t>appropriate personnel</w:t>
            </w:r>
            <w:proofErr w:type="gramEnd"/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423D26">
            <w:pPr>
              <w:pStyle w:val="SIText"/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66B83" w:rsidRPr="00336FCA" w:rsidDel="00423CB2" w14:paraId="1DD493BA" w14:textId="77777777" w:rsidTr="00CA2922">
        <w:tc>
          <w:tcPr>
            <w:tcW w:w="1396" w:type="pct"/>
          </w:tcPr>
          <w:p w14:paraId="58792B65" w14:textId="2F99E6E3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Reading</w:t>
            </w:r>
          </w:p>
        </w:tc>
        <w:tc>
          <w:tcPr>
            <w:tcW w:w="3604" w:type="pct"/>
          </w:tcPr>
          <w:p w14:paraId="3B82A3D9" w14:textId="0B93E71B" w:rsidR="00366B83" w:rsidRPr="00366B83" w:rsidRDefault="00366B83" w:rsidP="00366B83">
            <w:pPr>
              <w:pStyle w:val="SIBulletList1"/>
              <w:rPr>
                <w:rStyle w:val="SITemporaryText-red"/>
                <w:rFonts w:eastAsia="Calibri"/>
              </w:rPr>
            </w:pPr>
            <w:r w:rsidRPr="00366B83">
              <w:t xml:space="preserve">Read </w:t>
            </w:r>
            <w:r w:rsidR="00777494">
              <w:t>timber drying schedule</w:t>
            </w:r>
          </w:p>
        </w:tc>
      </w:tr>
      <w:tr w:rsidR="00366B83" w:rsidRPr="00336FCA" w:rsidDel="00423CB2" w14:paraId="3D3DB336" w14:textId="77777777" w:rsidTr="00CA2922">
        <w:tc>
          <w:tcPr>
            <w:tcW w:w="1396" w:type="pct"/>
          </w:tcPr>
          <w:p w14:paraId="1ADBC606" w14:textId="0CF669C5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Writing</w:t>
            </w:r>
          </w:p>
        </w:tc>
        <w:tc>
          <w:tcPr>
            <w:tcW w:w="3604" w:type="pct"/>
          </w:tcPr>
          <w:p w14:paraId="08A857D1" w14:textId="0992B2DD" w:rsidR="00366B83" w:rsidRPr="00366B83" w:rsidRDefault="00366B83" w:rsidP="00366B83">
            <w:pPr>
              <w:pStyle w:val="SIBulletList1"/>
              <w:rPr>
                <w:rStyle w:val="SITemporaryText-red"/>
              </w:rPr>
            </w:pPr>
            <w:r w:rsidRPr="00366B83">
              <w:t xml:space="preserve">Complete routine </w:t>
            </w:r>
            <w:r w:rsidR="00777494">
              <w:t xml:space="preserve">workplace documents </w:t>
            </w:r>
            <w:r w:rsidRPr="00366B83">
              <w:t>related to timber drying operations</w:t>
            </w:r>
          </w:p>
        </w:tc>
      </w:tr>
      <w:tr w:rsidR="00366B83" w:rsidRPr="00336FCA" w:rsidDel="00423CB2" w14:paraId="5340F468" w14:textId="77777777" w:rsidTr="00CA2922">
        <w:tc>
          <w:tcPr>
            <w:tcW w:w="1396" w:type="pct"/>
          </w:tcPr>
          <w:p w14:paraId="0310E0A2" w14:textId="6AD9448F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Oral Communication</w:t>
            </w:r>
          </w:p>
        </w:tc>
        <w:tc>
          <w:tcPr>
            <w:tcW w:w="3604" w:type="pct"/>
          </w:tcPr>
          <w:p w14:paraId="72697881" w14:textId="733BAB22" w:rsidR="00366B83" w:rsidRPr="00366B83" w:rsidRDefault="00366B83" w:rsidP="00366B83">
            <w:pPr>
              <w:pStyle w:val="SIBulletList1"/>
              <w:rPr>
                <w:rStyle w:val="SITemporaryText-red"/>
                <w:rFonts w:eastAsia="Calibri"/>
              </w:rPr>
            </w:pPr>
            <w:r w:rsidRPr="00366B83">
              <w:t xml:space="preserve">Use appropriate vocabulary to communicate with </w:t>
            </w:r>
            <w:r w:rsidR="004E3F82">
              <w:t>supervisors and team members engaged in timber drying operations</w:t>
            </w:r>
          </w:p>
        </w:tc>
      </w:tr>
      <w:tr w:rsidR="00366B83" w:rsidRPr="00336FCA" w:rsidDel="00423CB2" w14:paraId="073672F2" w14:textId="77777777" w:rsidTr="00CA2922">
        <w:tc>
          <w:tcPr>
            <w:tcW w:w="1396" w:type="pct"/>
          </w:tcPr>
          <w:p w14:paraId="7DED2A3F" w14:textId="7F50163B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Numeracy</w:t>
            </w:r>
          </w:p>
        </w:tc>
        <w:tc>
          <w:tcPr>
            <w:tcW w:w="3604" w:type="pct"/>
          </w:tcPr>
          <w:p w14:paraId="122742B2" w14:textId="6FDEF834" w:rsidR="00366B83" w:rsidRPr="00366B83" w:rsidRDefault="00366B83" w:rsidP="00366B83">
            <w:pPr>
              <w:pStyle w:val="SIBulletList1"/>
              <w:rPr>
                <w:rStyle w:val="SITemporaryText-red"/>
                <w:rFonts w:eastAsia="Calibri"/>
              </w:rPr>
            </w:pPr>
            <w:r w:rsidRPr="00366B83">
              <w:t>Perform routine calculations related to quantity,</w:t>
            </w:r>
            <w:r w:rsidR="008D4030">
              <w:t xml:space="preserve"> </w:t>
            </w:r>
            <w:r w:rsidRPr="00366B83">
              <w:t>temperature</w:t>
            </w:r>
            <w:r w:rsidR="007707EB">
              <w:t xml:space="preserve">, </w:t>
            </w:r>
            <w:r w:rsidR="00FA6168">
              <w:t>relative humidity,</w:t>
            </w:r>
            <w:r w:rsidRPr="00366B83">
              <w:t xml:space="preserve"> and drying times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1BBBDA20" w14:textId="19092CE2" w:rsidR="00587DFC" w:rsidRPr="00605EAE" w:rsidRDefault="00F22754" w:rsidP="00605EAE">
            <w:pPr>
              <w:pStyle w:val="SIText"/>
            </w:pPr>
            <w:r w:rsidRPr="00605EAE">
              <w:t>FWP</w:t>
            </w:r>
            <w:r>
              <w:t>SAW</w:t>
            </w:r>
            <w:r w:rsidRPr="00605EAE">
              <w:t xml:space="preserve">3XXX </w:t>
            </w:r>
            <w:r w:rsidR="00587DFC" w:rsidRPr="00605EAE">
              <w:t>Operate timber drying kiln</w:t>
            </w:r>
          </w:p>
          <w:p w14:paraId="1EF360A0" w14:textId="6DA98763" w:rsidR="00041E59" w:rsidRPr="00605EAE" w:rsidRDefault="00041E59" w:rsidP="00605EA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359128D5" w:rsidR="00041E59" w:rsidRPr="00605EAE" w:rsidRDefault="004B7A4C" w:rsidP="00605E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7A4C">
              <w:t xml:space="preserve">FWPSAW3205 Dry hardwood </w:t>
            </w:r>
          </w:p>
        </w:tc>
        <w:tc>
          <w:tcPr>
            <w:tcW w:w="1251" w:type="pct"/>
          </w:tcPr>
          <w:p w14:paraId="095174EC" w14:textId="57E4E916" w:rsidR="00041E59" w:rsidRPr="00605EAE" w:rsidRDefault="00E82E64" w:rsidP="00A7003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2E64">
              <w:t xml:space="preserve">Redesigned unit that includes content from </w:t>
            </w:r>
            <w:r w:rsidR="00E7674D" w:rsidRPr="00E7674D">
              <w:t>FWPSAW3205 Dry hardwood</w:t>
            </w:r>
            <w:r w:rsidR="00E7674D">
              <w:t xml:space="preserve">, </w:t>
            </w:r>
            <w:r w:rsidR="00E7674D" w:rsidRPr="00E7674D">
              <w:t>FWPSAW3206 Dy softwood</w:t>
            </w:r>
            <w:r w:rsidR="00A7003F">
              <w:t xml:space="preserve">, </w:t>
            </w:r>
            <w:r w:rsidR="00E7674D" w:rsidRPr="00E7674D">
              <w:t xml:space="preserve">FWPCOT3248 Dry timber in solar assisted kilns </w:t>
            </w:r>
            <w:r w:rsidR="00A7003F">
              <w:t xml:space="preserve">and </w:t>
            </w:r>
            <w:r w:rsidR="00A7003F" w:rsidRPr="00A7003F">
              <w:t>FWPWPP3212 Dry material</w:t>
            </w:r>
          </w:p>
        </w:tc>
        <w:tc>
          <w:tcPr>
            <w:tcW w:w="1616" w:type="pct"/>
          </w:tcPr>
          <w:p w14:paraId="7832A702" w14:textId="36E9A171" w:rsidR="00916CD7" w:rsidRPr="00E7674D" w:rsidRDefault="00FC1091" w:rsidP="00E767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3D26">
              <w:rPr>
                <w:rStyle w:val="SITemporaryText-red"/>
                <w:color w:val="auto"/>
                <w:sz w:val="20"/>
              </w:rPr>
              <w:t>Not equivalent</w:t>
            </w:r>
            <w:r w:rsidRPr="00423D26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8973F0" w14:paraId="1FDC697B" w14:textId="77777777" w:rsidTr="00F33FF2">
        <w:tc>
          <w:tcPr>
            <w:tcW w:w="1028" w:type="pct"/>
          </w:tcPr>
          <w:p w14:paraId="055EFE00" w14:textId="3BE33794" w:rsidR="008973F0" w:rsidRPr="008973F0" w:rsidRDefault="008973F0" w:rsidP="008973F0">
            <w:pPr>
              <w:pStyle w:val="SIText"/>
            </w:pPr>
            <w:r w:rsidRPr="008973F0">
              <w:t>FWPSAW3XXX Operate timber drying kiln</w:t>
            </w:r>
          </w:p>
          <w:p w14:paraId="4EE378DE" w14:textId="77777777" w:rsidR="008973F0" w:rsidRPr="008973F0" w:rsidRDefault="008973F0" w:rsidP="008973F0">
            <w:pPr>
              <w:pStyle w:val="SIText"/>
            </w:pPr>
          </w:p>
        </w:tc>
        <w:tc>
          <w:tcPr>
            <w:tcW w:w="1105" w:type="pct"/>
          </w:tcPr>
          <w:p w14:paraId="4C3E68D4" w14:textId="77777777" w:rsidR="008973F0" w:rsidRPr="008973F0" w:rsidRDefault="008973F0" w:rsidP="008973F0">
            <w:pPr>
              <w:pStyle w:val="SIText"/>
            </w:pPr>
            <w:r w:rsidRPr="008973F0">
              <w:t>FWPSAW3206 Dy softwood</w:t>
            </w:r>
          </w:p>
          <w:p w14:paraId="07A0ACAD" w14:textId="16D80634" w:rsidR="008973F0" w:rsidRPr="008973F0" w:rsidRDefault="008973F0" w:rsidP="008973F0">
            <w:pPr>
              <w:pStyle w:val="SIText"/>
            </w:pPr>
          </w:p>
        </w:tc>
        <w:tc>
          <w:tcPr>
            <w:tcW w:w="1251" w:type="pct"/>
          </w:tcPr>
          <w:p w14:paraId="3A0D1C06" w14:textId="6707D967" w:rsidR="008973F0" w:rsidRPr="008973F0" w:rsidRDefault="008973F0" w:rsidP="008973F0">
            <w:pPr>
              <w:pStyle w:val="SIText"/>
              <w:rPr>
                <w:rStyle w:val="SITemporaryText-red"/>
              </w:rPr>
            </w:pPr>
            <w:r w:rsidRPr="008973F0">
              <w:t>Redesigned unit that includes content from FWPSAW3205 Dry hardwood, FWPSAW3206 Dy softwood, FWPCOT3248 Dry timber in solar assisted kilns and FWPWPP3212 Dry material</w:t>
            </w:r>
          </w:p>
        </w:tc>
        <w:tc>
          <w:tcPr>
            <w:tcW w:w="1616" w:type="pct"/>
          </w:tcPr>
          <w:p w14:paraId="23F8EE58" w14:textId="03CED720" w:rsidR="008973F0" w:rsidRPr="00423D26" w:rsidRDefault="008973F0" w:rsidP="00897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3D26">
              <w:rPr>
                <w:rStyle w:val="SITemporaryText-red"/>
                <w:color w:val="auto"/>
                <w:sz w:val="20"/>
              </w:rPr>
              <w:t>Not equivalent</w:t>
            </w:r>
            <w:r w:rsidRPr="00423D26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8973F0" w14:paraId="028B4A22" w14:textId="77777777" w:rsidTr="00F33FF2">
        <w:tc>
          <w:tcPr>
            <w:tcW w:w="1028" w:type="pct"/>
          </w:tcPr>
          <w:p w14:paraId="122A6881" w14:textId="7872BFC5" w:rsidR="008973F0" w:rsidRPr="008973F0" w:rsidRDefault="008973F0" w:rsidP="008973F0">
            <w:pPr>
              <w:pStyle w:val="SIText"/>
            </w:pPr>
            <w:r w:rsidRPr="008973F0">
              <w:t>FWPSAW3XXX Operate timber drying kiln</w:t>
            </w:r>
          </w:p>
        </w:tc>
        <w:tc>
          <w:tcPr>
            <w:tcW w:w="1105" w:type="pct"/>
          </w:tcPr>
          <w:p w14:paraId="7FF7C64C" w14:textId="127E6A70" w:rsidR="008973F0" w:rsidRPr="008973F0" w:rsidRDefault="008973F0" w:rsidP="008973F0">
            <w:pPr>
              <w:pStyle w:val="SIText"/>
            </w:pPr>
            <w:r w:rsidRPr="008973F0">
              <w:t>FWPCOT3248 Dry timber in solar assisted kilns</w:t>
            </w:r>
          </w:p>
        </w:tc>
        <w:tc>
          <w:tcPr>
            <w:tcW w:w="1251" w:type="pct"/>
          </w:tcPr>
          <w:p w14:paraId="5F7F3C9B" w14:textId="43A4E131" w:rsidR="008973F0" w:rsidRPr="008973F0" w:rsidRDefault="008973F0" w:rsidP="008973F0">
            <w:pPr>
              <w:pStyle w:val="SIText"/>
              <w:rPr>
                <w:rStyle w:val="SITemporaryText-red"/>
              </w:rPr>
            </w:pPr>
            <w:r w:rsidRPr="008973F0">
              <w:t>Redesigned unit that includes content from FWPSAW3205 Dry hardwood, FWPSAW3206 Dy softwood, FWPCOT3248 Dry timber in solar assisted kilns and FWPWPP3212 Dry material</w:t>
            </w:r>
          </w:p>
        </w:tc>
        <w:tc>
          <w:tcPr>
            <w:tcW w:w="1616" w:type="pct"/>
          </w:tcPr>
          <w:p w14:paraId="2F44EED6" w14:textId="311F89D8" w:rsidR="008973F0" w:rsidRPr="00423D26" w:rsidRDefault="008973F0" w:rsidP="00897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3D26">
              <w:rPr>
                <w:rStyle w:val="SITemporaryText-red"/>
                <w:color w:val="auto"/>
                <w:sz w:val="20"/>
              </w:rPr>
              <w:t>Not equivalent</w:t>
            </w:r>
            <w:r w:rsidRPr="00423D26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8973F0" w14:paraId="3844127C" w14:textId="77777777" w:rsidTr="00F33FF2">
        <w:tc>
          <w:tcPr>
            <w:tcW w:w="1028" w:type="pct"/>
          </w:tcPr>
          <w:p w14:paraId="49E23009" w14:textId="3D343715" w:rsidR="008973F0" w:rsidRPr="008973F0" w:rsidRDefault="008973F0" w:rsidP="008973F0">
            <w:pPr>
              <w:pStyle w:val="SIText"/>
            </w:pPr>
            <w:r w:rsidRPr="008973F0">
              <w:t>FWPSAW3XXX Operate timber drying kiln</w:t>
            </w:r>
          </w:p>
        </w:tc>
        <w:tc>
          <w:tcPr>
            <w:tcW w:w="1105" w:type="pct"/>
          </w:tcPr>
          <w:p w14:paraId="715124A5" w14:textId="77777777" w:rsidR="008973F0" w:rsidRPr="008973F0" w:rsidRDefault="008973F0" w:rsidP="00423D26">
            <w:pPr>
              <w:pStyle w:val="SIText"/>
            </w:pPr>
            <w:r w:rsidRPr="008973F0">
              <w:t>FWPWPP3212 Dry material</w:t>
            </w:r>
          </w:p>
          <w:p w14:paraId="0559B1A6" w14:textId="77777777" w:rsidR="008973F0" w:rsidRPr="008973F0" w:rsidRDefault="008973F0" w:rsidP="008973F0">
            <w:pPr>
              <w:pStyle w:val="SIText"/>
            </w:pPr>
          </w:p>
        </w:tc>
        <w:tc>
          <w:tcPr>
            <w:tcW w:w="1251" w:type="pct"/>
          </w:tcPr>
          <w:p w14:paraId="5D00E1C1" w14:textId="275FFF47" w:rsidR="008973F0" w:rsidRPr="008973F0" w:rsidRDefault="008973F0" w:rsidP="008973F0">
            <w:pPr>
              <w:pStyle w:val="SIText"/>
            </w:pPr>
            <w:r w:rsidRPr="008973F0">
              <w:t>Redesigned unit that includes content from FWPSAW3205 Dry hardwood, FWPSAW3206 Dy softwood, FWPCOT3248 Dry timber in solar assisted kilns and FWPWPP3212 Dry material</w:t>
            </w:r>
          </w:p>
        </w:tc>
        <w:tc>
          <w:tcPr>
            <w:tcW w:w="1616" w:type="pct"/>
          </w:tcPr>
          <w:p w14:paraId="05E188A7" w14:textId="384238D0" w:rsidR="008973F0" w:rsidRPr="00423D26" w:rsidRDefault="008973F0" w:rsidP="00897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3D26">
              <w:rPr>
                <w:rStyle w:val="SITemporaryText-red"/>
                <w:color w:val="auto"/>
                <w:sz w:val="20"/>
              </w:rPr>
              <w:t>Not equivalent</w:t>
            </w:r>
            <w:r w:rsidRPr="00423D26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lastRenderedPageBreak/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B573905" w:rsidR="005E022A" w:rsidRPr="005404CB" w:rsidRDefault="00520E9A" w:rsidP="0041132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05D866A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0554D">
              <w:t>FWPMOP3XXX Operate timber drying kiln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E64995" w:rsidRDefault="006E42FE" w:rsidP="00E6499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4995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E64995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E64995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E64995">
              <w:rPr>
                <w:rStyle w:val="SITemporaryText-blue"/>
                <w:color w:val="auto"/>
                <w:sz w:val="20"/>
              </w:rPr>
              <w:t>in</w:t>
            </w:r>
            <w:r w:rsidRPr="00E64995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3F77175B" w14:textId="77777777" w:rsidR="00E64995" w:rsidRPr="00E64995" w:rsidRDefault="00E64995" w:rsidP="00E64995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8FBEB18" w14:textId="6E857B66" w:rsidR="00A756C7" w:rsidRPr="001B6429" w:rsidRDefault="00414C16" w:rsidP="001B6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6429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1439B3" w:rsidRPr="001B6429">
              <w:rPr>
                <w:rStyle w:val="SITemporaryText-blue"/>
                <w:color w:val="auto"/>
                <w:sz w:val="20"/>
              </w:rPr>
              <w:t>conducted</w:t>
            </w:r>
            <w:r w:rsidRPr="001B6429">
              <w:rPr>
                <w:rStyle w:val="SITemporaryText-blue"/>
                <w:color w:val="auto"/>
                <w:sz w:val="20"/>
              </w:rPr>
              <w:t xml:space="preserve"> </w:t>
            </w:r>
            <w:r w:rsidR="00CD7F95" w:rsidRPr="00CD7F95">
              <w:t xml:space="preserve">one softwood or hardwood timber drying operation using one of the following timber drying kilns: </w:t>
            </w:r>
          </w:p>
          <w:p w14:paraId="3AFDBFF6" w14:textId="77777777" w:rsidR="00A756C7" w:rsidRDefault="00D83201" w:rsidP="00147AE3">
            <w:pPr>
              <w:pStyle w:val="SIBulletList1"/>
            </w:pPr>
            <w:r w:rsidRPr="00D83201">
              <w:t xml:space="preserve">batch drying kiln </w:t>
            </w:r>
          </w:p>
          <w:p w14:paraId="2C8488A4" w14:textId="28CDD05A" w:rsidR="00A756C7" w:rsidRDefault="00D83201" w:rsidP="00147AE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83201">
              <w:t>continuous drying kiln</w:t>
            </w:r>
          </w:p>
          <w:p w14:paraId="2F8BC119" w14:textId="77777777" w:rsidR="00147AE3" w:rsidRPr="007C2973" w:rsidRDefault="00E64995" w:rsidP="007C29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C2973">
              <w:rPr>
                <w:rStyle w:val="SITemporaryText-blue"/>
                <w:color w:val="auto"/>
                <w:sz w:val="20"/>
              </w:rPr>
              <w:t>solar assisted kiln</w:t>
            </w:r>
            <w:r w:rsidR="00147AE3" w:rsidRPr="007C2973">
              <w:rPr>
                <w:rStyle w:val="SITemporaryText-blue"/>
                <w:color w:val="auto"/>
                <w:sz w:val="20"/>
              </w:rPr>
              <w:t>.</w:t>
            </w:r>
          </w:p>
          <w:p w14:paraId="5DE6AE68" w14:textId="77777777" w:rsidR="00A968F1" w:rsidRDefault="00A968F1" w:rsidP="00DA4785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blue"/>
                <w:sz w:val="20"/>
              </w:rPr>
            </w:pPr>
          </w:p>
          <w:p w14:paraId="156DB4BF" w14:textId="13B3E6ED" w:rsidR="00414C16" w:rsidRPr="007C2973" w:rsidRDefault="00147AE3" w:rsidP="007C297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C2973">
              <w:rPr>
                <w:rStyle w:val="SITemporaryText-blue"/>
                <w:color w:val="auto"/>
                <w:sz w:val="20"/>
              </w:rPr>
              <w:t>In</w:t>
            </w:r>
            <w:r w:rsidR="00414C16" w:rsidRPr="007C2973">
              <w:rPr>
                <w:rStyle w:val="SITemporaryText-blue"/>
                <w:color w:val="auto"/>
                <w:sz w:val="20"/>
              </w:rPr>
              <w:t xml:space="preserve"> completing this activity</w:t>
            </w:r>
            <w:r w:rsidR="00A968F1" w:rsidRPr="007C2973">
              <w:rPr>
                <w:rStyle w:val="SITemporaryText-blue"/>
                <w:color w:val="auto"/>
                <w:sz w:val="20"/>
              </w:rPr>
              <w:t>,</w:t>
            </w:r>
            <w:r w:rsidR="00414C16" w:rsidRPr="007C2973">
              <w:rPr>
                <w:rStyle w:val="SITemporaryText-blue"/>
                <w:color w:val="auto"/>
                <w:sz w:val="20"/>
              </w:rPr>
              <w:t xml:space="preserve"> </w:t>
            </w:r>
            <w:r w:rsidRPr="007C2973">
              <w:rPr>
                <w:rStyle w:val="SITemporaryText-blue"/>
                <w:color w:val="auto"/>
                <w:sz w:val="20"/>
              </w:rPr>
              <w:t xml:space="preserve">the individual </w:t>
            </w:r>
            <w:r w:rsidR="00414C16" w:rsidRPr="007C2973">
              <w:rPr>
                <w:rStyle w:val="SITemporaryText-blue"/>
                <w:color w:val="auto"/>
                <w:sz w:val="20"/>
              </w:rPr>
              <w:t>has:</w:t>
            </w:r>
          </w:p>
          <w:p w14:paraId="4F906C11" w14:textId="6646696B" w:rsidR="00D5404B" w:rsidRPr="00D5404B" w:rsidRDefault="00D5404B" w:rsidP="00D5404B">
            <w:pPr>
              <w:pStyle w:val="SIBulletList1"/>
            </w:pPr>
            <w:r w:rsidRPr="00D5404B">
              <w:t>follow</w:t>
            </w:r>
            <w:r w:rsidR="00E64995">
              <w:t>ed</w:t>
            </w:r>
            <w:r w:rsidRPr="00D5404B">
              <w:t xml:space="preserve"> </w:t>
            </w:r>
            <w:r w:rsidR="00E64995">
              <w:t>workplace</w:t>
            </w:r>
            <w:r w:rsidRPr="00D5404B">
              <w:t xml:space="preserve"> procedures to safely and efficiently dry timber</w:t>
            </w:r>
          </w:p>
          <w:p w14:paraId="728EA7DB" w14:textId="6C957371" w:rsidR="00D5404B" w:rsidRPr="00D5404B" w:rsidRDefault="00D5404B" w:rsidP="00D5404B">
            <w:pPr>
              <w:pStyle w:val="SIBulletList1"/>
            </w:pPr>
            <w:r w:rsidRPr="00D5404B">
              <w:t>dr</w:t>
            </w:r>
            <w:r w:rsidR="00E64995">
              <w:t>ied</w:t>
            </w:r>
            <w:r w:rsidRPr="00D5404B">
              <w:t xml:space="preserve"> timber to appropriate moisture contents and stress levels</w:t>
            </w:r>
          </w:p>
          <w:p w14:paraId="65CA7B09" w14:textId="21F7E52F" w:rsidR="00D5404B" w:rsidRPr="00D5404B" w:rsidRDefault="00D5404B" w:rsidP="00D5404B">
            <w:pPr>
              <w:pStyle w:val="SIBulletList1"/>
            </w:pPr>
            <w:r w:rsidRPr="00D5404B">
              <w:t>operate</w:t>
            </w:r>
            <w:r w:rsidR="00E64995">
              <w:t>d</w:t>
            </w:r>
            <w:r w:rsidRPr="00D5404B">
              <w:t xml:space="preserve"> and </w:t>
            </w:r>
            <w:proofErr w:type="gramStart"/>
            <w:r w:rsidRPr="00D5404B">
              <w:t>monitor</w:t>
            </w:r>
            <w:r w:rsidR="00F95BE8">
              <w:t>ed</w:t>
            </w:r>
            <w:proofErr w:type="gramEnd"/>
            <w:r w:rsidRPr="00D5404B">
              <w:t xml:space="preserve"> </w:t>
            </w:r>
            <w:r w:rsidR="006729A3">
              <w:t>a</w:t>
            </w:r>
            <w:r w:rsidR="00F95BE8" w:rsidRPr="00D5404B">
              <w:t xml:space="preserve"> </w:t>
            </w:r>
            <w:r w:rsidRPr="00D5404B">
              <w:t>kiln, and ma</w:t>
            </w:r>
            <w:r w:rsidR="00E64995">
              <w:t>d</w:t>
            </w:r>
            <w:r w:rsidRPr="00D5404B">
              <w:t>e necessary adjustments in the course of the drying process</w:t>
            </w:r>
          </w:p>
          <w:p w14:paraId="23DEF97D" w14:textId="5FA388FD" w:rsidR="00D5404B" w:rsidRPr="00D5404B" w:rsidRDefault="00D5404B" w:rsidP="00D5404B">
            <w:pPr>
              <w:pStyle w:val="SIBulletList1"/>
            </w:pPr>
            <w:r w:rsidRPr="00D5404B">
              <w:t>measure</w:t>
            </w:r>
            <w:r w:rsidR="00E64995">
              <w:t>d</w:t>
            </w:r>
            <w:r w:rsidRPr="00D5404B">
              <w:t xml:space="preserve"> the amount of moisture content of timber or timber products during and after kiln drying</w:t>
            </w:r>
          </w:p>
          <w:p w14:paraId="3C15F57F" w14:textId="2571048C" w:rsidR="00D5404B" w:rsidRPr="00D5404B" w:rsidRDefault="00D5404B" w:rsidP="00D5404B">
            <w:pPr>
              <w:pStyle w:val="SIBulletList1"/>
            </w:pPr>
            <w:r w:rsidRPr="00D5404B">
              <w:t>ke</w:t>
            </w:r>
            <w:r w:rsidR="00E64995">
              <w:t>pt</w:t>
            </w:r>
            <w:r w:rsidRPr="00D5404B">
              <w:t xml:space="preserve"> degrade to a minimum when drying timber</w:t>
            </w:r>
          </w:p>
          <w:p w14:paraId="3177CEBF" w14:textId="7BC82A46" w:rsidR="00D5404B" w:rsidRPr="00D5404B" w:rsidRDefault="00D5404B" w:rsidP="00D5404B">
            <w:pPr>
              <w:pStyle w:val="SIBulletList1"/>
            </w:pPr>
            <w:r w:rsidRPr="00D5404B">
              <w:t>manage</w:t>
            </w:r>
            <w:r w:rsidR="00E64995">
              <w:t>d</w:t>
            </w:r>
            <w:r w:rsidRPr="00D5404B">
              <w:t xml:space="preserve"> the safe movement of timber throughout all stages of the drying process</w:t>
            </w:r>
          </w:p>
          <w:p w14:paraId="4FB37A08" w14:textId="1E97F673" w:rsidR="00C51A7C" w:rsidRPr="005404CB" w:rsidRDefault="00D5404B" w:rsidP="0099751C">
            <w:pPr>
              <w:pStyle w:val="SIBulletList1"/>
            </w:pPr>
            <w:r w:rsidRPr="00D5404B">
              <w:t>produce</w:t>
            </w:r>
            <w:r w:rsidR="00E64995">
              <w:t>d</w:t>
            </w:r>
            <w:r w:rsidRPr="00D5404B">
              <w:t xml:space="preserve"> accurate reports and records of the drying process.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3B4A1D" w:rsidRDefault="006E42FE" w:rsidP="003B4A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B4A1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E9D4DD3" w14:textId="6CEDE031" w:rsidR="002D5CDD" w:rsidRPr="002D5CDD" w:rsidRDefault="002D5CDD" w:rsidP="002D5CDD">
            <w:pPr>
              <w:pStyle w:val="SIBulletList1"/>
            </w:pPr>
            <w:r w:rsidRPr="00EF0FA3">
              <w:t>workplace health and safety procedures</w:t>
            </w:r>
            <w:r w:rsidRPr="002D5CDD">
              <w:t xml:space="preserve"> relevant to timber drying operations, including personal protective equipment</w:t>
            </w:r>
            <w:r w:rsidR="00826507">
              <w:t>,</w:t>
            </w:r>
            <w:r w:rsidRPr="002D5CDD">
              <w:t xml:space="preserve"> </w:t>
            </w:r>
            <w:r w:rsidR="00826507">
              <w:t>emergen</w:t>
            </w:r>
            <w:r w:rsidR="00826507" w:rsidRPr="00826507">
              <w:t>cy procedures and kiln operation</w:t>
            </w:r>
          </w:p>
          <w:p w14:paraId="20636569" w14:textId="77777777" w:rsidR="00AE2B92" w:rsidRPr="00AE2B92" w:rsidRDefault="00AE2B92" w:rsidP="00AE2B92">
            <w:pPr>
              <w:pStyle w:val="SIBulletList1"/>
            </w:pPr>
            <w:r w:rsidRPr="00FA06B8">
              <w:t>hazards and associated risks with timber drying, and risk control strategies as identified through risk assessments, manufacturer technical information, regulations and industry health and safety guides</w:t>
            </w:r>
          </w:p>
          <w:p w14:paraId="3C4FB1BC" w14:textId="15591702" w:rsidR="00E64995" w:rsidRDefault="00E37F1D" w:rsidP="00D5404B">
            <w:pPr>
              <w:pStyle w:val="SIBulletList1"/>
            </w:pPr>
            <w:r>
              <w:t>components</w:t>
            </w:r>
            <w:r w:rsidR="00981730">
              <w:t xml:space="preserve">, </w:t>
            </w:r>
            <w:r w:rsidR="00E821C2">
              <w:t xml:space="preserve">equipment, </w:t>
            </w:r>
            <w:r w:rsidR="00981730">
              <w:t>controls</w:t>
            </w:r>
            <w:r w:rsidR="00796424">
              <w:t>, energy</w:t>
            </w:r>
            <w:r w:rsidR="0001725F">
              <w:t xml:space="preserve"> systems and sources </w:t>
            </w:r>
            <w:r>
              <w:t>and operati</w:t>
            </w:r>
            <w:r w:rsidR="00C7712D">
              <w:t>ng pr</w:t>
            </w:r>
            <w:r w:rsidR="009B575B">
              <w:t>inciples</w:t>
            </w:r>
            <w:r>
              <w:t xml:space="preserve"> </w:t>
            </w:r>
            <w:r w:rsidR="0026527B">
              <w:t xml:space="preserve">of </w:t>
            </w:r>
            <w:r w:rsidR="004E2419">
              <w:t>timber drying</w:t>
            </w:r>
            <w:r>
              <w:t xml:space="preserve"> </w:t>
            </w:r>
            <w:r w:rsidR="0026527B">
              <w:t>kilns</w:t>
            </w:r>
            <w:r w:rsidR="00F82D97">
              <w:t xml:space="preserve"> </w:t>
            </w:r>
            <w:r w:rsidR="008924D7">
              <w:t>from</w:t>
            </w:r>
            <w:r w:rsidR="00F82D97">
              <w:t xml:space="preserve"> workplace </w:t>
            </w:r>
            <w:r w:rsidR="008924D7">
              <w:t>environment</w:t>
            </w:r>
          </w:p>
          <w:p w14:paraId="754E2BBD" w14:textId="3847B992" w:rsidR="000A0F7C" w:rsidRDefault="00EB692B" w:rsidP="00423D26">
            <w:pPr>
              <w:pStyle w:val="SIBulletList1"/>
            </w:pPr>
            <w:r>
              <w:t xml:space="preserve">methods for </w:t>
            </w:r>
            <w:r w:rsidR="00A761F9">
              <w:t xml:space="preserve">pre-start </w:t>
            </w:r>
            <w:r w:rsidR="005E12E8">
              <w:t xml:space="preserve">inspection </w:t>
            </w:r>
            <w:r w:rsidR="00BC4398">
              <w:t xml:space="preserve">and </w:t>
            </w:r>
            <w:r w:rsidR="00E77457">
              <w:t>maintenance</w:t>
            </w:r>
            <w:r w:rsidR="00BC4398">
              <w:t xml:space="preserve"> </w:t>
            </w:r>
            <w:r w:rsidR="00415688">
              <w:t xml:space="preserve">of timber drying kiln components </w:t>
            </w:r>
          </w:p>
          <w:p w14:paraId="0FE1F017" w14:textId="1A649D70" w:rsidR="00BD6D45" w:rsidRDefault="00BD6D45" w:rsidP="00A56A90">
            <w:pPr>
              <w:pStyle w:val="SIBulletList1"/>
            </w:pPr>
            <w:r>
              <w:t xml:space="preserve">reasons for drying timber </w:t>
            </w:r>
          </w:p>
          <w:p w14:paraId="7509693B" w14:textId="32EED804" w:rsidR="009149D1" w:rsidRDefault="009149D1" w:rsidP="00A56A90">
            <w:pPr>
              <w:pStyle w:val="SIBulletList1"/>
            </w:pPr>
            <w:r>
              <w:t>timber drying stages</w:t>
            </w:r>
          </w:p>
          <w:p w14:paraId="301B55C1" w14:textId="77777777" w:rsidR="00E32E71" w:rsidRPr="00E32E71" w:rsidRDefault="00E32E71" w:rsidP="00E32E71">
            <w:pPr>
              <w:pStyle w:val="SIBulletList1"/>
            </w:pPr>
            <w:r w:rsidRPr="00D5404B">
              <w:t>wood-water relationships in the drying process</w:t>
            </w:r>
          </w:p>
          <w:p w14:paraId="5557EA27" w14:textId="1BA3C6AC" w:rsidR="00A56A90" w:rsidRPr="00A56A90" w:rsidRDefault="00A56A90" w:rsidP="00A56A90">
            <w:pPr>
              <w:pStyle w:val="SIBulletList1"/>
            </w:pPr>
            <w:r>
              <w:t xml:space="preserve">timber </w:t>
            </w:r>
            <w:r w:rsidRPr="00A56A90">
              <w:t xml:space="preserve">moisture content, including fibre saturation point and equilibrium moisture content </w:t>
            </w:r>
          </w:p>
          <w:p w14:paraId="06CDD6DD" w14:textId="3F6456E4" w:rsidR="005C2478" w:rsidRPr="005C2478" w:rsidRDefault="005C2478" w:rsidP="005C2478">
            <w:pPr>
              <w:pStyle w:val="SIBulletList1"/>
            </w:pPr>
            <w:r>
              <w:t xml:space="preserve">methods for </w:t>
            </w:r>
            <w:r w:rsidR="00B9722B">
              <w:t>monitoring</w:t>
            </w:r>
            <w:r w:rsidR="00B9722B" w:rsidRPr="00B9722B">
              <w:t xml:space="preserve"> </w:t>
            </w:r>
            <w:r w:rsidR="00B9722B">
              <w:t xml:space="preserve">and </w:t>
            </w:r>
            <w:r>
              <w:t>measuring moisture content</w:t>
            </w:r>
            <w:r w:rsidR="00BF4250">
              <w:t xml:space="preserve"> and other </w:t>
            </w:r>
            <w:r w:rsidR="001F6736" w:rsidRPr="00913EE8">
              <w:t>kiln charge</w:t>
            </w:r>
            <w:r w:rsidR="001F6736">
              <w:t xml:space="preserve"> or </w:t>
            </w:r>
            <w:r w:rsidR="00205AC4">
              <w:t>timber product characteristics</w:t>
            </w:r>
            <w:r w:rsidR="000B56ED">
              <w:t xml:space="preserve"> during and </w:t>
            </w:r>
            <w:r w:rsidR="0048146A">
              <w:t xml:space="preserve">after kiln drying </w:t>
            </w:r>
            <w:r w:rsidR="000B56ED">
              <w:t xml:space="preserve"> </w:t>
            </w:r>
            <w:r w:rsidR="00205AC4">
              <w:t xml:space="preserve"> </w:t>
            </w:r>
          </w:p>
          <w:p w14:paraId="0808BAC4" w14:textId="77777777" w:rsidR="00527330" w:rsidRPr="00527330" w:rsidRDefault="00527330" w:rsidP="00527330">
            <w:pPr>
              <w:pStyle w:val="SIBulletList1"/>
            </w:pPr>
            <w:r>
              <w:t xml:space="preserve">influence of </w:t>
            </w:r>
            <w:r w:rsidRPr="00527330">
              <w:t>temperature, relative humidity and rate of air circulation on the drying rate</w:t>
            </w:r>
          </w:p>
          <w:p w14:paraId="7531D3EC" w14:textId="1FDEA5F3" w:rsidR="005F356C" w:rsidRPr="005F356C" w:rsidRDefault="005F356C" w:rsidP="005F356C">
            <w:pPr>
              <w:pStyle w:val="SIBulletList1"/>
            </w:pPr>
            <w:r>
              <w:t>kiln</w:t>
            </w:r>
            <w:r w:rsidRPr="005F356C">
              <w:t xml:space="preserve"> drying schedules</w:t>
            </w:r>
            <w:r w:rsidR="007E1973">
              <w:t xml:space="preserve"> </w:t>
            </w:r>
            <w:r w:rsidRPr="005F356C">
              <w:t xml:space="preserve">for optimal drying rate, turnaround time and target moisture </w:t>
            </w:r>
            <w:r w:rsidR="00474884">
              <w:t xml:space="preserve">content </w:t>
            </w:r>
            <w:r w:rsidRPr="005F356C">
              <w:t xml:space="preserve">without causing </w:t>
            </w:r>
            <w:r w:rsidR="00474884">
              <w:t>timber</w:t>
            </w:r>
            <w:r w:rsidRPr="005F356C">
              <w:t xml:space="preserve"> </w:t>
            </w:r>
            <w:proofErr w:type="gramStart"/>
            <w:r w:rsidRPr="005F356C">
              <w:t>degrade</w:t>
            </w:r>
            <w:proofErr w:type="gramEnd"/>
            <w:r w:rsidRPr="005F356C">
              <w:t> </w:t>
            </w:r>
          </w:p>
          <w:p w14:paraId="33FB7C66" w14:textId="77777777" w:rsidR="00641981" w:rsidRPr="00641981" w:rsidRDefault="00641981" w:rsidP="00641981">
            <w:pPr>
              <w:pStyle w:val="SIBulletList1"/>
            </w:pPr>
            <w:r>
              <w:t xml:space="preserve">timber </w:t>
            </w:r>
            <w:r w:rsidRPr="00641981">
              <w:t>drying defects including surface checks, internal checks, end splits, collapse, excessive distortion, bow, spring, twist, cup and case hardening, reasons and control measures</w:t>
            </w:r>
          </w:p>
          <w:p w14:paraId="0FB8C928" w14:textId="2F553869" w:rsidR="008E4334" w:rsidRPr="008E4334" w:rsidRDefault="008E4334" w:rsidP="008E4334">
            <w:pPr>
              <w:pStyle w:val="SIBulletList1"/>
            </w:pPr>
            <w:r>
              <w:t xml:space="preserve">workplace </w:t>
            </w:r>
            <w:r w:rsidRPr="008E4334">
              <w:t>procedures for drying timber</w:t>
            </w:r>
            <w:r>
              <w:t>:</w:t>
            </w:r>
          </w:p>
          <w:p w14:paraId="26EF95AF" w14:textId="4A652287" w:rsidR="008E4334" w:rsidRPr="008E4334" w:rsidRDefault="008E4334" w:rsidP="00423D26">
            <w:pPr>
              <w:pStyle w:val="SIBulletList2"/>
            </w:pPr>
            <w:r>
              <w:t xml:space="preserve">quality assurance processes </w:t>
            </w:r>
          </w:p>
          <w:p w14:paraId="53294D9B" w14:textId="504E28F3" w:rsidR="00D05731" w:rsidRDefault="008E4334" w:rsidP="008E4334">
            <w:pPr>
              <w:pStyle w:val="SIBulletList2"/>
            </w:pPr>
            <w:r w:rsidRPr="00D5404B">
              <w:t>s</w:t>
            </w:r>
            <w:r w:rsidRPr="008E4334">
              <w:t>torage systems and labelling</w:t>
            </w:r>
          </w:p>
          <w:p w14:paraId="3001B9EA" w14:textId="1EC2DA74" w:rsidR="00C51A7C" w:rsidRPr="005404CB" w:rsidRDefault="00E458D6" w:rsidP="00423D26">
            <w:pPr>
              <w:pStyle w:val="SIBulletList2"/>
            </w:pPr>
            <w:r>
              <w:t xml:space="preserve">communication and reporting </w:t>
            </w:r>
            <w:r w:rsidR="001E5098">
              <w:t xml:space="preserve">on </w:t>
            </w:r>
            <w:r w:rsidR="00E32E71">
              <w:t>drying process</w:t>
            </w:r>
            <w:r w:rsidR="001E5098">
              <w:t xml:space="preserve"> outcomes</w:t>
            </w:r>
            <w:r w:rsidR="00E32E71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C720EA" w:rsidRPr="00A55106" w14:paraId="44249108" w14:textId="77777777" w:rsidTr="00CA2922">
        <w:tc>
          <w:tcPr>
            <w:tcW w:w="5000" w:type="pct"/>
            <w:shd w:val="clear" w:color="auto" w:fill="auto"/>
          </w:tcPr>
          <w:p w14:paraId="0D4DC479" w14:textId="77777777" w:rsidR="00C720EA" w:rsidRPr="00C720EA" w:rsidRDefault="00C720EA" w:rsidP="00C720EA">
            <w:pPr>
              <w:pStyle w:val="SIText"/>
            </w:pPr>
            <w:r w:rsidRPr="00C720EA">
              <w:t xml:space="preserve">Assessment of the skills in this unit of competency must take place under the following conditions: </w:t>
            </w:r>
          </w:p>
          <w:p w14:paraId="7B7718DD" w14:textId="77777777" w:rsidR="00C720EA" w:rsidRPr="00C720EA" w:rsidRDefault="00C720EA" w:rsidP="00C720EA">
            <w:pPr>
              <w:pStyle w:val="SIBulletList1"/>
            </w:pPr>
            <w:r w:rsidRPr="00C720EA">
              <w:t>physical conditions:</w:t>
            </w:r>
          </w:p>
          <w:p w14:paraId="2301DE5B" w14:textId="77777777" w:rsidR="00C720EA" w:rsidRPr="00C720EA" w:rsidRDefault="00C720EA" w:rsidP="00423D26">
            <w:pPr>
              <w:pStyle w:val="SIBulletList2"/>
            </w:pPr>
            <w:r w:rsidRPr="00C720EA">
              <w:t>skills must be demonstrated in a work environment or an environment that accurately represents workplace conditions</w:t>
            </w:r>
          </w:p>
          <w:p w14:paraId="19BC1D81" w14:textId="77777777" w:rsidR="00C720EA" w:rsidRPr="00C720EA" w:rsidRDefault="00C720EA" w:rsidP="00C720EA">
            <w:pPr>
              <w:pStyle w:val="SIBulletList1"/>
            </w:pPr>
            <w:r w:rsidRPr="00C720EA">
              <w:t>resources, equipment and materials:</w:t>
            </w:r>
          </w:p>
          <w:p w14:paraId="60C4AC89" w14:textId="5262E121" w:rsidR="00C720EA" w:rsidRPr="00C720EA" w:rsidRDefault="00E1736B" w:rsidP="00C720EA">
            <w:pPr>
              <w:pStyle w:val="SIBulletList2"/>
            </w:pPr>
            <w:r>
              <w:t>timber drying kiln</w:t>
            </w:r>
          </w:p>
          <w:p w14:paraId="741BF954" w14:textId="77777777" w:rsidR="00C720EA" w:rsidRPr="00C720EA" w:rsidRDefault="00C720EA" w:rsidP="00C720EA">
            <w:pPr>
              <w:pStyle w:val="SIBulletList2"/>
            </w:pPr>
            <w:r w:rsidRPr="00C720EA">
              <w:t>timber for drying</w:t>
            </w:r>
          </w:p>
          <w:p w14:paraId="70390B7E" w14:textId="53D1687F" w:rsidR="00C720EA" w:rsidRPr="00C720EA" w:rsidRDefault="00C720EA" w:rsidP="00C720EA">
            <w:pPr>
              <w:pStyle w:val="SIBulletList2"/>
            </w:pPr>
            <w:r w:rsidRPr="00C720EA">
              <w:t>personal protective equipment required for timber drying operations</w:t>
            </w:r>
          </w:p>
          <w:p w14:paraId="1BBA5AC0" w14:textId="77777777" w:rsidR="00C720EA" w:rsidRPr="00C720EA" w:rsidRDefault="00C720EA" w:rsidP="00C720EA">
            <w:pPr>
              <w:pStyle w:val="SIBulletList1"/>
            </w:pPr>
            <w:r w:rsidRPr="00C720EA">
              <w:lastRenderedPageBreak/>
              <w:t>specifications:</w:t>
            </w:r>
          </w:p>
          <w:p w14:paraId="4A397D4D" w14:textId="2804650E" w:rsidR="003D2724" w:rsidRPr="003D2724" w:rsidRDefault="003D2724" w:rsidP="003D2724">
            <w:pPr>
              <w:pStyle w:val="SIBulletList2"/>
            </w:pPr>
            <w:r w:rsidRPr="00BF64FB">
              <w:t xml:space="preserve">templates for </w:t>
            </w:r>
            <w:r>
              <w:t xml:space="preserve">reporting </w:t>
            </w:r>
            <w:r w:rsidRPr="00BF64FB">
              <w:t xml:space="preserve">on </w:t>
            </w:r>
            <w:r w:rsidRPr="003D2724">
              <w:t>timber drying</w:t>
            </w:r>
            <w:r w:rsidR="00266189">
              <w:t xml:space="preserve"> outcomes</w:t>
            </w:r>
            <w:r w:rsidRPr="003D2724">
              <w:t xml:space="preserve"> </w:t>
            </w:r>
          </w:p>
          <w:p w14:paraId="55C8728D" w14:textId="0D085907" w:rsidR="003D2724" w:rsidRDefault="00223486" w:rsidP="00C720EA">
            <w:pPr>
              <w:pStyle w:val="SIBulletList2"/>
            </w:pPr>
            <w:r>
              <w:t>timber drying schedule</w:t>
            </w:r>
          </w:p>
          <w:p w14:paraId="57382575" w14:textId="5CA23497" w:rsidR="00C720EA" w:rsidRDefault="00C720EA" w:rsidP="00C720EA">
            <w:pPr>
              <w:pStyle w:val="SIBulletList2"/>
            </w:pPr>
            <w:r w:rsidRPr="00C720EA">
              <w:t>workplace procedures for timber drying</w:t>
            </w:r>
          </w:p>
          <w:p w14:paraId="728057D5" w14:textId="54ACE76D" w:rsidR="00DB7F41" w:rsidRPr="00C720EA" w:rsidRDefault="00DB7F41" w:rsidP="00C720EA">
            <w:pPr>
              <w:pStyle w:val="SIBulletList2"/>
            </w:pPr>
            <w:r w:rsidRPr="00E754B5">
              <w:t xml:space="preserve">workplace </w:t>
            </w:r>
            <w:r>
              <w:t xml:space="preserve">health and </w:t>
            </w:r>
            <w:r w:rsidRPr="00E754B5">
              <w:t xml:space="preserve">safety procedures </w:t>
            </w:r>
            <w:r w:rsidRPr="00DB7F41">
              <w:t>applicable to timber drying</w:t>
            </w:r>
            <w:r>
              <w:t>.</w:t>
            </w:r>
          </w:p>
          <w:p w14:paraId="7579B422" w14:textId="77777777" w:rsidR="003D2724" w:rsidRDefault="003D2724" w:rsidP="003D2724">
            <w:pPr>
              <w:pStyle w:val="SIBulletList2"/>
              <w:numPr>
                <w:ilvl w:val="0"/>
                <w:numId w:val="0"/>
              </w:numPr>
              <w:ind w:left="723"/>
            </w:pPr>
          </w:p>
          <w:p w14:paraId="1D28DFF6" w14:textId="46E5441F" w:rsidR="00C720EA" w:rsidRPr="00C720EA" w:rsidRDefault="00C720EA" w:rsidP="000F25CF">
            <w:pPr>
              <w:pStyle w:val="SIText"/>
              <w:rPr>
                <w:rFonts w:eastAsia="Calibri"/>
              </w:rPr>
            </w:pPr>
            <w:r w:rsidRPr="00C720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3E30D" w14:textId="77777777" w:rsidR="00633E97" w:rsidRDefault="00633E97" w:rsidP="00BF3F0A">
      <w:r>
        <w:separator/>
      </w:r>
    </w:p>
    <w:p w14:paraId="4C0A1841" w14:textId="77777777" w:rsidR="00633E97" w:rsidRDefault="00633E97"/>
  </w:endnote>
  <w:endnote w:type="continuationSeparator" w:id="0">
    <w:p w14:paraId="5B39D422" w14:textId="77777777" w:rsidR="00633E97" w:rsidRDefault="00633E97" w:rsidP="00BF3F0A">
      <w:r>
        <w:continuationSeparator/>
      </w:r>
    </w:p>
    <w:p w14:paraId="548BF836" w14:textId="77777777" w:rsidR="00633E97" w:rsidRDefault="00633E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F4D11" w14:textId="77777777" w:rsidR="00633E97" w:rsidRDefault="00633E97" w:rsidP="00BF3F0A">
      <w:r>
        <w:separator/>
      </w:r>
    </w:p>
    <w:p w14:paraId="16CC62C4" w14:textId="77777777" w:rsidR="00633E97" w:rsidRDefault="00633E97"/>
  </w:footnote>
  <w:footnote w:type="continuationSeparator" w:id="0">
    <w:p w14:paraId="0E650A2F" w14:textId="77777777" w:rsidR="00633E97" w:rsidRDefault="00633E97" w:rsidP="00BF3F0A">
      <w:r>
        <w:continuationSeparator/>
      </w:r>
    </w:p>
    <w:p w14:paraId="554478E7" w14:textId="77777777" w:rsidR="00633E97" w:rsidRDefault="00633E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02360436" w:rsidR="009C2650" w:rsidRPr="000754EC" w:rsidRDefault="006A52A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4EE8">
      <w:t>FWP</w:t>
    </w:r>
    <w:r w:rsidR="00AE3870">
      <w:t>SAW</w:t>
    </w:r>
    <w:r w:rsidR="00E04282">
      <w:t>3XXX Operate timber drying kiln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470"/>
    <w:multiLevelType w:val="multilevel"/>
    <w:tmpl w:val="D046C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33554"/>
    <w:multiLevelType w:val="multilevel"/>
    <w:tmpl w:val="07D84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135FE"/>
    <w:multiLevelType w:val="multilevel"/>
    <w:tmpl w:val="0AF84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EF147D"/>
    <w:multiLevelType w:val="multilevel"/>
    <w:tmpl w:val="49AA8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46C86"/>
    <w:multiLevelType w:val="multilevel"/>
    <w:tmpl w:val="236679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3E15A7D"/>
    <w:multiLevelType w:val="multilevel"/>
    <w:tmpl w:val="48240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C0D42"/>
    <w:multiLevelType w:val="multilevel"/>
    <w:tmpl w:val="BDA05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4535E"/>
    <w:multiLevelType w:val="multilevel"/>
    <w:tmpl w:val="10D07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EF408F"/>
    <w:multiLevelType w:val="multilevel"/>
    <w:tmpl w:val="F6B8B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40787E"/>
    <w:multiLevelType w:val="multilevel"/>
    <w:tmpl w:val="8200D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9074E8"/>
    <w:multiLevelType w:val="multilevel"/>
    <w:tmpl w:val="89CCD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227F97"/>
    <w:multiLevelType w:val="multilevel"/>
    <w:tmpl w:val="3C446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AA2DE0"/>
    <w:multiLevelType w:val="multilevel"/>
    <w:tmpl w:val="47564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D74A47"/>
    <w:multiLevelType w:val="multilevel"/>
    <w:tmpl w:val="8BAE0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3A48E5"/>
    <w:multiLevelType w:val="multilevel"/>
    <w:tmpl w:val="9FCAA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506A43"/>
    <w:multiLevelType w:val="multilevel"/>
    <w:tmpl w:val="CA968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13C421C"/>
    <w:multiLevelType w:val="multilevel"/>
    <w:tmpl w:val="F82A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B97334"/>
    <w:multiLevelType w:val="multilevel"/>
    <w:tmpl w:val="E18C4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A55A63"/>
    <w:multiLevelType w:val="multilevel"/>
    <w:tmpl w:val="BFC2E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52062A"/>
    <w:multiLevelType w:val="multilevel"/>
    <w:tmpl w:val="4D763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A56D30"/>
    <w:multiLevelType w:val="multilevel"/>
    <w:tmpl w:val="0E0C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A1F72"/>
    <w:multiLevelType w:val="multilevel"/>
    <w:tmpl w:val="328ED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153609"/>
    <w:multiLevelType w:val="multilevel"/>
    <w:tmpl w:val="6E32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3D4A7F"/>
    <w:multiLevelType w:val="multilevel"/>
    <w:tmpl w:val="65A27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C84A48"/>
    <w:multiLevelType w:val="multilevel"/>
    <w:tmpl w:val="BB96F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BF7FF5"/>
    <w:multiLevelType w:val="multilevel"/>
    <w:tmpl w:val="58EAA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9"/>
  </w:num>
  <w:num w:numId="3">
    <w:abstractNumId w:val="22"/>
  </w:num>
  <w:num w:numId="4">
    <w:abstractNumId w:val="24"/>
  </w:num>
  <w:num w:numId="5">
    <w:abstractNumId w:val="23"/>
  </w:num>
  <w:num w:numId="6">
    <w:abstractNumId w:val="18"/>
  </w:num>
  <w:num w:numId="7">
    <w:abstractNumId w:val="2"/>
  </w:num>
  <w:num w:numId="8">
    <w:abstractNumId w:val="0"/>
  </w:num>
  <w:num w:numId="9">
    <w:abstractNumId w:val="20"/>
  </w:num>
  <w:num w:numId="10">
    <w:abstractNumId w:val="29"/>
  </w:num>
  <w:num w:numId="11">
    <w:abstractNumId w:val="27"/>
  </w:num>
  <w:num w:numId="12">
    <w:abstractNumId w:val="14"/>
  </w:num>
  <w:num w:numId="13">
    <w:abstractNumId w:val="28"/>
  </w:num>
  <w:num w:numId="14">
    <w:abstractNumId w:val="9"/>
  </w:num>
  <w:num w:numId="15">
    <w:abstractNumId w:val="7"/>
  </w:num>
  <w:num w:numId="16">
    <w:abstractNumId w:val="1"/>
  </w:num>
  <w:num w:numId="17">
    <w:abstractNumId w:val="3"/>
  </w:num>
  <w:num w:numId="18">
    <w:abstractNumId w:val="8"/>
  </w:num>
  <w:num w:numId="19">
    <w:abstractNumId w:val="10"/>
  </w:num>
  <w:num w:numId="20">
    <w:abstractNumId w:val="26"/>
  </w:num>
  <w:num w:numId="21">
    <w:abstractNumId w:val="17"/>
  </w:num>
  <w:num w:numId="22">
    <w:abstractNumId w:val="21"/>
  </w:num>
  <w:num w:numId="23">
    <w:abstractNumId w:val="15"/>
  </w:num>
  <w:num w:numId="24">
    <w:abstractNumId w:val="16"/>
  </w:num>
  <w:num w:numId="25">
    <w:abstractNumId w:val="4"/>
  </w:num>
  <w:num w:numId="26">
    <w:abstractNumId w:val="30"/>
  </w:num>
  <w:num w:numId="27">
    <w:abstractNumId w:val="13"/>
  </w:num>
  <w:num w:numId="2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M1MDUwNzczsjQyNDRQ0lEKTi0uzszPAykwqwUACNJfNS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4E60"/>
    <w:rsid w:val="00016803"/>
    <w:rsid w:val="00016CF0"/>
    <w:rsid w:val="0001725F"/>
    <w:rsid w:val="0001748F"/>
    <w:rsid w:val="00017E75"/>
    <w:rsid w:val="00023992"/>
    <w:rsid w:val="000275AE"/>
    <w:rsid w:val="0003677C"/>
    <w:rsid w:val="000375C9"/>
    <w:rsid w:val="00041E59"/>
    <w:rsid w:val="00050290"/>
    <w:rsid w:val="0006333D"/>
    <w:rsid w:val="00064BFE"/>
    <w:rsid w:val="00066DA3"/>
    <w:rsid w:val="00070B3E"/>
    <w:rsid w:val="00071492"/>
    <w:rsid w:val="00071F95"/>
    <w:rsid w:val="000737BB"/>
    <w:rsid w:val="00074E47"/>
    <w:rsid w:val="000754EC"/>
    <w:rsid w:val="0007614F"/>
    <w:rsid w:val="000819D3"/>
    <w:rsid w:val="0009093B"/>
    <w:rsid w:val="00092435"/>
    <w:rsid w:val="000A0F7C"/>
    <w:rsid w:val="000A1C92"/>
    <w:rsid w:val="000A2ABC"/>
    <w:rsid w:val="000A5441"/>
    <w:rsid w:val="000A7AFC"/>
    <w:rsid w:val="000B2022"/>
    <w:rsid w:val="000B2DA9"/>
    <w:rsid w:val="000B56ED"/>
    <w:rsid w:val="000B7BB5"/>
    <w:rsid w:val="000C149A"/>
    <w:rsid w:val="000C224E"/>
    <w:rsid w:val="000D2A85"/>
    <w:rsid w:val="000E25E6"/>
    <w:rsid w:val="000E2C86"/>
    <w:rsid w:val="000E351B"/>
    <w:rsid w:val="000F18AE"/>
    <w:rsid w:val="000F25CF"/>
    <w:rsid w:val="000F29F2"/>
    <w:rsid w:val="000F43D8"/>
    <w:rsid w:val="000F4B7C"/>
    <w:rsid w:val="00101659"/>
    <w:rsid w:val="00102B89"/>
    <w:rsid w:val="00105AEA"/>
    <w:rsid w:val="001078BF"/>
    <w:rsid w:val="0012137A"/>
    <w:rsid w:val="001232BB"/>
    <w:rsid w:val="0012400E"/>
    <w:rsid w:val="00124534"/>
    <w:rsid w:val="001334A9"/>
    <w:rsid w:val="00133957"/>
    <w:rsid w:val="001372F6"/>
    <w:rsid w:val="00141C1B"/>
    <w:rsid w:val="001439B3"/>
    <w:rsid w:val="00144385"/>
    <w:rsid w:val="00145DA1"/>
    <w:rsid w:val="00146EEC"/>
    <w:rsid w:val="00147AE3"/>
    <w:rsid w:val="00151D55"/>
    <w:rsid w:val="00151D93"/>
    <w:rsid w:val="00155ED5"/>
    <w:rsid w:val="00156EF3"/>
    <w:rsid w:val="00163800"/>
    <w:rsid w:val="00164081"/>
    <w:rsid w:val="001652A0"/>
    <w:rsid w:val="001705C2"/>
    <w:rsid w:val="00174EE8"/>
    <w:rsid w:val="00176E4F"/>
    <w:rsid w:val="00184F15"/>
    <w:rsid w:val="0018546B"/>
    <w:rsid w:val="00186E84"/>
    <w:rsid w:val="00194BB2"/>
    <w:rsid w:val="001957C9"/>
    <w:rsid w:val="00195800"/>
    <w:rsid w:val="001A183C"/>
    <w:rsid w:val="001A6A3E"/>
    <w:rsid w:val="001A7B6D"/>
    <w:rsid w:val="001B30BE"/>
    <w:rsid w:val="001B34D5"/>
    <w:rsid w:val="001B404D"/>
    <w:rsid w:val="001B4165"/>
    <w:rsid w:val="001B513A"/>
    <w:rsid w:val="001B5643"/>
    <w:rsid w:val="001B6429"/>
    <w:rsid w:val="001C0A75"/>
    <w:rsid w:val="001C1306"/>
    <w:rsid w:val="001C66D2"/>
    <w:rsid w:val="001C7B39"/>
    <w:rsid w:val="001D0568"/>
    <w:rsid w:val="001D0DF5"/>
    <w:rsid w:val="001D30EB"/>
    <w:rsid w:val="001D3C3F"/>
    <w:rsid w:val="001D5C1B"/>
    <w:rsid w:val="001D7F5B"/>
    <w:rsid w:val="001E0695"/>
    <w:rsid w:val="001E0849"/>
    <w:rsid w:val="001E16BC"/>
    <w:rsid w:val="001E16DF"/>
    <w:rsid w:val="001E3557"/>
    <w:rsid w:val="001E5098"/>
    <w:rsid w:val="001E75C4"/>
    <w:rsid w:val="001F10B8"/>
    <w:rsid w:val="001F2BA5"/>
    <w:rsid w:val="001F308D"/>
    <w:rsid w:val="001F6736"/>
    <w:rsid w:val="00200C04"/>
    <w:rsid w:val="00201A7C"/>
    <w:rsid w:val="00205AC4"/>
    <w:rsid w:val="0021210E"/>
    <w:rsid w:val="00212B1D"/>
    <w:rsid w:val="0021414D"/>
    <w:rsid w:val="00223124"/>
    <w:rsid w:val="00223486"/>
    <w:rsid w:val="00227F64"/>
    <w:rsid w:val="00233143"/>
    <w:rsid w:val="00234444"/>
    <w:rsid w:val="00242293"/>
    <w:rsid w:val="00244EA7"/>
    <w:rsid w:val="002451C9"/>
    <w:rsid w:val="00245B3E"/>
    <w:rsid w:val="00246932"/>
    <w:rsid w:val="0026001B"/>
    <w:rsid w:val="00262FC3"/>
    <w:rsid w:val="0026394F"/>
    <w:rsid w:val="0026527B"/>
    <w:rsid w:val="00266189"/>
    <w:rsid w:val="00267AF6"/>
    <w:rsid w:val="00272E89"/>
    <w:rsid w:val="00273187"/>
    <w:rsid w:val="0027376F"/>
    <w:rsid w:val="00276DB8"/>
    <w:rsid w:val="00282664"/>
    <w:rsid w:val="00285FB8"/>
    <w:rsid w:val="00286523"/>
    <w:rsid w:val="002901C2"/>
    <w:rsid w:val="002916DD"/>
    <w:rsid w:val="002970C3"/>
    <w:rsid w:val="002A3183"/>
    <w:rsid w:val="002A4CD3"/>
    <w:rsid w:val="002A5386"/>
    <w:rsid w:val="002A63C1"/>
    <w:rsid w:val="002A6CC4"/>
    <w:rsid w:val="002B00D4"/>
    <w:rsid w:val="002B292D"/>
    <w:rsid w:val="002C55E9"/>
    <w:rsid w:val="002D0C8B"/>
    <w:rsid w:val="002D330A"/>
    <w:rsid w:val="002D3BB7"/>
    <w:rsid w:val="002D5CDD"/>
    <w:rsid w:val="002D7834"/>
    <w:rsid w:val="002E170C"/>
    <w:rsid w:val="002E193E"/>
    <w:rsid w:val="002E3140"/>
    <w:rsid w:val="00305EFF"/>
    <w:rsid w:val="003063AE"/>
    <w:rsid w:val="00307471"/>
    <w:rsid w:val="00310A6A"/>
    <w:rsid w:val="003140A3"/>
    <w:rsid w:val="003144E6"/>
    <w:rsid w:val="00316E5A"/>
    <w:rsid w:val="003220E8"/>
    <w:rsid w:val="00337E82"/>
    <w:rsid w:val="0034286E"/>
    <w:rsid w:val="00345476"/>
    <w:rsid w:val="00346FDC"/>
    <w:rsid w:val="00350BB1"/>
    <w:rsid w:val="00352C83"/>
    <w:rsid w:val="00362A4D"/>
    <w:rsid w:val="00363095"/>
    <w:rsid w:val="003661C2"/>
    <w:rsid w:val="00366805"/>
    <w:rsid w:val="00366B83"/>
    <w:rsid w:val="00366FB3"/>
    <w:rsid w:val="0037067D"/>
    <w:rsid w:val="00373436"/>
    <w:rsid w:val="00376C4F"/>
    <w:rsid w:val="00381ABE"/>
    <w:rsid w:val="0038735B"/>
    <w:rsid w:val="003916D1"/>
    <w:rsid w:val="00394C90"/>
    <w:rsid w:val="003968DE"/>
    <w:rsid w:val="00396ECE"/>
    <w:rsid w:val="003A02F9"/>
    <w:rsid w:val="003A21EB"/>
    <w:rsid w:val="003A21F0"/>
    <w:rsid w:val="003A277F"/>
    <w:rsid w:val="003A4730"/>
    <w:rsid w:val="003A58BA"/>
    <w:rsid w:val="003A5AE7"/>
    <w:rsid w:val="003A7221"/>
    <w:rsid w:val="003B3493"/>
    <w:rsid w:val="003B407C"/>
    <w:rsid w:val="003B497A"/>
    <w:rsid w:val="003B4A1D"/>
    <w:rsid w:val="003B5457"/>
    <w:rsid w:val="003C13AE"/>
    <w:rsid w:val="003C38C6"/>
    <w:rsid w:val="003C7152"/>
    <w:rsid w:val="003C71B4"/>
    <w:rsid w:val="003D148C"/>
    <w:rsid w:val="003D2724"/>
    <w:rsid w:val="003D2E73"/>
    <w:rsid w:val="003D5B75"/>
    <w:rsid w:val="003E2700"/>
    <w:rsid w:val="003E72B6"/>
    <w:rsid w:val="003E7BBE"/>
    <w:rsid w:val="004054DE"/>
    <w:rsid w:val="00411325"/>
    <w:rsid w:val="004127E3"/>
    <w:rsid w:val="00414C16"/>
    <w:rsid w:val="00415688"/>
    <w:rsid w:val="0042157D"/>
    <w:rsid w:val="00421818"/>
    <w:rsid w:val="00423D26"/>
    <w:rsid w:val="0043212E"/>
    <w:rsid w:val="00434366"/>
    <w:rsid w:val="00434ECE"/>
    <w:rsid w:val="00437711"/>
    <w:rsid w:val="00444423"/>
    <w:rsid w:val="00445319"/>
    <w:rsid w:val="00450F62"/>
    <w:rsid w:val="004513EB"/>
    <w:rsid w:val="00452F3E"/>
    <w:rsid w:val="00462128"/>
    <w:rsid w:val="0046239A"/>
    <w:rsid w:val="004640AE"/>
    <w:rsid w:val="00466F18"/>
    <w:rsid w:val="004671C2"/>
    <w:rsid w:val="004679E3"/>
    <w:rsid w:val="00474884"/>
    <w:rsid w:val="00475172"/>
    <w:rsid w:val="004758B0"/>
    <w:rsid w:val="004769FF"/>
    <w:rsid w:val="0048061F"/>
    <w:rsid w:val="0048067C"/>
    <w:rsid w:val="0048146A"/>
    <w:rsid w:val="00481496"/>
    <w:rsid w:val="004832D2"/>
    <w:rsid w:val="00485097"/>
    <w:rsid w:val="00485559"/>
    <w:rsid w:val="00487399"/>
    <w:rsid w:val="004A00BD"/>
    <w:rsid w:val="004A142B"/>
    <w:rsid w:val="004A3860"/>
    <w:rsid w:val="004A44E8"/>
    <w:rsid w:val="004A581D"/>
    <w:rsid w:val="004A7706"/>
    <w:rsid w:val="004A77E3"/>
    <w:rsid w:val="004B04D2"/>
    <w:rsid w:val="004B29B7"/>
    <w:rsid w:val="004B6486"/>
    <w:rsid w:val="004B7269"/>
    <w:rsid w:val="004B7A28"/>
    <w:rsid w:val="004B7A4C"/>
    <w:rsid w:val="004C2244"/>
    <w:rsid w:val="004C46D0"/>
    <w:rsid w:val="004C76FF"/>
    <w:rsid w:val="004C79A1"/>
    <w:rsid w:val="004C7F09"/>
    <w:rsid w:val="004D0D5F"/>
    <w:rsid w:val="004D1569"/>
    <w:rsid w:val="004D16FC"/>
    <w:rsid w:val="004D44B1"/>
    <w:rsid w:val="004E0460"/>
    <w:rsid w:val="004E1579"/>
    <w:rsid w:val="004E2419"/>
    <w:rsid w:val="004E3F82"/>
    <w:rsid w:val="004E5FAE"/>
    <w:rsid w:val="004E6245"/>
    <w:rsid w:val="004E6741"/>
    <w:rsid w:val="004E7094"/>
    <w:rsid w:val="004F5DC7"/>
    <w:rsid w:val="004F78DA"/>
    <w:rsid w:val="005007CC"/>
    <w:rsid w:val="0051039E"/>
    <w:rsid w:val="005145AB"/>
    <w:rsid w:val="00516F18"/>
    <w:rsid w:val="0052060C"/>
    <w:rsid w:val="00520E9A"/>
    <w:rsid w:val="005248C1"/>
    <w:rsid w:val="0052573D"/>
    <w:rsid w:val="00526134"/>
    <w:rsid w:val="00527330"/>
    <w:rsid w:val="005363A1"/>
    <w:rsid w:val="005402F0"/>
    <w:rsid w:val="005404CB"/>
    <w:rsid w:val="005405B2"/>
    <w:rsid w:val="005427C8"/>
    <w:rsid w:val="005446D1"/>
    <w:rsid w:val="0055098C"/>
    <w:rsid w:val="00556C4C"/>
    <w:rsid w:val="00557369"/>
    <w:rsid w:val="00557D22"/>
    <w:rsid w:val="00564ADD"/>
    <w:rsid w:val="005708EB"/>
    <w:rsid w:val="005753F1"/>
    <w:rsid w:val="00575BC6"/>
    <w:rsid w:val="00583902"/>
    <w:rsid w:val="00587DFC"/>
    <w:rsid w:val="00590D4E"/>
    <w:rsid w:val="00592A22"/>
    <w:rsid w:val="00595D3E"/>
    <w:rsid w:val="00597B1D"/>
    <w:rsid w:val="005A031D"/>
    <w:rsid w:val="005A1D70"/>
    <w:rsid w:val="005A3AA5"/>
    <w:rsid w:val="005A6C9C"/>
    <w:rsid w:val="005A74DC"/>
    <w:rsid w:val="005A7830"/>
    <w:rsid w:val="005B5146"/>
    <w:rsid w:val="005B6EF0"/>
    <w:rsid w:val="005C17EE"/>
    <w:rsid w:val="005C183D"/>
    <w:rsid w:val="005C2478"/>
    <w:rsid w:val="005C2B1E"/>
    <w:rsid w:val="005C347C"/>
    <w:rsid w:val="005D1AFD"/>
    <w:rsid w:val="005D2277"/>
    <w:rsid w:val="005E022A"/>
    <w:rsid w:val="005E12E8"/>
    <w:rsid w:val="005E51E6"/>
    <w:rsid w:val="005F027A"/>
    <w:rsid w:val="005F33CC"/>
    <w:rsid w:val="005F356C"/>
    <w:rsid w:val="005F771F"/>
    <w:rsid w:val="00605EAE"/>
    <w:rsid w:val="006121D4"/>
    <w:rsid w:val="00613B49"/>
    <w:rsid w:val="006158CC"/>
    <w:rsid w:val="00616845"/>
    <w:rsid w:val="00620E8E"/>
    <w:rsid w:val="006236CD"/>
    <w:rsid w:val="006245EC"/>
    <w:rsid w:val="00633CFE"/>
    <w:rsid w:val="00633E97"/>
    <w:rsid w:val="00634FCA"/>
    <w:rsid w:val="00641981"/>
    <w:rsid w:val="00643D1B"/>
    <w:rsid w:val="006452B8"/>
    <w:rsid w:val="006457AC"/>
    <w:rsid w:val="00646CE4"/>
    <w:rsid w:val="00652E62"/>
    <w:rsid w:val="006540D9"/>
    <w:rsid w:val="00663A2E"/>
    <w:rsid w:val="006720CB"/>
    <w:rsid w:val="006729A3"/>
    <w:rsid w:val="00673C6C"/>
    <w:rsid w:val="006747B6"/>
    <w:rsid w:val="00677497"/>
    <w:rsid w:val="0068467D"/>
    <w:rsid w:val="00686A49"/>
    <w:rsid w:val="006870FB"/>
    <w:rsid w:val="00687B62"/>
    <w:rsid w:val="00690C44"/>
    <w:rsid w:val="00694C33"/>
    <w:rsid w:val="00695C89"/>
    <w:rsid w:val="00696771"/>
    <w:rsid w:val="006969D9"/>
    <w:rsid w:val="006A2B68"/>
    <w:rsid w:val="006A52A3"/>
    <w:rsid w:val="006A6991"/>
    <w:rsid w:val="006B5896"/>
    <w:rsid w:val="006C282C"/>
    <w:rsid w:val="006C2F32"/>
    <w:rsid w:val="006C7090"/>
    <w:rsid w:val="006D1AF9"/>
    <w:rsid w:val="006D38C3"/>
    <w:rsid w:val="006D3BF2"/>
    <w:rsid w:val="006D4448"/>
    <w:rsid w:val="006D6DFD"/>
    <w:rsid w:val="006E065D"/>
    <w:rsid w:val="006E2C4D"/>
    <w:rsid w:val="006E42FE"/>
    <w:rsid w:val="006F0D02"/>
    <w:rsid w:val="006F10FE"/>
    <w:rsid w:val="006F35EF"/>
    <w:rsid w:val="006F3622"/>
    <w:rsid w:val="007004E3"/>
    <w:rsid w:val="0070193D"/>
    <w:rsid w:val="00705EEC"/>
    <w:rsid w:val="00707741"/>
    <w:rsid w:val="007134FE"/>
    <w:rsid w:val="00715794"/>
    <w:rsid w:val="00715D9A"/>
    <w:rsid w:val="00716AFC"/>
    <w:rsid w:val="00717385"/>
    <w:rsid w:val="00722769"/>
    <w:rsid w:val="00723D7C"/>
    <w:rsid w:val="00727901"/>
    <w:rsid w:val="0073075B"/>
    <w:rsid w:val="0073404B"/>
    <w:rsid w:val="007341FF"/>
    <w:rsid w:val="00734241"/>
    <w:rsid w:val="007404E9"/>
    <w:rsid w:val="007412E2"/>
    <w:rsid w:val="007444CF"/>
    <w:rsid w:val="00752C75"/>
    <w:rsid w:val="00756C84"/>
    <w:rsid w:val="00757005"/>
    <w:rsid w:val="007573B8"/>
    <w:rsid w:val="00761DBE"/>
    <w:rsid w:val="0076523B"/>
    <w:rsid w:val="007707EB"/>
    <w:rsid w:val="00771B60"/>
    <w:rsid w:val="00777494"/>
    <w:rsid w:val="00781D77"/>
    <w:rsid w:val="00781FF8"/>
    <w:rsid w:val="0078222E"/>
    <w:rsid w:val="00783549"/>
    <w:rsid w:val="00785CC0"/>
    <w:rsid w:val="007860B7"/>
    <w:rsid w:val="00786DC8"/>
    <w:rsid w:val="00787A65"/>
    <w:rsid w:val="0079561C"/>
    <w:rsid w:val="0079635C"/>
    <w:rsid w:val="00796424"/>
    <w:rsid w:val="007A300D"/>
    <w:rsid w:val="007C2973"/>
    <w:rsid w:val="007D5A78"/>
    <w:rsid w:val="007E1973"/>
    <w:rsid w:val="007E3BD1"/>
    <w:rsid w:val="007F011B"/>
    <w:rsid w:val="007F1563"/>
    <w:rsid w:val="007F1EB2"/>
    <w:rsid w:val="007F44DB"/>
    <w:rsid w:val="007F5A8B"/>
    <w:rsid w:val="00804766"/>
    <w:rsid w:val="00805CA3"/>
    <w:rsid w:val="00805E19"/>
    <w:rsid w:val="00810369"/>
    <w:rsid w:val="00817D51"/>
    <w:rsid w:val="0082315C"/>
    <w:rsid w:val="00823530"/>
    <w:rsid w:val="00823A8A"/>
    <w:rsid w:val="00823FF4"/>
    <w:rsid w:val="00826507"/>
    <w:rsid w:val="00830267"/>
    <w:rsid w:val="008302B4"/>
    <w:rsid w:val="008306E7"/>
    <w:rsid w:val="008322BE"/>
    <w:rsid w:val="00834BC8"/>
    <w:rsid w:val="00835F7C"/>
    <w:rsid w:val="00837FD6"/>
    <w:rsid w:val="00847B60"/>
    <w:rsid w:val="00850243"/>
    <w:rsid w:val="008508F9"/>
    <w:rsid w:val="008516DD"/>
    <w:rsid w:val="00851BE5"/>
    <w:rsid w:val="008545EB"/>
    <w:rsid w:val="00865011"/>
    <w:rsid w:val="00865A0E"/>
    <w:rsid w:val="00867645"/>
    <w:rsid w:val="00882B0A"/>
    <w:rsid w:val="00885693"/>
    <w:rsid w:val="00886790"/>
    <w:rsid w:val="008908DE"/>
    <w:rsid w:val="008924D7"/>
    <w:rsid w:val="00894E5A"/>
    <w:rsid w:val="008973F0"/>
    <w:rsid w:val="0089757E"/>
    <w:rsid w:val="008A12ED"/>
    <w:rsid w:val="008A1B44"/>
    <w:rsid w:val="008A3880"/>
    <w:rsid w:val="008A39D3"/>
    <w:rsid w:val="008A55D2"/>
    <w:rsid w:val="008B2C77"/>
    <w:rsid w:val="008B342B"/>
    <w:rsid w:val="008B3891"/>
    <w:rsid w:val="008B4AD2"/>
    <w:rsid w:val="008B53E2"/>
    <w:rsid w:val="008B663E"/>
    <w:rsid w:val="008B7138"/>
    <w:rsid w:val="008C4418"/>
    <w:rsid w:val="008D4030"/>
    <w:rsid w:val="008D4A57"/>
    <w:rsid w:val="008E260C"/>
    <w:rsid w:val="008E39BE"/>
    <w:rsid w:val="008E4334"/>
    <w:rsid w:val="008E62EC"/>
    <w:rsid w:val="008F23E8"/>
    <w:rsid w:val="008F32F6"/>
    <w:rsid w:val="00904490"/>
    <w:rsid w:val="0090554D"/>
    <w:rsid w:val="00913EE8"/>
    <w:rsid w:val="009149D1"/>
    <w:rsid w:val="00915EBF"/>
    <w:rsid w:val="00916CD7"/>
    <w:rsid w:val="00920927"/>
    <w:rsid w:val="00921B38"/>
    <w:rsid w:val="00923720"/>
    <w:rsid w:val="009257BC"/>
    <w:rsid w:val="009278C9"/>
    <w:rsid w:val="00927DCF"/>
    <w:rsid w:val="00932CD7"/>
    <w:rsid w:val="00944C09"/>
    <w:rsid w:val="009527CB"/>
    <w:rsid w:val="00953835"/>
    <w:rsid w:val="009562F0"/>
    <w:rsid w:val="00960C2A"/>
    <w:rsid w:val="00960F6C"/>
    <w:rsid w:val="00962D5B"/>
    <w:rsid w:val="00970747"/>
    <w:rsid w:val="00981106"/>
    <w:rsid w:val="00981730"/>
    <w:rsid w:val="009873A0"/>
    <w:rsid w:val="00993E64"/>
    <w:rsid w:val="0099751C"/>
    <w:rsid w:val="00997BFC"/>
    <w:rsid w:val="009A2A55"/>
    <w:rsid w:val="009A5900"/>
    <w:rsid w:val="009A6E6C"/>
    <w:rsid w:val="009A6F3F"/>
    <w:rsid w:val="009B331A"/>
    <w:rsid w:val="009B575B"/>
    <w:rsid w:val="009C2650"/>
    <w:rsid w:val="009C3782"/>
    <w:rsid w:val="009C4721"/>
    <w:rsid w:val="009D15E2"/>
    <w:rsid w:val="009D15FE"/>
    <w:rsid w:val="009D50F4"/>
    <w:rsid w:val="009D5D2C"/>
    <w:rsid w:val="009E2147"/>
    <w:rsid w:val="009E556A"/>
    <w:rsid w:val="009E6282"/>
    <w:rsid w:val="009F0DCC"/>
    <w:rsid w:val="009F11CA"/>
    <w:rsid w:val="00A0695B"/>
    <w:rsid w:val="00A06E27"/>
    <w:rsid w:val="00A11573"/>
    <w:rsid w:val="00A13052"/>
    <w:rsid w:val="00A14961"/>
    <w:rsid w:val="00A16411"/>
    <w:rsid w:val="00A2085E"/>
    <w:rsid w:val="00A216A8"/>
    <w:rsid w:val="00A2188E"/>
    <w:rsid w:val="00A223A6"/>
    <w:rsid w:val="00A249DB"/>
    <w:rsid w:val="00A316A8"/>
    <w:rsid w:val="00A3639E"/>
    <w:rsid w:val="00A4726C"/>
    <w:rsid w:val="00A5092E"/>
    <w:rsid w:val="00A554D6"/>
    <w:rsid w:val="00A56A90"/>
    <w:rsid w:val="00A56E14"/>
    <w:rsid w:val="00A621B8"/>
    <w:rsid w:val="00A6416A"/>
    <w:rsid w:val="00A6476B"/>
    <w:rsid w:val="00A65021"/>
    <w:rsid w:val="00A7003F"/>
    <w:rsid w:val="00A756C7"/>
    <w:rsid w:val="00A761F9"/>
    <w:rsid w:val="00A76C6C"/>
    <w:rsid w:val="00A87356"/>
    <w:rsid w:val="00A920EC"/>
    <w:rsid w:val="00A92DD1"/>
    <w:rsid w:val="00A960D4"/>
    <w:rsid w:val="00A968F1"/>
    <w:rsid w:val="00AA1CD5"/>
    <w:rsid w:val="00AA5338"/>
    <w:rsid w:val="00AA5D02"/>
    <w:rsid w:val="00AA672B"/>
    <w:rsid w:val="00AB1B8E"/>
    <w:rsid w:val="00AB2EAC"/>
    <w:rsid w:val="00AB3EC1"/>
    <w:rsid w:val="00AB46DE"/>
    <w:rsid w:val="00AC0696"/>
    <w:rsid w:val="00AC4C98"/>
    <w:rsid w:val="00AC5F6B"/>
    <w:rsid w:val="00AD09AA"/>
    <w:rsid w:val="00AD3896"/>
    <w:rsid w:val="00AD5B47"/>
    <w:rsid w:val="00AE1ED9"/>
    <w:rsid w:val="00AE2B92"/>
    <w:rsid w:val="00AE32CB"/>
    <w:rsid w:val="00AE3870"/>
    <w:rsid w:val="00AE38A3"/>
    <w:rsid w:val="00AF3957"/>
    <w:rsid w:val="00AF731A"/>
    <w:rsid w:val="00B04651"/>
    <w:rsid w:val="00B0712C"/>
    <w:rsid w:val="00B102D6"/>
    <w:rsid w:val="00B12013"/>
    <w:rsid w:val="00B22C67"/>
    <w:rsid w:val="00B242D2"/>
    <w:rsid w:val="00B2556B"/>
    <w:rsid w:val="00B312C3"/>
    <w:rsid w:val="00B3364D"/>
    <w:rsid w:val="00B3508F"/>
    <w:rsid w:val="00B406FB"/>
    <w:rsid w:val="00B443EE"/>
    <w:rsid w:val="00B50EFE"/>
    <w:rsid w:val="00B560C8"/>
    <w:rsid w:val="00B61150"/>
    <w:rsid w:val="00B65BC7"/>
    <w:rsid w:val="00B65C34"/>
    <w:rsid w:val="00B71510"/>
    <w:rsid w:val="00B746B9"/>
    <w:rsid w:val="00B74DDD"/>
    <w:rsid w:val="00B848D4"/>
    <w:rsid w:val="00B865B7"/>
    <w:rsid w:val="00B86BBE"/>
    <w:rsid w:val="00B9722B"/>
    <w:rsid w:val="00BA1B5B"/>
    <w:rsid w:val="00BA1CB1"/>
    <w:rsid w:val="00BA4178"/>
    <w:rsid w:val="00BA482D"/>
    <w:rsid w:val="00BB1755"/>
    <w:rsid w:val="00BB23F4"/>
    <w:rsid w:val="00BC2CCA"/>
    <w:rsid w:val="00BC4398"/>
    <w:rsid w:val="00BC46C9"/>
    <w:rsid w:val="00BC5075"/>
    <w:rsid w:val="00BC5419"/>
    <w:rsid w:val="00BC62CB"/>
    <w:rsid w:val="00BD3B0F"/>
    <w:rsid w:val="00BD6D45"/>
    <w:rsid w:val="00BE022A"/>
    <w:rsid w:val="00BE5889"/>
    <w:rsid w:val="00BF1D4C"/>
    <w:rsid w:val="00BF3F0A"/>
    <w:rsid w:val="00BF4250"/>
    <w:rsid w:val="00C0164E"/>
    <w:rsid w:val="00C037EA"/>
    <w:rsid w:val="00C04238"/>
    <w:rsid w:val="00C04349"/>
    <w:rsid w:val="00C10A94"/>
    <w:rsid w:val="00C10E31"/>
    <w:rsid w:val="00C1120F"/>
    <w:rsid w:val="00C143C3"/>
    <w:rsid w:val="00C1739B"/>
    <w:rsid w:val="00C207B7"/>
    <w:rsid w:val="00C21ADE"/>
    <w:rsid w:val="00C23D97"/>
    <w:rsid w:val="00C244DA"/>
    <w:rsid w:val="00C2450F"/>
    <w:rsid w:val="00C26067"/>
    <w:rsid w:val="00C30A29"/>
    <w:rsid w:val="00C317DC"/>
    <w:rsid w:val="00C47194"/>
    <w:rsid w:val="00C47FC3"/>
    <w:rsid w:val="00C51A7C"/>
    <w:rsid w:val="00C53FD0"/>
    <w:rsid w:val="00C54B15"/>
    <w:rsid w:val="00C578E9"/>
    <w:rsid w:val="00C70626"/>
    <w:rsid w:val="00C720EA"/>
    <w:rsid w:val="00C72860"/>
    <w:rsid w:val="00C72A48"/>
    <w:rsid w:val="00C7326D"/>
    <w:rsid w:val="00C73582"/>
    <w:rsid w:val="00C73B90"/>
    <w:rsid w:val="00C742EC"/>
    <w:rsid w:val="00C76515"/>
    <w:rsid w:val="00C7712D"/>
    <w:rsid w:val="00C96AF3"/>
    <w:rsid w:val="00C97CCC"/>
    <w:rsid w:val="00CA0274"/>
    <w:rsid w:val="00CA139A"/>
    <w:rsid w:val="00CA5219"/>
    <w:rsid w:val="00CB279F"/>
    <w:rsid w:val="00CB746F"/>
    <w:rsid w:val="00CC1B1D"/>
    <w:rsid w:val="00CC451E"/>
    <w:rsid w:val="00CC7CB3"/>
    <w:rsid w:val="00CD1203"/>
    <w:rsid w:val="00CD4E9D"/>
    <w:rsid w:val="00CD4F4D"/>
    <w:rsid w:val="00CD56AB"/>
    <w:rsid w:val="00CD7F95"/>
    <w:rsid w:val="00CE1F47"/>
    <w:rsid w:val="00CE5B30"/>
    <w:rsid w:val="00CE688D"/>
    <w:rsid w:val="00CE7D19"/>
    <w:rsid w:val="00CF01B5"/>
    <w:rsid w:val="00CF0CF5"/>
    <w:rsid w:val="00CF2B3E"/>
    <w:rsid w:val="00CF5F89"/>
    <w:rsid w:val="00D00389"/>
    <w:rsid w:val="00D0062D"/>
    <w:rsid w:val="00D0201F"/>
    <w:rsid w:val="00D03685"/>
    <w:rsid w:val="00D05197"/>
    <w:rsid w:val="00D05731"/>
    <w:rsid w:val="00D07820"/>
    <w:rsid w:val="00D07D4E"/>
    <w:rsid w:val="00D115AA"/>
    <w:rsid w:val="00D11E90"/>
    <w:rsid w:val="00D14287"/>
    <w:rsid w:val="00D145BE"/>
    <w:rsid w:val="00D14A86"/>
    <w:rsid w:val="00D2035A"/>
    <w:rsid w:val="00D20C57"/>
    <w:rsid w:val="00D22307"/>
    <w:rsid w:val="00D25921"/>
    <w:rsid w:val="00D25D16"/>
    <w:rsid w:val="00D27068"/>
    <w:rsid w:val="00D32124"/>
    <w:rsid w:val="00D414CE"/>
    <w:rsid w:val="00D43C11"/>
    <w:rsid w:val="00D47E46"/>
    <w:rsid w:val="00D5404B"/>
    <w:rsid w:val="00D54C76"/>
    <w:rsid w:val="00D60DFC"/>
    <w:rsid w:val="00D632BB"/>
    <w:rsid w:val="00D6617F"/>
    <w:rsid w:val="00D67EB5"/>
    <w:rsid w:val="00D71E43"/>
    <w:rsid w:val="00D727F3"/>
    <w:rsid w:val="00D73695"/>
    <w:rsid w:val="00D804AD"/>
    <w:rsid w:val="00D810DE"/>
    <w:rsid w:val="00D83201"/>
    <w:rsid w:val="00D87AA5"/>
    <w:rsid w:val="00D87D32"/>
    <w:rsid w:val="00D91188"/>
    <w:rsid w:val="00D92C83"/>
    <w:rsid w:val="00DA0A81"/>
    <w:rsid w:val="00DA2395"/>
    <w:rsid w:val="00DA3C10"/>
    <w:rsid w:val="00DA4785"/>
    <w:rsid w:val="00DA53B5"/>
    <w:rsid w:val="00DA701B"/>
    <w:rsid w:val="00DB3AEE"/>
    <w:rsid w:val="00DB7F41"/>
    <w:rsid w:val="00DC1D69"/>
    <w:rsid w:val="00DC5A3A"/>
    <w:rsid w:val="00DD0726"/>
    <w:rsid w:val="00DE7084"/>
    <w:rsid w:val="00DF5D39"/>
    <w:rsid w:val="00E04282"/>
    <w:rsid w:val="00E1736B"/>
    <w:rsid w:val="00E176E3"/>
    <w:rsid w:val="00E20D8F"/>
    <w:rsid w:val="00E238E6"/>
    <w:rsid w:val="00E3022B"/>
    <w:rsid w:val="00E32E71"/>
    <w:rsid w:val="00E34CD8"/>
    <w:rsid w:val="00E35064"/>
    <w:rsid w:val="00E3681D"/>
    <w:rsid w:val="00E37F1D"/>
    <w:rsid w:val="00E40225"/>
    <w:rsid w:val="00E41326"/>
    <w:rsid w:val="00E442D6"/>
    <w:rsid w:val="00E458D6"/>
    <w:rsid w:val="00E501F0"/>
    <w:rsid w:val="00E51BA5"/>
    <w:rsid w:val="00E55793"/>
    <w:rsid w:val="00E6166D"/>
    <w:rsid w:val="00E64995"/>
    <w:rsid w:val="00E711D2"/>
    <w:rsid w:val="00E7674D"/>
    <w:rsid w:val="00E77457"/>
    <w:rsid w:val="00E821C2"/>
    <w:rsid w:val="00E82E64"/>
    <w:rsid w:val="00E84EC8"/>
    <w:rsid w:val="00E853A2"/>
    <w:rsid w:val="00E91BFF"/>
    <w:rsid w:val="00E92933"/>
    <w:rsid w:val="00E94FAD"/>
    <w:rsid w:val="00EA58AC"/>
    <w:rsid w:val="00EB0AA4"/>
    <w:rsid w:val="00EB1AA2"/>
    <w:rsid w:val="00EB28B0"/>
    <w:rsid w:val="00EB5C88"/>
    <w:rsid w:val="00EB692B"/>
    <w:rsid w:val="00EC0469"/>
    <w:rsid w:val="00EC0C3E"/>
    <w:rsid w:val="00EC445C"/>
    <w:rsid w:val="00ED4029"/>
    <w:rsid w:val="00EE24FC"/>
    <w:rsid w:val="00EE2CA4"/>
    <w:rsid w:val="00EF01F8"/>
    <w:rsid w:val="00EF0803"/>
    <w:rsid w:val="00EF3268"/>
    <w:rsid w:val="00EF40EF"/>
    <w:rsid w:val="00EF47FE"/>
    <w:rsid w:val="00F069BD"/>
    <w:rsid w:val="00F1480E"/>
    <w:rsid w:val="00F1497D"/>
    <w:rsid w:val="00F16AAC"/>
    <w:rsid w:val="00F22754"/>
    <w:rsid w:val="00F30C7D"/>
    <w:rsid w:val="00F327A3"/>
    <w:rsid w:val="00F33FF2"/>
    <w:rsid w:val="00F438FC"/>
    <w:rsid w:val="00F43DAF"/>
    <w:rsid w:val="00F46C29"/>
    <w:rsid w:val="00F5616F"/>
    <w:rsid w:val="00F56451"/>
    <w:rsid w:val="00F56827"/>
    <w:rsid w:val="00F62866"/>
    <w:rsid w:val="00F65EF0"/>
    <w:rsid w:val="00F71651"/>
    <w:rsid w:val="00F76191"/>
    <w:rsid w:val="00F76CC6"/>
    <w:rsid w:val="00F80635"/>
    <w:rsid w:val="00F8247F"/>
    <w:rsid w:val="00F82D97"/>
    <w:rsid w:val="00F83D7C"/>
    <w:rsid w:val="00F87F7C"/>
    <w:rsid w:val="00F95BE8"/>
    <w:rsid w:val="00FA268F"/>
    <w:rsid w:val="00FA6168"/>
    <w:rsid w:val="00FB232E"/>
    <w:rsid w:val="00FC1091"/>
    <w:rsid w:val="00FD557D"/>
    <w:rsid w:val="00FE0282"/>
    <w:rsid w:val="00FE124D"/>
    <w:rsid w:val="00FE403E"/>
    <w:rsid w:val="00FE792C"/>
    <w:rsid w:val="00FF2B68"/>
    <w:rsid w:val="00FF58F8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D05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4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01EBB72-A669-454E-8288-BDB5A1ED1F98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D599C-A847-4AC8-8A1D-972A031E3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629</TotalTime>
  <Pages>6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430</cp:revision>
  <cp:lastPrinted>2016-05-27T05:21:00Z</cp:lastPrinted>
  <dcterms:created xsi:type="dcterms:W3CDTF">2021-08-18T01:46:00Z</dcterms:created>
  <dcterms:modified xsi:type="dcterms:W3CDTF">2022-01-31T03:55:00Z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