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208C4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AAD1D0" w14:textId="77777777" w:rsidTr="00EA116F">
        <w:tc>
          <w:tcPr>
            <w:tcW w:w="2689" w:type="dxa"/>
          </w:tcPr>
          <w:p w14:paraId="060732A7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2EF64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6495EB12" w14:textId="77777777" w:rsidTr="00EA116F">
        <w:tc>
          <w:tcPr>
            <w:tcW w:w="2689" w:type="dxa"/>
          </w:tcPr>
          <w:p w14:paraId="4D401877" w14:textId="1B1E145F" w:rsidR="00F1480E" w:rsidRPr="00205F8D" w:rsidRDefault="00F1480E" w:rsidP="00205F8D">
            <w:pPr>
              <w:pStyle w:val="SIText"/>
            </w:pPr>
            <w:r w:rsidRPr="00CC451E">
              <w:t>Release</w:t>
            </w:r>
            <w:r w:rsidR="00337E82" w:rsidRPr="00205F8D">
              <w:t xml:space="preserve"> 1</w:t>
            </w:r>
          </w:p>
        </w:tc>
        <w:tc>
          <w:tcPr>
            <w:tcW w:w="6939" w:type="dxa"/>
          </w:tcPr>
          <w:p w14:paraId="2EF76978" w14:textId="43ED3F11" w:rsidR="00F1480E" w:rsidRPr="00205F8D" w:rsidRDefault="00F1480E" w:rsidP="00205F8D">
            <w:pPr>
              <w:pStyle w:val="SIText"/>
            </w:pPr>
            <w:r w:rsidRPr="00CC451E">
              <w:t>This version released with</w:t>
            </w:r>
            <w:r w:rsidR="007341D3">
              <w:t xml:space="preserve"> the Agriculture, Horticulture and Conservation and Land Management</w:t>
            </w:r>
            <w:r w:rsidRPr="00CC451E">
              <w:t xml:space="preserve"> </w:t>
            </w:r>
            <w:r w:rsidR="00337E82" w:rsidRPr="00205F8D">
              <w:t>Training</w:t>
            </w:r>
            <w:r w:rsidRPr="00205F8D">
              <w:t xml:space="preserve"> Package Version </w:t>
            </w:r>
            <w:r w:rsidR="007341D3">
              <w:t>8.0</w:t>
            </w:r>
          </w:p>
        </w:tc>
      </w:tr>
    </w:tbl>
    <w:p w14:paraId="6668008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1BF5AD" w14:textId="77777777" w:rsidTr="000D7BE6">
        <w:tc>
          <w:tcPr>
            <w:tcW w:w="1396" w:type="pct"/>
            <w:shd w:val="clear" w:color="auto" w:fill="auto"/>
          </w:tcPr>
          <w:p w14:paraId="3EE85571" w14:textId="4039B870" w:rsidR="00F1480E" w:rsidRPr="00205F8D" w:rsidRDefault="004D34E1" w:rsidP="00205F8D">
            <w:pPr>
              <w:pStyle w:val="SIQUALCODE"/>
            </w:pPr>
            <w:r w:rsidRPr="004D34E1">
              <w:t>AHC3</w:t>
            </w:r>
            <w:r w:rsidR="00D546EF">
              <w:t>X52</w:t>
            </w:r>
            <w:r w:rsidR="001A239E">
              <w:t>2</w:t>
            </w:r>
          </w:p>
        </w:tc>
        <w:tc>
          <w:tcPr>
            <w:tcW w:w="3604" w:type="pct"/>
            <w:shd w:val="clear" w:color="auto" w:fill="auto"/>
          </w:tcPr>
          <w:p w14:paraId="72229E33" w14:textId="13A2B10D" w:rsidR="00F1480E" w:rsidRPr="00205F8D" w:rsidRDefault="004D34E1" w:rsidP="00205F8D">
            <w:pPr>
              <w:pStyle w:val="SIQUALtitle"/>
            </w:pPr>
            <w:r w:rsidRPr="004D34E1">
              <w:t xml:space="preserve">Certificate III in </w:t>
            </w:r>
            <w:r w:rsidR="00A03731">
              <w:t>Cultural</w:t>
            </w:r>
            <w:r w:rsidR="000F1FAB">
              <w:t xml:space="preserve"> </w:t>
            </w:r>
            <w:r w:rsidRPr="004D34E1">
              <w:t>Sites Work</w:t>
            </w:r>
          </w:p>
        </w:tc>
      </w:tr>
      <w:tr w:rsidR="00A772D9" w:rsidRPr="00963A46" w14:paraId="3F0174D0" w14:textId="77777777" w:rsidTr="000D7BE6">
        <w:tc>
          <w:tcPr>
            <w:tcW w:w="5000" w:type="pct"/>
            <w:gridSpan w:val="2"/>
            <w:shd w:val="clear" w:color="auto" w:fill="auto"/>
          </w:tcPr>
          <w:p w14:paraId="0CACBE19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15C3EF20" w14:textId="58AE2299" w:rsidR="00C30135" w:rsidRPr="00C30135" w:rsidRDefault="00C30135" w:rsidP="00C30135">
            <w:pPr>
              <w:pStyle w:val="SIText"/>
            </w:pPr>
            <w:r w:rsidRPr="00C30135">
              <w:t xml:space="preserve">This qualification describes the skills and knowledge required to work in a broad range of roles on Country </w:t>
            </w:r>
            <w:r>
              <w:t xml:space="preserve">including land, sea and waterways. Job tasks include </w:t>
            </w:r>
            <w:r w:rsidRPr="00C30135">
              <w:t xml:space="preserve">inspecting, documenting, and maintaining Aboriginal and/or Torres Strait Islander cultural and heritage sites. </w:t>
            </w:r>
          </w:p>
          <w:p w14:paraId="53CCF77A" w14:textId="77777777" w:rsidR="00827DAD" w:rsidRDefault="00827DAD" w:rsidP="00C30135">
            <w:pPr>
              <w:pStyle w:val="SIText"/>
            </w:pPr>
          </w:p>
          <w:p w14:paraId="18B965E2" w14:textId="793EE2B3" w:rsidR="00C30135" w:rsidRPr="00C30135" w:rsidRDefault="00C30135" w:rsidP="00C30135">
            <w:pPr>
              <w:pStyle w:val="SIText"/>
            </w:pPr>
            <w:r w:rsidRPr="00C30135">
              <w:t xml:space="preserve">Individuals </w:t>
            </w:r>
            <w:r>
              <w:t>work</w:t>
            </w:r>
            <w:r w:rsidRPr="00C30135">
              <w:t xml:space="preserve"> under broad direction in associated sites work</w:t>
            </w:r>
            <w:r>
              <w:t xml:space="preserve"> in job roles</w:t>
            </w:r>
            <w:r w:rsidR="00827DAD">
              <w:t>,</w:t>
            </w:r>
            <w:r w:rsidRPr="00C30135">
              <w:t xml:space="preserve"> including</w:t>
            </w:r>
            <w:r>
              <w:t>:</w:t>
            </w:r>
          </w:p>
          <w:p w14:paraId="1B865EFA" w14:textId="5D7EAB5B" w:rsidR="00C30135" w:rsidRPr="00C30135" w:rsidRDefault="00C30135" w:rsidP="00C30135">
            <w:pPr>
              <w:pStyle w:val="SIBulletList1"/>
            </w:pPr>
            <w:r w:rsidRPr="00C30135">
              <w:tab/>
              <w:t>National Park Rangers</w:t>
            </w:r>
          </w:p>
          <w:p w14:paraId="0CF6686D" w14:textId="154A467B" w:rsidR="00C30135" w:rsidRPr="00C30135" w:rsidRDefault="00C30135" w:rsidP="00C30135">
            <w:pPr>
              <w:pStyle w:val="SIBulletList1"/>
            </w:pPr>
            <w:r w:rsidRPr="00C30135">
              <w:tab/>
              <w:t>Aboriginal and Torres Strait Islander sites officer</w:t>
            </w:r>
          </w:p>
          <w:p w14:paraId="6410DBA3" w14:textId="2D28E79D" w:rsidR="00C30135" w:rsidRPr="00C30135" w:rsidRDefault="00C30135" w:rsidP="00C30135">
            <w:pPr>
              <w:pStyle w:val="SIBulletList1"/>
            </w:pPr>
            <w:r w:rsidRPr="00C30135">
              <w:tab/>
              <w:t>Council workers and contractors</w:t>
            </w:r>
          </w:p>
          <w:p w14:paraId="75C6E556" w14:textId="6ED2EF08" w:rsidR="00C30135" w:rsidRPr="00C30135" w:rsidRDefault="00C30135" w:rsidP="00C30135">
            <w:pPr>
              <w:pStyle w:val="SIBulletList1"/>
            </w:pPr>
            <w:r w:rsidRPr="00C30135">
              <w:tab/>
              <w:t>Cultural heritage officers</w:t>
            </w:r>
          </w:p>
          <w:p w14:paraId="6A590E60" w14:textId="14FDFCAB" w:rsidR="00C30135" w:rsidRPr="00C30135" w:rsidRDefault="00C30135" w:rsidP="00C30135">
            <w:pPr>
              <w:pStyle w:val="SIBulletList1"/>
            </w:pPr>
            <w:r w:rsidRPr="00C30135">
              <w:t>Land council workers</w:t>
            </w:r>
          </w:p>
          <w:p w14:paraId="701E4377" w14:textId="6761E58D" w:rsidR="00254C69" w:rsidRPr="00C30135" w:rsidRDefault="00C30135" w:rsidP="00C30135">
            <w:pPr>
              <w:pStyle w:val="SIBulletList1"/>
            </w:pPr>
            <w:r w:rsidRPr="00C30135">
              <w:t xml:space="preserve">On Country </w:t>
            </w:r>
            <w:r w:rsidR="00827DAD" w:rsidRPr="00C30135">
              <w:t>Rangers</w:t>
            </w:r>
            <w:r w:rsidR="00827DAD">
              <w:t>.</w:t>
            </w:r>
          </w:p>
          <w:p w14:paraId="69AB8217" w14:textId="77777777" w:rsidR="00B05813" w:rsidRPr="00B05813" w:rsidRDefault="00B05813" w:rsidP="00B05813">
            <w:pPr>
              <w:pStyle w:val="SIText"/>
            </w:pPr>
          </w:p>
          <w:p w14:paraId="7B4F7627" w14:textId="52ADC9A9" w:rsidR="00EB58C7" w:rsidRPr="00205F8D" w:rsidRDefault="00856837" w:rsidP="004D34E1">
            <w:pPr>
              <w:pStyle w:val="SIText"/>
            </w:pPr>
            <w:r w:rsidRPr="00205F8D">
              <w:t>No licensing, legislative or certification requirements apply to this qualification</w:t>
            </w:r>
            <w:r w:rsidR="00EB58C7" w:rsidRPr="00205F8D">
              <w:t xml:space="preserve"> at the time of publication.</w:t>
            </w:r>
          </w:p>
          <w:p w14:paraId="32749EEB" w14:textId="77777777" w:rsidR="00A772D9" w:rsidRPr="00205F8D" w:rsidRDefault="00A772D9" w:rsidP="00205F8D">
            <w:pPr>
              <w:pStyle w:val="SIText"/>
            </w:pPr>
          </w:p>
        </w:tc>
      </w:tr>
      <w:tr w:rsidR="00A772D9" w:rsidRPr="00963A46" w14:paraId="1849879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5EB286E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164EB92B" w14:textId="77777777" w:rsidR="00E048B1" w:rsidRDefault="00E048B1" w:rsidP="00205F8D">
            <w:pPr>
              <w:pStyle w:val="SIText"/>
            </w:pPr>
          </w:p>
          <w:p w14:paraId="65226FF9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752E9CF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F2833D1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57E3015F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3AB873BA" w14:textId="77777777" w:rsidR="004270D2" w:rsidRPr="00205F8D" w:rsidRDefault="004270D2" w:rsidP="00205F8D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13C74B8" w14:textId="345C541E" w:rsidR="004270D2" w:rsidRPr="00205F8D" w:rsidRDefault="004D34E1" w:rsidP="00205F8D">
            <w:pPr>
              <w:pStyle w:val="SIBulletList1"/>
            </w:pPr>
            <w:r>
              <w:t>1</w:t>
            </w:r>
            <w:r w:rsidR="00C30135">
              <w:t>2</w:t>
            </w:r>
            <w:r w:rsidR="004270D2">
              <w:t xml:space="preserve"> units of competency:</w:t>
            </w:r>
          </w:p>
          <w:p w14:paraId="1756A1FE" w14:textId="00364D72" w:rsidR="004270D2" w:rsidRPr="00205F8D" w:rsidRDefault="00E14272" w:rsidP="00205F8D">
            <w:pPr>
              <w:pStyle w:val="SIBulletList2"/>
            </w:pPr>
            <w:r>
              <w:t>3</w:t>
            </w:r>
            <w:r w:rsidR="004270D2" w:rsidRPr="00205F8D">
              <w:t xml:space="preserve"> core units plus</w:t>
            </w:r>
          </w:p>
          <w:p w14:paraId="71915D5E" w14:textId="76AEC8D4" w:rsidR="004270D2" w:rsidRPr="00205F8D" w:rsidRDefault="00C30135" w:rsidP="00205F8D">
            <w:pPr>
              <w:pStyle w:val="SIBulletList2"/>
            </w:pPr>
            <w:r>
              <w:t>9</w:t>
            </w:r>
            <w:r w:rsidR="004270D2" w:rsidRPr="000C490A">
              <w:t xml:space="preserve"> elective units.</w:t>
            </w:r>
          </w:p>
          <w:p w14:paraId="25BC06D6" w14:textId="77777777" w:rsidR="00E14272" w:rsidRPr="00E14272" w:rsidRDefault="00E14272" w:rsidP="00E14272">
            <w:pPr>
              <w:pStyle w:val="SIText"/>
            </w:pPr>
            <w:r w:rsidRPr="001F087A">
              <w:t xml:space="preserve">Elective units must </w:t>
            </w:r>
            <w:r w:rsidRPr="00E14272">
              <w:t>ensure the integrity of the qualification’s Australian Qualification Framework (AQF) alignment and contribute to a valid, industry-supported vocational outcome. The electives are to be chosen as follows:</w:t>
            </w:r>
          </w:p>
          <w:p w14:paraId="0BF00E26" w14:textId="0F155F21" w:rsidR="00E14272" w:rsidRPr="00E14272" w:rsidRDefault="00E14272" w:rsidP="00E14272">
            <w:pPr>
              <w:pStyle w:val="SIBulletList1"/>
            </w:pPr>
            <w:r w:rsidRPr="000C490A">
              <w:t xml:space="preserve">at least </w:t>
            </w:r>
            <w:r w:rsidR="00C30135">
              <w:t>7</w:t>
            </w:r>
            <w:r w:rsidRPr="000C490A">
              <w:t xml:space="preserve"> from the electives listed below</w:t>
            </w:r>
          </w:p>
          <w:p w14:paraId="135B6D46" w14:textId="1DAA416F" w:rsidR="00E14272" w:rsidRPr="00E14272" w:rsidRDefault="00E14272" w:rsidP="00E14272">
            <w:pPr>
              <w:pStyle w:val="SIBulletList1"/>
            </w:pPr>
            <w:r w:rsidRPr="000C490A">
              <w:t xml:space="preserve">up to </w:t>
            </w:r>
            <w:r w:rsidR="00254C69">
              <w:t>2</w:t>
            </w:r>
            <w:r w:rsidRPr="000C490A">
              <w:t xml:space="preserve"> from the electives listed below, or </w:t>
            </w:r>
            <w:r w:rsidRPr="00E14272">
              <w:t>from any currently endorsed Training Package or accredited course</w:t>
            </w:r>
            <w:r w:rsidR="00254C69">
              <w:t>.</w:t>
            </w:r>
          </w:p>
          <w:p w14:paraId="4CBF51CF" w14:textId="77777777" w:rsidR="007341D3" w:rsidRDefault="007341D3" w:rsidP="00205F8D">
            <w:pPr>
              <w:pStyle w:val="SITextHeading2"/>
            </w:pPr>
          </w:p>
          <w:p w14:paraId="56F15E01" w14:textId="66A11569" w:rsidR="004270D2" w:rsidRDefault="004270D2" w:rsidP="00205F8D">
            <w:pPr>
              <w:pStyle w:val="SITextHeading2"/>
            </w:pPr>
            <w:r w:rsidRPr="00856837">
              <w:t>Core Units</w:t>
            </w:r>
          </w:p>
          <w:p w14:paraId="01FC18E0" w14:textId="77777777" w:rsidR="004D34E1" w:rsidRPr="00442B38" w:rsidRDefault="004D34E1" w:rsidP="00442B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2B3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E91FF4E" w14:textId="77777777" w:rsidR="004D34E1" w:rsidRPr="004D34E1" w:rsidRDefault="004D34E1" w:rsidP="004D34E1">
            <w:pPr>
              <w:rPr>
                <w:lang w:eastAsia="en-US"/>
              </w:rPr>
            </w:pPr>
          </w:p>
          <w:tbl>
            <w:tblPr>
              <w:tblW w:w="7229" w:type="dxa"/>
              <w:tblInd w:w="159" w:type="dxa"/>
              <w:tblCellMar>
                <w:left w:w="6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701"/>
              <w:gridCol w:w="5528"/>
            </w:tblGrid>
            <w:tr w:rsidR="00D672A4" w14:paraId="39F429EC" w14:textId="77777777" w:rsidTr="00CA79F4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EEF6FB0" w14:textId="77777777" w:rsidR="00D672A4" w:rsidRPr="00D672A4" w:rsidRDefault="00D672A4" w:rsidP="00D672A4">
                  <w:pPr>
                    <w:pStyle w:val="SIText"/>
                  </w:pPr>
                  <w:r w:rsidRPr="00D672A4">
                    <w:rPr>
                      <w:rFonts w:eastAsiaTheme="majorEastAsia"/>
                    </w:rPr>
                    <w:t>Unit Code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29C8702" w14:textId="77777777" w:rsidR="00D672A4" w:rsidRPr="00D672A4" w:rsidRDefault="00D672A4" w:rsidP="00D672A4">
                  <w:pPr>
                    <w:pStyle w:val="SIText"/>
                  </w:pPr>
                  <w:r w:rsidRPr="00D672A4">
                    <w:rPr>
                      <w:rFonts w:eastAsiaTheme="majorEastAsia"/>
                    </w:rPr>
                    <w:t>Unit Title</w:t>
                  </w:r>
                </w:p>
              </w:tc>
            </w:tr>
            <w:tr w:rsidR="00827DAD" w:rsidRPr="005C7EA8" w14:paraId="2C5ED839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284"/>
              </w:trPr>
              <w:tc>
                <w:tcPr>
                  <w:tcW w:w="1701" w:type="dxa"/>
                </w:tcPr>
                <w:p w14:paraId="656BEC99" w14:textId="51ECABE6" w:rsidR="00827DAD" w:rsidRPr="004D34E1" w:rsidRDefault="00653F93" w:rsidP="004D34E1">
                  <w:pPr>
                    <w:pStyle w:val="SIText"/>
                  </w:pPr>
                  <w:r w:rsidRPr="00653F93">
                    <w:t>AHCASW3X01</w:t>
                  </w:r>
                  <w:r w:rsidR="00827DAD">
                    <w:t>*</w:t>
                  </w:r>
                </w:p>
              </w:tc>
              <w:tc>
                <w:tcPr>
                  <w:tcW w:w="5528" w:type="dxa"/>
                </w:tcPr>
                <w:p w14:paraId="786095C6" w14:textId="77777777" w:rsidR="00827DAD" w:rsidRPr="004D34E1" w:rsidRDefault="00827DAD" w:rsidP="004D34E1">
                  <w:pPr>
                    <w:pStyle w:val="SIText"/>
                  </w:pPr>
                  <w:r w:rsidRPr="009A6C9F">
                    <w:t>Safeguard places of Aboriginal and/or Torres Strait Islander cultural significance</w:t>
                  </w:r>
                </w:p>
              </w:tc>
            </w:tr>
            <w:tr w:rsidR="00827DAD" w:rsidRPr="005C7EA8" w14:paraId="45B4952A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701" w:type="dxa"/>
                </w:tcPr>
                <w:p w14:paraId="4D99CFF5" w14:textId="2332C690" w:rsidR="00827DAD" w:rsidRPr="004D34E1" w:rsidRDefault="00827DAD" w:rsidP="004D34E1">
                  <w:pPr>
                    <w:pStyle w:val="SIText"/>
                  </w:pPr>
                  <w:r w:rsidRPr="004D34E1">
                    <w:t>AHCILM3</w:t>
                  </w:r>
                  <w:r w:rsidR="00653F93">
                    <w:t>X</w:t>
                  </w:r>
                  <w:r w:rsidRPr="004D34E1">
                    <w:t>06</w:t>
                  </w:r>
                </w:p>
              </w:tc>
              <w:tc>
                <w:tcPr>
                  <w:tcW w:w="5528" w:type="dxa"/>
                </w:tcPr>
                <w:p w14:paraId="20CBCE43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827DAD" w:rsidRPr="005C7EA8" w14:paraId="22D00A56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701" w:type="dxa"/>
                </w:tcPr>
                <w:p w14:paraId="3BCB4845" w14:textId="77777777" w:rsidR="00827DAD" w:rsidRPr="004D34E1" w:rsidRDefault="00827DAD" w:rsidP="004D34E1">
                  <w:pPr>
                    <w:pStyle w:val="SIText"/>
                  </w:pPr>
                  <w:r w:rsidRPr="004D34E1">
                    <w:t>AHCWHS301</w:t>
                  </w:r>
                </w:p>
              </w:tc>
              <w:tc>
                <w:tcPr>
                  <w:tcW w:w="5528" w:type="dxa"/>
                </w:tcPr>
                <w:p w14:paraId="00A05B02" w14:textId="77777777" w:rsidR="00827DAD" w:rsidRPr="004D34E1" w:rsidRDefault="00827DAD" w:rsidP="004D34E1">
                  <w:pPr>
                    <w:pStyle w:val="SIText"/>
                  </w:pPr>
                  <w:r w:rsidRPr="00442B38">
                    <w:t>Contribute to work health and safety processes</w:t>
                  </w:r>
                </w:p>
              </w:tc>
            </w:tr>
          </w:tbl>
          <w:p w14:paraId="09DDBF71" w14:textId="77777777" w:rsidR="004270D2" w:rsidRDefault="004270D2" w:rsidP="00205F8D">
            <w:pPr>
              <w:pStyle w:val="SITextHeading2"/>
            </w:pPr>
          </w:p>
          <w:p w14:paraId="378FC3D8" w14:textId="0CB9C093" w:rsidR="00442B38" w:rsidRPr="00E14272" w:rsidRDefault="004270D2" w:rsidP="00E14272">
            <w:pPr>
              <w:pStyle w:val="SITextHeading2"/>
              <w:rPr>
                <w:rStyle w:val="SITemporarytext-red"/>
                <w:color w:val="auto"/>
                <w:sz w:val="24"/>
              </w:rPr>
            </w:pPr>
            <w:r w:rsidRPr="00894FBB">
              <w:t>Elective Units</w:t>
            </w:r>
          </w:p>
          <w:p w14:paraId="3F52EC11" w14:textId="1CE5D101" w:rsidR="004D34E1" w:rsidRPr="00442B38" w:rsidRDefault="004D34E1" w:rsidP="00442B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2B38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00CDE0C" w14:textId="77777777" w:rsidR="004270D2" w:rsidRPr="00205F8D" w:rsidRDefault="004270D2" w:rsidP="00205F8D"/>
          <w:tbl>
            <w:tblPr>
              <w:tblW w:w="7229" w:type="dxa"/>
              <w:tblInd w:w="159" w:type="dxa"/>
              <w:tblCellMar>
                <w:left w:w="6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639"/>
              <w:gridCol w:w="5590"/>
            </w:tblGrid>
            <w:tr w:rsidR="00D672A4" w14:paraId="3F33E82F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E996471" w14:textId="77777777" w:rsidR="00D672A4" w:rsidRPr="00D672A4" w:rsidRDefault="00D672A4" w:rsidP="00D672A4">
                  <w:pPr>
                    <w:pStyle w:val="SIText"/>
                  </w:pPr>
                  <w:r w:rsidRPr="00D672A4">
                    <w:rPr>
                      <w:rFonts w:eastAsiaTheme="majorEastAsia"/>
                    </w:rPr>
                    <w:t>Unit Code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DAF0A87" w14:textId="77777777" w:rsidR="00D672A4" w:rsidRPr="00D672A4" w:rsidRDefault="00D672A4" w:rsidP="00D672A4">
                  <w:pPr>
                    <w:pStyle w:val="SIText"/>
                  </w:pPr>
                  <w:r w:rsidRPr="00D672A4">
                    <w:rPr>
                      <w:rFonts w:eastAsiaTheme="majorEastAsia"/>
                    </w:rPr>
                    <w:t>Unit Title</w:t>
                  </w:r>
                </w:p>
              </w:tc>
            </w:tr>
            <w:tr w:rsidR="00827DAD" w:rsidRPr="005C7EA8" w14:paraId="771A2126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1F1FBEF5" w14:textId="6AE5E1FF" w:rsidR="00827DAD" w:rsidRPr="00BB7492" w:rsidRDefault="00827DAD" w:rsidP="00BB7492">
                  <w:pPr>
                    <w:pStyle w:val="SIText"/>
                  </w:pPr>
                  <w:r w:rsidRPr="007341D3">
                    <w:t>AHCASW3</w:t>
                  </w:r>
                  <w:r w:rsidR="00653F93">
                    <w:t>X</w:t>
                  </w:r>
                  <w:r w:rsidRPr="007341D3">
                    <w:t>02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1FED8BD5" w14:textId="77777777" w:rsidR="00827DAD" w:rsidRPr="00BB7492" w:rsidRDefault="00827DAD" w:rsidP="00BB7492">
                  <w:pPr>
                    <w:pStyle w:val="SIText"/>
                  </w:pPr>
                  <w:r w:rsidRPr="009A6C9F">
                    <w:t>Relate Aboriginal and</w:t>
                  </w:r>
                  <w:r>
                    <w:t>/</w:t>
                  </w:r>
                  <w:r w:rsidRPr="009A6C9F">
                    <w:t>or Torres Strait Islander culture to sites work</w:t>
                  </w:r>
                </w:p>
              </w:tc>
            </w:tr>
            <w:tr w:rsidR="00827DAD" w:rsidRPr="005C7EA8" w14:paraId="01A7718B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4076A68A" w14:textId="41D33CBD" w:rsidR="00827DAD" w:rsidRPr="00442B38" w:rsidRDefault="00827DAD" w:rsidP="00BB7492">
                  <w:pPr>
                    <w:pStyle w:val="SIText"/>
                  </w:pPr>
                  <w:r w:rsidRPr="007341D3">
                    <w:t>AHCASW3</w:t>
                  </w:r>
                  <w:r w:rsidR="00562F03">
                    <w:t>X</w:t>
                  </w:r>
                  <w:r w:rsidRPr="007341D3">
                    <w:t>03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22DFE02A" w14:textId="77777777" w:rsidR="00827DAD" w:rsidRPr="00442B38" w:rsidRDefault="00827DAD" w:rsidP="00BB7492">
                  <w:pPr>
                    <w:pStyle w:val="SIText"/>
                  </w:pPr>
                  <w:r w:rsidRPr="009A6C9F">
                    <w:t>Identify and record sites, objects and cultural landscapes on Country</w:t>
                  </w:r>
                </w:p>
              </w:tc>
            </w:tr>
            <w:tr w:rsidR="00827DAD" w:rsidRPr="005C7EA8" w14:paraId="413BA3AB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0FBBA383" w14:textId="267F06BA" w:rsidR="00827DAD" w:rsidRPr="007341D3" w:rsidRDefault="00827DAD" w:rsidP="00BB7492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04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2C7C8D0B" w14:textId="77777777" w:rsidR="00827DAD" w:rsidRPr="007341D3" w:rsidRDefault="00827DAD" w:rsidP="00BB7492">
                  <w:pPr>
                    <w:pStyle w:val="SIText"/>
                  </w:pPr>
                  <w:r w:rsidRPr="009A6C9F">
                    <w:t>Identify Aboriginal and/or Torres Strait Islander culturally significant plants</w:t>
                  </w:r>
                </w:p>
              </w:tc>
            </w:tr>
            <w:tr w:rsidR="00827DAD" w:rsidRPr="005C7EA8" w14:paraId="41691690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2802AFF3" w14:textId="79E479BC" w:rsidR="00827DAD" w:rsidRPr="004D0D02" w:rsidRDefault="00827DAD" w:rsidP="00BB7492">
                  <w:pPr>
                    <w:pStyle w:val="SIText"/>
                  </w:pPr>
                  <w:r w:rsidRPr="00B05813">
                    <w:t>AHCASW3</w:t>
                  </w:r>
                  <w:r w:rsidR="00653F93">
                    <w:t>X</w:t>
                  </w:r>
                  <w:r w:rsidRPr="00B05813">
                    <w:t>05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0A24D0C0" w14:textId="7CEED91F" w:rsidR="00827DAD" w:rsidRPr="009A6C9F" w:rsidRDefault="00827DAD" w:rsidP="00BB7492">
                  <w:pPr>
                    <w:pStyle w:val="SIText"/>
                  </w:pPr>
                  <w:r w:rsidRPr="00B05813">
                    <w:t xml:space="preserve">Safeguard Aboriginal and/or Torres Strait </w:t>
                  </w:r>
                  <w:r w:rsidR="00735829" w:rsidRPr="00B05813">
                    <w:t>Islander ceremonial</w:t>
                  </w:r>
                  <w:r w:rsidRPr="00B05813">
                    <w:t xml:space="preserve"> </w:t>
                  </w:r>
                  <w:r>
                    <w:t>and</w:t>
                  </w:r>
                  <w:r w:rsidRPr="00B05813">
                    <w:t xml:space="preserve"> sacred materials</w:t>
                  </w:r>
                </w:p>
              </w:tc>
            </w:tr>
            <w:tr w:rsidR="00827DAD" w:rsidRPr="005C7EA8" w14:paraId="4A4D7DE6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281"/>
              </w:trPr>
              <w:tc>
                <w:tcPr>
                  <w:tcW w:w="1639" w:type="dxa"/>
                </w:tcPr>
                <w:p w14:paraId="779370B8" w14:textId="3DD682F0" w:rsidR="00827DAD" w:rsidRPr="00BB7492" w:rsidRDefault="00827DAD" w:rsidP="00BB7492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06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6E583DF3" w14:textId="77777777" w:rsidR="00827DAD" w:rsidRPr="00BB7492" w:rsidRDefault="00827DAD" w:rsidP="00BB7492">
                  <w:pPr>
                    <w:pStyle w:val="SIText"/>
                  </w:pPr>
                  <w:r w:rsidRPr="009A6C9F">
                    <w:t>Use technology in Aboriginal and</w:t>
                  </w:r>
                  <w:r>
                    <w:t>/</w:t>
                  </w:r>
                  <w:r w:rsidRPr="009A6C9F">
                    <w:t>or Torres Strait Islander sites work</w:t>
                  </w:r>
                </w:p>
              </w:tc>
            </w:tr>
            <w:tr w:rsidR="00827DAD" w:rsidRPr="005C7EA8" w14:paraId="6FB6647E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3CCAE" w14:textId="239D8412" w:rsidR="00827DAD" w:rsidRPr="00BB7492" w:rsidRDefault="00827DAD" w:rsidP="00BB7492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07</w:t>
                  </w:r>
                  <w:r>
                    <w:t>*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FE6CF" w14:textId="77777777" w:rsidR="00827DAD" w:rsidRPr="00BB7492" w:rsidRDefault="00827DAD" w:rsidP="00BB7492">
                  <w:pPr>
                    <w:pStyle w:val="SIText"/>
                  </w:pPr>
                  <w:r w:rsidRPr="009A6C9F">
                    <w:t>Support the documentation of Aboriginal and</w:t>
                  </w:r>
                  <w:r>
                    <w:t>/</w:t>
                  </w:r>
                  <w:r w:rsidRPr="009A6C9F">
                    <w:t>or Torres Strait Islander cultural landscapes</w:t>
                  </w:r>
                </w:p>
              </w:tc>
            </w:tr>
            <w:tr w:rsidR="00827DAD" w:rsidRPr="005C7EA8" w14:paraId="692F75AE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281"/>
              </w:trPr>
              <w:tc>
                <w:tcPr>
                  <w:tcW w:w="1639" w:type="dxa"/>
                </w:tcPr>
                <w:p w14:paraId="433A390C" w14:textId="79D54FFD" w:rsidR="00827DAD" w:rsidRPr="004D0D02" w:rsidRDefault="00827DAD" w:rsidP="00BB7492">
                  <w:pPr>
                    <w:pStyle w:val="SIText"/>
                  </w:pPr>
                  <w:r w:rsidRPr="007341D3">
                    <w:t>AHCASW3</w:t>
                  </w:r>
                  <w:r w:rsidR="00653F93">
                    <w:t>X</w:t>
                  </w:r>
                  <w:r w:rsidRPr="007341D3">
                    <w:t>08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2BAB6431" w14:textId="77777777" w:rsidR="00827DAD" w:rsidRPr="004D0D02" w:rsidRDefault="00827DAD" w:rsidP="00BB7492">
                  <w:pPr>
                    <w:pStyle w:val="SIText"/>
                  </w:pPr>
                  <w:r w:rsidRPr="009A6C9F">
                    <w:t>Apply cultural significance to Aboriginal and</w:t>
                  </w:r>
                  <w:r>
                    <w:t>/</w:t>
                  </w:r>
                  <w:r w:rsidRPr="009A6C9F">
                    <w:t>or Torres Strait Islander sites and landscapes</w:t>
                  </w:r>
                </w:p>
              </w:tc>
            </w:tr>
            <w:tr w:rsidR="00827DAD" w:rsidRPr="005C7EA8" w14:paraId="1C303C9E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5CC271CC" w14:textId="1D3A5464" w:rsidR="00827DAD" w:rsidRPr="00BB7492" w:rsidRDefault="00827DAD" w:rsidP="00BB7492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09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2A9473EE" w14:textId="77777777" w:rsidR="00827DAD" w:rsidRPr="00BB7492" w:rsidRDefault="00827DAD" w:rsidP="00BB7492">
                  <w:pPr>
                    <w:pStyle w:val="SIText"/>
                  </w:pPr>
                  <w:r w:rsidRPr="009A6C9F">
                    <w:t>Interpret Aboriginal and</w:t>
                  </w:r>
                  <w:r>
                    <w:t>/</w:t>
                  </w:r>
                  <w:r w:rsidRPr="009A6C9F">
                    <w:t>or Torres Strait Islander cultural landscape</w:t>
                  </w:r>
                </w:p>
              </w:tc>
            </w:tr>
            <w:tr w:rsidR="00827DAD" w:rsidRPr="005C7EA8" w14:paraId="43FC745D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019233FF" w14:textId="42DE2B26" w:rsidR="00827DAD" w:rsidRPr="004D0D02" w:rsidRDefault="00827DAD" w:rsidP="00BB7492">
                  <w:pPr>
                    <w:pStyle w:val="SIText"/>
                  </w:pPr>
                  <w:r w:rsidRPr="007341D3">
                    <w:t>AHCASW3</w:t>
                  </w:r>
                  <w:r w:rsidR="00653F93">
                    <w:t>X</w:t>
                  </w:r>
                  <w:r w:rsidRPr="007341D3">
                    <w:t>10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60E172C2" w14:textId="77777777" w:rsidR="00827DAD" w:rsidRPr="004D0D02" w:rsidRDefault="00827DAD" w:rsidP="00BB7492">
                  <w:pPr>
                    <w:pStyle w:val="SIText"/>
                  </w:pPr>
                  <w:r w:rsidRPr="00B05813">
                    <w:t>Move and store Aboriginal and</w:t>
                  </w:r>
                  <w:r>
                    <w:t>/</w:t>
                  </w:r>
                  <w:r w:rsidRPr="00B05813">
                    <w:t>or Torres Strait Islander cultural material</w:t>
                  </w:r>
                </w:p>
              </w:tc>
            </w:tr>
            <w:tr w:rsidR="00827DAD" w:rsidRPr="005C7EA8" w14:paraId="50EC1DC3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4708EAB4" w14:textId="4D84A42C" w:rsidR="00827DAD" w:rsidRPr="004D0D02" w:rsidRDefault="00827DAD" w:rsidP="00BB7492">
                  <w:pPr>
                    <w:pStyle w:val="SIText"/>
                  </w:pPr>
                  <w:r w:rsidRPr="007341D3">
                    <w:t>AHCASW3</w:t>
                  </w:r>
                  <w:r w:rsidR="00653F93">
                    <w:t>X</w:t>
                  </w:r>
                  <w:r w:rsidRPr="007341D3">
                    <w:t>12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3C20C9D7" w14:textId="77777777" w:rsidR="00827DAD" w:rsidRPr="004D0D02" w:rsidRDefault="00827DAD" w:rsidP="00BB7492">
                  <w:pPr>
                    <w:pStyle w:val="SIText"/>
                  </w:pPr>
                  <w:r w:rsidRPr="007341D3">
                    <w:t xml:space="preserve">Maintain an </w:t>
                  </w:r>
                  <w:r w:rsidRPr="00B05813">
                    <w:t xml:space="preserve">Aboriginal and/or Torres Strait Islander </w:t>
                  </w:r>
                  <w:r w:rsidRPr="007341D3">
                    <w:t>cultural site</w:t>
                  </w:r>
                </w:p>
              </w:tc>
            </w:tr>
            <w:tr w:rsidR="00827DAD" w:rsidRPr="005C7EA8" w14:paraId="4A4D40C7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0D3EA7D2" w14:textId="62088FDF" w:rsidR="00827DAD" w:rsidRPr="004D0D02" w:rsidRDefault="00827DAD" w:rsidP="00BB7492">
                  <w:pPr>
                    <w:pStyle w:val="SIText"/>
                  </w:pPr>
                  <w:r w:rsidRPr="007341D3">
                    <w:t>AHCASW3</w:t>
                  </w:r>
                  <w:r w:rsidR="00653F93">
                    <w:t>X</w:t>
                  </w:r>
                  <w:r w:rsidRPr="007341D3">
                    <w:t>13</w:t>
                  </w:r>
                </w:p>
              </w:tc>
              <w:tc>
                <w:tcPr>
                  <w:tcW w:w="5590" w:type="dxa"/>
                </w:tcPr>
                <w:p w14:paraId="37B8DEEF" w14:textId="77777777" w:rsidR="00827DAD" w:rsidRPr="004D0D02" w:rsidRDefault="00827DAD" w:rsidP="00BB7492">
                  <w:pPr>
                    <w:pStyle w:val="SIText"/>
                  </w:pPr>
                  <w:r w:rsidRPr="007341D3">
                    <w:t xml:space="preserve">Apply knowledge of relevant legislation to </w:t>
                  </w:r>
                  <w:r w:rsidRPr="00B05813">
                    <w:t xml:space="preserve">Aboriginal and/or Torres Strait Islander </w:t>
                  </w:r>
                  <w:r w:rsidRPr="007341D3">
                    <w:t>sites work</w:t>
                  </w:r>
                </w:p>
              </w:tc>
            </w:tr>
            <w:tr w:rsidR="00827DAD" w:rsidRPr="005C7EA8" w14:paraId="69A033EF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10BAF6DA" w14:textId="5919A16B" w:rsidR="00827DAD" w:rsidRPr="007341D3" w:rsidRDefault="00827DAD" w:rsidP="00BB7492">
                  <w:pPr>
                    <w:pStyle w:val="SIText"/>
                  </w:pPr>
                  <w:r w:rsidRPr="004D0D02">
                    <w:t>AHCASW5</w:t>
                  </w:r>
                  <w:r w:rsidR="00653F93">
                    <w:t>X</w:t>
                  </w:r>
                  <w:r w:rsidRPr="004D0D02">
                    <w:t>01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6F9CB387" w14:textId="77777777" w:rsidR="00827DAD" w:rsidRPr="007341D3" w:rsidRDefault="00827DAD" w:rsidP="00BB7492">
                  <w:pPr>
                    <w:pStyle w:val="SIText"/>
                  </w:pPr>
                  <w:r w:rsidRPr="004D0D02">
                    <w:t xml:space="preserve">Survey and report on </w:t>
                  </w:r>
                  <w:r w:rsidRPr="00B05813">
                    <w:t xml:space="preserve">Aboriginal and/or Torres Strait Islander </w:t>
                  </w:r>
                  <w:r w:rsidRPr="004D0D02">
                    <w:t>cultural sites</w:t>
                  </w:r>
                </w:p>
              </w:tc>
            </w:tr>
            <w:tr w:rsidR="00827DAD" w:rsidRPr="005C7EA8" w14:paraId="320CE81A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41F53543" w14:textId="77777777" w:rsidR="00827DAD" w:rsidRPr="002F4C92" w:rsidRDefault="00827DAD" w:rsidP="002F4C92">
                  <w:pPr>
                    <w:pStyle w:val="SIText"/>
                  </w:pPr>
                  <w:r w:rsidRPr="00B05813">
                    <w:t>AHCCHM304</w:t>
                  </w:r>
                </w:p>
              </w:tc>
              <w:tc>
                <w:tcPr>
                  <w:tcW w:w="5590" w:type="dxa"/>
                </w:tcPr>
                <w:p w14:paraId="77091238" w14:textId="77777777" w:rsidR="00827DAD" w:rsidRPr="002F4C92" w:rsidRDefault="00827DAD" w:rsidP="002F4C92">
                  <w:pPr>
                    <w:pStyle w:val="SIText"/>
                  </w:pPr>
                  <w:r w:rsidRPr="00B05813">
                    <w:t>Transport and store chemicals</w:t>
                  </w:r>
                </w:p>
              </w:tc>
            </w:tr>
            <w:tr w:rsidR="00827DAD" w:rsidRPr="005C7EA8" w14:paraId="6AD2BCC9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34310DBB" w14:textId="77777777" w:rsidR="00827DAD" w:rsidRPr="00B05813" w:rsidRDefault="00827DAD" w:rsidP="00B05813">
                  <w:pPr>
                    <w:pStyle w:val="SIText"/>
                  </w:pPr>
                  <w:r w:rsidRPr="00B05813">
                    <w:rPr>
                      <w:rStyle w:val="SITemporarytext-blue"/>
                      <w:color w:val="auto"/>
                      <w:sz w:val="20"/>
                    </w:rPr>
                    <w:t>AHCCHM307</w:t>
                  </w:r>
                </w:p>
              </w:tc>
              <w:tc>
                <w:tcPr>
                  <w:tcW w:w="5590" w:type="dxa"/>
                </w:tcPr>
                <w:p w14:paraId="58E88211" w14:textId="77777777" w:rsidR="00827DAD" w:rsidRPr="00B05813" w:rsidRDefault="00827DAD" w:rsidP="00B05813">
                  <w:pPr>
                    <w:pStyle w:val="SIText"/>
                  </w:pPr>
                  <w:r w:rsidRPr="00B05813">
                    <w:rPr>
                      <w:rStyle w:val="SITemporarytext-blue"/>
                      <w:color w:val="auto"/>
                      <w:sz w:val="20"/>
                    </w:rPr>
                    <w:t>Prepare and apply chemicals to control pest, weeds and diseases</w:t>
                  </w:r>
                </w:p>
              </w:tc>
            </w:tr>
            <w:tr w:rsidR="00827DAD" w:rsidRPr="005C7EA8" w14:paraId="7F178947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31A15977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AHCECR203</w:t>
                  </w:r>
                </w:p>
              </w:tc>
              <w:tc>
                <w:tcPr>
                  <w:tcW w:w="5590" w:type="dxa"/>
                </w:tcPr>
                <w:p w14:paraId="15F1FA2F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Perform basic ecological restoration works</w:t>
                  </w:r>
                </w:p>
              </w:tc>
            </w:tr>
            <w:tr w:rsidR="00827DAD" w:rsidRPr="005C7EA8" w14:paraId="3AE0B28F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44FA6F70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AHCECR301</w:t>
                  </w:r>
                </w:p>
              </w:tc>
              <w:tc>
                <w:tcPr>
                  <w:tcW w:w="5590" w:type="dxa"/>
                </w:tcPr>
                <w:p w14:paraId="56920543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Maintain native ecosystem areas</w:t>
                  </w:r>
                </w:p>
              </w:tc>
            </w:tr>
            <w:tr w:rsidR="00827DAD" w:rsidRPr="005C7EA8" w14:paraId="1397BE68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592EDBE8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AHCECR303</w:t>
                  </w:r>
                </w:p>
              </w:tc>
              <w:tc>
                <w:tcPr>
                  <w:tcW w:w="5590" w:type="dxa"/>
                </w:tcPr>
                <w:p w14:paraId="75B749D1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Implement biological reintroduction works</w:t>
                  </w:r>
                </w:p>
              </w:tc>
            </w:tr>
            <w:tr w:rsidR="00827DAD" w:rsidRPr="005C7EA8" w14:paraId="62503E38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0496A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lastRenderedPageBreak/>
                    <w:t>AHCECR305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D32BC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Collect native seed</w:t>
                  </w:r>
                </w:p>
              </w:tc>
            </w:tr>
            <w:tr w:rsidR="00827DAD" w:rsidRPr="005C7EA8" w14:paraId="243D6A68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6FE813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AHCECR306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26F2CC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Conduct photography for fieldwork</w:t>
                  </w:r>
                </w:p>
              </w:tc>
            </w:tr>
            <w:tr w:rsidR="00827DAD" w:rsidRPr="005C7EA8" w14:paraId="363048B4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7D9A4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AHCECR307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55BD2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Read and interpret maps</w:t>
                  </w:r>
                </w:p>
              </w:tc>
            </w:tr>
            <w:tr w:rsidR="00827DAD" w:rsidRPr="005C7EA8" w14:paraId="1805C738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1EAD1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AHCFAU303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7A546D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Respond to wildlife emergencies</w:t>
                  </w:r>
                </w:p>
              </w:tc>
            </w:tr>
            <w:tr w:rsidR="00827DAD" w:rsidRPr="005C7EA8" w14:paraId="4E7BF251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87F38" w14:textId="5FCDECF5" w:rsidR="00827DAD" w:rsidRPr="00E14272" w:rsidRDefault="00827DAD" w:rsidP="00E14272">
                  <w:pPr>
                    <w:pStyle w:val="SIText"/>
                  </w:pPr>
                  <w:r w:rsidRPr="004D0D02">
                    <w:t>AHCILM2</w:t>
                  </w:r>
                  <w:r w:rsidR="00562F03">
                    <w:t>X</w:t>
                  </w:r>
                  <w:r w:rsidRPr="004D0D02">
                    <w:t>01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52F3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Maintain cultural places</w:t>
                  </w:r>
                </w:p>
              </w:tc>
            </w:tr>
            <w:tr w:rsidR="00827DAD" w:rsidRPr="005C7EA8" w14:paraId="0CC2B6F7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040BF68E" w14:textId="7A086C16" w:rsidR="00827DAD" w:rsidRPr="004D0D02" w:rsidRDefault="00827DAD" w:rsidP="00E14272">
                  <w:pPr>
                    <w:pStyle w:val="SIText"/>
                  </w:pPr>
                  <w:r w:rsidRPr="004D0D02">
                    <w:t>AHCILM2</w:t>
                  </w:r>
                  <w:r w:rsidR="00562F03">
                    <w:t>X</w:t>
                  </w:r>
                  <w:r w:rsidRPr="004D0D02">
                    <w:t>03</w:t>
                  </w:r>
                </w:p>
              </w:tc>
              <w:tc>
                <w:tcPr>
                  <w:tcW w:w="5590" w:type="dxa"/>
                </w:tcPr>
                <w:p w14:paraId="59FE52FE" w14:textId="77777777" w:rsidR="00827DAD" w:rsidRPr="004D0D02" w:rsidRDefault="00827DAD" w:rsidP="00E14272">
                  <w:pPr>
                    <w:pStyle w:val="SIText"/>
                  </w:pPr>
                  <w:r w:rsidRPr="004D0D02">
                    <w:t>Record information about Country</w:t>
                  </w:r>
                </w:p>
              </w:tc>
            </w:tr>
            <w:tr w:rsidR="00827DAD" w:rsidRPr="005C7EA8" w14:paraId="7FEC4FDE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24F1C94B" w14:textId="30277637" w:rsidR="00827DAD" w:rsidRPr="004D0D02" w:rsidRDefault="00827DAD" w:rsidP="00E14272">
                  <w:pPr>
                    <w:pStyle w:val="SIText"/>
                  </w:pPr>
                  <w:r w:rsidRPr="004D0D02">
                    <w:t>AHCILM3</w:t>
                  </w:r>
                  <w:r w:rsidR="00562F03">
                    <w:t>X</w:t>
                  </w:r>
                  <w:r w:rsidRPr="004D0D02">
                    <w:t>02</w:t>
                  </w:r>
                </w:p>
              </w:tc>
              <w:tc>
                <w:tcPr>
                  <w:tcW w:w="5590" w:type="dxa"/>
                </w:tcPr>
                <w:p w14:paraId="6AC4187C" w14:textId="77777777" w:rsidR="00827DAD" w:rsidRPr="004D0D02" w:rsidRDefault="00827DAD" w:rsidP="00E14272">
                  <w:pPr>
                    <w:pStyle w:val="SIText"/>
                  </w:pPr>
                  <w:r w:rsidRPr="004D0D02">
                    <w:t>Provide appropriate information on cultural knowledge</w:t>
                  </w:r>
                </w:p>
              </w:tc>
            </w:tr>
            <w:tr w:rsidR="00827DAD" w:rsidRPr="005C7EA8" w14:paraId="115694D2" w14:textId="77777777" w:rsidTr="00CA79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c>
                <w:tcPr>
                  <w:tcW w:w="1639" w:type="dxa"/>
                </w:tcPr>
                <w:p w14:paraId="27C0FD66" w14:textId="103BFB33" w:rsidR="00827DAD" w:rsidRPr="004D0D02" w:rsidRDefault="00827DAD" w:rsidP="00E14272">
                  <w:pPr>
                    <w:pStyle w:val="SIText"/>
                  </w:pPr>
                  <w:r w:rsidRPr="004D0D02">
                    <w:t>AHCILM3</w:t>
                  </w:r>
                  <w:r w:rsidR="00653F93">
                    <w:t>X</w:t>
                  </w:r>
                  <w:r w:rsidRPr="004D0D02">
                    <w:t>05</w:t>
                  </w:r>
                  <w:r>
                    <w:t>*</w:t>
                  </w:r>
                </w:p>
              </w:tc>
              <w:tc>
                <w:tcPr>
                  <w:tcW w:w="5590" w:type="dxa"/>
                </w:tcPr>
                <w:p w14:paraId="31C5EE60" w14:textId="77777777" w:rsidR="00827DAD" w:rsidRPr="004D0D02" w:rsidRDefault="00827DAD" w:rsidP="00E14272">
                  <w:pPr>
                    <w:pStyle w:val="SIText"/>
                  </w:pPr>
                  <w:r w:rsidRPr="004D0D02">
                    <w:t xml:space="preserve">Work with an </w:t>
                  </w:r>
                  <w:r w:rsidRPr="00B05813">
                    <w:t xml:space="preserve">Aboriginal and/or Torres Strait Islander </w:t>
                  </w:r>
                  <w:r w:rsidRPr="004D0D02">
                    <w:t>Community or organisation</w:t>
                  </w:r>
                </w:p>
              </w:tc>
            </w:tr>
            <w:tr w:rsidR="00827DAD" w14:paraId="2561B046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197FBC1" w14:textId="4180B333" w:rsidR="00827DAD" w:rsidRPr="00E14272" w:rsidRDefault="00827DAD" w:rsidP="00E14272">
                  <w:pPr>
                    <w:pStyle w:val="SIText"/>
                  </w:pPr>
                  <w:r w:rsidRPr="004D0D02">
                    <w:t>AHCILM3</w:t>
                  </w:r>
                  <w:r w:rsidR="00653F93">
                    <w:t>X</w:t>
                  </w:r>
                  <w:r w:rsidRPr="004D0D02">
                    <w:t>07</w:t>
                  </w:r>
                  <w:r>
                    <w:t>*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EA1EF2E" w14:textId="01679555" w:rsidR="00827DAD" w:rsidRPr="00E14272" w:rsidRDefault="00827DAD" w:rsidP="00E14272">
                  <w:pPr>
                    <w:pStyle w:val="SIText"/>
                  </w:pPr>
                  <w:r w:rsidRPr="004D0D02">
                    <w:t>Implement cultural burning practices</w:t>
                  </w:r>
                </w:p>
              </w:tc>
            </w:tr>
            <w:tr w:rsidR="00827DAD" w14:paraId="14811862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FB42AF2" w14:textId="754AC463" w:rsidR="00827DAD" w:rsidRPr="00E14272" w:rsidRDefault="00827DAD" w:rsidP="00E14272">
                  <w:pPr>
                    <w:pStyle w:val="SIText"/>
                  </w:pPr>
                  <w:r w:rsidRPr="004D0D02">
                    <w:t>AHCILM3</w:t>
                  </w:r>
                  <w:r w:rsidR="00653F93">
                    <w:t>X</w:t>
                  </w:r>
                  <w:r w:rsidRPr="004D0D02">
                    <w:t>08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DE064A0" w14:textId="77777777" w:rsidR="00827DAD" w:rsidRPr="00E14272" w:rsidRDefault="00827DAD" w:rsidP="00E14272">
                  <w:pPr>
                    <w:pStyle w:val="SIText"/>
                  </w:pPr>
                  <w:r w:rsidRPr="004D0D02">
                    <w:t xml:space="preserve">Identify traditional customs and land rights for an </w:t>
                  </w:r>
                  <w:r w:rsidRPr="00B05813">
                    <w:t xml:space="preserve">Aboriginal and/or Torres Strait Islander </w:t>
                  </w:r>
                  <w:r w:rsidRPr="004D0D02">
                    <w:t>Community</w:t>
                  </w:r>
                </w:p>
              </w:tc>
            </w:tr>
            <w:tr w:rsidR="00827DAD" w14:paraId="7A7FD13F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7911B4E" w14:textId="74EED6F2" w:rsidR="00827DAD" w:rsidRPr="00E14272" w:rsidRDefault="00827DAD" w:rsidP="00E14272">
                  <w:pPr>
                    <w:pStyle w:val="SIText"/>
                    <w:rPr>
                      <w:rStyle w:val="SITemporarytext-blue"/>
                    </w:rPr>
                  </w:pPr>
                  <w:r w:rsidRPr="004D0D02">
                    <w:t>AHCILM4</w:t>
                  </w:r>
                  <w:r w:rsidR="00562F03">
                    <w:t>X</w:t>
                  </w:r>
                  <w:r w:rsidRPr="004D0D02">
                    <w:t>04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4D13F8C" w14:textId="77777777" w:rsidR="00827DAD" w:rsidRPr="00E14272" w:rsidRDefault="00827DAD" w:rsidP="00E14272">
                  <w:pPr>
                    <w:pStyle w:val="SIText"/>
                  </w:pPr>
                  <w:r w:rsidRPr="004D0D02">
                    <w:t xml:space="preserve">Record and document </w:t>
                  </w:r>
                  <w:r w:rsidRPr="00E14272">
                    <w:t>Community history</w:t>
                  </w:r>
                </w:p>
              </w:tc>
            </w:tr>
            <w:tr w:rsidR="00827DAD" w14:paraId="33625F1D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48B539A" w14:textId="09B9003F" w:rsidR="00827DAD" w:rsidRPr="00E14272" w:rsidRDefault="00827DAD" w:rsidP="00E14272">
                  <w:pPr>
                    <w:pStyle w:val="SIText"/>
                  </w:pPr>
                  <w:r w:rsidRPr="004D0D02">
                    <w:t>AHCILM5</w:t>
                  </w:r>
                  <w:r w:rsidR="00562F03">
                    <w:t>X</w:t>
                  </w:r>
                  <w:r w:rsidRPr="004D0D02">
                    <w:t>10</w:t>
                  </w:r>
                  <w:r>
                    <w:t>*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012FC35" w14:textId="77777777" w:rsidR="00827DAD" w:rsidRPr="00E14272" w:rsidRDefault="00827DAD" w:rsidP="00E14272">
                  <w:pPr>
                    <w:pStyle w:val="SIText"/>
                  </w:pPr>
                  <w:r w:rsidRPr="004D0D02">
                    <w:t xml:space="preserve">Plan for </w:t>
                  </w:r>
                  <w:r w:rsidRPr="00E14272">
                    <w:t>successful cultural practice at work</w:t>
                  </w:r>
                </w:p>
              </w:tc>
            </w:tr>
            <w:tr w:rsidR="00827DAD" w14:paraId="74D134C3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FE7978D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AHCINF301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2ADE905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Implement property improvement, construction and repair</w:t>
                  </w:r>
                </w:p>
              </w:tc>
            </w:tr>
            <w:tr w:rsidR="00827DAD" w14:paraId="685B19DB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8E215C7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AHCLPW307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46A2D5D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Perform restricted diving for scientific purposes</w:t>
                  </w:r>
                </w:p>
              </w:tc>
            </w:tr>
            <w:tr w:rsidR="00827DAD" w14:paraId="1B014101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9FBD4EE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AHCLPW310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D24774B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Supervise park visitor activities</w:t>
                  </w:r>
                </w:p>
              </w:tc>
            </w:tr>
            <w:tr w:rsidR="00827DAD" w14:paraId="257F97CD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A278527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AHCLPW311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92BEF13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Construct access tracks</w:t>
                  </w:r>
                </w:p>
              </w:tc>
            </w:tr>
            <w:tr w:rsidR="00827DAD" w14:paraId="7098C92D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AEF5C88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AHCLPW312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BBD84B4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Carry out inspection of designated area</w:t>
                  </w:r>
                </w:p>
              </w:tc>
            </w:tr>
            <w:tr w:rsidR="00827DAD" w14:paraId="34305D07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06AB0BF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AHCLPW313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80B4A5C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Undertake sampling and testing of water</w:t>
                  </w:r>
                </w:p>
              </w:tc>
            </w:tr>
            <w:tr w:rsidR="00827DAD" w14:paraId="5260F106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E6D9276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AHCLSC304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C988632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Erect timber structures and features</w:t>
                  </w:r>
                </w:p>
              </w:tc>
            </w:tr>
            <w:tr w:rsidR="00827DAD" w14:paraId="221E68EC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C0B4A3E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AHCMOM305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82C2F47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Operate specialised machinery and equipment</w:t>
                  </w:r>
                </w:p>
              </w:tc>
            </w:tr>
            <w:tr w:rsidR="00827DAD" w14:paraId="5B4C934C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3ABED12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AHCMOM315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5B27C04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Operate chemical application machinery and equipment</w:t>
                  </w:r>
                </w:p>
              </w:tc>
            </w:tr>
            <w:tr w:rsidR="00827DAD" w14:paraId="1E13C9FD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3BBAF8A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AHCPCM303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24A0E4E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Identify plant specimens</w:t>
                  </w:r>
                </w:p>
              </w:tc>
            </w:tr>
            <w:tr w:rsidR="00827DAD" w14:paraId="0166BF84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838A7ED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AHCPCM305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08F3811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Implement a plant nutrition program</w:t>
                  </w:r>
                </w:p>
              </w:tc>
            </w:tr>
            <w:tr w:rsidR="00827DAD" w14:paraId="30E46133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DCDEE89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AHCPCM306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044F7D4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Provide information on plants and their culture</w:t>
                  </w:r>
                </w:p>
              </w:tc>
            </w:tr>
            <w:tr w:rsidR="00827DAD" w14:paraId="478DC8C0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471AB8E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AHCPMG301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7CF521B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Control weeds</w:t>
                  </w:r>
                </w:p>
              </w:tc>
            </w:tr>
            <w:tr w:rsidR="00827DAD" w14:paraId="4BDA4DC5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55B39A8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AHCPMG302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7BF9595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Control pests and diseases in plants</w:t>
                  </w:r>
                </w:p>
              </w:tc>
            </w:tr>
            <w:tr w:rsidR="00827DAD" w14:paraId="60C58333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0E653D7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AHCPMG305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F2B0757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Survey pests</w:t>
                  </w:r>
                </w:p>
              </w:tc>
            </w:tr>
            <w:tr w:rsidR="00827DAD" w14:paraId="69DA3BFE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4471944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AHCPMG307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6A10219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Apply animal trapping techniques</w:t>
                  </w:r>
                </w:p>
              </w:tc>
            </w:tr>
            <w:tr w:rsidR="00827DAD" w14:paraId="6F855C3C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43C60FA" w14:textId="77777777" w:rsidR="00827DAD" w:rsidRPr="00E14272" w:rsidRDefault="00827DAD" w:rsidP="00E14272">
                  <w:pPr>
                    <w:pStyle w:val="SIText"/>
                  </w:pPr>
                  <w:r w:rsidRPr="004D0D02">
                    <w:t xml:space="preserve">AHCPMG308 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B6151A1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Implement pest management strategies</w:t>
                  </w:r>
                </w:p>
              </w:tc>
            </w:tr>
            <w:tr w:rsidR="00827DAD" w14:paraId="6EA541F8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A306653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AHCWRK303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DD27A28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Respond to emergencies</w:t>
                  </w:r>
                </w:p>
              </w:tc>
            </w:tr>
            <w:tr w:rsidR="00827DAD" w14:paraId="77B7D732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4E0C772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AHCWRK304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E504019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Respond to rescue incidents</w:t>
                  </w:r>
                </w:p>
              </w:tc>
            </w:tr>
            <w:tr w:rsidR="00827DAD" w14:paraId="5CE8836A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2C78A61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AHCWRK305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C1496C3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Coordinate work site activities</w:t>
                  </w:r>
                </w:p>
              </w:tc>
            </w:tr>
            <w:tr w:rsidR="00827DAD" w14:paraId="77668B1B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F066BC6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BSBTEC301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46164D9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Design and produce business documents</w:t>
                  </w:r>
                </w:p>
              </w:tc>
            </w:tr>
            <w:tr w:rsidR="00827DAD" w14:paraId="6D296DA3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3F38671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CUAATS514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0796BCD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Work with Aboriginal and/or Torres Strait Islander cultural material</w:t>
                  </w:r>
                </w:p>
              </w:tc>
            </w:tr>
            <w:tr w:rsidR="00827DAD" w14:paraId="5BDA7819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9600212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CUACNM311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33C501F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Move and store collection material</w:t>
                  </w:r>
                </w:p>
              </w:tc>
            </w:tr>
            <w:tr w:rsidR="00827DAD" w14:paraId="172828DD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73E31D1" w14:textId="42956818" w:rsidR="00827DAD" w:rsidRPr="00827DAD" w:rsidRDefault="00827DAD" w:rsidP="00827DAD">
                  <w:pPr>
                    <w:pStyle w:val="SIText"/>
                    <w:rPr>
                      <w:rStyle w:val="SIStrikethroughtext"/>
                    </w:rPr>
                  </w:pPr>
                  <w:r w:rsidRPr="00827DAD">
                    <w:rPr>
                      <w:rStyle w:val="SIStrikethroughtext"/>
                      <w:strike w:val="0"/>
                      <w:color w:val="auto"/>
                    </w:rPr>
                    <w:t>FWPCOT3325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80A1DDA" w14:textId="78C735E9" w:rsidR="00827DAD" w:rsidRPr="00E14272" w:rsidRDefault="00827DAD" w:rsidP="00E14272">
                  <w:pPr>
                    <w:pStyle w:val="SIText"/>
                  </w:pPr>
                  <w:r w:rsidRPr="00827DAD">
                    <w:t>Operate four wheel drive vehicle on unsealed roads</w:t>
                  </w:r>
                </w:p>
              </w:tc>
            </w:tr>
            <w:tr w:rsidR="00827DAD" w14:paraId="2F0FB271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AB452A4" w14:textId="47527D15" w:rsidR="00827DAD" w:rsidRPr="00E14272" w:rsidRDefault="00827DAD" w:rsidP="00E14272">
                  <w:pPr>
                    <w:pStyle w:val="SIText"/>
                  </w:pPr>
                  <w:r w:rsidRPr="00827DAD">
                    <w:t>FWPFGM3202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2D34BCB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Extract seed</w:t>
                  </w:r>
                </w:p>
              </w:tc>
            </w:tr>
            <w:tr w:rsidR="00827DAD" w14:paraId="01682885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83D7118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 xml:space="preserve">PUAFIR204 </w:t>
                  </w:r>
                  <w:r w:rsidRPr="002F4C92">
                    <w:t>*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828699B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Respond to wildfire</w:t>
                  </w:r>
                </w:p>
              </w:tc>
            </w:tr>
            <w:tr w:rsidR="00827DAD" w14:paraId="500087D4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3E71531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 xml:space="preserve">PUAFIR303 </w:t>
                  </w:r>
                  <w:r w:rsidRPr="002F4C92">
                    <w:t>*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324A5FC" w14:textId="77777777" w:rsidR="00827DAD" w:rsidRPr="002F4C92" w:rsidRDefault="00827DAD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Suppress wildfire</w:t>
                  </w:r>
                </w:p>
              </w:tc>
            </w:tr>
            <w:tr w:rsidR="00827DAD" w14:paraId="747261B9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3F67B8F4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SITTGDE001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092F3E36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Interpret aspects of local Australian Indigenous culture</w:t>
                  </w:r>
                </w:p>
              </w:tc>
            </w:tr>
            <w:tr w:rsidR="00827DAD" w14:paraId="3EB91E15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31BFAAE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SITTGDE002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36CC472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Work as a guide</w:t>
                  </w:r>
                </w:p>
              </w:tc>
            </w:tr>
            <w:tr w:rsidR="00827DAD" w14:paraId="6A5715E0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EC3EF35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SITTGDE007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1DBCAD75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Research and share general information on Australian Indigenous cultures</w:t>
                  </w:r>
                </w:p>
              </w:tc>
            </w:tr>
            <w:tr w:rsidR="00827DAD" w14:paraId="28B97EF0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9EF314E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SITTGDE008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58434BA3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Prepare specialised interpretive content on flora, fauna and landscape</w:t>
                  </w:r>
                </w:p>
              </w:tc>
            </w:tr>
            <w:tr w:rsidR="00827DAD" w14:paraId="7EC006C2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F47850B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SITTGDE010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5C7D841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Prepare specialised interpretive content on cultural and heritage environments</w:t>
                  </w:r>
                </w:p>
              </w:tc>
            </w:tr>
            <w:tr w:rsidR="00827DAD" w14:paraId="0A0D9117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27D035D1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SITTPPD002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79AD57C8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Develop interpretive activities</w:t>
                  </w:r>
                </w:p>
              </w:tc>
            </w:tr>
            <w:tr w:rsidR="00827DAD" w14:paraId="34CE3B2D" w14:textId="77777777" w:rsidTr="00CA79F4">
              <w:tc>
                <w:tcPr>
                  <w:tcW w:w="1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4583D587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SITXCOM004</w:t>
                  </w:r>
                </w:p>
              </w:tc>
              <w:tc>
                <w:tcPr>
                  <w:tcW w:w="5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2" w:type="dxa"/>
                    <w:bottom w:w="0" w:type="dxa"/>
                    <w:right w:w="62" w:type="dxa"/>
                  </w:tcMar>
                </w:tcPr>
                <w:p w14:paraId="6DA38264" w14:textId="77777777" w:rsidR="00827DAD" w:rsidRPr="00E14272" w:rsidRDefault="00827DAD" w:rsidP="00E14272">
                  <w:pPr>
                    <w:pStyle w:val="SIText"/>
                  </w:pPr>
                  <w:r w:rsidRPr="004D0D02">
                    <w:t>Address protocol requirements</w:t>
                  </w:r>
                </w:p>
              </w:tc>
            </w:tr>
          </w:tbl>
          <w:p w14:paraId="43756E4B" w14:textId="77777777" w:rsidR="004270D2" w:rsidRPr="00205F8D" w:rsidRDefault="004270D2" w:rsidP="00205F8D"/>
          <w:p w14:paraId="0B151CAC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30D02F65" w14:textId="77777777" w:rsidR="004270D2" w:rsidRDefault="004270D2" w:rsidP="00205F8D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703"/>
              <w:gridCol w:w="4961"/>
            </w:tblGrid>
            <w:tr w:rsidR="004270D2" w14:paraId="06D3C2AD" w14:textId="77777777" w:rsidTr="00CE13A2"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B6F41B" w14:textId="77777777" w:rsidR="004270D2" w:rsidRPr="00205F8D" w:rsidRDefault="004270D2" w:rsidP="002B64C3">
                  <w:pPr>
                    <w:pStyle w:val="SIText"/>
                  </w:pPr>
                  <w:r w:rsidRPr="004D2710">
                    <w:t>Unit of competency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F956A" w14:textId="77777777" w:rsidR="004270D2" w:rsidRPr="00205F8D" w:rsidRDefault="004270D2" w:rsidP="002B64C3">
                  <w:pPr>
                    <w:pStyle w:val="SIText"/>
                  </w:pPr>
                  <w:r w:rsidRPr="004D2710">
                    <w:t>Prerequisite requirement</w:t>
                  </w:r>
                </w:p>
              </w:tc>
            </w:tr>
            <w:tr w:rsidR="004270D2" w14:paraId="3CBDBEF3" w14:textId="77777777" w:rsidTr="00CE13A2">
              <w:trPr>
                <w:trHeight w:val="568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F83CC" w14:textId="6F93F870" w:rsidR="00442B38" w:rsidRDefault="00442B38" w:rsidP="002B64C3">
                  <w:pPr>
                    <w:pStyle w:val="SIText"/>
                  </w:pPr>
                  <w:r w:rsidRPr="004D34E1">
                    <w:t>AHCASW3</w:t>
                  </w:r>
                  <w:r w:rsidR="00653F93">
                    <w:t>X</w:t>
                  </w:r>
                  <w:r w:rsidRPr="004D34E1">
                    <w:t>01</w:t>
                  </w:r>
                  <w:r w:rsidR="009A6C9F">
                    <w:t>*</w:t>
                  </w:r>
                  <w:r>
                    <w:t xml:space="preserve"> </w:t>
                  </w:r>
                  <w:r w:rsidRPr="004D34E1">
                    <w:t xml:space="preserve">Protect places of </w:t>
                  </w:r>
                  <w:r w:rsidR="00B05813" w:rsidRPr="00B05813">
                    <w:t xml:space="preserve">Aboriginal and/or Torres Strait Islander </w:t>
                  </w:r>
                  <w:r w:rsidRPr="004D34E1">
                    <w:t>cultural significance</w:t>
                  </w:r>
                </w:p>
                <w:p w14:paraId="2513CBAE" w14:textId="77777777" w:rsidR="004270D2" w:rsidRPr="00D30BC5" w:rsidRDefault="004270D2" w:rsidP="002B64C3">
                  <w:pPr>
                    <w:pStyle w:val="SIText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F53FE" w14:textId="41CB3E71" w:rsidR="004270D2" w:rsidRPr="00D30BC5" w:rsidRDefault="002F4C92" w:rsidP="002B64C3">
                  <w:pPr>
                    <w:pStyle w:val="SIText"/>
                  </w:pPr>
                  <w:r>
                    <w:lastRenderedPageBreak/>
                    <w:t>AHCILM3</w:t>
                  </w:r>
                  <w:r w:rsidR="00653F93">
                    <w:t>X</w:t>
                  </w:r>
                  <w:r>
                    <w:t>06 Develop awareness of Aboriginal and/or Torres Strait Islander cultural safety and protocols</w:t>
                  </w:r>
                </w:p>
                <w:p w14:paraId="235631B5" w14:textId="77777777" w:rsidR="004270D2" w:rsidRPr="00D30BC5" w:rsidRDefault="004270D2" w:rsidP="002B64C3">
                  <w:pPr>
                    <w:pStyle w:val="SIText"/>
                  </w:pPr>
                </w:p>
              </w:tc>
            </w:tr>
            <w:tr w:rsidR="004270D2" w14:paraId="0DA71468" w14:textId="77777777" w:rsidTr="00CE13A2"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D822F" w14:textId="48A780D5" w:rsidR="00442B38" w:rsidRPr="00442B38" w:rsidRDefault="00442B38" w:rsidP="002B64C3">
                  <w:pPr>
                    <w:pStyle w:val="SIText"/>
                  </w:pPr>
                  <w:r w:rsidRPr="00442B38">
                    <w:lastRenderedPageBreak/>
                    <w:t>AHCASW3</w:t>
                  </w:r>
                  <w:r w:rsidR="00653F93">
                    <w:t>X</w:t>
                  </w:r>
                  <w:r w:rsidRPr="00442B38">
                    <w:t>02</w:t>
                  </w:r>
                  <w:r w:rsidR="009A6C9F">
                    <w:t>*</w:t>
                  </w:r>
                </w:p>
                <w:p w14:paraId="3175C745" w14:textId="1B2DDDFB" w:rsidR="004270D2" w:rsidRPr="00D30BC5" w:rsidRDefault="00442B38" w:rsidP="002B64C3">
                  <w:pPr>
                    <w:pStyle w:val="SIText"/>
                  </w:pPr>
                  <w:r w:rsidRPr="00442B38">
                    <w:t xml:space="preserve">Relate </w:t>
                  </w:r>
                  <w:r w:rsidR="00B05813" w:rsidRPr="00B05813">
                    <w:t xml:space="preserve">Aboriginal and/or Torres Strait Islander </w:t>
                  </w:r>
                  <w:r w:rsidRPr="00442B38">
                    <w:t>culture to sites work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95AA3" w14:textId="7F63AC7C" w:rsidR="004270D2" w:rsidRPr="00D672A4" w:rsidRDefault="00653F93" w:rsidP="002B64C3">
                  <w:pPr>
                    <w:pStyle w:val="SIText"/>
                  </w:pPr>
                  <w:r w:rsidRPr="00653F93">
                    <w:t xml:space="preserve">AHCILM3X06 </w:t>
                  </w:r>
                  <w:r w:rsidR="002F4C92">
                    <w:rPr>
                      <w:rStyle w:val="SITemporarytext-red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4270D2" w14:paraId="2F5B62E2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2B15D" w14:textId="54EAC365" w:rsidR="00442B38" w:rsidRPr="00442B38" w:rsidRDefault="00442B38" w:rsidP="002B64C3">
                  <w:pPr>
                    <w:pStyle w:val="SIText"/>
                  </w:pPr>
                  <w:r w:rsidRPr="00442B38">
                    <w:t>AHCASW3</w:t>
                  </w:r>
                  <w:r w:rsidR="00653F93">
                    <w:t>X</w:t>
                  </w:r>
                  <w:r w:rsidRPr="00442B38">
                    <w:t>03</w:t>
                  </w:r>
                  <w:r w:rsidR="009A6C9F">
                    <w:t>*</w:t>
                  </w:r>
                </w:p>
                <w:p w14:paraId="5DC6908D" w14:textId="0E3BAEBF" w:rsidR="004270D2" w:rsidRPr="00205F8D" w:rsidRDefault="00442B38" w:rsidP="002B64C3">
                  <w:pPr>
                    <w:pStyle w:val="SIText"/>
                  </w:pPr>
                  <w:r w:rsidRPr="00442B38">
                    <w:t xml:space="preserve">Identify and record </w:t>
                  </w:r>
                  <w:r w:rsidR="00B05813" w:rsidRPr="00B05813">
                    <w:t xml:space="preserve">Aboriginal and/or Torres Strait Islander </w:t>
                  </w:r>
                  <w:r w:rsidRPr="00442B38">
                    <w:t>sites, objects and cultural landscapes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468F6" w14:textId="11C3DA6A" w:rsidR="004270D2" w:rsidRPr="00D672A4" w:rsidRDefault="00653F93" w:rsidP="002B64C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53F93">
                    <w:t xml:space="preserve">AHCILM3X06 </w:t>
                  </w:r>
                  <w:r w:rsidR="002F4C92">
                    <w:rPr>
                      <w:rStyle w:val="SITemporarytext-red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2B64C3" w14:paraId="000E319B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8F849" w14:textId="16E11B60" w:rsidR="002B64C3" w:rsidRPr="002B64C3" w:rsidRDefault="002B64C3" w:rsidP="002B64C3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04</w:t>
                  </w:r>
                  <w:r w:rsidR="009A6C9F">
                    <w:t>*</w:t>
                  </w:r>
                  <w:r>
                    <w:t xml:space="preserve"> </w:t>
                  </w:r>
                  <w:r w:rsidRPr="004D0D02">
                    <w:t xml:space="preserve">Identify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culturally significant plants</w:t>
                  </w:r>
                </w:p>
                <w:p w14:paraId="5F614AD2" w14:textId="4FE9C19D" w:rsidR="002B64C3" w:rsidRPr="00442B38" w:rsidRDefault="002B64C3" w:rsidP="002B64C3">
                  <w:pPr>
                    <w:pStyle w:val="SIText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05373" w14:textId="66815CA7" w:rsidR="002B64C3" w:rsidRPr="002B64C3" w:rsidRDefault="00653F93" w:rsidP="002B64C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53F93">
                    <w:t xml:space="preserve">AHCILM3X06 </w:t>
                  </w:r>
                  <w:r w:rsidR="002F4C92">
                    <w:rPr>
                      <w:rStyle w:val="SITemporarytext-red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D672A4" w14:paraId="530779CC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1E7D1" w14:textId="463E7B3B" w:rsidR="00D672A4" w:rsidRPr="00442B38" w:rsidRDefault="00D672A4" w:rsidP="002B64C3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06</w:t>
                  </w:r>
                  <w:r w:rsidR="009A6C9F">
                    <w:t>*</w:t>
                  </w:r>
                  <w:r w:rsidRPr="004D0D02">
                    <w:t xml:space="preserve"> Use technology in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sites work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74824" w14:textId="475A0893" w:rsidR="00D672A4" w:rsidRPr="00D672A4" w:rsidRDefault="00653F93" w:rsidP="002B64C3">
                  <w:pPr>
                    <w:pStyle w:val="SIText"/>
                    <w:rPr>
                      <w:rStyle w:val="SITemporarytext-red"/>
                    </w:rPr>
                  </w:pPr>
                  <w:r w:rsidRPr="00653F93">
                    <w:t xml:space="preserve">AHCILM3X06 </w:t>
                  </w:r>
                  <w:r w:rsidR="002F4C92">
                    <w:t>Develop awareness of Aboriginal and/or Torres Strait Islander cultural safety and protocols</w:t>
                  </w:r>
                </w:p>
              </w:tc>
            </w:tr>
            <w:tr w:rsidR="00D672A4" w14:paraId="7E4661C7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53E1F" w14:textId="1AB9BE55" w:rsidR="00D672A4" w:rsidRPr="00442B38" w:rsidRDefault="00D672A4" w:rsidP="002B64C3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07</w:t>
                  </w:r>
                  <w:r w:rsidR="009A6C9F">
                    <w:t>*</w:t>
                  </w:r>
                  <w:r w:rsidRPr="004D0D02">
                    <w:t xml:space="preserve"> Support the documentation of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 landscapes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D08C5" w14:textId="17841AEF" w:rsidR="00D672A4" w:rsidRPr="00D672A4" w:rsidRDefault="00653F93" w:rsidP="002B64C3">
                  <w:pPr>
                    <w:pStyle w:val="SIText"/>
                    <w:rPr>
                      <w:rStyle w:val="SITemporarytext-red"/>
                    </w:rPr>
                  </w:pPr>
                  <w:r w:rsidRPr="00653F93">
                    <w:t xml:space="preserve">AHCILM3X06 </w:t>
                  </w:r>
                  <w:r w:rsidR="002F4C92">
                    <w:t>Develop awareness of Aboriginal and/or Torres Strait Islander cultural safety and protocols</w:t>
                  </w:r>
                </w:p>
              </w:tc>
            </w:tr>
            <w:tr w:rsidR="002B64C3" w14:paraId="695686AC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98C42" w14:textId="43B7007F" w:rsidR="002B64C3" w:rsidRPr="00D672A4" w:rsidRDefault="002B64C3" w:rsidP="002B64C3">
                  <w:pPr>
                    <w:pStyle w:val="SIText"/>
                  </w:pPr>
                  <w:r w:rsidRPr="00D672A4">
                    <w:t>AHCASW3</w:t>
                  </w:r>
                  <w:r w:rsidR="00653F93">
                    <w:t>X</w:t>
                  </w:r>
                  <w:r w:rsidRPr="00D672A4">
                    <w:t>08</w:t>
                  </w:r>
                  <w:r w:rsidR="009A6C9F">
                    <w:t>*</w:t>
                  </w:r>
                </w:p>
                <w:p w14:paraId="38C2C9E9" w14:textId="3FCE4775" w:rsidR="002B64C3" w:rsidRPr="004D0D02" w:rsidRDefault="002B64C3" w:rsidP="002B64C3">
                  <w:pPr>
                    <w:pStyle w:val="SIText"/>
                  </w:pPr>
                  <w:r w:rsidRPr="00D672A4">
                    <w:t xml:space="preserve">Apply cultural significance to </w:t>
                  </w:r>
                  <w:r w:rsidR="00B05813" w:rsidRPr="00B05813">
                    <w:t xml:space="preserve">Aboriginal and/or Torres Strait Islander </w:t>
                  </w:r>
                  <w:r w:rsidRPr="00D672A4">
                    <w:t>sites and landscapes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8CC68" w14:textId="556A50D5" w:rsidR="002B64C3" w:rsidRPr="002B64C3" w:rsidRDefault="00653F93" w:rsidP="002B64C3">
                  <w:pPr>
                    <w:pStyle w:val="SIText"/>
                  </w:pPr>
                  <w:r w:rsidRPr="00653F93">
                    <w:t>AHCASW3X02</w:t>
                  </w:r>
                  <w:r w:rsidR="00B05813" w:rsidRPr="00B05813">
                    <w:t xml:space="preserve">* Relate Aboriginal and/or Torres Strait Islander culture to sites work </w:t>
                  </w:r>
                </w:p>
              </w:tc>
            </w:tr>
            <w:tr w:rsidR="002B64C3" w14:paraId="14F14A1A" w14:textId="77777777" w:rsidTr="00CE13A2">
              <w:trPr>
                <w:trHeight w:val="51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AEF42" w14:textId="76ED44B7" w:rsidR="002B64C3" w:rsidRPr="00442B38" w:rsidRDefault="002B64C3" w:rsidP="002B64C3">
                  <w:pPr>
                    <w:pStyle w:val="SIText"/>
                  </w:pPr>
                  <w:r w:rsidRPr="004D0D02">
                    <w:t>AHCASW3</w:t>
                  </w:r>
                  <w:r w:rsidR="00653F93">
                    <w:t>X</w:t>
                  </w:r>
                  <w:r w:rsidRPr="004D0D02">
                    <w:t>09</w:t>
                  </w:r>
                  <w:r w:rsidR="009A6C9F">
                    <w:t>*</w:t>
                  </w:r>
                  <w:r w:rsidRPr="004D0D02">
                    <w:t xml:space="preserve"> Interpret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 landscape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983C7" w14:textId="60613182" w:rsidR="002B64C3" w:rsidRPr="002B64C3" w:rsidRDefault="00653F93" w:rsidP="002B64C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53F93">
                    <w:t>AHCASW3X02</w:t>
                  </w:r>
                  <w:r w:rsidR="00B05813">
                    <w:t>*</w:t>
                  </w:r>
                  <w:r w:rsidR="002B64C3" w:rsidRPr="002B64C3">
                    <w:t xml:space="preserve"> Relate </w:t>
                  </w:r>
                  <w:r w:rsidR="00B05813" w:rsidRPr="00B05813">
                    <w:t xml:space="preserve">Aboriginal and/or Torres Strait Islander </w:t>
                  </w:r>
                  <w:r w:rsidR="002B64C3" w:rsidRPr="002B64C3">
                    <w:t>culture to sites work</w:t>
                  </w:r>
                </w:p>
              </w:tc>
            </w:tr>
            <w:tr w:rsidR="002B64C3" w14:paraId="3A1506D0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64B1E" w14:textId="3C96D6C6" w:rsidR="002B64C3" w:rsidRPr="002B64C3" w:rsidRDefault="002B64C3" w:rsidP="002B64C3">
                  <w:pPr>
                    <w:pStyle w:val="SIText"/>
                  </w:pPr>
                  <w:r w:rsidRPr="00D672A4">
                    <w:t>AHCASW3</w:t>
                  </w:r>
                  <w:r w:rsidR="00653F93">
                    <w:t>X</w:t>
                  </w:r>
                  <w:r w:rsidRPr="00D672A4">
                    <w:t>10</w:t>
                  </w:r>
                  <w:r w:rsidR="009A6C9F">
                    <w:t>*</w:t>
                  </w:r>
                  <w:r w:rsidRPr="002B64C3">
                    <w:t xml:space="preserve"> Move and store </w:t>
                  </w:r>
                  <w:r w:rsidR="00B05813" w:rsidRPr="00B05813">
                    <w:t xml:space="preserve">Aboriginal and/or Torres Strait Islander </w:t>
                  </w:r>
                  <w:r w:rsidRPr="002B64C3">
                    <w:t>cultural material</w:t>
                  </w:r>
                </w:p>
                <w:p w14:paraId="7F6D9059" w14:textId="55A85910" w:rsidR="002B64C3" w:rsidRPr="00205F8D" w:rsidRDefault="002B64C3" w:rsidP="002B64C3">
                  <w:pPr>
                    <w:pStyle w:val="SIText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79467" w14:textId="15544177" w:rsidR="002B64C3" w:rsidRPr="002B64C3" w:rsidRDefault="00653F93" w:rsidP="002B64C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53F93">
                    <w:t xml:space="preserve">AHCILM3X06 </w:t>
                  </w:r>
                  <w:r w:rsidR="002F4C92">
                    <w:rPr>
                      <w:rStyle w:val="SITemporarytext-red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2B64C3" w14:paraId="0B173928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51C73" w14:textId="634ABCC7" w:rsidR="002B64C3" w:rsidRPr="00205F8D" w:rsidRDefault="002B64C3" w:rsidP="002B64C3">
                  <w:pPr>
                    <w:pStyle w:val="SIText"/>
                  </w:pPr>
                  <w:r w:rsidRPr="004D0D02">
                    <w:t>AHCASW31</w:t>
                  </w:r>
                  <w:r w:rsidR="00653F93">
                    <w:t>X</w:t>
                  </w:r>
                  <w:r w:rsidRPr="004D0D02">
                    <w:t>2</w:t>
                  </w:r>
                  <w:r w:rsidR="009A6C9F">
                    <w:t>*</w:t>
                  </w:r>
                  <w:r>
                    <w:t xml:space="preserve"> </w:t>
                  </w:r>
                  <w:r w:rsidRPr="004D0D02">
                    <w:t xml:space="preserve">Maintain an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 site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1155D9" w14:textId="6F00C905" w:rsidR="002B64C3" w:rsidRPr="002B64C3" w:rsidRDefault="00653F93" w:rsidP="002B64C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53F93">
                    <w:t xml:space="preserve">AHCILM3X06 </w:t>
                  </w:r>
                  <w:r w:rsidR="002F4C92">
                    <w:rPr>
                      <w:rStyle w:val="SITemporarytext-red"/>
                      <w:color w:val="auto"/>
                      <w:sz w:val="20"/>
                    </w:rPr>
                    <w:t>Develop awareness of Aboriginal and/or Torres Strait Islander cultural safety and protocols</w:t>
                  </w:r>
                </w:p>
              </w:tc>
            </w:tr>
            <w:tr w:rsidR="002B64C3" w14:paraId="148A0E08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5A8D2" w14:textId="385FD8D3" w:rsidR="002B64C3" w:rsidRPr="002B64C3" w:rsidRDefault="002B64C3" w:rsidP="00986697">
                  <w:pPr>
                    <w:pStyle w:val="SIText"/>
                  </w:pPr>
                  <w:r w:rsidRPr="004D0D02">
                    <w:t>AHCASW5</w:t>
                  </w:r>
                  <w:r w:rsidR="00653F93">
                    <w:t>X</w:t>
                  </w:r>
                  <w:r w:rsidRPr="004D0D02">
                    <w:t>01</w:t>
                  </w:r>
                  <w:r w:rsidR="009A6C9F">
                    <w:t>*</w:t>
                  </w:r>
                  <w:r w:rsidRPr="004D0D02">
                    <w:t xml:space="preserve"> Survey and report on </w:t>
                  </w:r>
                  <w:r w:rsidR="00B05813" w:rsidRPr="00B05813">
                    <w:t xml:space="preserve">Aboriginal and/or Torres Strait Islander </w:t>
                  </w:r>
                  <w:r w:rsidRPr="004D0D02">
                    <w:t>cultural sites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A5E8C" w14:textId="297E65F2" w:rsidR="002B64C3" w:rsidRPr="002B64C3" w:rsidRDefault="00653F93" w:rsidP="00986697">
                  <w:pPr>
                    <w:pStyle w:val="SIText"/>
                  </w:pPr>
                  <w:r w:rsidRPr="00653F93">
                    <w:t xml:space="preserve">AHCILM3X06 </w:t>
                  </w:r>
                  <w:r w:rsidR="002F4C92">
                    <w:t>Develop awareness of Aboriginal and/or Torres Strait Islander cultural safety and protocols</w:t>
                  </w:r>
                </w:p>
              </w:tc>
            </w:tr>
            <w:tr w:rsidR="002B64C3" w14:paraId="1EA36A9D" w14:textId="77777777" w:rsidTr="00CE13A2">
              <w:trPr>
                <w:trHeight w:val="691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A8BE7" w14:textId="41D5A330" w:rsidR="002B64C3" w:rsidRPr="002B64C3" w:rsidRDefault="002B64C3" w:rsidP="002B64C3">
                  <w:pPr>
                    <w:pStyle w:val="SIText"/>
                  </w:pPr>
                  <w:r w:rsidRPr="002B64C3">
                    <w:t>AHCILM3</w:t>
                  </w:r>
                  <w:r w:rsidR="00653F93">
                    <w:t>X</w:t>
                  </w:r>
                  <w:r w:rsidRPr="002B64C3">
                    <w:t>05</w:t>
                  </w:r>
                  <w:r w:rsidR="009A6C9F">
                    <w:t>*</w:t>
                  </w:r>
                  <w:r w:rsidRPr="002B64C3">
                    <w:t xml:space="preserve"> Work with an </w:t>
                  </w:r>
                  <w:r w:rsidR="00B05813" w:rsidRPr="00B05813">
                    <w:t xml:space="preserve">Aboriginal and/or Torres Strait Islander </w:t>
                  </w:r>
                  <w:r w:rsidRPr="002B64C3">
                    <w:t>Community or organisation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60465" w14:textId="04434921" w:rsidR="002B64C3" w:rsidRPr="002B64C3" w:rsidRDefault="00653F93" w:rsidP="002B64C3">
                  <w:pPr>
                    <w:pStyle w:val="SIText"/>
                    <w:rPr>
                      <w:rStyle w:val="SITemporarytext-red"/>
                    </w:rPr>
                  </w:pPr>
                  <w:r w:rsidRPr="00653F93">
                    <w:t xml:space="preserve">AHCILM3X06 </w:t>
                  </w:r>
                  <w:r w:rsidR="002F4C92">
                    <w:t>Develop awareness of Aboriginal and/or Torres Strait Islander cultural safety and protocols</w:t>
                  </w:r>
                </w:p>
              </w:tc>
            </w:tr>
            <w:tr w:rsidR="002B64C3" w14:paraId="4ABD3115" w14:textId="77777777" w:rsidTr="00CE13A2">
              <w:trPr>
                <w:trHeight w:val="493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D3EE63" w14:textId="70C7FE77" w:rsidR="002B64C3" w:rsidRPr="002B64C3" w:rsidRDefault="002B64C3" w:rsidP="002B64C3">
                  <w:pPr>
                    <w:pStyle w:val="SIText"/>
                  </w:pPr>
                  <w:r w:rsidRPr="002B64C3">
                    <w:t>AHCILM3</w:t>
                  </w:r>
                  <w:r w:rsidR="00653F93">
                    <w:t>X</w:t>
                  </w:r>
                  <w:r w:rsidRPr="002B64C3">
                    <w:t>07</w:t>
                  </w:r>
                  <w:r w:rsidR="009A6C9F">
                    <w:t>*</w:t>
                  </w:r>
                  <w:r w:rsidRPr="002B64C3">
                    <w:t xml:space="preserve"> Implement </w:t>
                  </w:r>
                  <w:r w:rsidR="00B05813" w:rsidRPr="00B05813">
                    <w:t xml:space="preserve">Aboriginal and/or Torres Strait Islander </w:t>
                  </w:r>
                  <w:r w:rsidRPr="002B64C3">
                    <w:t>cultural burning practices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D2F51" w14:textId="0A1B3BCA" w:rsidR="002B64C3" w:rsidRPr="002B64C3" w:rsidRDefault="00653F93" w:rsidP="002B64C3">
                  <w:pPr>
                    <w:pStyle w:val="SIText"/>
                    <w:rPr>
                      <w:rStyle w:val="SITemporarytext-red"/>
                    </w:rPr>
                  </w:pPr>
                  <w:r w:rsidRPr="00653F93">
                    <w:t xml:space="preserve">AHCILM3X06 </w:t>
                  </w:r>
                  <w:r w:rsidR="002F4C92">
                    <w:t>Develop awareness of Aboriginal and/or Torres Strait Islander cultural safety and protocols</w:t>
                  </w:r>
                </w:p>
              </w:tc>
            </w:tr>
            <w:tr w:rsidR="002B64C3" w14:paraId="1E25445A" w14:textId="77777777" w:rsidTr="00CE13A2">
              <w:trPr>
                <w:trHeight w:val="517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1B155" w14:textId="194B2DF5" w:rsidR="002B64C3" w:rsidRPr="002B64C3" w:rsidRDefault="002B64C3" w:rsidP="002B64C3">
                  <w:pPr>
                    <w:pStyle w:val="SIText"/>
                  </w:pPr>
                  <w:r w:rsidRPr="004D0D02">
                    <w:t>AHCILM5</w:t>
                  </w:r>
                  <w:r w:rsidR="00562F03">
                    <w:t>X</w:t>
                  </w:r>
                  <w:r w:rsidRPr="004D0D02">
                    <w:t>10</w:t>
                  </w:r>
                  <w:r w:rsidR="009A6C9F">
                    <w:t>*</w:t>
                  </w:r>
                  <w:r w:rsidRPr="002B64C3">
                    <w:t xml:space="preserve"> Plan for successful cultural practice at work</w:t>
                  </w:r>
                </w:p>
                <w:p w14:paraId="2B774FA2" w14:textId="7E7CC12C" w:rsidR="002B64C3" w:rsidRPr="002B64C3" w:rsidRDefault="002B64C3" w:rsidP="002B64C3">
                  <w:pPr>
                    <w:pStyle w:val="SIText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6BE0A" w14:textId="67A74A52" w:rsidR="002B64C3" w:rsidRPr="002B64C3" w:rsidRDefault="00653F93" w:rsidP="002B64C3">
                  <w:pPr>
                    <w:pStyle w:val="SIText"/>
                    <w:rPr>
                      <w:rStyle w:val="SITemporarytext-red"/>
                    </w:rPr>
                  </w:pPr>
                  <w:r w:rsidRPr="00653F93">
                    <w:t xml:space="preserve">AHCILM3X06 </w:t>
                  </w:r>
                  <w:r w:rsidR="002F4C92">
                    <w:t>Develop awareness of Aboriginal and/or Torres Strait Islander cultural safety and protocols</w:t>
                  </w:r>
                </w:p>
              </w:tc>
            </w:tr>
            <w:tr w:rsidR="002B64C3" w14:paraId="74B597E4" w14:textId="77777777" w:rsidTr="00CE13A2">
              <w:trPr>
                <w:trHeight w:val="283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CE0BB" w14:textId="5A893AB9" w:rsidR="002B64C3" w:rsidRPr="002F4C92" w:rsidRDefault="004F153E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PUAFIR204* Respond to wildfire</w:t>
                  </w:r>
                </w:p>
                <w:p w14:paraId="52503790" w14:textId="34364518" w:rsidR="002B64C3" w:rsidRPr="002F4C92" w:rsidRDefault="002B64C3" w:rsidP="002F4C92">
                  <w:pPr>
                    <w:pStyle w:val="SIText"/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063E7" w14:textId="5D9EB4C8" w:rsidR="002B64C3" w:rsidRPr="002F4C92" w:rsidRDefault="004F153E" w:rsidP="002F4C9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PUAFIR210 Prevent injury</w:t>
                  </w:r>
                </w:p>
              </w:tc>
            </w:tr>
            <w:tr w:rsidR="002B64C3" w14:paraId="65662C55" w14:textId="77777777" w:rsidTr="00CE13A2">
              <w:trPr>
                <w:trHeight w:val="248"/>
              </w:trPr>
              <w:tc>
                <w:tcPr>
                  <w:tcW w:w="3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0D4A7" w14:textId="68B59F6A" w:rsidR="002B64C3" w:rsidRPr="002F4C92" w:rsidRDefault="004F153E" w:rsidP="002F4C92">
                  <w:pPr>
                    <w:pStyle w:val="SIText"/>
                  </w:pP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PUAFIR303*</w:t>
                  </w:r>
                  <w:r w:rsidR="00BB7492" w:rsidRPr="002F4C92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  <w:r w:rsidRPr="002F4C92">
                    <w:rPr>
                      <w:rStyle w:val="SITemporarytext-blue"/>
                      <w:color w:val="auto"/>
                      <w:sz w:val="20"/>
                    </w:rPr>
                    <w:t>Suppress wildfire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AF06B" w14:textId="1AB18CFD" w:rsidR="002B64C3" w:rsidRPr="002F4C92" w:rsidRDefault="004F153E" w:rsidP="002F4C92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F4C92">
                    <w:rPr>
                      <w:rStyle w:val="SITemporarytext-red"/>
                      <w:color w:val="auto"/>
                      <w:sz w:val="20"/>
                    </w:rPr>
                    <w:t>PUAFIR204 Respond to wildfire</w:t>
                  </w:r>
                </w:p>
              </w:tc>
            </w:tr>
          </w:tbl>
          <w:p w14:paraId="5FED56CF" w14:textId="77777777" w:rsidR="004270D2" w:rsidRDefault="004270D2" w:rsidP="00205F8D"/>
        </w:tc>
      </w:tr>
    </w:tbl>
    <w:p w14:paraId="3458B2FE" w14:textId="77777777" w:rsidR="000D7BE6" w:rsidRDefault="000D7BE6"/>
    <w:p w14:paraId="49D77A7D" w14:textId="77777777" w:rsidR="000D7BE6" w:rsidRPr="00205F8D" w:rsidRDefault="000D7BE6" w:rsidP="00205F8D">
      <w:r>
        <w:br w:type="page"/>
      </w:r>
    </w:p>
    <w:p w14:paraId="6A82DA6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CF82EA7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902CA0A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3B0DA2D2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389163CE" w14:textId="77777777" w:rsidTr="00EA116F">
              <w:tc>
                <w:tcPr>
                  <w:tcW w:w="1028" w:type="pct"/>
                </w:tcPr>
                <w:p w14:paraId="152C2D2E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ACDFDD9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2B905A4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E34315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DA2A787" w14:textId="77777777" w:rsidTr="00EA116F">
              <w:tc>
                <w:tcPr>
                  <w:tcW w:w="1028" w:type="pct"/>
                </w:tcPr>
                <w:p w14:paraId="3CAEB43F" w14:textId="4144B4E6" w:rsidR="000C13F1" w:rsidRPr="00205F8D" w:rsidRDefault="00562F03" w:rsidP="00205F8D">
                  <w:pPr>
                    <w:pStyle w:val="SIText"/>
                  </w:pPr>
                  <w:r w:rsidRPr="004D34E1">
                    <w:t>AHC3</w:t>
                  </w:r>
                  <w:r w:rsidRPr="00562F03">
                    <w:t xml:space="preserve">X522 </w:t>
                  </w:r>
                  <w:r w:rsidR="004D34E1" w:rsidRPr="004D34E1">
                    <w:t xml:space="preserve">Certificate III in </w:t>
                  </w:r>
                  <w:r w:rsidR="00A03731">
                    <w:t>Cultural</w:t>
                  </w:r>
                  <w:r w:rsidR="004D34E1" w:rsidRPr="004D34E1">
                    <w:t xml:space="preserve"> Sites Work</w:t>
                  </w:r>
                </w:p>
              </w:tc>
              <w:tc>
                <w:tcPr>
                  <w:tcW w:w="1105" w:type="pct"/>
                </w:tcPr>
                <w:p w14:paraId="1545A9A2" w14:textId="6241B42E" w:rsidR="000C13F1" w:rsidRPr="00205F8D" w:rsidRDefault="004D34E1" w:rsidP="00205F8D">
                  <w:pPr>
                    <w:pStyle w:val="SIText"/>
                  </w:pPr>
                  <w:r w:rsidRPr="004D34E1">
                    <w:t>AHC32516 Certificate III in Aboriginal Sites Work</w:t>
                  </w:r>
                </w:p>
              </w:tc>
              <w:tc>
                <w:tcPr>
                  <w:tcW w:w="1398" w:type="pct"/>
                </w:tcPr>
                <w:p w14:paraId="506E0D0A" w14:textId="691E8061" w:rsidR="00D81E65" w:rsidRDefault="00D81E65" w:rsidP="00CE13A2">
                  <w:pPr>
                    <w:pStyle w:val="SIText"/>
                  </w:pPr>
                  <w:r w:rsidRPr="00D81E65">
                    <w:t xml:space="preserve">Updated qualification title and code </w:t>
                  </w:r>
                </w:p>
                <w:p w14:paraId="522FF9B4" w14:textId="036FCA74" w:rsidR="003F0549" w:rsidRDefault="003F0549" w:rsidP="00CE13A2">
                  <w:pPr>
                    <w:pStyle w:val="SIText"/>
                  </w:pPr>
                  <w:r>
                    <w:t>Revised qualification description</w:t>
                  </w:r>
                </w:p>
                <w:p w14:paraId="2C32DF1C" w14:textId="77777777" w:rsidR="00D81E65" w:rsidRDefault="00D81E65" w:rsidP="00CE13A2">
                  <w:pPr>
                    <w:pStyle w:val="SIText"/>
                  </w:pPr>
                  <w:r w:rsidRPr="00D81E65">
                    <w:t xml:space="preserve">Revised number of core units </w:t>
                  </w:r>
                </w:p>
                <w:p w14:paraId="50452F0F" w14:textId="28F72428" w:rsidR="006F07A4" w:rsidRPr="00BC49BB" w:rsidRDefault="00D81E65" w:rsidP="00CE13A2">
                  <w:pPr>
                    <w:pStyle w:val="SIText"/>
                  </w:pPr>
                  <w:r w:rsidRPr="00D81E65">
                    <w:t>Revised and updated elective units</w:t>
                  </w:r>
                </w:p>
              </w:tc>
              <w:tc>
                <w:tcPr>
                  <w:tcW w:w="1469" w:type="pct"/>
                </w:tcPr>
                <w:p w14:paraId="339F9EFA" w14:textId="2D9FAE83" w:rsidR="000C13F1" w:rsidRPr="00205F8D" w:rsidRDefault="00CE13A2" w:rsidP="00205F8D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4019D31" w14:textId="77777777" w:rsidR="000C13F1" w:rsidRPr="00205F8D" w:rsidRDefault="000C13F1" w:rsidP="00205F8D"/>
        </w:tc>
      </w:tr>
      <w:tr w:rsidR="005C7EA8" w:rsidRPr="00963A46" w14:paraId="288D8F8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8228BF2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005F7D23" w14:textId="75E4002C" w:rsidR="00140954" w:rsidRPr="00205F8D" w:rsidRDefault="00140954" w:rsidP="00205F8D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A03731" w:rsidRPr="00A64D08">
              <w:t>https://vetnet.gov.au/Pages/TrainingDocs.aspx?q=c6399549-9c62-4a5e-bf1a-524b2322cf72</w:t>
            </w:r>
            <w:r w:rsidR="00A03731" w:rsidRPr="00A03731">
              <w:t>.</w:t>
            </w:r>
            <w:r w:rsidRPr="00140954">
              <w:t xml:space="preserve"> </w:t>
            </w:r>
          </w:p>
          <w:p w14:paraId="6A50605C" w14:textId="46E79082" w:rsidR="000C13F1" w:rsidRPr="00205F8D" w:rsidRDefault="000C13F1" w:rsidP="00205F8D">
            <w:pPr>
              <w:rPr>
                <w:rStyle w:val="SITemporarytext-red"/>
              </w:rPr>
            </w:pPr>
          </w:p>
        </w:tc>
      </w:tr>
    </w:tbl>
    <w:p w14:paraId="59C8EC3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A6A1A" w14:textId="77777777" w:rsidR="00537D4C" w:rsidRDefault="00537D4C" w:rsidP="00BF3F0A">
      <w:r>
        <w:separator/>
      </w:r>
    </w:p>
    <w:p w14:paraId="14F52869" w14:textId="77777777" w:rsidR="00537D4C" w:rsidRDefault="00537D4C"/>
  </w:endnote>
  <w:endnote w:type="continuationSeparator" w:id="0">
    <w:p w14:paraId="7ABD607D" w14:textId="77777777" w:rsidR="00537D4C" w:rsidRDefault="00537D4C" w:rsidP="00BF3F0A">
      <w:r>
        <w:continuationSeparator/>
      </w:r>
    </w:p>
    <w:p w14:paraId="4E2B86B5" w14:textId="77777777" w:rsidR="00537D4C" w:rsidRDefault="00537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6FA53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09E21E9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3D87C6B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E4A14" w14:textId="77777777" w:rsidR="00537D4C" w:rsidRDefault="00537D4C" w:rsidP="00BF3F0A">
      <w:r>
        <w:separator/>
      </w:r>
    </w:p>
    <w:p w14:paraId="5DBCB09D" w14:textId="77777777" w:rsidR="00537D4C" w:rsidRDefault="00537D4C"/>
  </w:footnote>
  <w:footnote w:type="continuationSeparator" w:id="0">
    <w:p w14:paraId="16C97B62" w14:textId="77777777" w:rsidR="00537D4C" w:rsidRDefault="00537D4C" w:rsidP="00BF3F0A">
      <w:r>
        <w:continuationSeparator/>
      </w:r>
    </w:p>
    <w:p w14:paraId="4A8F1EBD" w14:textId="77777777" w:rsidR="00537D4C" w:rsidRDefault="00537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2F7D" w14:textId="27BD9193" w:rsidR="009C2650" w:rsidRDefault="00562F03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6B1199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34E1" w:rsidRPr="004D34E1">
      <w:t xml:space="preserve"> AHC3</w:t>
    </w:r>
    <w:r w:rsidR="00D546EF">
      <w:t>X</w:t>
    </w:r>
    <w:r w:rsidR="004D34E1" w:rsidRPr="004D34E1">
      <w:t>5</w:t>
    </w:r>
    <w:r w:rsidR="00D546EF">
      <w:t>2</w:t>
    </w:r>
    <w:r w:rsidR="001A239E">
      <w:t>2</w:t>
    </w:r>
    <w:r w:rsidR="004D34E1" w:rsidRPr="004D34E1">
      <w:t xml:space="preserve"> Certificate III in </w:t>
    </w:r>
    <w:r w:rsidR="00A03731">
      <w:t>Cultural</w:t>
    </w:r>
    <w:r w:rsidR="000F1FAB">
      <w:t xml:space="preserve"> </w:t>
    </w:r>
    <w:r w:rsidR="004D34E1" w:rsidRPr="004D34E1">
      <w:t>Sites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E1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1FAB"/>
    <w:rsid w:val="000F29F2"/>
    <w:rsid w:val="00101659"/>
    <w:rsid w:val="001078BF"/>
    <w:rsid w:val="00125729"/>
    <w:rsid w:val="00133957"/>
    <w:rsid w:val="001359DA"/>
    <w:rsid w:val="001372F6"/>
    <w:rsid w:val="00140954"/>
    <w:rsid w:val="00140C42"/>
    <w:rsid w:val="00144385"/>
    <w:rsid w:val="00151293"/>
    <w:rsid w:val="00151D93"/>
    <w:rsid w:val="00156EF3"/>
    <w:rsid w:val="00162BA8"/>
    <w:rsid w:val="00176E4F"/>
    <w:rsid w:val="0018546B"/>
    <w:rsid w:val="001A239E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45699"/>
    <w:rsid w:val="00254C69"/>
    <w:rsid w:val="00262FC3"/>
    <w:rsid w:val="00276DB8"/>
    <w:rsid w:val="0028003F"/>
    <w:rsid w:val="00282664"/>
    <w:rsid w:val="00285FB8"/>
    <w:rsid w:val="002931C2"/>
    <w:rsid w:val="002A3AC8"/>
    <w:rsid w:val="002A4CD3"/>
    <w:rsid w:val="002B64C3"/>
    <w:rsid w:val="002C55E9"/>
    <w:rsid w:val="002D0C8B"/>
    <w:rsid w:val="002E193E"/>
    <w:rsid w:val="002F15B8"/>
    <w:rsid w:val="002F1BE6"/>
    <w:rsid w:val="002F4C92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0549"/>
    <w:rsid w:val="004127E3"/>
    <w:rsid w:val="00423D30"/>
    <w:rsid w:val="004270D2"/>
    <w:rsid w:val="0043212E"/>
    <w:rsid w:val="00434366"/>
    <w:rsid w:val="00440FAA"/>
    <w:rsid w:val="00442B38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4E1"/>
    <w:rsid w:val="004D44B1"/>
    <w:rsid w:val="004E0460"/>
    <w:rsid w:val="004E1579"/>
    <w:rsid w:val="004E5FAE"/>
    <w:rsid w:val="004E7094"/>
    <w:rsid w:val="004F153E"/>
    <w:rsid w:val="004F5537"/>
    <w:rsid w:val="004F5DC7"/>
    <w:rsid w:val="004F78DA"/>
    <w:rsid w:val="00502C52"/>
    <w:rsid w:val="00507581"/>
    <w:rsid w:val="005248C1"/>
    <w:rsid w:val="00526134"/>
    <w:rsid w:val="00527F90"/>
    <w:rsid w:val="00537D4C"/>
    <w:rsid w:val="005427C8"/>
    <w:rsid w:val="005446D1"/>
    <w:rsid w:val="00547704"/>
    <w:rsid w:val="00556C4C"/>
    <w:rsid w:val="00557369"/>
    <w:rsid w:val="00561F08"/>
    <w:rsid w:val="00562F03"/>
    <w:rsid w:val="00563F5B"/>
    <w:rsid w:val="005708EB"/>
    <w:rsid w:val="00575BC6"/>
    <w:rsid w:val="00583902"/>
    <w:rsid w:val="00592C4C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3F93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14361"/>
    <w:rsid w:val="00722769"/>
    <w:rsid w:val="00727901"/>
    <w:rsid w:val="0073075B"/>
    <w:rsid w:val="007341D3"/>
    <w:rsid w:val="007341FF"/>
    <w:rsid w:val="00735829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95B62"/>
    <w:rsid w:val="007A1149"/>
    <w:rsid w:val="007C1416"/>
    <w:rsid w:val="007D5A78"/>
    <w:rsid w:val="007E3BD1"/>
    <w:rsid w:val="007F1563"/>
    <w:rsid w:val="007F44DB"/>
    <w:rsid w:val="007F5A8B"/>
    <w:rsid w:val="00817D51"/>
    <w:rsid w:val="00823530"/>
    <w:rsid w:val="00823FF4"/>
    <w:rsid w:val="00827DAD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A6C9F"/>
    <w:rsid w:val="009C2650"/>
    <w:rsid w:val="009D15E2"/>
    <w:rsid w:val="009D15FE"/>
    <w:rsid w:val="009D5D2C"/>
    <w:rsid w:val="009E568C"/>
    <w:rsid w:val="009F0DCC"/>
    <w:rsid w:val="009F11CA"/>
    <w:rsid w:val="00A03731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05813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B7492"/>
    <w:rsid w:val="00BC5075"/>
    <w:rsid w:val="00BD3B0F"/>
    <w:rsid w:val="00BF1D4C"/>
    <w:rsid w:val="00BF3F0A"/>
    <w:rsid w:val="00BF4C89"/>
    <w:rsid w:val="00C143C3"/>
    <w:rsid w:val="00C1739B"/>
    <w:rsid w:val="00C26067"/>
    <w:rsid w:val="00C30135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9F4"/>
    <w:rsid w:val="00CB746F"/>
    <w:rsid w:val="00CC451E"/>
    <w:rsid w:val="00CD4E9D"/>
    <w:rsid w:val="00CD4F4D"/>
    <w:rsid w:val="00CE13A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6EF"/>
    <w:rsid w:val="00D54C76"/>
    <w:rsid w:val="00D65221"/>
    <w:rsid w:val="00D672A4"/>
    <w:rsid w:val="00D727F3"/>
    <w:rsid w:val="00D73695"/>
    <w:rsid w:val="00D810DE"/>
    <w:rsid w:val="00D81E65"/>
    <w:rsid w:val="00D87D32"/>
    <w:rsid w:val="00D92C83"/>
    <w:rsid w:val="00DA0A81"/>
    <w:rsid w:val="00DA3C10"/>
    <w:rsid w:val="00DA53B5"/>
    <w:rsid w:val="00DC1D69"/>
    <w:rsid w:val="00DC5A3A"/>
    <w:rsid w:val="00E048B1"/>
    <w:rsid w:val="00E14272"/>
    <w:rsid w:val="00E238E6"/>
    <w:rsid w:val="00E246B1"/>
    <w:rsid w:val="00E35064"/>
    <w:rsid w:val="00E438C3"/>
    <w:rsid w:val="00E501F0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BD1752"/>
  <w15:docId w15:val="{2D4FF20E-EC62-4646-BE05-DBEA748A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Bullet">
    <w:name w:val="List Bullet"/>
    <w:basedOn w:val="Normal"/>
    <w:uiPriority w:val="99"/>
    <w:semiHidden/>
    <w:unhideWhenUsed/>
    <w:locked/>
    <w:rsid w:val="004D34E1"/>
    <w:pPr>
      <w:ind w:left="1083" w:hanging="360"/>
      <w:contextualSpacing/>
    </w:pPr>
  </w:style>
  <w:style w:type="paragraph" w:styleId="BodyText">
    <w:name w:val="Body Text"/>
    <w:basedOn w:val="Normal"/>
    <w:link w:val="BodyTextChar"/>
    <w:semiHidden/>
    <w:unhideWhenUsed/>
    <w:locked/>
    <w:rsid w:val="00442B3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42B38"/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locked/>
    <w:rsid w:val="00442B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Download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9512F7901C1F4AB48E679B3185D646" ma:contentTypeVersion="" ma:contentTypeDescription="Create a new document." ma:contentTypeScope="" ma:versionID="8369a7bf34e928b32b6e1dc1a2e3f37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3978d1-94eb-4b10-a4a8-6a20c1a13029" targetNamespace="http://schemas.microsoft.com/office/2006/metadata/properties" ma:root="true" ma:fieldsID="c136a63e56517290e23f5dc592c37680" ns1:_="" ns2:_="" ns3:_="">
    <xsd:import namespace="http://schemas.microsoft.com/sharepoint/v3"/>
    <xsd:import namespace="d50bbff7-d6dd-47d2-864a-cfdc2c3db0f4"/>
    <xsd:import namespace="5c3978d1-94eb-4b10-a4a8-6a20c1a130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978d1-94eb-4b10-a4a8-6a20c1a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2E0E3A-147F-4B1B-B1E2-EFB3E146F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3978d1-94eb-4b10-a4a8-6a20c1a13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c3978d1-94eb-4b10-a4a8-6a20c1a13029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85</TotalTime>
  <Pages>5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Cathy Beven</dc:creator>
  <cp:lastModifiedBy>Cathy Beven</cp:lastModifiedBy>
  <cp:revision>16</cp:revision>
  <cp:lastPrinted>2016-05-27T05:21:00Z</cp:lastPrinted>
  <dcterms:created xsi:type="dcterms:W3CDTF">2021-12-09T05:13:00Z</dcterms:created>
  <dcterms:modified xsi:type="dcterms:W3CDTF">2022-02-21T00:03:00Z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0x010100E59512F7901C1F4AB48E679B3185D646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