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B07C08" w:rsidRDefault="00DD6B74" w:rsidP="00B07C08">
            <w:pPr>
              <w:pStyle w:val="SIText"/>
            </w:pPr>
            <w:r w:rsidRPr="00B07C08">
              <w:t xml:space="preserve">Release </w:t>
            </w:r>
            <w:r w:rsidR="00126461" w:rsidRPr="00B07C08">
              <w:t>1</w:t>
            </w:r>
          </w:p>
        </w:tc>
        <w:tc>
          <w:tcPr>
            <w:tcW w:w="6939" w:type="dxa"/>
          </w:tcPr>
          <w:p w14:paraId="1949CD01" w14:textId="16E00FF6" w:rsidR="00DD6B74" w:rsidRPr="00B07C08" w:rsidRDefault="00DD6B74" w:rsidP="00B07C08">
            <w:pPr>
              <w:pStyle w:val="SIText"/>
            </w:pPr>
            <w:r w:rsidRPr="00B07C08">
              <w:t xml:space="preserve">This version released with FWP Forest and </w:t>
            </w:r>
            <w:r w:rsidR="0080392D">
              <w:t>Wood Product</w:t>
            </w:r>
            <w:r w:rsidRPr="00B07C08">
              <w:t xml:space="preserve">s Training Package Version </w:t>
            </w:r>
            <w:r w:rsidR="00960F4F">
              <w:t>8</w:t>
            </w:r>
            <w:r w:rsidRPr="00B07C08">
              <w:t>.0.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F55666">
        <w:trPr>
          <w:tblHeader/>
        </w:trPr>
        <w:tc>
          <w:tcPr>
            <w:tcW w:w="1396" w:type="pct"/>
            <w:shd w:val="clear" w:color="auto" w:fill="auto"/>
          </w:tcPr>
          <w:p w14:paraId="42E58BBB" w14:textId="4637A1DD" w:rsidR="00F1480E" w:rsidRPr="000754EC" w:rsidRDefault="00922F35" w:rsidP="00F47281">
            <w:pPr>
              <w:pStyle w:val="SIUnittitle"/>
            </w:pPr>
            <w:r w:rsidRPr="00922F35">
              <w:t>FWP</w:t>
            </w:r>
            <w:r w:rsidR="00661C57">
              <w:t>TMM</w:t>
            </w:r>
            <w:r w:rsidR="0072085D">
              <w:t>4XXX</w:t>
            </w:r>
          </w:p>
        </w:tc>
        <w:tc>
          <w:tcPr>
            <w:tcW w:w="3604" w:type="pct"/>
            <w:shd w:val="clear" w:color="auto" w:fill="auto"/>
          </w:tcPr>
          <w:p w14:paraId="7B2E5DB8" w14:textId="6D39619C" w:rsidR="00F1480E" w:rsidRPr="000754EC" w:rsidRDefault="00F75296" w:rsidP="00F47281">
            <w:pPr>
              <w:pStyle w:val="SIUnittitle"/>
            </w:pPr>
            <w:r>
              <w:t xml:space="preserve">Plan </w:t>
            </w:r>
            <w:r w:rsidR="00670765">
              <w:t xml:space="preserve">for </w:t>
            </w:r>
            <w:r>
              <w:t xml:space="preserve">and supervise </w:t>
            </w:r>
            <w:r w:rsidR="00F364EF">
              <w:t xml:space="preserve">engineered </w:t>
            </w:r>
            <w:r w:rsidR="0019348B">
              <w:t>wood</w:t>
            </w:r>
            <w:r w:rsidR="0072085D">
              <w:t xml:space="preserve"> </w:t>
            </w:r>
            <w:r w:rsidR="0080392D">
              <w:t>product</w:t>
            </w:r>
            <w:r>
              <w:t xml:space="preserve"> </w:t>
            </w:r>
            <w:r w:rsidR="00C11033">
              <w:t>operations</w:t>
            </w:r>
          </w:p>
        </w:tc>
      </w:tr>
      <w:tr w:rsidR="00F1480E" w:rsidRPr="00963A46" w14:paraId="2304FCB4" w14:textId="77777777" w:rsidTr="00F55666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671655" w14:textId="7BF62C97" w:rsidR="00AD2585" w:rsidRPr="004C4055" w:rsidRDefault="008E2FD6" w:rsidP="004C4055">
            <w:pPr>
              <w:pStyle w:val="SIText"/>
            </w:pPr>
            <w:r w:rsidRPr="004C4055">
              <w:t xml:space="preserve">This unit of competency describes the skills and knowledge required </w:t>
            </w:r>
            <w:r w:rsidR="006B2C8C" w:rsidRPr="004C4055">
              <w:t>to</w:t>
            </w:r>
            <w:r w:rsidR="00AD2585" w:rsidRPr="004C4055">
              <w:t xml:space="preserve"> plan, coordinate and </w:t>
            </w:r>
            <w:r w:rsidR="009165C8">
              <w:t>evaluate</w:t>
            </w:r>
            <w:r w:rsidR="009165C8" w:rsidRPr="004C4055">
              <w:t xml:space="preserve"> </w:t>
            </w:r>
            <w:r w:rsidR="00AD2585" w:rsidRPr="004C4055">
              <w:t xml:space="preserve">the manufacture of </w:t>
            </w:r>
            <w:r w:rsidR="00C07C4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4C4055">
              <w:t xml:space="preserve">s including plywood,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v</w:t>
            </w:r>
            <w:r w:rsidR="00FB51FD" w:rsidRPr="004C4055">
              <w:t xml:space="preserve">eneer </w:t>
            </w:r>
            <w:r w:rsidR="00FB51FD">
              <w:t>l</w:t>
            </w:r>
            <w:r w:rsidR="00FB51FD" w:rsidRPr="004C4055">
              <w:t xml:space="preserve">umber </w:t>
            </w:r>
            <w:r w:rsidR="004C4055" w:rsidRPr="004C4055">
              <w:t>(LVL)</w:t>
            </w:r>
            <w:r w:rsidR="00AD2585" w:rsidRPr="004C4055">
              <w:t xml:space="preserve">, particleboard, </w:t>
            </w:r>
            <w:r w:rsidR="00FB51FD">
              <w:t>m</w:t>
            </w:r>
            <w:r w:rsidR="00FB51FD" w:rsidRPr="004C4055">
              <w:t>edium</w:t>
            </w:r>
            <w:r w:rsidR="004C4055" w:rsidRPr="004C4055">
              <w:t>-density fibreboard (</w:t>
            </w:r>
            <w:r w:rsidR="00AD2585" w:rsidRPr="004C4055">
              <w:t>MDF</w:t>
            </w:r>
            <w:r w:rsidR="004C4055" w:rsidRPr="004C4055">
              <w:t>)</w:t>
            </w:r>
            <w:r w:rsidR="00AD2585" w:rsidRPr="004C4055">
              <w:t xml:space="preserve">, </w:t>
            </w:r>
            <w:r w:rsidR="00FB51FD">
              <w:t>c</w:t>
            </w:r>
            <w:r w:rsidR="00FB51FD" w:rsidRPr="004C4055">
              <w:t xml:space="preserve">ross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 xml:space="preserve">(CLT) and </w:t>
            </w:r>
            <w:r w:rsidR="00FB51FD">
              <w:t>g</w:t>
            </w:r>
            <w:r w:rsidR="00FB51FD" w:rsidRPr="004C4055">
              <w:t xml:space="preserve">lue </w:t>
            </w:r>
            <w:r w:rsidR="00FB51FD">
              <w:t>l</w:t>
            </w:r>
            <w:r w:rsidR="00FB51FD" w:rsidRPr="004C4055">
              <w:t xml:space="preserve">aminated </w:t>
            </w:r>
            <w:r w:rsidR="00FB51FD">
              <w:t>t</w:t>
            </w:r>
            <w:r w:rsidR="00FB51FD" w:rsidRPr="004C4055">
              <w:t xml:space="preserve">imber </w:t>
            </w:r>
            <w:r w:rsidR="004C4055" w:rsidRPr="004C4055">
              <w:t>(GLT) production.</w:t>
            </w:r>
          </w:p>
          <w:p w14:paraId="303326BF" w14:textId="42D087FB" w:rsidR="006E6567" w:rsidRPr="000F7282" w:rsidRDefault="006E6567" w:rsidP="00AD2585">
            <w:pPr>
              <w:pStyle w:val="SIText"/>
            </w:pPr>
          </w:p>
          <w:p w14:paraId="351E5A40" w14:textId="0FB78BA7" w:rsidR="008E2FD6" w:rsidRDefault="008E2FD6" w:rsidP="00AD2585">
            <w:pPr>
              <w:pStyle w:val="SIText"/>
            </w:pPr>
            <w:r w:rsidRPr="000F7282">
              <w:t xml:space="preserve">The unit applies to </w:t>
            </w:r>
            <w:r w:rsidR="00E879C1">
              <w:t xml:space="preserve">personnel </w:t>
            </w:r>
            <w:r w:rsidR="00E548EB" w:rsidRPr="00E548EB">
              <w:t xml:space="preserve">responsible for </w:t>
            </w:r>
            <w:r w:rsidR="00AD2585">
              <w:t xml:space="preserve">planning </w:t>
            </w:r>
            <w:r w:rsidR="00B13E6E">
              <w:t xml:space="preserve">and supervising </w:t>
            </w:r>
            <w:r w:rsidR="00AD2585">
              <w:t>the manufacturing of</w:t>
            </w:r>
            <w:r w:rsidR="003D14B7">
              <w:t xml:space="preserve"> engineered </w:t>
            </w:r>
            <w:r w:rsidR="0019348B">
              <w:t>wood</w:t>
            </w:r>
            <w:r w:rsidR="0080392D">
              <w:t xml:space="preserve"> product</w:t>
            </w:r>
            <w:r w:rsidR="00AD2585" w:rsidRPr="00AD2585">
              <w:t>s including plywood, LVL, particleboard, MDF, CLT and GLT</w:t>
            </w:r>
            <w:r w:rsidR="004C4055">
              <w:t>.</w:t>
            </w:r>
          </w:p>
          <w:p w14:paraId="61742A53" w14:textId="77777777" w:rsidR="003705AA" w:rsidRDefault="003705AA" w:rsidP="00AD2585">
            <w:pPr>
              <w:pStyle w:val="SIText"/>
            </w:pPr>
          </w:p>
          <w:p w14:paraId="7DB71507" w14:textId="77777777" w:rsidR="003705AA" w:rsidRPr="003705AA" w:rsidRDefault="003705AA" w:rsidP="00D13AA7">
            <w:pPr>
              <w:pStyle w:val="SIText"/>
            </w:pPr>
            <w:r w:rsidRPr="003705AA">
              <w:t>All work must be carried out to comply with workplace procedures, according to state/territory health and safety regulations, legislation and standards that apply to the workplace.</w:t>
            </w:r>
          </w:p>
          <w:p w14:paraId="7652012A" w14:textId="77777777" w:rsidR="003705AA" w:rsidRDefault="003705AA" w:rsidP="00AD2585">
            <w:pPr>
              <w:pStyle w:val="SIText"/>
            </w:pPr>
          </w:p>
          <w:p w14:paraId="1DECDDC8" w14:textId="78281B98" w:rsidR="00373436" w:rsidRPr="000754EC" w:rsidRDefault="008E2FD6" w:rsidP="00AD2585">
            <w:pPr>
              <w:pStyle w:val="SIText"/>
            </w:pPr>
            <w:r w:rsidRPr="000F7282">
              <w:t>No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F55666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453A7693" w:rsidR="00F1480E" w:rsidRPr="000754EC" w:rsidRDefault="006B2C8C" w:rsidP="00D06B7D">
            <w:pPr>
              <w:pStyle w:val="SIText"/>
            </w:pPr>
            <w:r>
              <w:t>Nil</w:t>
            </w:r>
          </w:p>
        </w:tc>
      </w:tr>
      <w:tr w:rsidR="00F1480E" w:rsidRPr="00963A46" w14:paraId="612D006D" w14:textId="77777777" w:rsidTr="00F55666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1063EBF" w:rsidR="008547E9" w:rsidRPr="000754EC" w:rsidRDefault="00D13AA7" w:rsidP="006B2C8C">
            <w:pPr>
              <w:pStyle w:val="SIText"/>
            </w:pPr>
            <w:r w:rsidRPr="004A6E32">
              <w:t>Timber Manufactured Products</w:t>
            </w:r>
            <w:r w:rsidRPr="00D13AA7">
              <w:t xml:space="preserve"> </w:t>
            </w:r>
            <w:r w:rsidR="004A6E32" w:rsidRPr="004A6E32">
              <w:t>(</w:t>
            </w:r>
            <w:r w:rsidRPr="004A6E32">
              <w:t>TMM</w:t>
            </w:r>
            <w:r w:rsidR="004A6E32" w:rsidRPr="004A6E32">
              <w:t>)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D7EB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D7EB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224E35B5" w:rsidR="00E01D4D" w:rsidRPr="0035416A" w:rsidRDefault="00E01D4D" w:rsidP="0035416A">
            <w:pPr>
              <w:pStyle w:val="SIText"/>
              <w:rPr>
                <w:rStyle w:val="SIText-Italic"/>
              </w:rPr>
            </w:pPr>
            <w:r w:rsidRPr="0035416A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6C5738" w:rsidRPr="00963A46" w14:paraId="0B9B33FB" w14:textId="77777777" w:rsidTr="003009C4">
        <w:trPr>
          <w:cantSplit/>
        </w:trPr>
        <w:tc>
          <w:tcPr>
            <w:tcW w:w="1396" w:type="pct"/>
            <w:shd w:val="clear" w:color="auto" w:fill="auto"/>
          </w:tcPr>
          <w:p w14:paraId="156D0DF6" w14:textId="03B6988D" w:rsidR="00AD2585" w:rsidRPr="00AD2585" w:rsidRDefault="006C5738" w:rsidP="00015449">
            <w:pPr>
              <w:pStyle w:val="SIText"/>
            </w:pPr>
            <w:r w:rsidRPr="006C5738">
              <w:t xml:space="preserve">1. </w:t>
            </w:r>
            <w:r w:rsidR="0099200A" w:rsidRPr="00AD2585">
              <w:t>P</w:t>
            </w:r>
            <w:r w:rsidR="0099200A">
              <w:t>repare for</w:t>
            </w:r>
            <w:r w:rsidR="0099200A" w:rsidRPr="00AD2585">
              <w:t xml:space="preserve"> </w:t>
            </w:r>
            <w:r w:rsidR="00B5158A">
              <w:t xml:space="preserve">production of </w:t>
            </w:r>
            <w:r w:rsidR="002F00BE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</w:p>
          <w:p w14:paraId="7404D47D" w14:textId="13BD602D" w:rsidR="006C5738" w:rsidRPr="006C5738" w:rsidRDefault="006C5738" w:rsidP="0001544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A2D982A" w14:textId="35579ABC" w:rsidR="00B13E6E" w:rsidRDefault="00AD2585" w:rsidP="00015449">
            <w:pPr>
              <w:pStyle w:val="SIText"/>
            </w:pPr>
            <w:r>
              <w:t xml:space="preserve">1.1 </w:t>
            </w:r>
            <w:r w:rsidRPr="00AD2585">
              <w:t xml:space="preserve">Review </w:t>
            </w:r>
            <w:r w:rsidR="00B13E6E">
              <w:t>production schedule</w:t>
            </w:r>
            <w:r w:rsidR="004F65E1">
              <w:t xml:space="preserve"> and confirm production targets, specification</w:t>
            </w:r>
            <w:r w:rsidR="00735A0F">
              <w:t>s</w:t>
            </w:r>
            <w:r w:rsidR="004F65E1">
              <w:t xml:space="preserve"> and performance indicators</w:t>
            </w:r>
          </w:p>
          <w:p w14:paraId="48EBFD06" w14:textId="3338006B" w:rsidR="00AD2585" w:rsidRPr="00AD2585" w:rsidRDefault="00B13E6E" w:rsidP="00015449">
            <w:pPr>
              <w:pStyle w:val="SIText"/>
            </w:pPr>
            <w:r>
              <w:t xml:space="preserve">1.2 Confirm </w:t>
            </w:r>
            <w:r w:rsidR="00AD2585" w:rsidRPr="00AD2585">
              <w:t>workplace health and safety</w:t>
            </w:r>
            <w:r w:rsidR="00015449">
              <w:t xml:space="preserve"> and</w:t>
            </w:r>
            <w:r>
              <w:t xml:space="preserve"> environment</w:t>
            </w:r>
            <w:r w:rsidR="00AD2585" w:rsidRPr="00AD2585">
              <w:t xml:space="preserve"> protection procedures</w:t>
            </w:r>
          </w:p>
          <w:p w14:paraId="20569E62" w14:textId="1747C40E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B13E6E">
              <w:t>3</w:t>
            </w:r>
            <w:r w:rsidRPr="00AD2585">
              <w:t xml:space="preserve"> Identify hazards</w:t>
            </w:r>
            <w:r w:rsidR="00B13E6E">
              <w:t xml:space="preserve"> and associated risk</w:t>
            </w:r>
            <w:r w:rsidR="00605CDC">
              <w:t>s</w:t>
            </w:r>
            <w:r w:rsidR="00B13E6E">
              <w:t xml:space="preserve"> and </w:t>
            </w:r>
            <w:r w:rsidR="00605CDC">
              <w:t>implement corrective actions</w:t>
            </w:r>
            <w:r w:rsidR="00B13E6E">
              <w:t xml:space="preserve"> according to workplace procedures</w:t>
            </w:r>
          </w:p>
          <w:p w14:paraId="3606C8DA" w14:textId="0B0CCEEB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605CDC">
              <w:t>4</w:t>
            </w:r>
            <w:r w:rsidRPr="00AD2585">
              <w:t xml:space="preserve"> Inspect </w:t>
            </w:r>
            <w:r w:rsidR="00B13E6E">
              <w:t>raw materials</w:t>
            </w:r>
            <w:r w:rsidR="00DA1A3C">
              <w:t>, identify possible production and quality implications</w:t>
            </w:r>
            <w:r>
              <w:t xml:space="preserve"> </w:t>
            </w:r>
            <w:r w:rsidRPr="00AD2585">
              <w:t xml:space="preserve">and </w:t>
            </w:r>
            <w:r w:rsidR="00605CDC">
              <w:t>communicate</w:t>
            </w:r>
            <w:r w:rsidRPr="00AD2585">
              <w:t xml:space="preserve"> variations to</w:t>
            </w:r>
            <w:r w:rsidR="00DA1A3C">
              <w:t xml:space="preserve"> production methods to</w:t>
            </w:r>
            <w:r w:rsidRPr="00AD2585">
              <w:t xml:space="preserve"> </w:t>
            </w:r>
            <w:r w:rsidR="00605CDC">
              <w:t>team members</w:t>
            </w:r>
          </w:p>
          <w:p w14:paraId="3D543653" w14:textId="1B00B1E7" w:rsidR="00AD2585" w:rsidRPr="00AD2585" w:rsidRDefault="00AD2585" w:rsidP="00015449">
            <w:pPr>
              <w:pStyle w:val="SIText"/>
            </w:pPr>
            <w:r w:rsidRPr="00AD2585">
              <w:t>1.</w:t>
            </w:r>
            <w:r w:rsidR="00605CDC">
              <w:t>5</w:t>
            </w:r>
            <w:r w:rsidRPr="00AD2585">
              <w:t xml:space="preserve"> </w:t>
            </w:r>
            <w:r w:rsidR="00C02A97">
              <w:t>C</w:t>
            </w:r>
            <w:r w:rsidRPr="00AD2585">
              <w:t xml:space="preserve">ommunicate </w:t>
            </w:r>
            <w:r w:rsidR="00605CDC">
              <w:t xml:space="preserve">production </w:t>
            </w:r>
            <w:r w:rsidR="004F65E1">
              <w:t>schedule</w:t>
            </w:r>
            <w:r w:rsidR="00114A07">
              <w:t xml:space="preserve">, including </w:t>
            </w:r>
            <w:r w:rsidR="00114A07" w:rsidRPr="00114A07">
              <w:t>production targets, specification</w:t>
            </w:r>
            <w:r w:rsidR="00735A0F">
              <w:t>s</w:t>
            </w:r>
            <w:r w:rsidR="00114A07" w:rsidRPr="00114A07">
              <w:t xml:space="preserve"> and performance indicators</w:t>
            </w:r>
            <w:r w:rsidR="00114A07">
              <w:t>,</w:t>
            </w:r>
            <w:r w:rsidR="00605CDC">
              <w:t xml:space="preserve"> to team members</w:t>
            </w:r>
          </w:p>
          <w:p w14:paraId="2538B597" w14:textId="0068B240" w:rsidR="00E605E4" w:rsidRPr="006C5738" w:rsidRDefault="00AD2585" w:rsidP="00015449">
            <w:pPr>
              <w:pStyle w:val="SIText"/>
            </w:pPr>
            <w:r w:rsidRPr="00AD2585">
              <w:t>1.</w:t>
            </w:r>
            <w:r w:rsidR="00D72663">
              <w:t>6</w:t>
            </w:r>
            <w:r w:rsidRPr="00AD2585">
              <w:t xml:space="preserve"> Maintain communication with </w:t>
            </w:r>
            <w:r w:rsidR="00605CDC">
              <w:t>team members</w:t>
            </w:r>
            <w:r w:rsidRPr="00AD2585">
              <w:t xml:space="preserve"> to </w:t>
            </w:r>
            <w:r w:rsidR="00D72663">
              <w:t xml:space="preserve">ensure production </w:t>
            </w:r>
            <w:r w:rsidR="004F65E1">
              <w:t>schedule</w:t>
            </w:r>
            <w:r w:rsidR="00D72663">
              <w:t xml:space="preserve"> and </w:t>
            </w:r>
            <w:r w:rsidRPr="00AD2585">
              <w:t>health and safety</w:t>
            </w:r>
            <w:r>
              <w:t>, environment</w:t>
            </w:r>
            <w:r w:rsidR="00D72663">
              <w:t xml:space="preserve"> and</w:t>
            </w:r>
            <w:r>
              <w:t xml:space="preserve"> quality</w:t>
            </w:r>
            <w:r w:rsidRPr="00AD2585">
              <w:t xml:space="preserve"> requirements are met</w:t>
            </w:r>
          </w:p>
        </w:tc>
      </w:tr>
      <w:tr w:rsidR="00B5158A" w:rsidRPr="00963A46" w14:paraId="1594D510" w14:textId="77777777" w:rsidTr="00015449">
        <w:trPr>
          <w:cantSplit/>
          <w:trHeight w:val="2364"/>
        </w:trPr>
        <w:tc>
          <w:tcPr>
            <w:tcW w:w="1396" w:type="pct"/>
            <w:shd w:val="clear" w:color="auto" w:fill="auto"/>
          </w:tcPr>
          <w:p w14:paraId="4507B819" w14:textId="0181CDC3" w:rsidR="00B5158A" w:rsidRPr="00AD2585" w:rsidRDefault="00B5158A" w:rsidP="00015449">
            <w:pPr>
              <w:pStyle w:val="SIText"/>
            </w:pPr>
            <w:r w:rsidRPr="00AD2585">
              <w:t xml:space="preserve">2. </w:t>
            </w:r>
            <w:r>
              <w:t>Supervise production of</w:t>
            </w:r>
            <w:r w:rsidR="002F00BE">
              <w:t xml:space="preserve"> engineered</w:t>
            </w:r>
            <w:r>
              <w:t xml:space="preserve"> </w:t>
            </w:r>
            <w:r w:rsidR="0019348B">
              <w:t>wood</w:t>
            </w:r>
            <w:r w:rsidR="0080392D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1A2F103E" w14:textId="33A0F0A1" w:rsidR="00D54016" w:rsidRPr="00D54016" w:rsidRDefault="00D54016" w:rsidP="00D54016">
            <w:pPr>
              <w:pStyle w:val="SIText"/>
            </w:pPr>
            <w:r w:rsidRPr="00D54016">
              <w:t>2.</w:t>
            </w:r>
            <w:r>
              <w:t>1</w:t>
            </w:r>
            <w:r w:rsidRPr="00D54016">
              <w:t xml:space="preserve"> Monitor </w:t>
            </w:r>
            <w:r w:rsidR="00114A07">
              <w:t xml:space="preserve">workflow and </w:t>
            </w:r>
            <w:r w:rsidRPr="00D54016">
              <w:t xml:space="preserve">production and check that </w:t>
            </w:r>
            <w:r>
              <w:t xml:space="preserve">targets, </w:t>
            </w:r>
            <w:r w:rsidRPr="00D54016">
              <w:t xml:space="preserve">performance indicators and </w:t>
            </w:r>
            <w:r>
              <w:t xml:space="preserve">product </w:t>
            </w:r>
            <w:r w:rsidRPr="00D54016">
              <w:t xml:space="preserve">specifications are met </w:t>
            </w:r>
          </w:p>
          <w:p w14:paraId="195CDC89" w14:textId="47CAA9DB" w:rsidR="00B5158A" w:rsidRPr="0048624D" w:rsidRDefault="00B5158A" w:rsidP="00D54016">
            <w:pPr>
              <w:pStyle w:val="SIText"/>
            </w:pPr>
            <w:r w:rsidRPr="0048624D">
              <w:t xml:space="preserve">2.2 Assist </w:t>
            </w:r>
            <w:r>
              <w:t>team members</w:t>
            </w:r>
            <w:r w:rsidRPr="0048624D">
              <w:t xml:space="preserve"> to evaluate </w:t>
            </w:r>
            <w:r w:rsidR="00085D5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, identify faults and rectify </w:t>
            </w:r>
            <w:r w:rsidR="00114A07">
              <w:t xml:space="preserve">or report </w:t>
            </w:r>
            <w:r w:rsidRPr="0048624D">
              <w:t>production problems</w:t>
            </w:r>
          </w:p>
          <w:p w14:paraId="1A853017" w14:textId="34B6D39D" w:rsidR="00B5158A" w:rsidRPr="0048624D" w:rsidRDefault="00B5158A" w:rsidP="00163E04">
            <w:pPr>
              <w:pStyle w:val="SIText"/>
            </w:pPr>
            <w:r w:rsidRPr="0048624D">
              <w:t xml:space="preserve">2.3 </w:t>
            </w:r>
            <w:r>
              <w:t>Monitor implementation of</w:t>
            </w:r>
            <w:r w:rsidRPr="0048624D">
              <w:t xml:space="preserve"> </w:t>
            </w:r>
            <w:r>
              <w:t xml:space="preserve">quality </w:t>
            </w:r>
            <w:r w:rsidRPr="0048624D">
              <w:t>processes</w:t>
            </w:r>
            <w:r w:rsidR="004B5D75">
              <w:t xml:space="preserve">, including chain of custody </w:t>
            </w:r>
            <w:r w:rsidR="006448E5">
              <w:t>requirements</w:t>
            </w:r>
          </w:p>
          <w:p w14:paraId="034C1D19" w14:textId="44E311F9" w:rsidR="00D54016" w:rsidRPr="00D54016" w:rsidRDefault="00B5158A" w:rsidP="00163E04">
            <w:pPr>
              <w:pStyle w:val="SIText"/>
            </w:pPr>
            <w:r>
              <w:t>2.</w:t>
            </w:r>
            <w:r w:rsidR="00D54016">
              <w:t>4</w:t>
            </w:r>
            <w:r w:rsidRPr="0048624D">
              <w:t xml:space="preserve"> </w:t>
            </w:r>
            <w:r w:rsidR="00D54016" w:rsidRPr="00D54016">
              <w:t>Evaluate effectiveness of production processes at key points</w:t>
            </w:r>
          </w:p>
          <w:p w14:paraId="153CF33B" w14:textId="69497F9B" w:rsidR="00B5158A" w:rsidRDefault="00D54016" w:rsidP="00163E04">
            <w:pPr>
              <w:pStyle w:val="SIText"/>
            </w:pPr>
            <w:r>
              <w:t xml:space="preserve">2.5 </w:t>
            </w:r>
            <w:r w:rsidR="00B5158A" w:rsidRPr="0048624D">
              <w:t xml:space="preserve">Modify production </w:t>
            </w:r>
            <w:r w:rsidR="00114A07">
              <w:t>processes</w:t>
            </w:r>
            <w:r w:rsidR="00B5158A" w:rsidRPr="0048624D">
              <w:t xml:space="preserve"> or schedules</w:t>
            </w:r>
            <w:r w:rsidR="00114A07">
              <w:t>,</w:t>
            </w:r>
            <w:r w:rsidR="00B5158A" w:rsidRPr="0048624D">
              <w:t xml:space="preserve"> as required, to ensure optimum performance</w:t>
            </w:r>
          </w:p>
          <w:p w14:paraId="43E90D42" w14:textId="143F66B9" w:rsidR="00163E04" w:rsidRPr="00163E04" w:rsidRDefault="00D54016" w:rsidP="00163E04">
            <w:pPr>
              <w:pStyle w:val="SIText"/>
            </w:pPr>
            <w:r>
              <w:t xml:space="preserve">2.6 </w:t>
            </w:r>
            <w:r w:rsidR="00163E04">
              <w:t>Monitor implementation of processes</w:t>
            </w:r>
            <w:r w:rsidR="00163E04" w:rsidRPr="00163E04">
              <w:t xml:space="preserve"> for re</w:t>
            </w:r>
            <w:r w:rsidR="00163E04">
              <w:t xml:space="preserve">use, recycling or disposal </w:t>
            </w:r>
            <w:r w:rsidR="00163E04" w:rsidRPr="00163E04">
              <w:t xml:space="preserve">of sub-standard </w:t>
            </w:r>
            <w:r w:rsidR="00085D55">
              <w:t>en</w:t>
            </w:r>
            <w:r w:rsidR="004C572D">
              <w:t>gineered w</w:t>
            </w:r>
            <w:r w:rsidR="0019348B">
              <w:t>ood</w:t>
            </w:r>
            <w:r w:rsidR="0080392D">
              <w:t xml:space="preserve"> product</w:t>
            </w:r>
          </w:p>
          <w:p w14:paraId="6D97D9DF" w14:textId="440ED0E6" w:rsidR="00D54016" w:rsidRPr="0048624D" w:rsidRDefault="00163E04" w:rsidP="00163E04">
            <w:pPr>
              <w:pStyle w:val="SIText"/>
            </w:pPr>
            <w:r>
              <w:t xml:space="preserve">2.7 </w:t>
            </w:r>
            <w:r w:rsidR="00D54016">
              <w:t>Respond to breakdowns, disruptions to production and unplanned events according to workplace procedures</w:t>
            </w:r>
          </w:p>
          <w:p w14:paraId="542E76EA" w14:textId="43E92F29" w:rsidR="00B5158A" w:rsidRPr="0048624D" w:rsidRDefault="00B5158A" w:rsidP="00163E04">
            <w:pPr>
              <w:pStyle w:val="SIText"/>
            </w:pPr>
            <w:r>
              <w:t>2.</w:t>
            </w:r>
            <w:r w:rsidR="00163E04">
              <w:t>8</w:t>
            </w:r>
            <w:r w:rsidRPr="0048624D">
              <w:t xml:space="preserve"> Direct </w:t>
            </w:r>
            <w:r w:rsidR="004C572D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Pr="0048624D">
              <w:t xml:space="preserve"> to storage or transfer for further processing</w:t>
            </w:r>
          </w:p>
        </w:tc>
      </w:tr>
      <w:tr w:rsidR="0048624D" w:rsidRPr="00963A46" w14:paraId="0E41C4B7" w14:textId="77777777" w:rsidTr="00015449">
        <w:trPr>
          <w:cantSplit/>
          <w:trHeight w:val="1264"/>
        </w:trPr>
        <w:tc>
          <w:tcPr>
            <w:tcW w:w="1396" w:type="pct"/>
            <w:shd w:val="clear" w:color="auto" w:fill="auto"/>
          </w:tcPr>
          <w:p w14:paraId="4C5FEADE" w14:textId="041C23CE" w:rsidR="0048624D" w:rsidRPr="0048624D" w:rsidRDefault="00114A07" w:rsidP="00015449">
            <w:pPr>
              <w:pStyle w:val="SIText"/>
            </w:pPr>
            <w:r>
              <w:lastRenderedPageBreak/>
              <w:t>3</w:t>
            </w:r>
            <w:r w:rsidR="0048624D" w:rsidRPr="0048624D">
              <w:t xml:space="preserve">. Evaluate </w:t>
            </w:r>
            <w:r w:rsidR="00B5158A">
              <w:t xml:space="preserve">production of </w:t>
            </w:r>
            <w:r w:rsidR="002F00BE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</w:p>
          <w:p w14:paraId="08539394" w14:textId="77777777" w:rsidR="0048624D" w:rsidRPr="00AD2585" w:rsidRDefault="0048624D" w:rsidP="00015449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28C1CAD" w14:textId="7287B9EC" w:rsidR="0048624D" w:rsidRDefault="00015449" w:rsidP="00015449">
            <w:pPr>
              <w:pStyle w:val="SIText"/>
            </w:pPr>
            <w:r>
              <w:t>3</w:t>
            </w:r>
            <w:r w:rsidR="0048624D" w:rsidRPr="0048624D">
              <w:t xml:space="preserve">.1 </w:t>
            </w:r>
            <w:r w:rsidR="00114A07">
              <w:t xml:space="preserve">Analyse </w:t>
            </w:r>
            <w:r w:rsidR="00163E04">
              <w:t xml:space="preserve">data </w:t>
            </w:r>
            <w:r w:rsidR="004C4055">
              <w:t xml:space="preserve">and observations </w:t>
            </w:r>
            <w:r w:rsidR="00163E04">
              <w:t xml:space="preserve">on </w:t>
            </w:r>
            <w:r w:rsidR="00114A07">
              <w:t>production,</w:t>
            </w:r>
            <w:r w:rsidR="0048624D" w:rsidRPr="0048624D">
              <w:t xml:space="preserve"> operations</w:t>
            </w:r>
            <w:r w:rsidR="00163E04">
              <w:t>, faults</w:t>
            </w:r>
            <w:r w:rsidR="00114A07">
              <w:t xml:space="preserve"> and output</w:t>
            </w:r>
            <w:r w:rsidR="0048624D" w:rsidRPr="0048624D">
              <w:t xml:space="preserve"> to </w:t>
            </w:r>
            <w:r>
              <w:t>identify</w:t>
            </w:r>
            <w:r w:rsidR="0048624D" w:rsidRPr="0048624D">
              <w:t xml:space="preserve"> </w:t>
            </w:r>
            <w:r>
              <w:t xml:space="preserve">opportunities for </w:t>
            </w:r>
            <w:r w:rsidR="0048624D" w:rsidRPr="0048624D">
              <w:t>process improvement</w:t>
            </w:r>
          </w:p>
          <w:p w14:paraId="313A02B7" w14:textId="13A9919A" w:rsidR="00015449" w:rsidRPr="0048624D" w:rsidRDefault="00015449" w:rsidP="00015449">
            <w:pPr>
              <w:pStyle w:val="SIText"/>
            </w:pPr>
            <w:r>
              <w:t>3.2 Seek comments and feedback from team members to</w:t>
            </w:r>
            <w:r w:rsidRPr="00015449">
              <w:t xml:space="preserve"> identify </w:t>
            </w:r>
            <w:r>
              <w:t xml:space="preserve">opportunities for </w:t>
            </w:r>
            <w:r w:rsidRPr="00015449">
              <w:t>process improvement</w:t>
            </w:r>
          </w:p>
          <w:p w14:paraId="289A8094" w14:textId="1B3E9DA9" w:rsidR="00015449" w:rsidRDefault="00015449" w:rsidP="00015449">
            <w:pPr>
              <w:pStyle w:val="SIText"/>
            </w:pPr>
            <w:r>
              <w:t>3</w:t>
            </w:r>
            <w:r w:rsidR="0048624D" w:rsidRPr="0048624D">
              <w:t>.</w:t>
            </w:r>
            <w:r>
              <w:t>3</w:t>
            </w:r>
            <w:r w:rsidR="0048624D" w:rsidRPr="0048624D">
              <w:t xml:space="preserve"> </w:t>
            </w:r>
            <w:r>
              <w:t>Analyse feasibility of potential process improvements</w:t>
            </w:r>
          </w:p>
          <w:p w14:paraId="095147F2" w14:textId="24D9C34E" w:rsidR="0048624D" w:rsidRPr="0048624D" w:rsidRDefault="00015449" w:rsidP="00015449">
            <w:pPr>
              <w:pStyle w:val="SIText"/>
            </w:pPr>
            <w:r>
              <w:t xml:space="preserve">3.4 </w:t>
            </w:r>
            <w:r w:rsidR="0048624D" w:rsidRPr="0048624D">
              <w:t>Document process improvements and communicate to appropriate personnel according to workplace procedures</w:t>
            </w:r>
          </w:p>
        </w:tc>
      </w:tr>
    </w:tbl>
    <w:p w14:paraId="7401AD78" w14:textId="77777777" w:rsidR="0054218F" w:rsidRPr="00DD0726" w:rsidRDefault="0054218F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F55666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35416A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F55666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F55666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68F61B99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114A07">
              <w:t xml:space="preserve">technical documents and </w:t>
            </w:r>
            <w:r w:rsidR="00151EF6">
              <w:t xml:space="preserve">workplace </w:t>
            </w:r>
            <w:r w:rsidR="00070FFB">
              <w:t xml:space="preserve">policies and procedures relevant to </w:t>
            </w:r>
            <w:r w:rsidR="009375C4">
              <w:t xml:space="preserve">the production of </w:t>
            </w:r>
            <w:r w:rsidR="002F00BE">
              <w:t>engineer</w:t>
            </w:r>
            <w:r w:rsidR="00DE38F9">
              <w:t xml:space="preserve">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</w:tc>
      </w:tr>
      <w:tr w:rsidR="00EE4378" w:rsidRPr="00336FCA" w:rsidDel="00423CB2" w14:paraId="0D6F7E2E" w14:textId="77777777" w:rsidTr="00F55666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25DC493A" w:rsidR="00EE4378" w:rsidRPr="00EE4378" w:rsidRDefault="00070FFB" w:rsidP="00EC0578">
            <w:pPr>
              <w:pStyle w:val="SIBulletList1"/>
            </w:pPr>
            <w:r>
              <w:t xml:space="preserve">Complete </w:t>
            </w:r>
            <w:r w:rsidR="001327AC">
              <w:t xml:space="preserve">workplace </w:t>
            </w:r>
            <w:r>
              <w:t>document</w:t>
            </w:r>
            <w:r w:rsidR="001327AC">
              <w:t>s on routine and non-routine matters for a variety of audiences</w:t>
            </w:r>
            <w:r>
              <w:t xml:space="preserve"> </w:t>
            </w:r>
          </w:p>
        </w:tc>
      </w:tr>
      <w:tr w:rsidR="00EE4378" w:rsidRPr="00336FCA" w:rsidDel="00423CB2" w14:paraId="277F104A" w14:textId="77777777" w:rsidTr="00F55666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5B99BE57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>se appropriate vocabulary</w:t>
            </w:r>
            <w:r w:rsidR="001327AC">
              <w:t xml:space="preserve"> to communicate with a culturally and linguistically diverse audience on </w:t>
            </w:r>
            <w:r w:rsidRPr="00BE3284">
              <w:t xml:space="preserve">technical </w:t>
            </w:r>
            <w:r w:rsidR="001327AC">
              <w:t xml:space="preserve">and work team performance matters related </w:t>
            </w:r>
            <w:r w:rsidR="001327AC" w:rsidRPr="001327AC">
              <w:t xml:space="preserve">to </w:t>
            </w:r>
            <w:r w:rsidR="0034480F">
              <w:t xml:space="preserve">the 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</w:t>
            </w:r>
            <w:r w:rsidR="0034480F">
              <w:t>ts</w:t>
            </w:r>
          </w:p>
        </w:tc>
      </w:tr>
      <w:tr w:rsidR="00EE4378" w:rsidRPr="00336FCA" w:rsidDel="00423CB2" w14:paraId="244CFD3A" w14:textId="77777777" w:rsidTr="00F55666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021E2D34" w:rsidR="00EE4378" w:rsidRPr="00EE4378" w:rsidRDefault="00114A07" w:rsidP="00EC0578">
            <w:pPr>
              <w:pStyle w:val="SIBulletList1"/>
            </w:pPr>
            <w:r>
              <w:t xml:space="preserve">Analyse statistical </w:t>
            </w:r>
            <w:r w:rsidR="001327AC">
              <w:t xml:space="preserve">data on production, quality, safety and environment protection relevant to </w:t>
            </w:r>
            <w:r w:rsidR="009375C4">
              <w:t xml:space="preserve">the production of </w:t>
            </w:r>
            <w:r w:rsidR="00DE38F9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9375C4">
              <w:t>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1985"/>
        <w:gridCol w:w="2721"/>
        <w:gridCol w:w="2234"/>
      </w:tblGrid>
      <w:tr w:rsidR="00F1480E" w14:paraId="1F490A12" w14:textId="77777777" w:rsidTr="00D13AA7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7034A0">
        <w:tc>
          <w:tcPr>
            <w:tcW w:w="1396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13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60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73FAE" w14:paraId="5ED78238" w14:textId="77777777" w:rsidTr="007034A0">
        <w:tc>
          <w:tcPr>
            <w:tcW w:w="1396" w:type="pct"/>
          </w:tcPr>
          <w:p w14:paraId="1FB1D89A" w14:textId="074472DA" w:rsidR="00173FAE" w:rsidRPr="00173FAE" w:rsidRDefault="00173FAE" w:rsidP="00173FAE">
            <w:pPr>
              <w:pStyle w:val="SIText"/>
            </w:pPr>
            <w:r w:rsidRPr="00173FAE">
              <w:t>FW</w:t>
            </w:r>
            <w:r w:rsidR="005D6DAF">
              <w:t>P</w:t>
            </w:r>
            <w:r w:rsidR="007D04BA">
              <w:t>T</w:t>
            </w:r>
            <w:r w:rsidR="00661C57">
              <w:t>M</w:t>
            </w:r>
            <w:r w:rsidR="007D04BA">
              <w:t>M</w:t>
            </w:r>
            <w:r w:rsidR="00E656FF">
              <w:t>4</w:t>
            </w:r>
            <w:r w:rsidRPr="00173FAE">
              <w:t xml:space="preserve">XXX </w:t>
            </w:r>
            <w:r w:rsidR="00A72E16" w:rsidRPr="00A72E16">
              <w:t>Plan</w:t>
            </w:r>
            <w:r w:rsidR="00DE38F9">
              <w:t xml:space="preserve"> for</w:t>
            </w:r>
            <w:r w:rsidR="00A72E16" w:rsidRPr="00A72E16">
              <w:t xml:space="preserve"> and supervise </w:t>
            </w:r>
            <w:r w:rsidR="003D1803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A72E16" w:rsidRPr="00A72E16">
              <w:t xml:space="preserve"> </w:t>
            </w:r>
            <w:r w:rsidR="00C11033">
              <w:t>operations</w:t>
            </w:r>
          </w:p>
          <w:p w14:paraId="257DA401" w14:textId="58912154" w:rsidR="00173FAE" w:rsidRPr="00173FAE" w:rsidRDefault="00173FAE" w:rsidP="00173FAE">
            <w:pPr>
              <w:pStyle w:val="SIText"/>
            </w:pPr>
          </w:p>
        </w:tc>
        <w:tc>
          <w:tcPr>
            <w:tcW w:w="1031" w:type="pct"/>
          </w:tcPr>
          <w:p w14:paraId="60098EE1" w14:textId="04CF474B" w:rsidR="00173FAE" w:rsidRPr="00173FAE" w:rsidRDefault="00173FAE" w:rsidP="00173FAE">
            <w:pPr>
              <w:pStyle w:val="SIText"/>
            </w:pPr>
            <w:r w:rsidRPr="00173FAE">
              <w:t>Not applicable</w:t>
            </w:r>
          </w:p>
        </w:tc>
        <w:tc>
          <w:tcPr>
            <w:tcW w:w="1413" w:type="pct"/>
          </w:tcPr>
          <w:p w14:paraId="69BB49BE" w14:textId="402BC455" w:rsidR="00173FAE" w:rsidRPr="00173FAE" w:rsidRDefault="00173FAE" w:rsidP="00173FAE">
            <w:pPr>
              <w:pStyle w:val="SIText"/>
            </w:pPr>
            <w:r w:rsidRPr="00173FAE">
              <w:t>The unit has been created to address a skill or task required by industry that is not covered by an existing unit</w:t>
            </w:r>
            <w:r w:rsidR="00107710">
              <w:t>.</w:t>
            </w:r>
          </w:p>
        </w:tc>
        <w:tc>
          <w:tcPr>
            <w:tcW w:w="1160" w:type="pct"/>
          </w:tcPr>
          <w:p w14:paraId="5108EF77" w14:textId="424B2BF6" w:rsidR="00173FAE" w:rsidRPr="00173FAE" w:rsidRDefault="00173FAE" w:rsidP="00173FAE">
            <w:pPr>
              <w:pStyle w:val="SIText"/>
            </w:pPr>
            <w:r w:rsidRPr="00173FAE">
              <w:t>New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F55666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03C0EE0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F55666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2193DC3B" w:rsidR="00556C4C" w:rsidRPr="000754EC" w:rsidRDefault="00556C4C" w:rsidP="00613FA9">
            <w:pPr>
              <w:pStyle w:val="SIHeading2"/>
            </w:pPr>
            <w:r w:rsidRPr="00F56827">
              <w:t xml:space="preserve">Assessment requirements for </w:t>
            </w:r>
            <w:r w:rsidR="002E443D">
              <w:t>FWP</w:t>
            </w:r>
            <w:r w:rsidR="007D04BA">
              <w:t>T</w:t>
            </w:r>
            <w:r w:rsidR="00661C57">
              <w:t>M</w:t>
            </w:r>
            <w:r w:rsidR="007D04BA">
              <w:t>M</w:t>
            </w:r>
            <w:r w:rsidR="002E443D">
              <w:t xml:space="preserve">4XXX </w:t>
            </w:r>
            <w:r w:rsidR="00F75296" w:rsidRPr="00F75296">
              <w:t xml:space="preserve">Plan </w:t>
            </w:r>
            <w:r w:rsidR="003D1803">
              <w:t xml:space="preserve">for </w:t>
            </w:r>
            <w:r w:rsidR="00F75296" w:rsidRPr="00F75296">
              <w:t xml:space="preserve">and supervise </w:t>
            </w:r>
            <w:r w:rsidR="003D1803">
              <w:t xml:space="preserve">engineered </w:t>
            </w:r>
            <w:r w:rsidR="0019348B">
              <w:t>wood</w:t>
            </w:r>
            <w:r w:rsidR="002E443D">
              <w:t xml:space="preserve"> </w:t>
            </w:r>
            <w:r w:rsidR="0080392D">
              <w:t>product</w:t>
            </w:r>
            <w:r w:rsidR="00F75296" w:rsidRPr="00F75296">
              <w:t xml:space="preserve"> </w:t>
            </w:r>
            <w:r w:rsidR="00C11033">
              <w:t>operations</w:t>
            </w:r>
          </w:p>
        </w:tc>
      </w:tr>
      <w:tr w:rsidR="00556C4C" w:rsidRPr="00A55106" w14:paraId="5A8C9EA6" w14:textId="77777777" w:rsidTr="00F5566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F55666">
        <w:tc>
          <w:tcPr>
            <w:tcW w:w="5000" w:type="pct"/>
            <w:gridSpan w:val="2"/>
            <w:shd w:val="clear" w:color="auto" w:fill="auto"/>
          </w:tcPr>
          <w:p w14:paraId="783A48AD" w14:textId="77777777" w:rsidR="003D1803" w:rsidRDefault="00FC325D" w:rsidP="001327AC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7BFA7F81" w14:textId="1FFAEBF1" w:rsidR="00FC325D" w:rsidRPr="00FC325D" w:rsidRDefault="00FC325D" w:rsidP="001327AC">
            <w:pPr>
              <w:pStyle w:val="SIText"/>
            </w:pPr>
            <w:r>
              <w:t xml:space="preserve"> </w:t>
            </w:r>
          </w:p>
          <w:p w14:paraId="67283F04" w14:textId="09AD119E" w:rsidR="00452D1A" w:rsidRDefault="008E2FD6" w:rsidP="001327AC">
            <w:pPr>
              <w:pStyle w:val="SIText"/>
            </w:pPr>
            <w:r w:rsidRPr="00CD15EA">
              <w:t xml:space="preserve">There must be evidence that the individual </w:t>
            </w:r>
            <w:r w:rsidR="001327AC" w:rsidRPr="001327AC">
              <w:t xml:space="preserve">has planned </w:t>
            </w:r>
            <w:r w:rsidR="00D659F8">
              <w:t xml:space="preserve">for </w:t>
            </w:r>
            <w:r w:rsidR="001327AC" w:rsidRPr="001327AC">
              <w:t xml:space="preserve">and </w:t>
            </w:r>
            <w:r w:rsidR="001327AC">
              <w:t>supervised</w:t>
            </w:r>
            <w:r w:rsidR="001327AC" w:rsidRPr="001327AC">
              <w:t xml:space="preserve"> one</w:t>
            </w:r>
            <w:r w:rsidR="00AB1E1E">
              <w:t xml:space="preserve"> </w:t>
            </w:r>
            <w:r w:rsidR="001327AC" w:rsidRPr="001327AC">
              <w:t>production cycle</w:t>
            </w:r>
            <w:r w:rsidR="00452D1A">
              <w:t xml:space="preserve"> for </w:t>
            </w:r>
            <w:r w:rsidR="00554727">
              <w:t>one</w:t>
            </w:r>
            <w:r w:rsidR="00452D1A">
              <w:t xml:space="preserve"> </w:t>
            </w:r>
            <w:r w:rsidR="00D659F8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452D1A">
              <w:t xml:space="preserve"> selected f</w:t>
            </w:r>
            <w:r w:rsidR="00554727">
              <w:t>ro</w:t>
            </w:r>
            <w:r w:rsidR="00452D1A">
              <w:t>m:</w:t>
            </w:r>
          </w:p>
          <w:p w14:paraId="6D1ACE16" w14:textId="3F23EB0A" w:rsidR="00554727" w:rsidRDefault="00452D1A" w:rsidP="00D13AA7">
            <w:pPr>
              <w:pStyle w:val="SIBulletList1"/>
            </w:pPr>
            <w:r w:rsidRPr="00452D1A">
              <w:t>plywood</w:t>
            </w:r>
          </w:p>
          <w:p w14:paraId="7E366ED7" w14:textId="4FA0C29C" w:rsidR="00554727" w:rsidRDefault="00473444" w:rsidP="00D13AA7">
            <w:pPr>
              <w:pStyle w:val="SIBulletList1"/>
            </w:pPr>
            <w:r>
              <w:t>l</w:t>
            </w:r>
            <w:r w:rsidR="00452D1A" w:rsidRPr="00452D1A">
              <w:t xml:space="preserve">aminated </w:t>
            </w:r>
            <w:r>
              <w:t>v</w:t>
            </w:r>
            <w:r w:rsidR="00452D1A" w:rsidRPr="00452D1A">
              <w:t xml:space="preserve">eneer </w:t>
            </w:r>
            <w:r>
              <w:t>l</w:t>
            </w:r>
            <w:r w:rsidR="00452D1A" w:rsidRPr="00452D1A">
              <w:t>umber (LVL)</w:t>
            </w:r>
          </w:p>
          <w:p w14:paraId="0A9780B9" w14:textId="442AFF96" w:rsidR="00554727" w:rsidRDefault="00452D1A" w:rsidP="00D13AA7">
            <w:pPr>
              <w:pStyle w:val="SIBulletList1"/>
            </w:pPr>
            <w:r w:rsidRPr="00452D1A">
              <w:t>particleboard</w:t>
            </w:r>
          </w:p>
          <w:p w14:paraId="24575B7B" w14:textId="6556BA81" w:rsidR="00554727" w:rsidRDefault="00473444" w:rsidP="00D13AA7">
            <w:pPr>
              <w:pStyle w:val="SIBulletList1"/>
            </w:pPr>
            <w:r>
              <w:t>m</w:t>
            </w:r>
            <w:r w:rsidR="00452D1A" w:rsidRPr="00452D1A">
              <w:t>edium-density fibreboard (MDF)</w:t>
            </w:r>
          </w:p>
          <w:p w14:paraId="016FF558" w14:textId="01B72A62" w:rsidR="00554727" w:rsidRDefault="00473444" w:rsidP="00D13AA7">
            <w:pPr>
              <w:pStyle w:val="SIBulletList1"/>
            </w:pPr>
            <w:r>
              <w:t>c</w:t>
            </w:r>
            <w:r w:rsidR="00452D1A" w:rsidRPr="00452D1A">
              <w:t xml:space="preserve">ross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(CLT)</w:t>
            </w:r>
          </w:p>
          <w:p w14:paraId="49C755A3" w14:textId="209CCB3F" w:rsidR="00554727" w:rsidRDefault="00473444" w:rsidP="00D13AA7">
            <w:pPr>
              <w:pStyle w:val="SIBulletList1"/>
            </w:pPr>
            <w:r>
              <w:t>g</w:t>
            </w:r>
            <w:r w:rsidR="00452D1A" w:rsidRPr="00452D1A">
              <w:t xml:space="preserve">lue </w:t>
            </w:r>
            <w:r>
              <w:t>l</w:t>
            </w:r>
            <w:r w:rsidR="00452D1A" w:rsidRPr="00452D1A">
              <w:t xml:space="preserve">aminated </w:t>
            </w:r>
            <w:r>
              <w:t>t</w:t>
            </w:r>
            <w:r w:rsidR="00452D1A" w:rsidRPr="00452D1A">
              <w:t>imber (GLT)</w:t>
            </w:r>
            <w:r w:rsidR="006C6F99">
              <w:t>.</w:t>
            </w:r>
            <w:r w:rsidR="00452D1A" w:rsidRPr="00452D1A">
              <w:t xml:space="preserve"> </w:t>
            </w:r>
          </w:p>
          <w:p w14:paraId="1C5D5B8D" w14:textId="77777777" w:rsidR="000F1521" w:rsidRDefault="000F1521" w:rsidP="001327AC">
            <w:pPr>
              <w:pStyle w:val="SIText"/>
            </w:pPr>
          </w:p>
          <w:p w14:paraId="1A72F21F" w14:textId="4A2EEBE9" w:rsidR="001327AC" w:rsidRPr="001327AC" w:rsidRDefault="000F1521" w:rsidP="001327AC">
            <w:pPr>
              <w:pStyle w:val="SIText"/>
            </w:pPr>
            <w:r>
              <w:t>I</w:t>
            </w:r>
            <w:r w:rsidR="00554727">
              <w:t>n the course of this work</w:t>
            </w:r>
            <w:r>
              <w:t>, the individual</w:t>
            </w:r>
            <w:r w:rsidR="00554727">
              <w:t xml:space="preserve"> </w:t>
            </w:r>
            <w:r w:rsidR="00163E04">
              <w:t>has</w:t>
            </w:r>
            <w:r w:rsidR="001327AC" w:rsidRPr="001327AC">
              <w:t>:</w:t>
            </w:r>
          </w:p>
          <w:p w14:paraId="48E4B618" w14:textId="245F4F90" w:rsidR="00F34F24" w:rsidRPr="00F34F24" w:rsidRDefault="00F34F24" w:rsidP="00F34F24">
            <w:pPr>
              <w:pStyle w:val="SIBulletList1"/>
            </w:pPr>
            <w:r w:rsidRPr="00F34F24">
              <w:t xml:space="preserve">communicated effectively and coordinated personnel to follow the planning, </w:t>
            </w:r>
            <w:r w:rsidR="008F27C8">
              <w:t xml:space="preserve">workplace </w:t>
            </w:r>
            <w:r w:rsidR="00C16849" w:rsidRPr="00C16849">
              <w:t xml:space="preserve">health and safety </w:t>
            </w:r>
            <w:r w:rsidR="008F27C8">
              <w:t>procedures</w:t>
            </w:r>
            <w:r w:rsidR="00C16849">
              <w:t>, environmental requirements</w:t>
            </w:r>
            <w:r w:rsidR="00C42DD4">
              <w:t xml:space="preserve"> </w:t>
            </w:r>
            <w:r w:rsidRPr="00F34F24">
              <w:t xml:space="preserve">and scheduling for </w:t>
            </w:r>
            <w:r w:rsidR="00DE2802">
              <w:t xml:space="preserve">engineered </w:t>
            </w:r>
            <w:r w:rsidRPr="00F34F24">
              <w:t>wood product production</w:t>
            </w:r>
          </w:p>
          <w:p w14:paraId="1BEA4E40" w14:textId="2D35DC27" w:rsidR="001327AC" w:rsidRDefault="001327AC" w:rsidP="001327AC">
            <w:pPr>
              <w:pStyle w:val="SIBulletList1"/>
            </w:pPr>
            <w:r w:rsidRPr="001327AC">
              <w:t xml:space="preserve">monitored </w:t>
            </w:r>
            <w:r w:rsidR="00DE2802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>
              <w:t xml:space="preserve"> </w:t>
            </w:r>
            <w:r w:rsidRPr="001327AC">
              <w:t>production outcomes and identified and rectified production and equipment problems and faults</w:t>
            </w:r>
          </w:p>
          <w:p w14:paraId="59C1393B" w14:textId="4E050F15" w:rsidR="006448E5" w:rsidRPr="006448E5" w:rsidRDefault="006448E5" w:rsidP="006448E5">
            <w:pPr>
              <w:pStyle w:val="SIBulletList1"/>
            </w:pPr>
            <w:r w:rsidRPr="006448E5">
              <w:t xml:space="preserve">modified production methods and schedules for </w:t>
            </w:r>
            <w:r w:rsidR="00451206">
              <w:t xml:space="preserve">engineered </w:t>
            </w:r>
            <w:r w:rsidRPr="006448E5">
              <w:t>wood product production</w:t>
            </w:r>
          </w:p>
          <w:p w14:paraId="3B36BBE3" w14:textId="38516369" w:rsidR="00944F7D" w:rsidRPr="001327AC" w:rsidRDefault="00944F7D" w:rsidP="00887FAA">
            <w:pPr>
              <w:pStyle w:val="SIBulletList1"/>
            </w:pPr>
            <w:r w:rsidRPr="00944F7D">
              <w:t>monitored implementation of quality processes, including chain of custody requirements</w:t>
            </w:r>
          </w:p>
          <w:p w14:paraId="06C8A620" w14:textId="77777777" w:rsidR="001327AC" w:rsidRPr="001327AC" w:rsidRDefault="001327AC" w:rsidP="001327AC">
            <w:pPr>
              <w:pStyle w:val="SIBulletList1"/>
            </w:pPr>
            <w:r w:rsidRPr="001327AC">
              <w:t>recorded and reported production information including output, quality and faults</w:t>
            </w:r>
          </w:p>
          <w:p w14:paraId="1B35CB00" w14:textId="192DB74E" w:rsidR="00AF18CD" w:rsidRPr="000754EC" w:rsidRDefault="0049059E" w:rsidP="001327AC">
            <w:pPr>
              <w:pStyle w:val="SIBulletList1"/>
            </w:pPr>
            <w:r>
              <w:t>evaluated</w:t>
            </w:r>
            <w:r w:rsidR="00E81D61">
              <w:t xml:space="preserve"> </w:t>
            </w:r>
            <w:r>
              <w:t>wood-based product production and suggested one process improvement</w:t>
            </w:r>
            <w:r w:rsidR="001327AC" w:rsidRPr="001327AC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F55666">
        <w:tc>
          <w:tcPr>
            <w:tcW w:w="5000" w:type="pct"/>
            <w:shd w:val="clear" w:color="auto" w:fill="auto"/>
          </w:tcPr>
          <w:p w14:paraId="1BC337AA" w14:textId="77777777" w:rsidR="00250042" w:rsidRDefault="00250042" w:rsidP="00250042">
            <w:pPr>
              <w:pStyle w:val="SIText"/>
            </w:pPr>
            <w:r w:rsidRPr="00250042">
              <w:t>An individual must be able to demonstrate the knowledge required to perform the tasks outlined in the elements and performance criteria of this unit. This includes knowledge of:</w:t>
            </w:r>
          </w:p>
          <w:p w14:paraId="2AC6FA29" w14:textId="114B00DC" w:rsidR="00C10331" w:rsidRPr="00C10331" w:rsidRDefault="00C10331" w:rsidP="00C10331">
            <w:pPr>
              <w:pStyle w:val="SIBulletList1"/>
            </w:pPr>
            <w:r w:rsidRPr="00C10331">
              <w:t xml:space="preserve">hazards and associated risks with </w:t>
            </w:r>
            <w:r w:rsidR="00451206">
              <w:t xml:space="preserve">engineered </w:t>
            </w:r>
            <w:r w:rsidRPr="00C10331">
              <w:t>wood product production process, and risk control strategies as identified through risk assessments, manufacturer technical information, regulations and industry health and safety guides</w:t>
            </w:r>
          </w:p>
          <w:p w14:paraId="07ECE18A" w14:textId="01C271DB" w:rsidR="00C10331" w:rsidRPr="00C10331" w:rsidRDefault="00C10331" w:rsidP="00C10331">
            <w:pPr>
              <w:pStyle w:val="SIBulletList1"/>
            </w:pPr>
            <w:r w:rsidRPr="00C10331">
              <w:t>workplace procedures</w:t>
            </w:r>
            <w:r>
              <w:t xml:space="preserve">, </w:t>
            </w:r>
            <w:r w:rsidRPr="00C10331">
              <w:t xml:space="preserve">policies and site standards specific to planning and supervising production of </w:t>
            </w:r>
            <w:r w:rsidR="00BB68E3">
              <w:t xml:space="preserve">engineered </w:t>
            </w:r>
            <w:r w:rsidRPr="00C10331">
              <w:t>wood product:</w:t>
            </w:r>
          </w:p>
          <w:p w14:paraId="6F2E03EA" w14:textId="16146923" w:rsidR="00C10331" w:rsidRPr="00C10331" w:rsidRDefault="00C10331" w:rsidP="00D13AA7">
            <w:pPr>
              <w:pStyle w:val="SIBulletList2"/>
            </w:pPr>
            <w:r w:rsidRPr="00C10331">
              <w:t xml:space="preserve">health and safety, including personal protective equipment (PPE) </w:t>
            </w:r>
          </w:p>
          <w:p w14:paraId="1E34B3B2" w14:textId="77777777" w:rsidR="00C10331" w:rsidRPr="00C10331" w:rsidRDefault="00C10331" w:rsidP="00D13AA7">
            <w:pPr>
              <w:pStyle w:val="SIBulletList2"/>
            </w:pPr>
            <w:r w:rsidRPr="00C10331">
              <w:t>environmental protection requirements, including the safe disposal of waste material</w:t>
            </w:r>
          </w:p>
          <w:p w14:paraId="32A8FBE2" w14:textId="77777777" w:rsidR="00AE2091" w:rsidRPr="00AE2091" w:rsidRDefault="00AE2091" w:rsidP="00AE2091">
            <w:pPr>
              <w:pStyle w:val="SIBulletList2"/>
            </w:pPr>
            <w:r w:rsidRPr="00AE2091">
              <w:t xml:space="preserve">quality assurance, including chain of custody requirements </w:t>
            </w:r>
          </w:p>
          <w:p w14:paraId="56F117C4" w14:textId="2563810D" w:rsidR="00AE2091" w:rsidRPr="00AE2091" w:rsidRDefault="00AE2091" w:rsidP="00AE2091">
            <w:pPr>
              <w:pStyle w:val="SIBulletList2"/>
            </w:pPr>
            <w:r w:rsidRPr="00AE2091">
              <w:t>communication channels and protocols to communicate with team members </w:t>
            </w:r>
          </w:p>
          <w:p w14:paraId="2BBF3ADB" w14:textId="1D41F634" w:rsidR="00C10331" w:rsidRPr="00C10331" w:rsidRDefault="00C10331" w:rsidP="00D13AA7">
            <w:pPr>
              <w:pStyle w:val="SIBulletList2"/>
            </w:pPr>
            <w:r w:rsidRPr="00C10331">
              <w:t xml:space="preserve">recording and reporting </w:t>
            </w:r>
            <w:r w:rsidR="00713A57">
              <w:t xml:space="preserve">information on </w:t>
            </w:r>
            <w:r w:rsidRPr="00C10331">
              <w:t>production, quality</w:t>
            </w:r>
            <w:r w:rsidR="005F0BB6">
              <w:t xml:space="preserve">, </w:t>
            </w:r>
            <w:r w:rsidR="005F0BB6" w:rsidRPr="005F0BB6">
              <w:t>workplace health and safety and equipment</w:t>
            </w:r>
            <w:r w:rsidRPr="00C10331">
              <w:t xml:space="preserve"> fault</w:t>
            </w:r>
            <w:r w:rsidR="005F0BB6">
              <w:t>s</w:t>
            </w:r>
            <w:r w:rsidRPr="00C10331">
              <w:t xml:space="preserve"> </w:t>
            </w:r>
          </w:p>
          <w:p w14:paraId="2B3B2FCE" w14:textId="5BE2FDBC" w:rsidR="00250042" w:rsidRPr="00250042" w:rsidRDefault="00250042" w:rsidP="00250042">
            <w:pPr>
              <w:pStyle w:val="SIBulletList1"/>
            </w:pPr>
            <w:r w:rsidRPr="00250042">
              <w:t xml:space="preserve">types, characteristics, grades and uses of </w:t>
            </w:r>
            <w:r w:rsidR="00BB68E3">
              <w:t xml:space="preserve">engineered </w:t>
            </w:r>
            <w:r w:rsidRPr="00250042">
              <w:t>wood product</w:t>
            </w:r>
            <w:r w:rsidR="00E55F25">
              <w:t xml:space="preserve"> relevant to workplace </w:t>
            </w:r>
            <w:r w:rsidR="0077565A">
              <w:t>environment</w:t>
            </w:r>
          </w:p>
          <w:p w14:paraId="14323A67" w14:textId="1D522587" w:rsidR="00250042" w:rsidRPr="00250042" w:rsidRDefault="002D7278" w:rsidP="00250042">
            <w:pPr>
              <w:pStyle w:val="SIBulletList1"/>
            </w:pPr>
            <w:r>
              <w:t xml:space="preserve">stages and </w:t>
            </w:r>
            <w:r w:rsidR="00250042" w:rsidRPr="00250042">
              <w:t xml:space="preserve">production processes used for </w:t>
            </w:r>
            <w:r w:rsidR="00BB68E3">
              <w:t xml:space="preserve">engineered </w:t>
            </w:r>
            <w:r w:rsidR="00250042" w:rsidRPr="00250042">
              <w:t>wood product</w:t>
            </w:r>
          </w:p>
          <w:p w14:paraId="65F74334" w14:textId="73767120" w:rsidR="00250042" w:rsidRPr="00250042" w:rsidRDefault="00250042" w:rsidP="00250042">
            <w:pPr>
              <w:pStyle w:val="SIBulletList1"/>
            </w:pPr>
            <w:r w:rsidRPr="00250042">
              <w:t xml:space="preserve">types, uses and operation of plant, machinery and equipment used in production of </w:t>
            </w:r>
            <w:r w:rsidR="00BB68E3">
              <w:t xml:space="preserve">engineered </w:t>
            </w:r>
            <w:r w:rsidRPr="00250042">
              <w:t xml:space="preserve">wood product </w:t>
            </w:r>
          </w:p>
          <w:p w14:paraId="6B020423" w14:textId="6FC9FDB7" w:rsidR="00250042" w:rsidRDefault="00606C4F" w:rsidP="00250042">
            <w:pPr>
              <w:pStyle w:val="SIBulletList1"/>
            </w:pPr>
            <w:r>
              <w:t xml:space="preserve">methods for </w:t>
            </w:r>
            <w:r w:rsidR="00250042" w:rsidRPr="00250042">
              <w:t>problem identification</w:t>
            </w:r>
            <w:r w:rsidR="009649B2">
              <w:t xml:space="preserve">, including </w:t>
            </w:r>
            <w:r w:rsidR="00FC6DA2">
              <w:t xml:space="preserve">equipment failures </w:t>
            </w:r>
            <w:r w:rsidR="006F7B9A">
              <w:t>at process stages</w:t>
            </w:r>
            <w:r w:rsidR="0073611B">
              <w:t>,</w:t>
            </w:r>
            <w:r w:rsidR="006F7B9A">
              <w:t xml:space="preserve"> </w:t>
            </w:r>
            <w:r w:rsidR="00320DE4">
              <w:t>bottlenecks in production process</w:t>
            </w:r>
            <w:r w:rsidR="008B5043">
              <w:t xml:space="preserve"> and product variations</w:t>
            </w:r>
            <w:r w:rsidR="00375D9E">
              <w:t>,</w:t>
            </w:r>
            <w:r w:rsidR="00250042" w:rsidRPr="00250042">
              <w:t xml:space="preserve"> and resolution strategies </w:t>
            </w:r>
          </w:p>
          <w:p w14:paraId="6F10B3D4" w14:textId="270384DF" w:rsidR="00250042" w:rsidRPr="00250042" w:rsidRDefault="00250042" w:rsidP="00250042">
            <w:pPr>
              <w:pStyle w:val="SIBulletList1"/>
            </w:pPr>
            <w:r w:rsidRPr="00250042">
              <w:t>process improvement</w:t>
            </w:r>
            <w:r w:rsidR="00F05EF9">
              <w:t xml:space="preserve"> for </w:t>
            </w:r>
            <w:r w:rsidR="00BB68E3">
              <w:t xml:space="preserve">engineered </w:t>
            </w:r>
            <w:r w:rsidR="00F05EF9" w:rsidRPr="00F05EF9">
              <w:t xml:space="preserve">wood product </w:t>
            </w:r>
            <w:r w:rsidR="00F05EF9">
              <w:t>operations:</w:t>
            </w:r>
          </w:p>
          <w:p w14:paraId="6ECFAF4B" w14:textId="77777777" w:rsidR="00250042" w:rsidRPr="00250042" w:rsidRDefault="00250042" w:rsidP="00250042">
            <w:pPr>
              <w:pStyle w:val="SIBulletList2"/>
            </w:pPr>
            <w:r w:rsidRPr="00250042">
              <w:t>data</w:t>
            </w:r>
          </w:p>
          <w:p w14:paraId="3084C403" w14:textId="77777777" w:rsidR="00250042" w:rsidRPr="00250042" w:rsidRDefault="00250042" w:rsidP="00250042">
            <w:pPr>
              <w:pStyle w:val="SIBulletList2"/>
            </w:pPr>
            <w:r w:rsidRPr="00250042">
              <w:t>methods</w:t>
            </w:r>
          </w:p>
          <w:p w14:paraId="706072FD" w14:textId="77777777" w:rsidR="00250042" w:rsidRPr="00250042" w:rsidRDefault="00250042" w:rsidP="00250042">
            <w:pPr>
              <w:pStyle w:val="SIBulletList2"/>
            </w:pPr>
            <w:r w:rsidRPr="00250042">
              <w:t>participative approaches</w:t>
            </w:r>
          </w:p>
          <w:p w14:paraId="0BF4178F" w14:textId="43ED64FE" w:rsidR="00FE3148" w:rsidRPr="0007203E" w:rsidRDefault="00250042" w:rsidP="0083128D">
            <w:pPr>
              <w:pStyle w:val="SIBulletList2"/>
            </w:pPr>
            <w:r w:rsidRPr="0083128D">
              <w:t>communication</w:t>
            </w:r>
            <w:r w:rsidR="0083128D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p w14:paraId="4B50131A" w14:textId="77777777" w:rsidR="007034A0" w:rsidRDefault="007034A0" w:rsidP="005F771F">
      <w:pPr>
        <w:pStyle w:val="SIText"/>
      </w:pPr>
    </w:p>
    <w:p w14:paraId="5A7E23E7" w14:textId="77777777" w:rsidR="007034A0" w:rsidRDefault="007034A0" w:rsidP="005F771F">
      <w:pPr>
        <w:pStyle w:val="SIText"/>
      </w:pPr>
    </w:p>
    <w:p w14:paraId="5573464A" w14:textId="77777777" w:rsidR="007034A0" w:rsidRDefault="007034A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F55666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F55666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7A5F4E" w14:textId="77777777" w:rsidR="00785CBD" w:rsidRPr="00785CBD" w:rsidRDefault="00785CBD" w:rsidP="00D03E7A">
            <w:pPr>
              <w:pStyle w:val="SIBulletList1"/>
            </w:pPr>
            <w:r w:rsidRPr="00785CBD">
              <w:t>physical conditions:</w:t>
            </w:r>
          </w:p>
          <w:p w14:paraId="37A5A23A" w14:textId="77777777" w:rsidR="007A3316" w:rsidRPr="007A3316" w:rsidRDefault="007A3316" w:rsidP="00D13AA7">
            <w:pPr>
              <w:pStyle w:val="SIBulletList2"/>
            </w:pPr>
            <w:r w:rsidRPr="007A3316">
              <w:t>skills must be demonstrated in a work environment or an environment that accurately represents workplace conditions</w:t>
            </w:r>
          </w:p>
          <w:p w14:paraId="74F8336A" w14:textId="77777777" w:rsidR="008E2FD6" w:rsidRPr="00CD15EA" w:rsidRDefault="008E2FD6" w:rsidP="00D03E7A">
            <w:pPr>
              <w:pStyle w:val="SIBulletList1"/>
            </w:pPr>
            <w:r w:rsidRPr="00CD15EA">
              <w:t>resources, equipment and materials:</w:t>
            </w:r>
          </w:p>
          <w:p w14:paraId="1EB03447" w14:textId="35D70ABE" w:rsidR="005B2AC1" w:rsidRPr="004B3831" w:rsidRDefault="00EB07FE" w:rsidP="00D13AA7">
            <w:pPr>
              <w:pStyle w:val="SIBulletList2"/>
            </w:pPr>
            <w:r>
              <w:t xml:space="preserve">engineered </w:t>
            </w:r>
            <w:r w:rsidR="006049A5" w:rsidRPr="004B3831">
              <w:t xml:space="preserve">wood product </w:t>
            </w:r>
            <w:r w:rsidR="005B2AC1" w:rsidRPr="004B3831">
              <w:t xml:space="preserve">processing </w:t>
            </w:r>
            <w:r w:rsidR="00254CF9">
              <w:t>plant and equipment</w:t>
            </w:r>
          </w:p>
          <w:p w14:paraId="33B00E19" w14:textId="0B6B311F" w:rsidR="006049A5" w:rsidRPr="004B3831" w:rsidRDefault="004B3831" w:rsidP="004B3831">
            <w:pPr>
              <w:pStyle w:val="SIBulletList2"/>
            </w:pPr>
            <w:r w:rsidRPr="004B3831">
              <w:t>timber supplies</w:t>
            </w:r>
          </w:p>
          <w:p w14:paraId="7B178147" w14:textId="1014F332" w:rsidR="00D03E7A" w:rsidRDefault="00D03E7A" w:rsidP="004B3831">
            <w:pPr>
              <w:pStyle w:val="SIBulletList2"/>
            </w:pPr>
            <w:r w:rsidRPr="004B3831">
              <w:t>computers, keyboards, printers and software used to prepare planning and production documents</w:t>
            </w:r>
          </w:p>
          <w:p w14:paraId="49CC6E05" w14:textId="0DDCCE40" w:rsidR="0052496E" w:rsidRPr="004B3831" w:rsidRDefault="0052496E" w:rsidP="004B3831">
            <w:pPr>
              <w:pStyle w:val="SIBulletList2"/>
            </w:pPr>
            <w:r>
              <w:t xml:space="preserve">PPE relevant to </w:t>
            </w:r>
            <w:r w:rsidR="00EB07FE">
              <w:t xml:space="preserve">engineered </w:t>
            </w:r>
            <w:r w:rsidRPr="0052496E">
              <w:t>wood product</w:t>
            </w:r>
            <w:r w:rsidR="00E16631">
              <w:t xml:space="preserve"> operations</w:t>
            </w:r>
          </w:p>
          <w:p w14:paraId="654C68DF" w14:textId="77777777" w:rsidR="008E2FD6" w:rsidRPr="00CD15EA" w:rsidRDefault="008E2FD6" w:rsidP="00D03E7A">
            <w:pPr>
              <w:pStyle w:val="SIBulletList1"/>
            </w:pPr>
            <w:r w:rsidRPr="00CD15EA">
              <w:t>specifications:</w:t>
            </w:r>
          </w:p>
          <w:p w14:paraId="42166DCC" w14:textId="6B93B3CD" w:rsidR="000932A6" w:rsidRPr="000932A6" w:rsidRDefault="00D50CEE" w:rsidP="000932A6">
            <w:pPr>
              <w:pStyle w:val="SIBulletList2"/>
            </w:pPr>
            <w:r w:rsidRPr="00D50CEE">
              <w:t>production schedule</w:t>
            </w:r>
            <w:r>
              <w:t xml:space="preserve">, quality and </w:t>
            </w:r>
            <w:r w:rsidR="002A2C45">
              <w:t xml:space="preserve">output data </w:t>
            </w:r>
            <w:r>
              <w:t xml:space="preserve">for </w:t>
            </w:r>
            <w:r w:rsidR="00EB07FE">
              <w:t xml:space="preserve">engineered </w:t>
            </w:r>
            <w:r w:rsidR="000932A6" w:rsidRPr="000932A6">
              <w:t xml:space="preserve">wood product </w:t>
            </w:r>
            <w:r w:rsidR="002A2C45" w:rsidRPr="002A2C45">
              <w:t>from production facility</w:t>
            </w:r>
          </w:p>
          <w:p w14:paraId="390822D0" w14:textId="199B8B7D" w:rsidR="00785CBD" w:rsidRDefault="000B1F1F" w:rsidP="00D03E7A">
            <w:pPr>
              <w:pStyle w:val="SIBulletList2"/>
            </w:pPr>
            <w:r w:rsidRPr="000B1F1F">
              <w:t>workplace procedures</w:t>
            </w:r>
            <w:r w:rsidR="00D03E7A">
              <w:t xml:space="preserve"> for</w:t>
            </w:r>
            <w:r w:rsidR="00785CBD">
              <w:t xml:space="preserve"> </w:t>
            </w:r>
            <w:r w:rsidR="002A2C45">
              <w:t xml:space="preserve">engineered </w:t>
            </w:r>
            <w:r w:rsidR="0019348B">
              <w:t>wood</w:t>
            </w:r>
            <w:r w:rsidR="0080392D">
              <w:t xml:space="preserve"> product</w:t>
            </w:r>
            <w:r w:rsidR="00785CBD">
              <w:t xml:space="preserve"> </w:t>
            </w:r>
            <w:r w:rsidR="00D03E7A">
              <w:t>production</w:t>
            </w:r>
          </w:p>
          <w:p w14:paraId="31547D88" w14:textId="03E5BC8F" w:rsidR="00323EF9" w:rsidRPr="00785CBD" w:rsidRDefault="00785CBD" w:rsidP="00D13AA7">
            <w:pPr>
              <w:pStyle w:val="SIBulletList2"/>
              <w:numPr>
                <w:ilvl w:val="0"/>
                <w:numId w:val="0"/>
              </w:numPr>
              <w:ind w:left="714"/>
            </w:pPr>
            <w:r w:rsidRPr="00785CBD">
              <w:t xml:space="preserve">workplace </w:t>
            </w:r>
            <w:r w:rsidR="009A0D8E">
              <w:t xml:space="preserve">safety and environmental </w:t>
            </w:r>
            <w:r w:rsidRPr="00785CBD">
              <w:t>policies and procedures applicable to</w:t>
            </w:r>
            <w:r w:rsidR="002A2C45">
              <w:t xml:space="preserve"> engineered</w:t>
            </w:r>
            <w:r w:rsidRPr="00785CBD">
              <w:t xml:space="preserve"> </w:t>
            </w:r>
            <w:r w:rsidR="0019348B">
              <w:t>wood</w:t>
            </w:r>
            <w:r w:rsidR="007E50A2">
              <w:t xml:space="preserve"> </w:t>
            </w:r>
            <w:r w:rsidR="0080392D">
              <w:t>product</w:t>
            </w:r>
            <w:r w:rsidR="00D03E7A">
              <w:t xml:space="preserve"> production</w:t>
            </w:r>
          </w:p>
          <w:p w14:paraId="4FB2D5C9" w14:textId="77777777" w:rsidR="00DD15FC" w:rsidRPr="00DD15FC" w:rsidRDefault="00DD15FC" w:rsidP="00DD15FC">
            <w:pPr>
              <w:pStyle w:val="SIBulletList1"/>
            </w:pPr>
            <w:r w:rsidRPr="00DD15FC">
              <w:t>relationships:</w:t>
            </w:r>
          </w:p>
          <w:p w14:paraId="1AC05C8F" w14:textId="3E458C79" w:rsidR="00DD15FC" w:rsidRPr="00DD15FC" w:rsidRDefault="00DD15FC" w:rsidP="00DD15FC">
            <w:pPr>
              <w:pStyle w:val="SIBulletList2"/>
            </w:pPr>
            <w:r w:rsidRPr="00DD15FC">
              <w:t xml:space="preserve">work team </w:t>
            </w:r>
            <w:r>
              <w:t>for</w:t>
            </w:r>
            <w:r w:rsidRPr="00DD15FC">
              <w:t xml:space="preserve"> communicat</w:t>
            </w:r>
            <w:r>
              <w:t>ing</w:t>
            </w:r>
            <w:r w:rsidRPr="00DD15FC">
              <w:t xml:space="preserve"> requirements related to </w:t>
            </w:r>
            <w:r w:rsidR="007E50A2">
              <w:t xml:space="preserve">engineered </w:t>
            </w:r>
            <w:r w:rsidR="0096597F">
              <w:t>wood product</w:t>
            </w:r>
            <w:r w:rsidRPr="00DD15FC">
              <w:t xml:space="preserve"> operations.</w:t>
            </w:r>
          </w:p>
          <w:p w14:paraId="43FAF0E3" w14:textId="77777777" w:rsidR="00DD15FC" w:rsidRDefault="00DD15FC" w:rsidP="00D13AA7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6A9482A4" w14:textId="42E62AC0" w:rsidR="00F1480E" w:rsidRPr="000754EC" w:rsidRDefault="008E2FD6" w:rsidP="00785CBD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33BFA2" w14:textId="77777777" w:rsidR="007034A0" w:rsidRDefault="00EE4378" w:rsidP="0035416A">
            <w:pPr>
              <w:pStyle w:val="SIText"/>
            </w:pPr>
            <w:r w:rsidRPr="00EE4378">
              <w:t>Companion Volume implementation guides are found in VETNet</w:t>
            </w:r>
            <w:r w:rsidR="007034A0">
              <w:t>:</w:t>
            </w:r>
          </w:p>
          <w:p w14:paraId="2697E5E8" w14:textId="0F12BAE8" w:rsidR="00F1480E" w:rsidRPr="000754EC" w:rsidRDefault="007034A0" w:rsidP="0035416A">
            <w:pPr>
              <w:pStyle w:val="SIText"/>
            </w:pPr>
            <w:hyperlink r:id="rId11" w:history="1">
              <w:r w:rsidRPr="005341CB">
                <w:t>https://vetnet.gov.au/Pages/TrainingDocs.aspx?q=0d96fe23-5747-4c01-9d6f-3509ff8d3d47</w:t>
              </w:r>
            </w:hyperlink>
          </w:p>
        </w:tc>
      </w:tr>
    </w:tbl>
    <w:p w14:paraId="57066260" w14:textId="1EC3E1DF" w:rsidR="00F1480E" w:rsidRDefault="00F1480E" w:rsidP="005F771F">
      <w:pPr>
        <w:pStyle w:val="SIText"/>
      </w:pPr>
    </w:p>
    <w:p w14:paraId="02581042" w14:textId="77777777" w:rsidR="00AB7C42" w:rsidRDefault="00AB7C42" w:rsidP="005F771F">
      <w:pPr>
        <w:pStyle w:val="SIText"/>
      </w:pPr>
    </w:p>
    <w:sectPr w:rsidR="00AB7C42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0AD6" w14:textId="77777777" w:rsidR="00B81666" w:rsidRDefault="00B81666" w:rsidP="00BF3F0A">
      <w:r>
        <w:separator/>
      </w:r>
    </w:p>
    <w:p w14:paraId="08D85204" w14:textId="77777777" w:rsidR="00B81666" w:rsidRDefault="00B81666"/>
  </w:endnote>
  <w:endnote w:type="continuationSeparator" w:id="0">
    <w:p w14:paraId="3EE2F7C7" w14:textId="77777777" w:rsidR="00B81666" w:rsidRDefault="00B81666" w:rsidP="00BF3F0A">
      <w:r>
        <w:continuationSeparator/>
      </w:r>
    </w:p>
    <w:p w14:paraId="244872AC" w14:textId="77777777" w:rsidR="00B81666" w:rsidRDefault="00B81666"/>
  </w:endnote>
  <w:endnote w:type="continuationNotice" w:id="1">
    <w:p w14:paraId="398B53BB" w14:textId="77777777" w:rsidR="00B81666" w:rsidRDefault="00B81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3B8E" w14:textId="77777777" w:rsidR="00B81666" w:rsidRDefault="00B81666" w:rsidP="00BF3F0A">
      <w:r>
        <w:separator/>
      </w:r>
    </w:p>
    <w:p w14:paraId="2C24A841" w14:textId="77777777" w:rsidR="00B81666" w:rsidRDefault="00B81666"/>
  </w:footnote>
  <w:footnote w:type="continuationSeparator" w:id="0">
    <w:p w14:paraId="5AF7D48E" w14:textId="77777777" w:rsidR="00B81666" w:rsidRDefault="00B81666" w:rsidP="00BF3F0A">
      <w:r>
        <w:continuationSeparator/>
      </w:r>
    </w:p>
    <w:p w14:paraId="70A24019" w14:textId="77777777" w:rsidR="00B81666" w:rsidRDefault="00B81666"/>
  </w:footnote>
  <w:footnote w:type="continuationNotice" w:id="1">
    <w:p w14:paraId="6203A9AE" w14:textId="77777777" w:rsidR="00B81666" w:rsidRDefault="00B81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56BACFCC" w:rsidR="009C2650" w:rsidRDefault="007034A0" w:rsidP="005E2E08">
    <w:pPr>
      <w:pStyle w:val="SIText"/>
    </w:pPr>
    <w:sdt>
      <w:sdtPr>
        <w:id w:val="-131618262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1A65F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8D5293">
      <w:t>T</w:t>
    </w:r>
    <w:r w:rsidR="00661C57">
      <w:t>M</w:t>
    </w:r>
    <w:r w:rsidR="008D5293">
      <w:t>M</w:t>
    </w:r>
    <w:r w:rsidR="0072085D">
      <w:t>4XXX</w:t>
    </w:r>
    <w:r w:rsidR="009B23A1" w:rsidRPr="00D2012C">
      <w:t xml:space="preserve"> </w:t>
    </w:r>
    <w:r w:rsidR="00F75296" w:rsidRPr="00F75296">
      <w:t xml:space="preserve">Plan and supervise </w:t>
    </w:r>
    <w:r w:rsidR="009F375E">
      <w:t xml:space="preserve">engineered </w:t>
    </w:r>
    <w:r w:rsidR="0019348B">
      <w:t>wood</w:t>
    </w:r>
    <w:r w:rsidR="0072085D">
      <w:t xml:space="preserve"> product </w:t>
    </w:r>
    <w:r w:rsidR="003B0C7B">
      <w:t>operations</w:t>
    </w:r>
  </w:p>
  <w:p w14:paraId="4BE5B71C" w14:textId="77777777" w:rsidR="00B5633D" w:rsidRPr="00956978" w:rsidRDefault="00B5633D" w:rsidP="0035416A">
    <w:pPr>
      <w:pStyle w:val="SIUni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E76E890"/>
    <w:lvl w:ilvl="0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A4D5641"/>
    <w:multiLevelType w:val="multilevel"/>
    <w:tmpl w:val="89B45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24F17"/>
    <w:multiLevelType w:val="multilevel"/>
    <w:tmpl w:val="E9748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91D74"/>
    <w:multiLevelType w:val="multilevel"/>
    <w:tmpl w:val="32F0AB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C37CFB"/>
    <w:multiLevelType w:val="multilevel"/>
    <w:tmpl w:val="DA42A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D07E29"/>
    <w:multiLevelType w:val="multilevel"/>
    <w:tmpl w:val="9AF89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577A19"/>
    <w:multiLevelType w:val="multilevel"/>
    <w:tmpl w:val="E5DA9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37E554E"/>
    <w:multiLevelType w:val="multilevel"/>
    <w:tmpl w:val="B31CD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93015"/>
    <w:multiLevelType w:val="multilevel"/>
    <w:tmpl w:val="A0681C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4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qgFAAKkcV4tAAAA"/>
  </w:docVars>
  <w:rsids>
    <w:rsidRoot w:val="00AB5133"/>
    <w:rsid w:val="000006D6"/>
    <w:rsid w:val="000014B9"/>
    <w:rsid w:val="00003C2E"/>
    <w:rsid w:val="00005A15"/>
    <w:rsid w:val="000102D6"/>
    <w:rsid w:val="0001108F"/>
    <w:rsid w:val="000115E2"/>
    <w:rsid w:val="000126D0"/>
    <w:rsid w:val="0001296A"/>
    <w:rsid w:val="00014F07"/>
    <w:rsid w:val="00015449"/>
    <w:rsid w:val="00016803"/>
    <w:rsid w:val="00017572"/>
    <w:rsid w:val="00017749"/>
    <w:rsid w:val="000214D0"/>
    <w:rsid w:val="00023992"/>
    <w:rsid w:val="00026F9E"/>
    <w:rsid w:val="000275AE"/>
    <w:rsid w:val="00027B54"/>
    <w:rsid w:val="00041E59"/>
    <w:rsid w:val="00050094"/>
    <w:rsid w:val="000510BA"/>
    <w:rsid w:val="00064BFE"/>
    <w:rsid w:val="00065448"/>
    <w:rsid w:val="00066173"/>
    <w:rsid w:val="00070B3E"/>
    <w:rsid w:val="00070C0F"/>
    <w:rsid w:val="00070FFB"/>
    <w:rsid w:val="00071F95"/>
    <w:rsid w:val="0007203E"/>
    <w:rsid w:val="000737BB"/>
    <w:rsid w:val="00074E47"/>
    <w:rsid w:val="000754EC"/>
    <w:rsid w:val="000755AA"/>
    <w:rsid w:val="00085D55"/>
    <w:rsid w:val="0009093B"/>
    <w:rsid w:val="00090F24"/>
    <w:rsid w:val="000912F7"/>
    <w:rsid w:val="000932A6"/>
    <w:rsid w:val="00095E70"/>
    <w:rsid w:val="000A5441"/>
    <w:rsid w:val="000B0CCB"/>
    <w:rsid w:val="000B1F1F"/>
    <w:rsid w:val="000B297D"/>
    <w:rsid w:val="000B4195"/>
    <w:rsid w:val="000C149A"/>
    <w:rsid w:val="000C1BE0"/>
    <w:rsid w:val="000C224E"/>
    <w:rsid w:val="000E21AA"/>
    <w:rsid w:val="000E25E6"/>
    <w:rsid w:val="000E2C86"/>
    <w:rsid w:val="000E714F"/>
    <w:rsid w:val="000F1521"/>
    <w:rsid w:val="000F29F2"/>
    <w:rsid w:val="000F4A60"/>
    <w:rsid w:val="000F5C9E"/>
    <w:rsid w:val="000F636F"/>
    <w:rsid w:val="00101659"/>
    <w:rsid w:val="00101E17"/>
    <w:rsid w:val="00105AEA"/>
    <w:rsid w:val="00107710"/>
    <w:rsid w:val="001078BF"/>
    <w:rsid w:val="00112625"/>
    <w:rsid w:val="00113811"/>
    <w:rsid w:val="001140B2"/>
    <w:rsid w:val="00114A07"/>
    <w:rsid w:val="0012017C"/>
    <w:rsid w:val="00122838"/>
    <w:rsid w:val="00126461"/>
    <w:rsid w:val="001327AC"/>
    <w:rsid w:val="00133957"/>
    <w:rsid w:val="001372F6"/>
    <w:rsid w:val="00144385"/>
    <w:rsid w:val="0014550E"/>
    <w:rsid w:val="001466F7"/>
    <w:rsid w:val="00146EEC"/>
    <w:rsid w:val="001504C8"/>
    <w:rsid w:val="00151D55"/>
    <w:rsid w:val="00151D93"/>
    <w:rsid w:val="00151EF6"/>
    <w:rsid w:val="00154F0D"/>
    <w:rsid w:val="00156EF3"/>
    <w:rsid w:val="00163E04"/>
    <w:rsid w:val="00170226"/>
    <w:rsid w:val="00173FAE"/>
    <w:rsid w:val="00175E74"/>
    <w:rsid w:val="00176E4F"/>
    <w:rsid w:val="0017716E"/>
    <w:rsid w:val="0018546B"/>
    <w:rsid w:val="0019348B"/>
    <w:rsid w:val="0019372A"/>
    <w:rsid w:val="001947B1"/>
    <w:rsid w:val="0019783E"/>
    <w:rsid w:val="001A68DD"/>
    <w:rsid w:val="001A6A3E"/>
    <w:rsid w:val="001A7B6D"/>
    <w:rsid w:val="001B34D5"/>
    <w:rsid w:val="001B4AF8"/>
    <w:rsid w:val="001B513A"/>
    <w:rsid w:val="001B7106"/>
    <w:rsid w:val="001B7793"/>
    <w:rsid w:val="001C0A75"/>
    <w:rsid w:val="001C1306"/>
    <w:rsid w:val="001C2509"/>
    <w:rsid w:val="001C36BB"/>
    <w:rsid w:val="001C4218"/>
    <w:rsid w:val="001D0481"/>
    <w:rsid w:val="001D1EA3"/>
    <w:rsid w:val="001D2931"/>
    <w:rsid w:val="001D30EB"/>
    <w:rsid w:val="001D5C1B"/>
    <w:rsid w:val="001D641D"/>
    <w:rsid w:val="001D7F5B"/>
    <w:rsid w:val="001E0849"/>
    <w:rsid w:val="001E16BC"/>
    <w:rsid w:val="001E16DF"/>
    <w:rsid w:val="001E18F2"/>
    <w:rsid w:val="001E41B6"/>
    <w:rsid w:val="001E74FD"/>
    <w:rsid w:val="001F1931"/>
    <w:rsid w:val="001F2BA5"/>
    <w:rsid w:val="001F308D"/>
    <w:rsid w:val="00201A7C"/>
    <w:rsid w:val="00207B13"/>
    <w:rsid w:val="00207DAE"/>
    <w:rsid w:val="0021210E"/>
    <w:rsid w:val="00212423"/>
    <w:rsid w:val="0021414D"/>
    <w:rsid w:val="00220B7F"/>
    <w:rsid w:val="00223124"/>
    <w:rsid w:val="00233143"/>
    <w:rsid w:val="00234444"/>
    <w:rsid w:val="002349AF"/>
    <w:rsid w:val="00236660"/>
    <w:rsid w:val="0024200C"/>
    <w:rsid w:val="00242293"/>
    <w:rsid w:val="00244EA7"/>
    <w:rsid w:val="00250042"/>
    <w:rsid w:val="00251FD7"/>
    <w:rsid w:val="00254CF9"/>
    <w:rsid w:val="0025514A"/>
    <w:rsid w:val="0025547E"/>
    <w:rsid w:val="00262FC3"/>
    <w:rsid w:val="0026394F"/>
    <w:rsid w:val="0026445E"/>
    <w:rsid w:val="00267AF6"/>
    <w:rsid w:val="00273F5F"/>
    <w:rsid w:val="00274542"/>
    <w:rsid w:val="00275D51"/>
    <w:rsid w:val="00276DB8"/>
    <w:rsid w:val="00280769"/>
    <w:rsid w:val="00280A5B"/>
    <w:rsid w:val="00282664"/>
    <w:rsid w:val="002842FD"/>
    <w:rsid w:val="002849E6"/>
    <w:rsid w:val="00285FB8"/>
    <w:rsid w:val="0029396C"/>
    <w:rsid w:val="00293E32"/>
    <w:rsid w:val="002970C3"/>
    <w:rsid w:val="002A25D2"/>
    <w:rsid w:val="002A2A57"/>
    <w:rsid w:val="002A2C45"/>
    <w:rsid w:val="002A4CD3"/>
    <w:rsid w:val="002A6CC4"/>
    <w:rsid w:val="002B043D"/>
    <w:rsid w:val="002B3073"/>
    <w:rsid w:val="002B513F"/>
    <w:rsid w:val="002C4C15"/>
    <w:rsid w:val="002C5488"/>
    <w:rsid w:val="002C55E9"/>
    <w:rsid w:val="002D0C8B"/>
    <w:rsid w:val="002D2F3E"/>
    <w:rsid w:val="002D330A"/>
    <w:rsid w:val="002D54EB"/>
    <w:rsid w:val="002D6169"/>
    <w:rsid w:val="002D68D1"/>
    <w:rsid w:val="002D7278"/>
    <w:rsid w:val="002E170C"/>
    <w:rsid w:val="002E193E"/>
    <w:rsid w:val="002E443D"/>
    <w:rsid w:val="002F00BE"/>
    <w:rsid w:val="002F4017"/>
    <w:rsid w:val="00305EFF"/>
    <w:rsid w:val="00310A6A"/>
    <w:rsid w:val="003144E6"/>
    <w:rsid w:val="003179AB"/>
    <w:rsid w:val="00320BD2"/>
    <w:rsid w:val="00320DE4"/>
    <w:rsid w:val="00322778"/>
    <w:rsid w:val="00323EF9"/>
    <w:rsid w:val="00331DAD"/>
    <w:rsid w:val="0033669A"/>
    <w:rsid w:val="00337E82"/>
    <w:rsid w:val="00341F3B"/>
    <w:rsid w:val="00342E55"/>
    <w:rsid w:val="0034480F"/>
    <w:rsid w:val="00346FDC"/>
    <w:rsid w:val="0034799E"/>
    <w:rsid w:val="00350BB1"/>
    <w:rsid w:val="00352C83"/>
    <w:rsid w:val="00354083"/>
    <w:rsid w:val="0035416A"/>
    <w:rsid w:val="00357832"/>
    <w:rsid w:val="003632A9"/>
    <w:rsid w:val="00363C5C"/>
    <w:rsid w:val="0036524C"/>
    <w:rsid w:val="00366805"/>
    <w:rsid w:val="0036698A"/>
    <w:rsid w:val="003705AA"/>
    <w:rsid w:val="0037067D"/>
    <w:rsid w:val="00373436"/>
    <w:rsid w:val="00374896"/>
    <w:rsid w:val="00375D9E"/>
    <w:rsid w:val="00380108"/>
    <w:rsid w:val="003856DC"/>
    <w:rsid w:val="0038657A"/>
    <w:rsid w:val="0038735B"/>
    <w:rsid w:val="00390DA6"/>
    <w:rsid w:val="003916D1"/>
    <w:rsid w:val="003937C6"/>
    <w:rsid w:val="0039417E"/>
    <w:rsid w:val="0039555F"/>
    <w:rsid w:val="003A165D"/>
    <w:rsid w:val="003A1790"/>
    <w:rsid w:val="003A21F0"/>
    <w:rsid w:val="003A277F"/>
    <w:rsid w:val="003A58BA"/>
    <w:rsid w:val="003A5AE7"/>
    <w:rsid w:val="003A7221"/>
    <w:rsid w:val="003B0C7B"/>
    <w:rsid w:val="003B2357"/>
    <w:rsid w:val="003B3493"/>
    <w:rsid w:val="003C13AE"/>
    <w:rsid w:val="003D06AA"/>
    <w:rsid w:val="003D14B7"/>
    <w:rsid w:val="003D1803"/>
    <w:rsid w:val="003D2E73"/>
    <w:rsid w:val="003D67CA"/>
    <w:rsid w:val="003E0F66"/>
    <w:rsid w:val="003E233F"/>
    <w:rsid w:val="003E72B6"/>
    <w:rsid w:val="003E7BBE"/>
    <w:rsid w:val="003F33F6"/>
    <w:rsid w:val="00402786"/>
    <w:rsid w:val="00406FB6"/>
    <w:rsid w:val="004127E3"/>
    <w:rsid w:val="004159B4"/>
    <w:rsid w:val="0042498B"/>
    <w:rsid w:val="00426DAC"/>
    <w:rsid w:val="0043212E"/>
    <w:rsid w:val="00434366"/>
    <w:rsid w:val="00434ECE"/>
    <w:rsid w:val="004369ED"/>
    <w:rsid w:val="00444423"/>
    <w:rsid w:val="00451206"/>
    <w:rsid w:val="00451A3F"/>
    <w:rsid w:val="00452D1A"/>
    <w:rsid w:val="00452F3E"/>
    <w:rsid w:val="004640AE"/>
    <w:rsid w:val="00464CDF"/>
    <w:rsid w:val="004679E3"/>
    <w:rsid w:val="00471313"/>
    <w:rsid w:val="00473444"/>
    <w:rsid w:val="00475172"/>
    <w:rsid w:val="004758B0"/>
    <w:rsid w:val="0048107F"/>
    <w:rsid w:val="004832D2"/>
    <w:rsid w:val="00485559"/>
    <w:rsid w:val="0048624D"/>
    <w:rsid w:val="0049059E"/>
    <w:rsid w:val="00497355"/>
    <w:rsid w:val="004A057E"/>
    <w:rsid w:val="004A142B"/>
    <w:rsid w:val="004A3860"/>
    <w:rsid w:val="004A44E8"/>
    <w:rsid w:val="004A581D"/>
    <w:rsid w:val="004A6E32"/>
    <w:rsid w:val="004A7706"/>
    <w:rsid w:val="004A77E3"/>
    <w:rsid w:val="004B29B7"/>
    <w:rsid w:val="004B3831"/>
    <w:rsid w:val="004B4D1B"/>
    <w:rsid w:val="004B5D75"/>
    <w:rsid w:val="004B64A4"/>
    <w:rsid w:val="004B7A28"/>
    <w:rsid w:val="004C1E4E"/>
    <w:rsid w:val="004C2244"/>
    <w:rsid w:val="004C29A9"/>
    <w:rsid w:val="004C376B"/>
    <w:rsid w:val="004C4055"/>
    <w:rsid w:val="004C4A25"/>
    <w:rsid w:val="004C572D"/>
    <w:rsid w:val="004C79A1"/>
    <w:rsid w:val="004D0D5F"/>
    <w:rsid w:val="004D1569"/>
    <w:rsid w:val="004D44B1"/>
    <w:rsid w:val="004D5110"/>
    <w:rsid w:val="004D79D9"/>
    <w:rsid w:val="004E0460"/>
    <w:rsid w:val="004E1460"/>
    <w:rsid w:val="004E1579"/>
    <w:rsid w:val="004E5FAE"/>
    <w:rsid w:val="004E6245"/>
    <w:rsid w:val="004E65FC"/>
    <w:rsid w:val="004E6741"/>
    <w:rsid w:val="004E6A25"/>
    <w:rsid w:val="004E7094"/>
    <w:rsid w:val="004F322E"/>
    <w:rsid w:val="004F3B49"/>
    <w:rsid w:val="004F5DC7"/>
    <w:rsid w:val="004F65E1"/>
    <w:rsid w:val="004F78DA"/>
    <w:rsid w:val="00500F6A"/>
    <w:rsid w:val="00502F9B"/>
    <w:rsid w:val="005130CA"/>
    <w:rsid w:val="005132BC"/>
    <w:rsid w:val="005145AB"/>
    <w:rsid w:val="00520E9A"/>
    <w:rsid w:val="00522811"/>
    <w:rsid w:val="00523F81"/>
    <w:rsid w:val="005248C1"/>
    <w:rsid w:val="0052496E"/>
    <w:rsid w:val="0052502A"/>
    <w:rsid w:val="00526134"/>
    <w:rsid w:val="00534971"/>
    <w:rsid w:val="00534C8A"/>
    <w:rsid w:val="00535C25"/>
    <w:rsid w:val="00536BF9"/>
    <w:rsid w:val="0053779C"/>
    <w:rsid w:val="005405B2"/>
    <w:rsid w:val="0054218F"/>
    <w:rsid w:val="005427C8"/>
    <w:rsid w:val="00543F03"/>
    <w:rsid w:val="005446D1"/>
    <w:rsid w:val="005472EF"/>
    <w:rsid w:val="005478CD"/>
    <w:rsid w:val="00554727"/>
    <w:rsid w:val="00556C4C"/>
    <w:rsid w:val="00557369"/>
    <w:rsid w:val="00564ADD"/>
    <w:rsid w:val="005708EB"/>
    <w:rsid w:val="00575BC6"/>
    <w:rsid w:val="00576B09"/>
    <w:rsid w:val="00583902"/>
    <w:rsid w:val="005855BE"/>
    <w:rsid w:val="00586D56"/>
    <w:rsid w:val="0059567C"/>
    <w:rsid w:val="005978BE"/>
    <w:rsid w:val="005A088B"/>
    <w:rsid w:val="005A1D70"/>
    <w:rsid w:val="005A1E95"/>
    <w:rsid w:val="005A351E"/>
    <w:rsid w:val="005A3AA5"/>
    <w:rsid w:val="005A6C9C"/>
    <w:rsid w:val="005A74DC"/>
    <w:rsid w:val="005B2AC1"/>
    <w:rsid w:val="005B5146"/>
    <w:rsid w:val="005B6BD1"/>
    <w:rsid w:val="005C5D19"/>
    <w:rsid w:val="005C68D9"/>
    <w:rsid w:val="005C7FC9"/>
    <w:rsid w:val="005D1AFD"/>
    <w:rsid w:val="005D3D9F"/>
    <w:rsid w:val="005D534C"/>
    <w:rsid w:val="005D6DAF"/>
    <w:rsid w:val="005E2E08"/>
    <w:rsid w:val="005E51E6"/>
    <w:rsid w:val="005F027A"/>
    <w:rsid w:val="005F0BB6"/>
    <w:rsid w:val="005F33CC"/>
    <w:rsid w:val="005F771F"/>
    <w:rsid w:val="006049A5"/>
    <w:rsid w:val="00605CDC"/>
    <w:rsid w:val="00606C4F"/>
    <w:rsid w:val="006073AB"/>
    <w:rsid w:val="00611A62"/>
    <w:rsid w:val="006121D4"/>
    <w:rsid w:val="00613B49"/>
    <w:rsid w:val="00613FA9"/>
    <w:rsid w:val="00616845"/>
    <w:rsid w:val="00620E8E"/>
    <w:rsid w:val="00622332"/>
    <w:rsid w:val="00622716"/>
    <w:rsid w:val="00624D88"/>
    <w:rsid w:val="00632CDE"/>
    <w:rsid w:val="00633CFE"/>
    <w:rsid w:val="00634FCA"/>
    <w:rsid w:val="00635B56"/>
    <w:rsid w:val="006429BF"/>
    <w:rsid w:val="00643D1B"/>
    <w:rsid w:val="006448E5"/>
    <w:rsid w:val="006452B8"/>
    <w:rsid w:val="006479C2"/>
    <w:rsid w:val="00652BE0"/>
    <w:rsid w:val="00652E62"/>
    <w:rsid w:val="00654BBC"/>
    <w:rsid w:val="00657F12"/>
    <w:rsid w:val="00661C57"/>
    <w:rsid w:val="0066520F"/>
    <w:rsid w:val="00670765"/>
    <w:rsid w:val="00670B9A"/>
    <w:rsid w:val="00672064"/>
    <w:rsid w:val="00675661"/>
    <w:rsid w:val="00686A49"/>
    <w:rsid w:val="00687B62"/>
    <w:rsid w:val="00690C44"/>
    <w:rsid w:val="0069107F"/>
    <w:rsid w:val="006969D9"/>
    <w:rsid w:val="006A0A85"/>
    <w:rsid w:val="006A2B68"/>
    <w:rsid w:val="006A329E"/>
    <w:rsid w:val="006B1DA3"/>
    <w:rsid w:val="006B2C8C"/>
    <w:rsid w:val="006B435D"/>
    <w:rsid w:val="006B4765"/>
    <w:rsid w:val="006B6AFF"/>
    <w:rsid w:val="006C2F32"/>
    <w:rsid w:val="006C5738"/>
    <w:rsid w:val="006C6AED"/>
    <w:rsid w:val="006C6F99"/>
    <w:rsid w:val="006D24D7"/>
    <w:rsid w:val="006D38C3"/>
    <w:rsid w:val="006D4448"/>
    <w:rsid w:val="006D6DFD"/>
    <w:rsid w:val="006E064C"/>
    <w:rsid w:val="006E2C4D"/>
    <w:rsid w:val="006E35E0"/>
    <w:rsid w:val="006E42FE"/>
    <w:rsid w:val="006E5DC4"/>
    <w:rsid w:val="006E6567"/>
    <w:rsid w:val="006F0D02"/>
    <w:rsid w:val="006F10FE"/>
    <w:rsid w:val="006F3622"/>
    <w:rsid w:val="006F62F7"/>
    <w:rsid w:val="006F7B9A"/>
    <w:rsid w:val="007034A0"/>
    <w:rsid w:val="00703B9C"/>
    <w:rsid w:val="0070416A"/>
    <w:rsid w:val="00705EEC"/>
    <w:rsid w:val="00707741"/>
    <w:rsid w:val="007134FE"/>
    <w:rsid w:val="00713A57"/>
    <w:rsid w:val="00715794"/>
    <w:rsid w:val="00715F10"/>
    <w:rsid w:val="00717385"/>
    <w:rsid w:val="0072085D"/>
    <w:rsid w:val="00721886"/>
    <w:rsid w:val="00722769"/>
    <w:rsid w:val="007238D7"/>
    <w:rsid w:val="00725624"/>
    <w:rsid w:val="00727901"/>
    <w:rsid w:val="0073075B"/>
    <w:rsid w:val="0073404B"/>
    <w:rsid w:val="007341FF"/>
    <w:rsid w:val="00735A0F"/>
    <w:rsid w:val="0073611B"/>
    <w:rsid w:val="007404E9"/>
    <w:rsid w:val="00742756"/>
    <w:rsid w:val="00743B6A"/>
    <w:rsid w:val="007444CF"/>
    <w:rsid w:val="007474E7"/>
    <w:rsid w:val="00752C75"/>
    <w:rsid w:val="00753BF3"/>
    <w:rsid w:val="00757005"/>
    <w:rsid w:val="00760819"/>
    <w:rsid w:val="00761DBE"/>
    <w:rsid w:val="0076523B"/>
    <w:rsid w:val="00766E9E"/>
    <w:rsid w:val="00771B60"/>
    <w:rsid w:val="00772E9D"/>
    <w:rsid w:val="0077565A"/>
    <w:rsid w:val="00780035"/>
    <w:rsid w:val="0078015A"/>
    <w:rsid w:val="00780F0B"/>
    <w:rsid w:val="00781D77"/>
    <w:rsid w:val="00783549"/>
    <w:rsid w:val="00784036"/>
    <w:rsid w:val="00784163"/>
    <w:rsid w:val="00785CBD"/>
    <w:rsid w:val="007860B7"/>
    <w:rsid w:val="00786DC8"/>
    <w:rsid w:val="007A1827"/>
    <w:rsid w:val="007A300D"/>
    <w:rsid w:val="007A3316"/>
    <w:rsid w:val="007A3ACD"/>
    <w:rsid w:val="007B7438"/>
    <w:rsid w:val="007C2B2E"/>
    <w:rsid w:val="007C73BF"/>
    <w:rsid w:val="007D04BA"/>
    <w:rsid w:val="007D14F6"/>
    <w:rsid w:val="007D1AAC"/>
    <w:rsid w:val="007D2A95"/>
    <w:rsid w:val="007D43DF"/>
    <w:rsid w:val="007D5A78"/>
    <w:rsid w:val="007E3258"/>
    <w:rsid w:val="007E3BD1"/>
    <w:rsid w:val="007E3FB4"/>
    <w:rsid w:val="007E50A2"/>
    <w:rsid w:val="007E5AB7"/>
    <w:rsid w:val="007F1563"/>
    <w:rsid w:val="007F1EB2"/>
    <w:rsid w:val="007F25B7"/>
    <w:rsid w:val="007F44DB"/>
    <w:rsid w:val="007F5A8B"/>
    <w:rsid w:val="0080043A"/>
    <w:rsid w:val="00802742"/>
    <w:rsid w:val="0080392D"/>
    <w:rsid w:val="00805988"/>
    <w:rsid w:val="00812F88"/>
    <w:rsid w:val="00813D4D"/>
    <w:rsid w:val="00815488"/>
    <w:rsid w:val="008175F2"/>
    <w:rsid w:val="00817D51"/>
    <w:rsid w:val="00823530"/>
    <w:rsid w:val="00823FF4"/>
    <w:rsid w:val="00825618"/>
    <w:rsid w:val="00830267"/>
    <w:rsid w:val="008306E7"/>
    <w:rsid w:val="0083128D"/>
    <w:rsid w:val="008322BE"/>
    <w:rsid w:val="00833D92"/>
    <w:rsid w:val="008340BF"/>
    <w:rsid w:val="00834BC8"/>
    <w:rsid w:val="00835490"/>
    <w:rsid w:val="00837A29"/>
    <w:rsid w:val="00837FD6"/>
    <w:rsid w:val="00840E99"/>
    <w:rsid w:val="008459F8"/>
    <w:rsid w:val="00845F9C"/>
    <w:rsid w:val="00847B60"/>
    <w:rsid w:val="00847B8E"/>
    <w:rsid w:val="00850243"/>
    <w:rsid w:val="00851BE5"/>
    <w:rsid w:val="00854207"/>
    <w:rsid w:val="008545EB"/>
    <w:rsid w:val="008547E9"/>
    <w:rsid w:val="00863E4A"/>
    <w:rsid w:val="00865011"/>
    <w:rsid w:val="00880D08"/>
    <w:rsid w:val="00886790"/>
    <w:rsid w:val="008908DE"/>
    <w:rsid w:val="008A12ED"/>
    <w:rsid w:val="008A301A"/>
    <w:rsid w:val="008A39D3"/>
    <w:rsid w:val="008B0041"/>
    <w:rsid w:val="008B0124"/>
    <w:rsid w:val="008B0AB4"/>
    <w:rsid w:val="008B2C77"/>
    <w:rsid w:val="008B4AAC"/>
    <w:rsid w:val="008B4AD2"/>
    <w:rsid w:val="008B4D86"/>
    <w:rsid w:val="008B5043"/>
    <w:rsid w:val="008B7138"/>
    <w:rsid w:val="008C47EE"/>
    <w:rsid w:val="008C4A2E"/>
    <w:rsid w:val="008D26D2"/>
    <w:rsid w:val="008D5293"/>
    <w:rsid w:val="008D7631"/>
    <w:rsid w:val="008D7785"/>
    <w:rsid w:val="008E260C"/>
    <w:rsid w:val="008E2FD6"/>
    <w:rsid w:val="008E39BE"/>
    <w:rsid w:val="008E62EC"/>
    <w:rsid w:val="008F27C8"/>
    <w:rsid w:val="008F32F6"/>
    <w:rsid w:val="0090492B"/>
    <w:rsid w:val="009079A3"/>
    <w:rsid w:val="00914956"/>
    <w:rsid w:val="00914CFA"/>
    <w:rsid w:val="009165C8"/>
    <w:rsid w:val="00916CD7"/>
    <w:rsid w:val="00920927"/>
    <w:rsid w:val="00921B38"/>
    <w:rsid w:val="00922F35"/>
    <w:rsid w:val="00923720"/>
    <w:rsid w:val="009259CE"/>
    <w:rsid w:val="009278C9"/>
    <w:rsid w:val="00932CD7"/>
    <w:rsid w:val="009339AE"/>
    <w:rsid w:val="009375C4"/>
    <w:rsid w:val="00940B3C"/>
    <w:rsid w:val="009440CD"/>
    <w:rsid w:val="00944564"/>
    <w:rsid w:val="00944C09"/>
    <w:rsid w:val="00944F7D"/>
    <w:rsid w:val="00945727"/>
    <w:rsid w:val="009527CB"/>
    <w:rsid w:val="00953835"/>
    <w:rsid w:val="00954C83"/>
    <w:rsid w:val="009552C8"/>
    <w:rsid w:val="00956978"/>
    <w:rsid w:val="009604BC"/>
    <w:rsid w:val="00960F4F"/>
    <w:rsid w:val="00960F6C"/>
    <w:rsid w:val="00961E4C"/>
    <w:rsid w:val="0096342E"/>
    <w:rsid w:val="009649B2"/>
    <w:rsid w:val="0096597F"/>
    <w:rsid w:val="00967674"/>
    <w:rsid w:val="00967802"/>
    <w:rsid w:val="00970747"/>
    <w:rsid w:val="00970C00"/>
    <w:rsid w:val="00971B7C"/>
    <w:rsid w:val="0097445B"/>
    <w:rsid w:val="00975554"/>
    <w:rsid w:val="00977612"/>
    <w:rsid w:val="00990724"/>
    <w:rsid w:val="0099200A"/>
    <w:rsid w:val="00997BFC"/>
    <w:rsid w:val="009A0D86"/>
    <w:rsid w:val="009A0D8E"/>
    <w:rsid w:val="009A132D"/>
    <w:rsid w:val="009A1721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F0DCC"/>
    <w:rsid w:val="009F11CA"/>
    <w:rsid w:val="009F1921"/>
    <w:rsid w:val="009F2C15"/>
    <w:rsid w:val="009F375E"/>
    <w:rsid w:val="009F44A7"/>
    <w:rsid w:val="009F75F0"/>
    <w:rsid w:val="00A03C2A"/>
    <w:rsid w:val="00A0695B"/>
    <w:rsid w:val="00A13052"/>
    <w:rsid w:val="00A216A8"/>
    <w:rsid w:val="00A223A6"/>
    <w:rsid w:val="00A24DE0"/>
    <w:rsid w:val="00A323D9"/>
    <w:rsid w:val="00A3639E"/>
    <w:rsid w:val="00A4157F"/>
    <w:rsid w:val="00A4234E"/>
    <w:rsid w:val="00A5092E"/>
    <w:rsid w:val="00A51113"/>
    <w:rsid w:val="00A554D6"/>
    <w:rsid w:val="00A56E14"/>
    <w:rsid w:val="00A6476B"/>
    <w:rsid w:val="00A72E16"/>
    <w:rsid w:val="00A76990"/>
    <w:rsid w:val="00A76C6C"/>
    <w:rsid w:val="00A776BF"/>
    <w:rsid w:val="00A81BD2"/>
    <w:rsid w:val="00A8367D"/>
    <w:rsid w:val="00A86FC5"/>
    <w:rsid w:val="00A87356"/>
    <w:rsid w:val="00A922E3"/>
    <w:rsid w:val="00A92DD1"/>
    <w:rsid w:val="00A97326"/>
    <w:rsid w:val="00AA5338"/>
    <w:rsid w:val="00AB1B8E"/>
    <w:rsid w:val="00AB1E1E"/>
    <w:rsid w:val="00AB5133"/>
    <w:rsid w:val="00AB7C42"/>
    <w:rsid w:val="00AC0696"/>
    <w:rsid w:val="00AC4164"/>
    <w:rsid w:val="00AC4C98"/>
    <w:rsid w:val="00AC5F6B"/>
    <w:rsid w:val="00AD2585"/>
    <w:rsid w:val="00AD3896"/>
    <w:rsid w:val="00AD5B47"/>
    <w:rsid w:val="00AD684E"/>
    <w:rsid w:val="00AE1ED9"/>
    <w:rsid w:val="00AE2091"/>
    <w:rsid w:val="00AE32CB"/>
    <w:rsid w:val="00AE4E4E"/>
    <w:rsid w:val="00AE6525"/>
    <w:rsid w:val="00AF18CD"/>
    <w:rsid w:val="00AF21B7"/>
    <w:rsid w:val="00AF3957"/>
    <w:rsid w:val="00AF6AD0"/>
    <w:rsid w:val="00AF76D5"/>
    <w:rsid w:val="00AF7CC4"/>
    <w:rsid w:val="00B037BF"/>
    <w:rsid w:val="00B0656C"/>
    <w:rsid w:val="00B0712C"/>
    <w:rsid w:val="00B07C08"/>
    <w:rsid w:val="00B12013"/>
    <w:rsid w:val="00B13E6E"/>
    <w:rsid w:val="00B144FB"/>
    <w:rsid w:val="00B16CE7"/>
    <w:rsid w:val="00B21146"/>
    <w:rsid w:val="00B22776"/>
    <w:rsid w:val="00B22C67"/>
    <w:rsid w:val="00B31F33"/>
    <w:rsid w:val="00B32693"/>
    <w:rsid w:val="00B3385A"/>
    <w:rsid w:val="00B3508F"/>
    <w:rsid w:val="00B443EE"/>
    <w:rsid w:val="00B46C60"/>
    <w:rsid w:val="00B5158A"/>
    <w:rsid w:val="00B515F5"/>
    <w:rsid w:val="00B560C8"/>
    <w:rsid w:val="00B5633D"/>
    <w:rsid w:val="00B56EB8"/>
    <w:rsid w:val="00B57C93"/>
    <w:rsid w:val="00B61150"/>
    <w:rsid w:val="00B62BBB"/>
    <w:rsid w:val="00B65BC7"/>
    <w:rsid w:val="00B66E5B"/>
    <w:rsid w:val="00B746B9"/>
    <w:rsid w:val="00B7695B"/>
    <w:rsid w:val="00B81666"/>
    <w:rsid w:val="00B82D22"/>
    <w:rsid w:val="00B848D4"/>
    <w:rsid w:val="00B865B7"/>
    <w:rsid w:val="00B91054"/>
    <w:rsid w:val="00B916FF"/>
    <w:rsid w:val="00B93692"/>
    <w:rsid w:val="00B96E81"/>
    <w:rsid w:val="00BA1CB1"/>
    <w:rsid w:val="00BA311D"/>
    <w:rsid w:val="00BA4178"/>
    <w:rsid w:val="00BA430F"/>
    <w:rsid w:val="00BA482D"/>
    <w:rsid w:val="00BA6BA9"/>
    <w:rsid w:val="00BA7541"/>
    <w:rsid w:val="00BB1755"/>
    <w:rsid w:val="00BB23F4"/>
    <w:rsid w:val="00BB4198"/>
    <w:rsid w:val="00BB4A65"/>
    <w:rsid w:val="00BB68E3"/>
    <w:rsid w:val="00BB7C24"/>
    <w:rsid w:val="00BC5075"/>
    <w:rsid w:val="00BC5265"/>
    <w:rsid w:val="00BC5419"/>
    <w:rsid w:val="00BD3B0F"/>
    <w:rsid w:val="00BD6BAC"/>
    <w:rsid w:val="00BE2D7D"/>
    <w:rsid w:val="00BE3284"/>
    <w:rsid w:val="00BE3DC7"/>
    <w:rsid w:val="00BE511A"/>
    <w:rsid w:val="00BE79F3"/>
    <w:rsid w:val="00BF0991"/>
    <w:rsid w:val="00BF1D4C"/>
    <w:rsid w:val="00BF3F0A"/>
    <w:rsid w:val="00C00523"/>
    <w:rsid w:val="00C02A97"/>
    <w:rsid w:val="00C04F09"/>
    <w:rsid w:val="00C07C48"/>
    <w:rsid w:val="00C10331"/>
    <w:rsid w:val="00C11033"/>
    <w:rsid w:val="00C143C3"/>
    <w:rsid w:val="00C16849"/>
    <w:rsid w:val="00C16D3E"/>
    <w:rsid w:val="00C1739B"/>
    <w:rsid w:val="00C211B7"/>
    <w:rsid w:val="00C21ADE"/>
    <w:rsid w:val="00C26067"/>
    <w:rsid w:val="00C27003"/>
    <w:rsid w:val="00C30A29"/>
    <w:rsid w:val="00C317DC"/>
    <w:rsid w:val="00C400F4"/>
    <w:rsid w:val="00C4083C"/>
    <w:rsid w:val="00C40FB7"/>
    <w:rsid w:val="00C42DD4"/>
    <w:rsid w:val="00C43898"/>
    <w:rsid w:val="00C51EC3"/>
    <w:rsid w:val="00C540A7"/>
    <w:rsid w:val="00C578E9"/>
    <w:rsid w:val="00C62B05"/>
    <w:rsid w:val="00C70626"/>
    <w:rsid w:val="00C70846"/>
    <w:rsid w:val="00C72860"/>
    <w:rsid w:val="00C73582"/>
    <w:rsid w:val="00C73B90"/>
    <w:rsid w:val="00C742EC"/>
    <w:rsid w:val="00C93ED6"/>
    <w:rsid w:val="00C96AF3"/>
    <w:rsid w:val="00C97061"/>
    <w:rsid w:val="00C97CCC"/>
    <w:rsid w:val="00CA0274"/>
    <w:rsid w:val="00CA0E2E"/>
    <w:rsid w:val="00CB2448"/>
    <w:rsid w:val="00CB746F"/>
    <w:rsid w:val="00CC451E"/>
    <w:rsid w:val="00CD4E9D"/>
    <w:rsid w:val="00CD4F4D"/>
    <w:rsid w:val="00CD5C5C"/>
    <w:rsid w:val="00CD7EB0"/>
    <w:rsid w:val="00CE0536"/>
    <w:rsid w:val="00CE1516"/>
    <w:rsid w:val="00CE7D19"/>
    <w:rsid w:val="00CF0CF5"/>
    <w:rsid w:val="00CF2B3E"/>
    <w:rsid w:val="00D001AC"/>
    <w:rsid w:val="00D0201F"/>
    <w:rsid w:val="00D021C8"/>
    <w:rsid w:val="00D035F3"/>
    <w:rsid w:val="00D03685"/>
    <w:rsid w:val="00D03E7A"/>
    <w:rsid w:val="00D04C8C"/>
    <w:rsid w:val="00D06B7D"/>
    <w:rsid w:val="00D07D4E"/>
    <w:rsid w:val="00D115AA"/>
    <w:rsid w:val="00D13AA7"/>
    <w:rsid w:val="00D14393"/>
    <w:rsid w:val="00D145BE"/>
    <w:rsid w:val="00D14E2E"/>
    <w:rsid w:val="00D2012C"/>
    <w:rsid w:val="00D2035A"/>
    <w:rsid w:val="00D20C57"/>
    <w:rsid w:val="00D25D16"/>
    <w:rsid w:val="00D32124"/>
    <w:rsid w:val="00D33136"/>
    <w:rsid w:val="00D34BB8"/>
    <w:rsid w:val="00D43BBE"/>
    <w:rsid w:val="00D50CEE"/>
    <w:rsid w:val="00D528E0"/>
    <w:rsid w:val="00D52CB7"/>
    <w:rsid w:val="00D54016"/>
    <w:rsid w:val="00D54C76"/>
    <w:rsid w:val="00D556A3"/>
    <w:rsid w:val="00D62A94"/>
    <w:rsid w:val="00D659F8"/>
    <w:rsid w:val="00D71E43"/>
    <w:rsid w:val="00D72663"/>
    <w:rsid w:val="00D727F3"/>
    <w:rsid w:val="00D73695"/>
    <w:rsid w:val="00D80C21"/>
    <w:rsid w:val="00D810DE"/>
    <w:rsid w:val="00D87D32"/>
    <w:rsid w:val="00D91188"/>
    <w:rsid w:val="00D92C83"/>
    <w:rsid w:val="00D933A8"/>
    <w:rsid w:val="00D95203"/>
    <w:rsid w:val="00D953E4"/>
    <w:rsid w:val="00DA0069"/>
    <w:rsid w:val="00DA0A81"/>
    <w:rsid w:val="00DA1A3C"/>
    <w:rsid w:val="00DA3C10"/>
    <w:rsid w:val="00DA53B5"/>
    <w:rsid w:val="00DA662B"/>
    <w:rsid w:val="00DB31BC"/>
    <w:rsid w:val="00DB3BBE"/>
    <w:rsid w:val="00DB4FAF"/>
    <w:rsid w:val="00DB638E"/>
    <w:rsid w:val="00DC1D69"/>
    <w:rsid w:val="00DC57D8"/>
    <w:rsid w:val="00DC5A3A"/>
    <w:rsid w:val="00DD0726"/>
    <w:rsid w:val="00DD15FC"/>
    <w:rsid w:val="00DD1A96"/>
    <w:rsid w:val="00DD2473"/>
    <w:rsid w:val="00DD6B74"/>
    <w:rsid w:val="00DE2802"/>
    <w:rsid w:val="00DE38F9"/>
    <w:rsid w:val="00DE77A9"/>
    <w:rsid w:val="00DF40FA"/>
    <w:rsid w:val="00DF4519"/>
    <w:rsid w:val="00E01D4D"/>
    <w:rsid w:val="00E023E1"/>
    <w:rsid w:val="00E024B0"/>
    <w:rsid w:val="00E040A2"/>
    <w:rsid w:val="00E04A22"/>
    <w:rsid w:val="00E16631"/>
    <w:rsid w:val="00E238E6"/>
    <w:rsid w:val="00E314E4"/>
    <w:rsid w:val="00E31577"/>
    <w:rsid w:val="00E31AB2"/>
    <w:rsid w:val="00E35064"/>
    <w:rsid w:val="00E35D46"/>
    <w:rsid w:val="00E3681D"/>
    <w:rsid w:val="00E40225"/>
    <w:rsid w:val="00E42948"/>
    <w:rsid w:val="00E4378B"/>
    <w:rsid w:val="00E501F0"/>
    <w:rsid w:val="00E548EB"/>
    <w:rsid w:val="00E55F25"/>
    <w:rsid w:val="00E57FC7"/>
    <w:rsid w:val="00E605E4"/>
    <w:rsid w:val="00E6166D"/>
    <w:rsid w:val="00E6475C"/>
    <w:rsid w:val="00E6490E"/>
    <w:rsid w:val="00E656FF"/>
    <w:rsid w:val="00E658A5"/>
    <w:rsid w:val="00E70E4F"/>
    <w:rsid w:val="00E77A72"/>
    <w:rsid w:val="00E81D61"/>
    <w:rsid w:val="00E85CA5"/>
    <w:rsid w:val="00E87057"/>
    <w:rsid w:val="00E879C1"/>
    <w:rsid w:val="00E91BFF"/>
    <w:rsid w:val="00E92933"/>
    <w:rsid w:val="00E943A9"/>
    <w:rsid w:val="00E94FAD"/>
    <w:rsid w:val="00E957EB"/>
    <w:rsid w:val="00EA3414"/>
    <w:rsid w:val="00EA3CA9"/>
    <w:rsid w:val="00EA4211"/>
    <w:rsid w:val="00EB07FE"/>
    <w:rsid w:val="00EB0AA4"/>
    <w:rsid w:val="00EB5C88"/>
    <w:rsid w:val="00EB60C0"/>
    <w:rsid w:val="00EB733E"/>
    <w:rsid w:val="00EC0469"/>
    <w:rsid w:val="00EC0578"/>
    <w:rsid w:val="00EC7EE0"/>
    <w:rsid w:val="00ED3910"/>
    <w:rsid w:val="00ED5BFA"/>
    <w:rsid w:val="00ED6FF6"/>
    <w:rsid w:val="00ED75C8"/>
    <w:rsid w:val="00EE4378"/>
    <w:rsid w:val="00EF01F8"/>
    <w:rsid w:val="00EF1024"/>
    <w:rsid w:val="00EF11D3"/>
    <w:rsid w:val="00EF40EF"/>
    <w:rsid w:val="00EF47FE"/>
    <w:rsid w:val="00F01177"/>
    <w:rsid w:val="00F03993"/>
    <w:rsid w:val="00F05EF9"/>
    <w:rsid w:val="00F069BD"/>
    <w:rsid w:val="00F06F7C"/>
    <w:rsid w:val="00F123C8"/>
    <w:rsid w:val="00F1480E"/>
    <w:rsid w:val="00F1497D"/>
    <w:rsid w:val="00F1660D"/>
    <w:rsid w:val="00F16AAC"/>
    <w:rsid w:val="00F20BDE"/>
    <w:rsid w:val="00F22B51"/>
    <w:rsid w:val="00F33FF2"/>
    <w:rsid w:val="00F34F24"/>
    <w:rsid w:val="00F364EF"/>
    <w:rsid w:val="00F438FC"/>
    <w:rsid w:val="00F47281"/>
    <w:rsid w:val="00F55666"/>
    <w:rsid w:val="00F5616F"/>
    <w:rsid w:val="00F56451"/>
    <w:rsid w:val="00F56827"/>
    <w:rsid w:val="00F62866"/>
    <w:rsid w:val="00F65323"/>
    <w:rsid w:val="00F65A12"/>
    <w:rsid w:val="00F65EF0"/>
    <w:rsid w:val="00F71651"/>
    <w:rsid w:val="00F75296"/>
    <w:rsid w:val="00F76191"/>
    <w:rsid w:val="00F763C3"/>
    <w:rsid w:val="00F76CC6"/>
    <w:rsid w:val="00F80197"/>
    <w:rsid w:val="00F83D7C"/>
    <w:rsid w:val="00F87DF9"/>
    <w:rsid w:val="00F912AE"/>
    <w:rsid w:val="00F93EF7"/>
    <w:rsid w:val="00F95834"/>
    <w:rsid w:val="00FB232E"/>
    <w:rsid w:val="00FB30D3"/>
    <w:rsid w:val="00FB51FD"/>
    <w:rsid w:val="00FB7B99"/>
    <w:rsid w:val="00FC15B4"/>
    <w:rsid w:val="00FC325D"/>
    <w:rsid w:val="00FC38CC"/>
    <w:rsid w:val="00FC4EE1"/>
    <w:rsid w:val="00FC6DA2"/>
    <w:rsid w:val="00FD557D"/>
    <w:rsid w:val="00FD66F9"/>
    <w:rsid w:val="00FE0282"/>
    <w:rsid w:val="00FE124D"/>
    <w:rsid w:val="00FE2667"/>
    <w:rsid w:val="00FE3148"/>
    <w:rsid w:val="00FE4B26"/>
    <w:rsid w:val="00FE792C"/>
    <w:rsid w:val="00FF3BF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0F321"/>
  <w15:docId w15:val="{76FD5964-CEDB-4374-A649-636DDC8B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0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tabs>
        <w:tab w:val="num" w:pos="720"/>
      </w:tabs>
      <w:spacing w:before="40"/>
      <w:ind w:left="720" w:hanging="36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tabs>
        <w:tab w:val="num" w:pos="720"/>
      </w:tabs>
      <w:spacing w:before="40"/>
      <w:ind w:left="72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num" w:pos="720"/>
        <w:tab w:val="center" w:pos="4513"/>
        <w:tab w:val="right" w:pos="9026"/>
      </w:tabs>
      <w:ind w:left="720" w:hanging="360"/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pPr>
      <w:tabs>
        <w:tab w:val="num" w:pos="720"/>
      </w:tabs>
      <w:ind w:left="720" w:hanging="360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Times New Roman" w:eastAsia="Times New Roman" w:hAnsi="Times New Roman" w:cs="Arial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pPr>
      <w:tabs>
        <w:tab w:val="num" w:pos="720"/>
      </w:tabs>
      <w:ind w:left="720" w:hanging="360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pPr>
      <w:tabs>
        <w:tab w:val="num" w:pos="720"/>
      </w:tabs>
      <w:ind w:left="720" w:hanging="36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tabs>
        <w:tab w:val="num" w:pos="720"/>
      </w:tabs>
      <w:spacing w:after="120"/>
      <w:ind w:left="720" w:hanging="36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tabs>
        <w:tab w:val="num" w:pos="720"/>
      </w:tabs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tabs>
        <w:tab w:val="num" w:pos="720"/>
      </w:tabs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tabs>
        <w:tab w:val="num" w:pos="720"/>
      </w:tabs>
      <w:spacing w:after="100"/>
      <w:ind w:left="200" w:hanging="36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622716"/>
    <w:pPr>
      <w:tabs>
        <w:tab w:val="num" w:pos="720"/>
      </w:tabs>
      <w:ind w:left="720" w:hanging="360"/>
    </w:pPr>
  </w:style>
  <w:style w:type="character" w:styleId="UnresolvedMention">
    <w:name w:val="Unresolved Mention"/>
    <w:basedOn w:val="DefaultParagraphFont"/>
    <w:uiPriority w:val="99"/>
    <w:semiHidden/>
    <w:unhideWhenUsed/>
    <w:rsid w:val="00703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6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8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2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09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5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69DB41B-628F-4DD8-A10E-744E102862D3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2253C-C29A-4CB3-801B-786DA0878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A74317-14D9-4428-81BF-398764D2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728</TotalTime>
  <Pages>4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8645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149</cp:revision>
  <cp:lastPrinted>2016-05-27T05:21:00Z</cp:lastPrinted>
  <dcterms:created xsi:type="dcterms:W3CDTF">2021-11-07T05:01:00Z</dcterms:created>
  <dcterms:modified xsi:type="dcterms:W3CDTF">2022-01-31T03:44:00Z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