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6FF74"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D162F05" w14:textId="77777777" w:rsidTr="00146EEC">
        <w:tc>
          <w:tcPr>
            <w:tcW w:w="2689" w:type="dxa"/>
          </w:tcPr>
          <w:p w14:paraId="69C2CA5F" w14:textId="77777777" w:rsidR="00F1480E" w:rsidRPr="005404CB" w:rsidRDefault="00830267" w:rsidP="005404CB">
            <w:pPr>
              <w:pStyle w:val="SIText-Bold"/>
            </w:pPr>
            <w:r w:rsidRPr="00A326C2">
              <w:t>Release</w:t>
            </w:r>
          </w:p>
        </w:tc>
        <w:tc>
          <w:tcPr>
            <w:tcW w:w="6939" w:type="dxa"/>
          </w:tcPr>
          <w:p w14:paraId="70DA986B" w14:textId="77777777" w:rsidR="00F1480E" w:rsidRPr="005404CB" w:rsidRDefault="00830267" w:rsidP="005404CB">
            <w:pPr>
              <w:pStyle w:val="SIText-Bold"/>
            </w:pPr>
            <w:r w:rsidRPr="00A326C2">
              <w:t>Comments</w:t>
            </w:r>
          </w:p>
        </w:tc>
      </w:tr>
      <w:tr w:rsidR="00F56720" w14:paraId="382CA9AA" w14:textId="77777777" w:rsidTr="00E30772">
        <w:trPr>
          <w:trHeight w:val="222"/>
        </w:trPr>
        <w:tc>
          <w:tcPr>
            <w:tcW w:w="2689" w:type="dxa"/>
          </w:tcPr>
          <w:p w14:paraId="6F50302A" w14:textId="7B35E1A4" w:rsidR="00F56720" w:rsidRPr="00F56720" w:rsidRDefault="00F56720" w:rsidP="00F56720">
            <w:pPr>
              <w:pStyle w:val="SIText"/>
            </w:pPr>
            <w:r w:rsidRPr="00F56720">
              <w:t>Release 1</w:t>
            </w:r>
          </w:p>
        </w:tc>
        <w:tc>
          <w:tcPr>
            <w:tcW w:w="6939" w:type="dxa"/>
          </w:tcPr>
          <w:p w14:paraId="7254BEE7" w14:textId="6BE8FE9D" w:rsidR="00F56720" w:rsidRPr="00F56720" w:rsidRDefault="00F56720" w:rsidP="00F56720">
            <w:pPr>
              <w:pStyle w:val="SIText"/>
            </w:pPr>
            <w:r w:rsidRPr="00F56720">
              <w:t>This version released with AHC Agriculture, Horticulture, Conservation and Land Management Training Package Version 1.0.</w:t>
            </w:r>
          </w:p>
        </w:tc>
      </w:tr>
    </w:tbl>
    <w:p w14:paraId="00BBF4B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AE6F9D" w:rsidRPr="00963A46" w14:paraId="4678DB97" w14:textId="77777777" w:rsidTr="00CA2922">
        <w:trPr>
          <w:tblHeader/>
        </w:trPr>
        <w:tc>
          <w:tcPr>
            <w:tcW w:w="1396" w:type="pct"/>
            <w:shd w:val="clear" w:color="auto" w:fill="auto"/>
          </w:tcPr>
          <w:p w14:paraId="70C28C50" w14:textId="532D7A48" w:rsidR="00AE6F9D" w:rsidRPr="00923720" w:rsidRDefault="00920E8C" w:rsidP="005404CB">
            <w:pPr>
              <w:pStyle w:val="SIUNITCODE"/>
            </w:pPr>
            <w:r>
              <w:t>AHCPLY</w:t>
            </w:r>
            <w:r w:rsidR="002376EF">
              <w:t>3</w:t>
            </w:r>
            <w:r w:rsidR="007424A1">
              <w:t>X3</w:t>
            </w:r>
          </w:p>
        </w:tc>
        <w:tc>
          <w:tcPr>
            <w:tcW w:w="3604" w:type="pct"/>
            <w:shd w:val="clear" w:color="auto" w:fill="auto"/>
          </w:tcPr>
          <w:p w14:paraId="728DD6DD" w14:textId="74F21200" w:rsidR="00AE6F9D" w:rsidRPr="00923720" w:rsidRDefault="009A477C" w:rsidP="005404CB">
            <w:pPr>
              <w:pStyle w:val="SIUnittitle"/>
            </w:pPr>
            <w:r w:rsidRPr="009A477C">
              <w:t>Clean and disinfect poultry production sheds</w:t>
            </w:r>
          </w:p>
        </w:tc>
      </w:tr>
      <w:tr w:rsidR="00F1480E" w:rsidRPr="00642F84" w14:paraId="7DE98412" w14:textId="77777777" w:rsidTr="00CA2922">
        <w:tc>
          <w:tcPr>
            <w:tcW w:w="1396" w:type="pct"/>
            <w:shd w:val="clear" w:color="auto" w:fill="auto"/>
          </w:tcPr>
          <w:p w14:paraId="04EF8A29" w14:textId="77777777" w:rsidR="00F1480E" w:rsidRPr="00642F84" w:rsidRDefault="00FD557D" w:rsidP="00683997">
            <w:pPr>
              <w:pStyle w:val="SIText"/>
            </w:pPr>
            <w:r w:rsidRPr="00642F84">
              <w:t>Application</w:t>
            </w:r>
          </w:p>
          <w:p w14:paraId="7493F93E" w14:textId="77777777" w:rsidR="00FD557D" w:rsidRPr="00642F84" w:rsidRDefault="00FD557D" w:rsidP="00683997">
            <w:pPr>
              <w:pStyle w:val="SIText"/>
            </w:pPr>
          </w:p>
        </w:tc>
        <w:tc>
          <w:tcPr>
            <w:tcW w:w="3604" w:type="pct"/>
            <w:shd w:val="clear" w:color="auto" w:fill="auto"/>
          </w:tcPr>
          <w:p w14:paraId="205E13E8" w14:textId="50D1366B" w:rsidR="009A477C" w:rsidRPr="00642F84" w:rsidRDefault="009A477C" w:rsidP="00642F84">
            <w:pPr>
              <w:pStyle w:val="SIText"/>
            </w:pPr>
            <w:r w:rsidRPr="00642F84">
              <w:t xml:space="preserve">This unit of competency describes the skills and knowledge required to wet or dry clean and disinfect sheds used for poultry production. The standard of cleaning and disinfection applied </w:t>
            </w:r>
            <w:r w:rsidR="003E3CB8">
              <w:t xml:space="preserve">may vary depending on </w:t>
            </w:r>
            <w:r w:rsidRPr="00642F84">
              <w:t xml:space="preserve">the </w:t>
            </w:r>
            <w:r w:rsidR="003E3CB8">
              <w:t>species, breed and life stage</w:t>
            </w:r>
            <w:r w:rsidRPr="00642F84">
              <w:t xml:space="preserve"> of </w:t>
            </w:r>
            <w:r w:rsidR="00E57AC6" w:rsidRPr="00683997">
              <w:t>poultry</w:t>
            </w:r>
            <w:r w:rsidRPr="00642F84">
              <w:t>, enterprise disease status and risk.</w:t>
            </w:r>
          </w:p>
          <w:p w14:paraId="542E7456" w14:textId="77777777" w:rsidR="009A477C" w:rsidRPr="00642F84" w:rsidRDefault="009A477C" w:rsidP="00642F84">
            <w:pPr>
              <w:pStyle w:val="SIText"/>
            </w:pPr>
          </w:p>
          <w:p w14:paraId="5C7FBEF4" w14:textId="7C08BB47" w:rsidR="00E57AC6" w:rsidRPr="00642F84" w:rsidRDefault="00E57AC6" w:rsidP="00683997">
            <w:pPr>
              <w:pStyle w:val="SIText"/>
            </w:pPr>
            <w:r w:rsidRPr="00683997">
              <w:t>This unit applies to individuals who apply technical knowledge and skills with discretion and judgement to care for poultry in commercial production environments. They work under broad direction, coordinate activities and solve problems related to poultry husbandry. Work environments may include poultry farms and breeding facilities</w:t>
            </w:r>
            <w:r w:rsidR="007A5571" w:rsidRPr="00683997">
              <w:t xml:space="preserve"> for a variety of poultry species</w:t>
            </w:r>
            <w:r w:rsidRPr="00683997">
              <w:t>.</w:t>
            </w:r>
          </w:p>
          <w:p w14:paraId="5D03B76B" w14:textId="77777777" w:rsidR="00DF2EFE" w:rsidRPr="00642F84" w:rsidRDefault="00DF2EFE" w:rsidP="00642F84">
            <w:pPr>
              <w:pStyle w:val="SIText"/>
            </w:pPr>
          </w:p>
          <w:p w14:paraId="5D05CC76" w14:textId="1CD38265" w:rsidR="00E57AC6" w:rsidRPr="00683997" w:rsidRDefault="00E57AC6" w:rsidP="00683997">
            <w:pPr>
              <w:pStyle w:val="SIText"/>
            </w:pPr>
            <w:r w:rsidRPr="00683997">
              <w:t xml:space="preserve">Commonwealth and/or state/territory health and safety, animal welfare, environmental protection and biosecurity legislation, regulations and codes of practice apply to working </w:t>
            </w:r>
            <w:r w:rsidR="00811805" w:rsidRPr="00683997">
              <w:t>in</w:t>
            </w:r>
            <w:r w:rsidRPr="00683997">
              <w:t xml:space="preserve"> </w:t>
            </w:r>
            <w:r w:rsidR="007A5571" w:rsidRPr="00683997">
              <w:t xml:space="preserve">a </w:t>
            </w:r>
            <w:r w:rsidRPr="00683997">
              <w:t>poultry</w:t>
            </w:r>
            <w:r w:rsidR="00811805" w:rsidRPr="00683997">
              <w:t xml:space="preserve"> work environment</w:t>
            </w:r>
            <w:r w:rsidRPr="00683997">
              <w:t xml:space="preserve">, including the use of fumigants. Requirements vary between jurisdictions.  </w:t>
            </w:r>
          </w:p>
          <w:p w14:paraId="50D36366" w14:textId="178BD5A2" w:rsidR="00DF2EFE" w:rsidRPr="00642F84" w:rsidRDefault="00DF2EFE" w:rsidP="00642F84">
            <w:pPr>
              <w:pStyle w:val="SIText"/>
            </w:pPr>
          </w:p>
          <w:p w14:paraId="52515CBA" w14:textId="77777777" w:rsidR="00097085" w:rsidRPr="00683997" w:rsidRDefault="00097085" w:rsidP="00642F84">
            <w:pPr>
              <w:pStyle w:val="SIText"/>
            </w:pPr>
            <w:r w:rsidRPr="00683997">
              <w:t xml:space="preserve">No licensing, legislative or certification requirements apply to this unit at the time of publication. </w:t>
            </w:r>
          </w:p>
          <w:p w14:paraId="25064DF5" w14:textId="1125BF3D" w:rsidR="00373436" w:rsidRPr="00642F84" w:rsidRDefault="00373436" w:rsidP="00683997">
            <w:pPr>
              <w:pStyle w:val="SIText"/>
            </w:pPr>
          </w:p>
        </w:tc>
      </w:tr>
      <w:tr w:rsidR="00F1480E" w:rsidRPr="00963A46" w14:paraId="7E846D13" w14:textId="77777777" w:rsidTr="00CA2922">
        <w:tc>
          <w:tcPr>
            <w:tcW w:w="1396" w:type="pct"/>
            <w:shd w:val="clear" w:color="auto" w:fill="auto"/>
          </w:tcPr>
          <w:p w14:paraId="027C9F1A" w14:textId="77777777" w:rsidR="00F1480E" w:rsidRPr="005404CB" w:rsidRDefault="00FD557D" w:rsidP="005404CB">
            <w:pPr>
              <w:pStyle w:val="SIHeading2"/>
            </w:pPr>
            <w:r w:rsidRPr="00923720">
              <w:t>Prerequisite Unit</w:t>
            </w:r>
          </w:p>
        </w:tc>
        <w:tc>
          <w:tcPr>
            <w:tcW w:w="3604" w:type="pct"/>
            <w:shd w:val="clear" w:color="auto" w:fill="auto"/>
          </w:tcPr>
          <w:p w14:paraId="01F065F7" w14:textId="394EB634" w:rsidR="00C46BBF" w:rsidRPr="00C46BBF" w:rsidRDefault="00C46BBF" w:rsidP="00C46BBF">
            <w:pPr>
              <w:pStyle w:val="SIText"/>
            </w:pPr>
            <w:r>
              <w:t>Nil</w:t>
            </w:r>
          </w:p>
        </w:tc>
      </w:tr>
      <w:tr w:rsidR="00F1480E" w:rsidRPr="00963A46" w14:paraId="2DCDD566" w14:textId="77777777" w:rsidTr="00CA2922">
        <w:tc>
          <w:tcPr>
            <w:tcW w:w="1396" w:type="pct"/>
            <w:shd w:val="clear" w:color="auto" w:fill="auto"/>
          </w:tcPr>
          <w:p w14:paraId="39597985" w14:textId="77777777" w:rsidR="00F1480E" w:rsidRPr="005404CB" w:rsidRDefault="00FD557D" w:rsidP="005404CB">
            <w:pPr>
              <w:pStyle w:val="SIHeading2"/>
            </w:pPr>
            <w:r w:rsidRPr="00923720">
              <w:t>Unit Sector</w:t>
            </w:r>
          </w:p>
        </w:tc>
        <w:tc>
          <w:tcPr>
            <w:tcW w:w="3604" w:type="pct"/>
            <w:shd w:val="clear" w:color="auto" w:fill="auto"/>
          </w:tcPr>
          <w:p w14:paraId="3897ACD2" w14:textId="553A57AF" w:rsidR="00C46BBF" w:rsidRPr="00D077F8" w:rsidRDefault="00E30772" w:rsidP="005404CB">
            <w:pPr>
              <w:pStyle w:val="SIText"/>
              <w:rPr>
                <w:rStyle w:val="SITemporaryText-blue"/>
              </w:rPr>
            </w:pPr>
            <w:r w:rsidRPr="00E30772">
              <w:t>Poultry (PLY)</w:t>
            </w:r>
          </w:p>
        </w:tc>
      </w:tr>
    </w:tbl>
    <w:p w14:paraId="4C806D1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2DA7982" w14:textId="77777777" w:rsidTr="00CA2922">
        <w:trPr>
          <w:cantSplit/>
          <w:tblHeader/>
        </w:trPr>
        <w:tc>
          <w:tcPr>
            <w:tcW w:w="1396" w:type="pct"/>
            <w:tcBorders>
              <w:bottom w:val="single" w:sz="4" w:space="0" w:color="C0C0C0"/>
            </w:tcBorders>
            <w:shd w:val="clear" w:color="auto" w:fill="auto"/>
          </w:tcPr>
          <w:p w14:paraId="75E6E12D"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35596DEA" w14:textId="77777777" w:rsidR="00F1480E" w:rsidRPr="005404CB" w:rsidRDefault="00FD557D" w:rsidP="005404CB">
            <w:pPr>
              <w:pStyle w:val="SIHeading2"/>
            </w:pPr>
            <w:r w:rsidRPr="00923720">
              <w:t>Performance Criteria</w:t>
            </w:r>
          </w:p>
        </w:tc>
      </w:tr>
      <w:tr w:rsidR="00F1480E" w:rsidRPr="00963A46" w14:paraId="6C2B1ADB" w14:textId="77777777" w:rsidTr="00CA2922">
        <w:trPr>
          <w:cantSplit/>
          <w:tblHeader/>
        </w:trPr>
        <w:tc>
          <w:tcPr>
            <w:tcW w:w="1396" w:type="pct"/>
            <w:tcBorders>
              <w:top w:val="single" w:sz="4" w:space="0" w:color="C0C0C0"/>
            </w:tcBorders>
            <w:shd w:val="clear" w:color="auto" w:fill="auto"/>
          </w:tcPr>
          <w:p w14:paraId="52743F5A"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0AF3257"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9A477C" w:rsidRPr="003E3CB8" w14:paraId="7AEC1602" w14:textId="77777777" w:rsidTr="00CA2922">
        <w:trPr>
          <w:cantSplit/>
        </w:trPr>
        <w:tc>
          <w:tcPr>
            <w:tcW w:w="1396" w:type="pct"/>
            <w:shd w:val="clear" w:color="auto" w:fill="auto"/>
          </w:tcPr>
          <w:p w14:paraId="39C44998" w14:textId="573C7224" w:rsidR="009A477C" w:rsidRPr="003E3CB8" w:rsidRDefault="009A477C" w:rsidP="003E3CB8">
            <w:pPr>
              <w:pStyle w:val="SIText"/>
            </w:pPr>
            <w:bookmarkStart w:id="0" w:name="_Hlk95569971"/>
            <w:r w:rsidRPr="003E3CB8">
              <w:t>1. Prepare to clean sheds</w:t>
            </w:r>
          </w:p>
        </w:tc>
        <w:tc>
          <w:tcPr>
            <w:tcW w:w="3604" w:type="pct"/>
            <w:shd w:val="clear" w:color="auto" w:fill="auto"/>
          </w:tcPr>
          <w:p w14:paraId="69DF0F93" w14:textId="04FD9864" w:rsidR="000343C3" w:rsidRPr="003E3CB8" w:rsidRDefault="00811805" w:rsidP="00683997">
            <w:pPr>
              <w:pStyle w:val="SIText"/>
            </w:pPr>
            <w:r w:rsidRPr="003E3CB8">
              <w:t xml:space="preserve">1.1 Identify and follow personal hygiene and other biosecurity procedures which apply to working on poultry farm </w:t>
            </w:r>
            <w:r w:rsidR="000343C3" w:rsidRPr="00683997">
              <w:t>and in sheds</w:t>
            </w:r>
          </w:p>
          <w:p w14:paraId="7C991C05" w14:textId="0FCBF033" w:rsidR="009A477C" w:rsidRPr="003E3CB8" w:rsidRDefault="009A477C" w:rsidP="00683997">
            <w:pPr>
              <w:pStyle w:val="SIText"/>
            </w:pPr>
            <w:r w:rsidRPr="003E3CB8">
              <w:t xml:space="preserve">1.2 Confirm </w:t>
            </w:r>
            <w:r w:rsidR="000343C3" w:rsidRPr="003E3CB8">
              <w:t xml:space="preserve">sheds being cleaned, scope of work and </w:t>
            </w:r>
            <w:r w:rsidR="00C7392F" w:rsidRPr="003E3CB8">
              <w:t xml:space="preserve">cleaning methods, and create cleaning plan </w:t>
            </w:r>
          </w:p>
          <w:p w14:paraId="18D4DC36" w14:textId="1A6EC956" w:rsidR="009A477C" w:rsidRPr="003E3CB8" w:rsidRDefault="009A477C" w:rsidP="00683997">
            <w:pPr>
              <w:pStyle w:val="SIText"/>
            </w:pPr>
            <w:r w:rsidRPr="003E3CB8">
              <w:t xml:space="preserve">1.3 Identify health and safety hazards, assess </w:t>
            </w:r>
            <w:r w:rsidR="00121A78" w:rsidRPr="003E3CB8">
              <w:t xml:space="preserve">and </w:t>
            </w:r>
            <w:r w:rsidR="002205C9" w:rsidRPr="003E3CB8">
              <w:t xml:space="preserve">control </w:t>
            </w:r>
            <w:r w:rsidRPr="003E3CB8">
              <w:t xml:space="preserve">risks </w:t>
            </w:r>
          </w:p>
          <w:p w14:paraId="58892D59" w14:textId="441E1C3D" w:rsidR="002205C9" w:rsidRPr="003E3CB8" w:rsidRDefault="009A477C" w:rsidP="00683997">
            <w:pPr>
              <w:pStyle w:val="SIText"/>
            </w:pPr>
            <w:r w:rsidRPr="003E3CB8">
              <w:t xml:space="preserve">1.4 Select, </w:t>
            </w:r>
            <w:r w:rsidR="00121A78" w:rsidRPr="003E3CB8">
              <w:t xml:space="preserve">check </w:t>
            </w:r>
            <w:r w:rsidR="002205C9" w:rsidRPr="003E3CB8">
              <w:t xml:space="preserve">and fit </w:t>
            </w:r>
            <w:r w:rsidRPr="003E3CB8">
              <w:t>personal protective equipment</w:t>
            </w:r>
            <w:r w:rsidR="00121A78" w:rsidRPr="003E3CB8">
              <w:t xml:space="preserve"> required for tasks</w:t>
            </w:r>
          </w:p>
          <w:p w14:paraId="2C92F8F1" w14:textId="1A1FE657" w:rsidR="00121A78" w:rsidRPr="003E3CB8" w:rsidRDefault="009A477C" w:rsidP="00683997">
            <w:pPr>
              <w:pStyle w:val="SIText"/>
            </w:pPr>
            <w:r w:rsidRPr="003E3CB8">
              <w:t xml:space="preserve">1.5 </w:t>
            </w:r>
            <w:r w:rsidR="00121A78" w:rsidRPr="003E3CB8">
              <w:t xml:space="preserve">Identify environmental </w:t>
            </w:r>
            <w:r w:rsidR="008174A3" w:rsidRPr="003E3CB8">
              <w:t xml:space="preserve">hazards associated with cleaning of sheds, assess and control risks according to regulatory and enterprise requirements </w:t>
            </w:r>
          </w:p>
          <w:p w14:paraId="36F2A4EA" w14:textId="2194B634" w:rsidR="009A477C" w:rsidRPr="003E3CB8" w:rsidRDefault="009A477C" w:rsidP="00683997">
            <w:pPr>
              <w:pStyle w:val="SIText"/>
            </w:pPr>
            <w:r w:rsidRPr="003E3CB8">
              <w:t xml:space="preserve">1.6 Raise, dismantle or remove </w:t>
            </w:r>
            <w:r w:rsidR="00210C89" w:rsidRPr="003E3CB8">
              <w:t xml:space="preserve">nesting systems, </w:t>
            </w:r>
            <w:r w:rsidR="007A5571" w:rsidRPr="003E3CB8">
              <w:t>feeding, watering</w:t>
            </w:r>
            <w:r w:rsidR="00210C89" w:rsidRPr="003E3CB8">
              <w:t>, slats,</w:t>
            </w:r>
            <w:r w:rsidR="007A5571" w:rsidRPr="003E3CB8">
              <w:t xml:space="preserve"> and/or other </w:t>
            </w:r>
            <w:r w:rsidRPr="003E3CB8">
              <w:t xml:space="preserve">equipment </w:t>
            </w:r>
            <w:r w:rsidR="008174A3" w:rsidRPr="003E3CB8">
              <w:t xml:space="preserve">in preparation </w:t>
            </w:r>
            <w:r w:rsidRPr="003E3CB8">
              <w:t>for cleaning</w:t>
            </w:r>
          </w:p>
          <w:p w14:paraId="7E347591" w14:textId="0DD651A9" w:rsidR="009A477C" w:rsidRPr="003E3CB8" w:rsidRDefault="009A477C" w:rsidP="003E3CB8">
            <w:pPr>
              <w:pStyle w:val="SIText"/>
            </w:pPr>
            <w:r w:rsidRPr="003E3CB8">
              <w:t>1.</w:t>
            </w:r>
            <w:r w:rsidR="003E3CB8" w:rsidRPr="003E3CB8">
              <w:t xml:space="preserve">7 </w:t>
            </w:r>
            <w:r w:rsidRPr="003E3CB8">
              <w:t>Cover or seal electrical switchboards and other equipment to prevent entry of water</w:t>
            </w:r>
          </w:p>
          <w:p w14:paraId="3A4818CC" w14:textId="0D239399" w:rsidR="00210C89" w:rsidRPr="003E3CB8" w:rsidRDefault="00210C89" w:rsidP="003E3CB8">
            <w:pPr>
              <w:pStyle w:val="SIText"/>
            </w:pPr>
            <w:r w:rsidRPr="003E3CB8">
              <w:t>1.</w:t>
            </w:r>
            <w:r w:rsidR="003E3CB8" w:rsidRPr="003E3CB8">
              <w:t>8</w:t>
            </w:r>
            <w:r w:rsidRPr="003E3CB8">
              <w:t xml:space="preserve"> Apply insecticides as required</w:t>
            </w:r>
          </w:p>
        </w:tc>
      </w:tr>
      <w:tr w:rsidR="009A477C" w:rsidRPr="003E3CB8" w14:paraId="58B681A1" w14:textId="77777777" w:rsidTr="00CA2922">
        <w:trPr>
          <w:cantSplit/>
        </w:trPr>
        <w:tc>
          <w:tcPr>
            <w:tcW w:w="1396" w:type="pct"/>
            <w:shd w:val="clear" w:color="auto" w:fill="auto"/>
          </w:tcPr>
          <w:p w14:paraId="5EB3CC61" w14:textId="25C96318" w:rsidR="009A477C" w:rsidRPr="003E3CB8" w:rsidRDefault="009A477C" w:rsidP="003E3CB8">
            <w:pPr>
              <w:pStyle w:val="SIText"/>
            </w:pPr>
            <w:r w:rsidRPr="003E3CB8">
              <w:t>2. Clean shed</w:t>
            </w:r>
            <w:r w:rsidR="00DC2676" w:rsidRPr="003E3CB8">
              <w:t xml:space="preserve"> </w:t>
            </w:r>
            <w:r w:rsidRPr="003E3CB8">
              <w:t xml:space="preserve">and </w:t>
            </w:r>
            <w:r w:rsidR="00C7392F" w:rsidRPr="003E3CB8">
              <w:t>shed equipment</w:t>
            </w:r>
          </w:p>
          <w:p w14:paraId="3C407688" w14:textId="77777777" w:rsidR="005822A2" w:rsidRPr="003E3CB8" w:rsidRDefault="005822A2" w:rsidP="003E3CB8">
            <w:pPr>
              <w:pStyle w:val="SIText"/>
            </w:pPr>
          </w:p>
          <w:p w14:paraId="4E154B01" w14:textId="1EE4E104" w:rsidR="005822A2" w:rsidRPr="003E3CB8" w:rsidRDefault="005822A2" w:rsidP="003E3CB8">
            <w:pPr>
              <w:pStyle w:val="SIText"/>
            </w:pPr>
          </w:p>
        </w:tc>
        <w:tc>
          <w:tcPr>
            <w:tcW w:w="3604" w:type="pct"/>
            <w:shd w:val="clear" w:color="auto" w:fill="auto"/>
          </w:tcPr>
          <w:p w14:paraId="0EA67B98" w14:textId="29A1812F" w:rsidR="009A477C" w:rsidRPr="003E3CB8" w:rsidRDefault="009A477C" w:rsidP="00683997">
            <w:pPr>
              <w:pStyle w:val="SIText"/>
            </w:pPr>
            <w:r w:rsidRPr="003E3CB8">
              <w:t>2.</w:t>
            </w:r>
            <w:r w:rsidR="00210C89" w:rsidRPr="003E3CB8">
              <w:t xml:space="preserve">1 </w:t>
            </w:r>
            <w:r w:rsidRPr="003E3CB8">
              <w:t xml:space="preserve">Remove and dispose of </w:t>
            </w:r>
            <w:r w:rsidR="00274E3E" w:rsidRPr="003E3CB8">
              <w:t xml:space="preserve">poultry </w:t>
            </w:r>
            <w:r w:rsidRPr="003E3CB8">
              <w:t xml:space="preserve">litter </w:t>
            </w:r>
            <w:r w:rsidR="00210C89" w:rsidRPr="003E3CB8">
              <w:t>and/</w:t>
            </w:r>
            <w:r w:rsidRPr="003E3CB8">
              <w:t>or manure</w:t>
            </w:r>
          </w:p>
          <w:p w14:paraId="23E03948" w14:textId="33E5B1F4" w:rsidR="009A477C" w:rsidRPr="003E3CB8" w:rsidRDefault="009A477C" w:rsidP="00683997">
            <w:pPr>
              <w:pStyle w:val="SIText"/>
            </w:pPr>
            <w:r w:rsidRPr="003E3CB8">
              <w:t>2.</w:t>
            </w:r>
            <w:r w:rsidR="00210C89" w:rsidRPr="003E3CB8">
              <w:t xml:space="preserve">2 </w:t>
            </w:r>
            <w:r w:rsidRPr="003E3CB8">
              <w:t>Service filters and flush drinker lines and tanks</w:t>
            </w:r>
            <w:r w:rsidR="008C5C17" w:rsidRPr="003E3CB8">
              <w:t xml:space="preserve"> if required</w:t>
            </w:r>
          </w:p>
          <w:p w14:paraId="37FE5CE7" w14:textId="6835F5A6" w:rsidR="00D3716B" w:rsidRPr="003E3CB8" w:rsidRDefault="009A477C" w:rsidP="00683997">
            <w:pPr>
              <w:pStyle w:val="SIText"/>
            </w:pPr>
            <w:r w:rsidRPr="003E3CB8">
              <w:t>2.</w:t>
            </w:r>
            <w:r w:rsidR="00210C89" w:rsidRPr="003E3CB8">
              <w:t xml:space="preserve">3 </w:t>
            </w:r>
            <w:r w:rsidRPr="003E3CB8">
              <w:t xml:space="preserve">Clean </w:t>
            </w:r>
            <w:r w:rsidR="00B7743A" w:rsidRPr="003E3CB8">
              <w:t xml:space="preserve">and service </w:t>
            </w:r>
            <w:r w:rsidRPr="003E3CB8">
              <w:t xml:space="preserve">feeders, drinkers and </w:t>
            </w:r>
            <w:r w:rsidR="002043BA" w:rsidRPr="003E3CB8">
              <w:t xml:space="preserve">other </w:t>
            </w:r>
            <w:r w:rsidR="003C116B" w:rsidRPr="003E3CB8">
              <w:t xml:space="preserve">specified </w:t>
            </w:r>
            <w:r w:rsidRPr="003E3CB8">
              <w:t>equipment</w:t>
            </w:r>
          </w:p>
          <w:p w14:paraId="6D276CA2" w14:textId="1C1035B8" w:rsidR="003C116B" w:rsidRPr="00683997" w:rsidRDefault="009A477C" w:rsidP="00683997">
            <w:pPr>
              <w:pStyle w:val="SIText"/>
            </w:pPr>
            <w:r w:rsidRPr="003E3CB8">
              <w:t>2.</w:t>
            </w:r>
            <w:r w:rsidR="00274E3E" w:rsidRPr="003E3CB8">
              <w:t>4</w:t>
            </w:r>
            <w:r w:rsidR="00210C89" w:rsidRPr="003E3CB8">
              <w:t xml:space="preserve"> </w:t>
            </w:r>
            <w:r w:rsidR="003C116B" w:rsidRPr="003E3CB8">
              <w:t>Select, mix and prepare cleaning agents according to supplier instructions and enterprise requirements</w:t>
            </w:r>
          </w:p>
          <w:p w14:paraId="7C1F7C38" w14:textId="44039EBB" w:rsidR="00B7743A" w:rsidRPr="003E3CB8" w:rsidRDefault="00B7743A" w:rsidP="00683997">
            <w:pPr>
              <w:pStyle w:val="SIText"/>
            </w:pPr>
            <w:r w:rsidRPr="00683997">
              <w:t>2.</w:t>
            </w:r>
            <w:r w:rsidR="00274E3E" w:rsidRPr="00683997">
              <w:t>5</w:t>
            </w:r>
            <w:r w:rsidRPr="00683997">
              <w:t xml:space="preserve"> Use equipment and tools to clean specified shed surfaces</w:t>
            </w:r>
          </w:p>
          <w:p w14:paraId="3D0ED3A4" w14:textId="34E99136" w:rsidR="009A477C" w:rsidRPr="003E3CB8" w:rsidRDefault="009A477C" w:rsidP="00683997">
            <w:pPr>
              <w:pStyle w:val="SIText"/>
            </w:pPr>
            <w:r w:rsidRPr="003E3CB8">
              <w:t>2.</w:t>
            </w:r>
            <w:r w:rsidR="00274E3E" w:rsidRPr="003E3CB8">
              <w:t xml:space="preserve">6 </w:t>
            </w:r>
            <w:r w:rsidRPr="003E3CB8">
              <w:t>Dry clean electrical equipment</w:t>
            </w:r>
            <w:r w:rsidR="00D3716B" w:rsidRPr="003E3CB8">
              <w:t xml:space="preserve"> and other items that may be damaged by water</w:t>
            </w:r>
          </w:p>
          <w:p w14:paraId="21EB3E01" w14:textId="3AB90A93" w:rsidR="009A477C" w:rsidRPr="003E3CB8" w:rsidRDefault="009A477C" w:rsidP="003E3CB8">
            <w:pPr>
              <w:pStyle w:val="SIText"/>
            </w:pPr>
            <w:r w:rsidRPr="003E3CB8">
              <w:t>2.</w:t>
            </w:r>
            <w:r w:rsidR="00274E3E" w:rsidRPr="003E3CB8">
              <w:t xml:space="preserve">7 </w:t>
            </w:r>
            <w:r w:rsidRPr="003E3CB8">
              <w:t xml:space="preserve">Manage waste and run-off from cleaning activity </w:t>
            </w:r>
            <w:r w:rsidR="00634368" w:rsidRPr="003E3CB8">
              <w:t xml:space="preserve"> according to regulatory and enterprise requirements </w:t>
            </w:r>
          </w:p>
        </w:tc>
      </w:tr>
      <w:tr w:rsidR="009A477C" w:rsidRPr="00CC3368" w14:paraId="6E435E3F" w14:textId="77777777" w:rsidTr="00CA2922">
        <w:trPr>
          <w:cantSplit/>
        </w:trPr>
        <w:tc>
          <w:tcPr>
            <w:tcW w:w="1396" w:type="pct"/>
            <w:shd w:val="clear" w:color="auto" w:fill="auto"/>
          </w:tcPr>
          <w:p w14:paraId="6C97F273" w14:textId="67D76EC9" w:rsidR="009A477C" w:rsidRPr="00CC3368" w:rsidRDefault="009A477C" w:rsidP="00CC3368">
            <w:pPr>
              <w:pStyle w:val="SIText"/>
            </w:pPr>
            <w:r w:rsidRPr="00CC3368">
              <w:lastRenderedPageBreak/>
              <w:t>3. Sanitise, disinfect or fumigate shed</w:t>
            </w:r>
          </w:p>
        </w:tc>
        <w:tc>
          <w:tcPr>
            <w:tcW w:w="3604" w:type="pct"/>
            <w:shd w:val="clear" w:color="auto" w:fill="auto"/>
          </w:tcPr>
          <w:p w14:paraId="27B3EFE5" w14:textId="29467F7B" w:rsidR="00D3716B" w:rsidRPr="00CC3368" w:rsidRDefault="00124B66" w:rsidP="00683997">
            <w:pPr>
              <w:pStyle w:val="SIText"/>
            </w:pPr>
            <w:r w:rsidRPr="00683997">
              <w:t>3.</w:t>
            </w:r>
            <w:r w:rsidR="0003557E" w:rsidRPr="00683997">
              <w:t>1</w:t>
            </w:r>
            <w:r w:rsidRPr="00683997">
              <w:t xml:space="preserve"> Select and fit personal protective equipment (PPE) required for the tasks</w:t>
            </w:r>
          </w:p>
          <w:p w14:paraId="656402DE" w14:textId="4BA3B475" w:rsidR="00D3716B" w:rsidRPr="00CC3368" w:rsidRDefault="009A477C" w:rsidP="00683997">
            <w:pPr>
              <w:pStyle w:val="SIText"/>
            </w:pPr>
            <w:r w:rsidRPr="00CC3368">
              <w:t>3.</w:t>
            </w:r>
            <w:r w:rsidR="0003557E" w:rsidRPr="00CC3368">
              <w:t xml:space="preserve">2 </w:t>
            </w:r>
            <w:r w:rsidR="00124B66" w:rsidRPr="00CC3368">
              <w:t>Select and prepare equipment and agents required to sanitise, disinfect or fumigate</w:t>
            </w:r>
            <w:r w:rsidR="00D3716B" w:rsidRPr="00CC3368">
              <w:t xml:space="preserve"> shed</w:t>
            </w:r>
          </w:p>
          <w:p w14:paraId="278C8C61" w14:textId="077CEC25" w:rsidR="009A477C" w:rsidRPr="00CC3368" w:rsidRDefault="009A477C" w:rsidP="00683997">
            <w:pPr>
              <w:pStyle w:val="SIText"/>
            </w:pPr>
            <w:r w:rsidRPr="00CC3368">
              <w:t>3.</w:t>
            </w:r>
            <w:r w:rsidR="0003557E" w:rsidRPr="00CC3368">
              <w:t>3 Cover or protect electrical equipment and s</w:t>
            </w:r>
            <w:r w:rsidRPr="00CC3368">
              <w:t xml:space="preserve">eal shed to minimise escape of disinfectant </w:t>
            </w:r>
            <w:r w:rsidR="0003557E" w:rsidRPr="00CC3368">
              <w:t>as re</w:t>
            </w:r>
            <w:r w:rsidR="005036BF" w:rsidRPr="00CC3368">
              <w:t>quired</w:t>
            </w:r>
          </w:p>
          <w:p w14:paraId="187BD25A" w14:textId="52DA97A0" w:rsidR="00540B6B" w:rsidRPr="00CC3368" w:rsidRDefault="009A477C" w:rsidP="00683997">
            <w:pPr>
              <w:pStyle w:val="SIText"/>
            </w:pPr>
            <w:r w:rsidRPr="00CC3368">
              <w:t>3.4</w:t>
            </w:r>
            <w:r w:rsidR="005036BF" w:rsidRPr="00CC3368">
              <w:t xml:space="preserve"> </w:t>
            </w:r>
            <w:r w:rsidR="00362E48" w:rsidRPr="00CC3368">
              <w:t xml:space="preserve">Use equipment to apply agents to disinfect shed according to regulatory and enterprise safety and environmental requirements </w:t>
            </w:r>
          </w:p>
          <w:p w14:paraId="14820D77" w14:textId="26F7A48D" w:rsidR="00540B6B" w:rsidRPr="00CC3368" w:rsidRDefault="009A477C" w:rsidP="00683997">
            <w:pPr>
              <w:pStyle w:val="SIText"/>
            </w:pPr>
            <w:r w:rsidRPr="00CC3368">
              <w:t xml:space="preserve">3.5 </w:t>
            </w:r>
            <w:r w:rsidR="00540B6B" w:rsidRPr="00CC3368">
              <w:t>Ventilate shed to remove unsafe remnants of disinfectant agents</w:t>
            </w:r>
            <w:r w:rsidR="0007624B" w:rsidRPr="00CC3368">
              <w:t xml:space="preserve"> prior to entry of workers, re-installation of equipment and placement of poultry and/or eggs</w:t>
            </w:r>
          </w:p>
          <w:p w14:paraId="1C3D1460" w14:textId="4786C901" w:rsidR="009A477C" w:rsidRPr="00CC3368" w:rsidRDefault="009A477C" w:rsidP="00CC3368">
            <w:pPr>
              <w:pStyle w:val="SIText"/>
            </w:pPr>
            <w:r w:rsidRPr="00CC3368">
              <w:t xml:space="preserve">3.6 </w:t>
            </w:r>
            <w:r w:rsidR="005036BF" w:rsidRPr="00CC3368">
              <w:t>Check, install and/or adjust pest, vermin and/or predator controls as required</w:t>
            </w:r>
          </w:p>
        </w:tc>
      </w:tr>
      <w:tr w:rsidR="009A477C" w:rsidRPr="00CC3368" w14:paraId="3E4093E2" w14:textId="77777777" w:rsidTr="00CA2922">
        <w:trPr>
          <w:cantSplit/>
        </w:trPr>
        <w:tc>
          <w:tcPr>
            <w:tcW w:w="1396" w:type="pct"/>
            <w:shd w:val="clear" w:color="auto" w:fill="auto"/>
          </w:tcPr>
          <w:p w14:paraId="5B38CEFB" w14:textId="18DA123E" w:rsidR="005F0F76" w:rsidRPr="00CC3368" w:rsidRDefault="009A477C" w:rsidP="00CC3368">
            <w:pPr>
              <w:pStyle w:val="SIText"/>
            </w:pPr>
            <w:r w:rsidRPr="00CC3368">
              <w:t xml:space="preserve">4. </w:t>
            </w:r>
            <w:r w:rsidR="005F0F76" w:rsidRPr="00683997">
              <w:t>Finalise cleaning and disinfecting process</w:t>
            </w:r>
          </w:p>
        </w:tc>
        <w:tc>
          <w:tcPr>
            <w:tcW w:w="3604" w:type="pct"/>
            <w:shd w:val="clear" w:color="auto" w:fill="auto"/>
          </w:tcPr>
          <w:p w14:paraId="0EDAE173" w14:textId="534D1D70" w:rsidR="009A477C" w:rsidRPr="00CC3368" w:rsidRDefault="009A477C" w:rsidP="00683997">
            <w:pPr>
              <w:pStyle w:val="SIText"/>
            </w:pPr>
            <w:r w:rsidRPr="00CC3368">
              <w:t xml:space="preserve">4.1 Check cleaning and disinfection </w:t>
            </w:r>
            <w:r w:rsidR="00ED43DD" w:rsidRPr="00CC3368">
              <w:t xml:space="preserve">has been completed according to the required scope and standards </w:t>
            </w:r>
            <w:r w:rsidRPr="00CC3368">
              <w:t>is done correctly</w:t>
            </w:r>
          </w:p>
          <w:p w14:paraId="0590A080" w14:textId="6F97AC03" w:rsidR="009A477C" w:rsidRPr="00CC3368" w:rsidRDefault="009A477C" w:rsidP="00683997">
            <w:pPr>
              <w:pStyle w:val="SIText"/>
            </w:pPr>
            <w:r w:rsidRPr="00CC3368">
              <w:t>4.</w:t>
            </w:r>
            <w:r w:rsidR="00CC3368" w:rsidRPr="00CC3368">
              <w:t xml:space="preserve">2 </w:t>
            </w:r>
            <w:r w:rsidRPr="00CC3368">
              <w:t>Clean</w:t>
            </w:r>
            <w:r w:rsidR="00CC3368" w:rsidRPr="00CC3368">
              <w:t>,</w:t>
            </w:r>
            <w:r w:rsidRPr="00CC3368">
              <w:t xml:space="preserve"> maintain </w:t>
            </w:r>
            <w:r w:rsidR="00CC3368" w:rsidRPr="00CC3368">
              <w:t xml:space="preserve">and store </w:t>
            </w:r>
            <w:r w:rsidRPr="00CC3368">
              <w:t>cleaning and disinfection equipment</w:t>
            </w:r>
            <w:r w:rsidR="005036BF" w:rsidRPr="00CC3368">
              <w:t xml:space="preserve"> </w:t>
            </w:r>
          </w:p>
          <w:p w14:paraId="7FD5A3A3" w14:textId="3783E343" w:rsidR="00FF6215" w:rsidRPr="00CC3368" w:rsidRDefault="009A477C" w:rsidP="00683997">
            <w:pPr>
              <w:pStyle w:val="SIText"/>
            </w:pPr>
            <w:r w:rsidRPr="00CC3368">
              <w:t>4.</w:t>
            </w:r>
            <w:r w:rsidR="00CC3368" w:rsidRPr="00CC3368">
              <w:t xml:space="preserve">3 </w:t>
            </w:r>
            <w:r w:rsidR="00ED43DD" w:rsidRPr="00CC3368">
              <w:t>Store or d</w:t>
            </w:r>
            <w:r w:rsidRPr="00CC3368">
              <w:t xml:space="preserve">ispose of leftover </w:t>
            </w:r>
            <w:r w:rsidR="00ED43DD" w:rsidRPr="00CC3368">
              <w:t xml:space="preserve">cleaning and disinfection agents, </w:t>
            </w:r>
            <w:r w:rsidRPr="00CC3368">
              <w:t xml:space="preserve">fluids, containers and waste </w:t>
            </w:r>
            <w:r w:rsidR="00FF6215" w:rsidRPr="00CC3368">
              <w:t xml:space="preserve">according to regulatory and environmental requirements </w:t>
            </w:r>
          </w:p>
          <w:p w14:paraId="2D695DCF" w14:textId="277846E1" w:rsidR="005F0F76" w:rsidRPr="00CC3368" w:rsidRDefault="009A477C" w:rsidP="00683997">
            <w:pPr>
              <w:pStyle w:val="SIText"/>
            </w:pPr>
            <w:r w:rsidRPr="00CC3368">
              <w:t>4.</w:t>
            </w:r>
            <w:r w:rsidR="00CC3368" w:rsidRPr="00CC3368">
              <w:t xml:space="preserve">4 </w:t>
            </w:r>
            <w:r w:rsidR="00FF6215" w:rsidRPr="00683997">
              <w:t xml:space="preserve">Complete records and report issues </w:t>
            </w:r>
            <w:r w:rsidR="005036BF" w:rsidRPr="00683997">
              <w:t xml:space="preserve">management </w:t>
            </w:r>
            <w:r w:rsidR="00FF6215" w:rsidRPr="00683997">
              <w:t>according to enterprise requirements</w:t>
            </w:r>
          </w:p>
        </w:tc>
      </w:tr>
      <w:bookmarkEnd w:id="0"/>
    </w:tbl>
    <w:p w14:paraId="6DB6D2F8" w14:textId="77777777" w:rsidR="005F771F" w:rsidRDefault="005F771F" w:rsidP="005F771F">
      <w:pPr>
        <w:pStyle w:val="SIText"/>
      </w:pPr>
    </w:p>
    <w:p w14:paraId="19C8756C" w14:textId="77777777" w:rsidR="005F771F" w:rsidRPr="000754EC" w:rsidRDefault="005F771F" w:rsidP="000754EC">
      <w:r>
        <w:br w:type="page"/>
      </w:r>
    </w:p>
    <w:p w14:paraId="3A4D777E"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D4B13B0" w14:textId="77777777" w:rsidTr="00CA2922">
        <w:trPr>
          <w:tblHeader/>
        </w:trPr>
        <w:tc>
          <w:tcPr>
            <w:tcW w:w="5000" w:type="pct"/>
            <w:gridSpan w:val="2"/>
          </w:tcPr>
          <w:p w14:paraId="48EDECA6" w14:textId="77777777" w:rsidR="00F1480E" w:rsidRPr="005404CB" w:rsidRDefault="00FD557D" w:rsidP="005404CB">
            <w:pPr>
              <w:pStyle w:val="SIHeading2"/>
            </w:pPr>
            <w:r w:rsidRPr="00041E59">
              <w:t>F</w:t>
            </w:r>
            <w:r w:rsidRPr="005404CB">
              <w:t>oundation Skills</w:t>
            </w:r>
          </w:p>
          <w:p w14:paraId="6A9C67E8" w14:textId="77777777" w:rsidR="00F1480E" w:rsidRPr="005404CB" w:rsidRDefault="00F1480E" w:rsidP="005404CB">
            <w:pPr>
              <w:rPr>
                <w:rStyle w:val="SIText-Italic"/>
                <w:rFonts w:eastAsiaTheme="majorEastAsia"/>
              </w:rPr>
            </w:pPr>
            <w:r w:rsidRPr="005404CB">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159CDCD" w14:textId="77777777" w:rsidTr="00CA2922">
        <w:trPr>
          <w:tblHeader/>
        </w:trPr>
        <w:tc>
          <w:tcPr>
            <w:tcW w:w="1396" w:type="pct"/>
          </w:tcPr>
          <w:p w14:paraId="143F09B4"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5163EBCC"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A2180" w:rsidRPr="00FA2180" w:rsidDel="00423CB2" w14:paraId="29E33F0E" w14:textId="77777777" w:rsidTr="00F464BD">
        <w:tc>
          <w:tcPr>
            <w:tcW w:w="1396" w:type="pct"/>
          </w:tcPr>
          <w:p w14:paraId="719A953B" w14:textId="77777777" w:rsidR="00FA2180" w:rsidRPr="00CC3368" w:rsidRDefault="00FA2180" w:rsidP="00683997">
            <w:pPr>
              <w:pStyle w:val="SIText"/>
            </w:pPr>
            <w:r w:rsidRPr="00CC3368">
              <w:t>Reading</w:t>
            </w:r>
          </w:p>
        </w:tc>
        <w:tc>
          <w:tcPr>
            <w:tcW w:w="3604" w:type="pct"/>
          </w:tcPr>
          <w:p w14:paraId="525BE168" w14:textId="61775CF3" w:rsidR="00FA2180" w:rsidRPr="00CC3368" w:rsidRDefault="00FA2180" w:rsidP="00683997">
            <w:pPr>
              <w:pStyle w:val="SIBulletList1"/>
            </w:pPr>
            <w:r w:rsidRPr="00CC3368">
              <w:t xml:space="preserve">Interpret textual information in </w:t>
            </w:r>
            <w:r w:rsidR="00FF6215" w:rsidRPr="00CC3368">
              <w:t xml:space="preserve">regulations and </w:t>
            </w:r>
            <w:r w:rsidRPr="00CC3368">
              <w:t xml:space="preserve">enterprise procedures, </w:t>
            </w:r>
            <w:r w:rsidR="00FF6215" w:rsidRPr="00CC3368">
              <w:t xml:space="preserve">that apply to </w:t>
            </w:r>
            <w:r w:rsidRPr="00CC3368">
              <w:t>cleaning</w:t>
            </w:r>
            <w:r w:rsidR="00FF6215" w:rsidRPr="00CC3368">
              <w:t xml:space="preserve"> and disinfecting poultry sheds</w:t>
            </w:r>
          </w:p>
        </w:tc>
      </w:tr>
      <w:tr w:rsidR="00FA2180" w:rsidRPr="00FA2180" w:rsidDel="00423CB2" w14:paraId="08DB6497" w14:textId="77777777" w:rsidTr="00F464BD">
        <w:tc>
          <w:tcPr>
            <w:tcW w:w="1396" w:type="pct"/>
            <w:tcBorders>
              <w:top w:val="single" w:sz="4" w:space="0" w:color="auto"/>
              <w:left w:val="single" w:sz="4" w:space="0" w:color="auto"/>
              <w:bottom w:val="single" w:sz="4" w:space="0" w:color="auto"/>
              <w:right w:val="single" w:sz="4" w:space="0" w:color="auto"/>
            </w:tcBorders>
          </w:tcPr>
          <w:p w14:paraId="0DF6C19F" w14:textId="77777777" w:rsidR="00FA2180" w:rsidRPr="00CC3368" w:rsidRDefault="00FA2180" w:rsidP="00683997">
            <w:pPr>
              <w:pStyle w:val="SIText"/>
            </w:pPr>
            <w:r w:rsidRPr="00CC3368">
              <w:t>Writing</w:t>
            </w:r>
          </w:p>
        </w:tc>
        <w:tc>
          <w:tcPr>
            <w:tcW w:w="3604" w:type="pct"/>
            <w:tcBorders>
              <w:top w:val="single" w:sz="4" w:space="0" w:color="auto"/>
              <w:left w:val="single" w:sz="4" w:space="0" w:color="auto"/>
              <w:bottom w:val="single" w:sz="4" w:space="0" w:color="auto"/>
              <w:right w:val="single" w:sz="4" w:space="0" w:color="auto"/>
            </w:tcBorders>
          </w:tcPr>
          <w:p w14:paraId="4E6EB9D1" w14:textId="0EAEB460" w:rsidR="00FA2180" w:rsidRPr="00CC3368" w:rsidRDefault="00FA2180" w:rsidP="00683997">
            <w:pPr>
              <w:pStyle w:val="SIBulletList1"/>
            </w:pPr>
            <w:r w:rsidRPr="00CC3368">
              <w:t xml:space="preserve">Use </w:t>
            </w:r>
            <w:r w:rsidR="00FF6215" w:rsidRPr="00CC3368">
              <w:t xml:space="preserve">regulatory and </w:t>
            </w:r>
            <w:r w:rsidRPr="00CC3368">
              <w:t xml:space="preserve">industry terminology to record information about cleaning </w:t>
            </w:r>
            <w:r w:rsidR="00AD4517" w:rsidRPr="00CC3368">
              <w:t>and disinfecting</w:t>
            </w:r>
            <w:r w:rsidRPr="00CC3368">
              <w:t xml:space="preserve"> in poultry </w:t>
            </w:r>
            <w:r w:rsidR="00FF6215" w:rsidRPr="00CC3368">
              <w:t>sheds</w:t>
            </w:r>
          </w:p>
        </w:tc>
      </w:tr>
      <w:tr w:rsidR="00FA2180" w:rsidRPr="00FA2180" w:rsidDel="00423CB2" w14:paraId="7FCF39C4" w14:textId="77777777" w:rsidTr="00F464BD">
        <w:tc>
          <w:tcPr>
            <w:tcW w:w="1396" w:type="pct"/>
          </w:tcPr>
          <w:p w14:paraId="63AEAA47" w14:textId="77777777" w:rsidR="00FA2180" w:rsidRPr="00CC3368" w:rsidRDefault="00FA2180" w:rsidP="00683997">
            <w:pPr>
              <w:pStyle w:val="SIText"/>
            </w:pPr>
            <w:r w:rsidRPr="00CC3368">
              <w:t>Numeracy</w:t>
            </w:r>
          </w:p>
        </w:tc>
        <w:tc>
          <w:tcPr>
            <w:tcW w:w="3604" w:type="pct"/>
          </w:tcPr>
          <w:p w14:paraId="3EC75330" w14:textId="77777777" w:rsidR="00FA2180" w:rsidRPr="00CC3368" w:rsidRDefault="00FA2180" w:rsidP="00683997">
            <w:pPr>
              <w:pStyle w:val="SIBulletList1"/>
              <w:rPr>
                <w:rFonts w:eastAsia="Calibri"/>
              </w:rPr>
            </w:pPr>
            <w:r w:rsidRPr="00CC3368">
              <w:t xml:space="preserve">Measure, estimate and calculate quantity, weight, volume, ratio, and temperature </w:t>
            </w:r>
          </w:p>
        </w:tc>
      </w:tr>
    </w:tbl>
    <w:p w14:paraId="58315846" w14:textId="44A6E103" w:rsidR="00916CD7" w:rsidRDefault="00916CD7" w:rsidP="005F771F">
      <w:pPr>
        <w:pStyle w:val="SIText"/>
      </w:pPr>
    </w:p>
    <w:p w14:paraId="5113050F" w14:textId="77777777" w:rsidR="00FA2180" w:rsidRDefault="00FA2180" w:rsidP="005F771F">
      <w:pPr>
        <w:pStyle w:val="SIText"/>
      </w:pPr>
    </w:p>
    <w:p w14:paraId="362BBBE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E25639" w14:textId="77777777" w:rsidTr="00F33FF2">
        <w:tc>
          <w:tcPr>
            <w:tcW w:w="5000" w:type="pct"/>
            <w:gridSpan w:val="4"/>
          </w:tcPr>
          <w:p w14:paraId="46D3D013" w14:textId="77777777" w:rsidR="00F1480E" w:rsidRPr="005404CB" w:rsidRDefault="00FD557D" w:rsidP="005404CB">
            <w:pPr>
              <w:pStyle w:val="SIHeading2"/>
            </w:pPr>
            <w:r w:rsidRPr="00923720">
              <w:t>U</w:t>
            </w:r>
            <w:r w:rsidRPr="005404CB">
              <w:t>nit Mapping Information</w:t>
            </w:r>
          </w:p>
        </w:tc>
      </w:tr>
      <w:tr w:rsidR="00F1480E" w14:paraId="371DA478" w14:textId="77777777" w:rsidTr="00F33FF2">
        <w:tc>
          <w:tcPr>
            <w:tcW w:w="1028" w:type="pct"/>
          </w:tcPr>
          <w:p w14:paraId="7412A311" w14:textId="77777777" w:rsidR="00F1480E" w:rsidRPr="005404CB" w:rsidRDefault="00F1480E" w:rsidP="005404CB">
            <w:pPr>
              <w:pStyle w:val="SIText-Bold"/>
            </w:pPr>
            <w:r w:rsidRPr="00923720">
              <w:t>Code and title current version</w:t>
            </w:r>
          </w:p>
        </w:tc>
        <w:tc>
          <w:tcPr>
            <w:tcW w:w="1105" w:type="pct"/>
          </w:tcPr>
          <w:p w14:paraId="0A06C5A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0D86E1B" w14:textId="77777777" w:rsidR="00F1480E" w:rsidRPr="005404CB" w:rsidRDefault="00F1480E" w:rsidP="005404CB">
            <w:pPr>
              <w:pStyle w:val="SIText-Bold"/>
            </w:pPr>
            <w:r w:rsidRPr="00923720">
              <w:t>Comments</w:t>
            </w:r>
          </w:p>
        </w:tc>
        <w:tc>
          <w:tcPr>
            <w:tcW w:w="1616" w:type="pct"/>
          </w:tcPr>
          <w:p w14:paraId="4A04D9A0" w14:textId="77777777" w:rsidR="00F1480E" w:rsidRPr="005404CB" w:rsidRDefault="00F1480E" w:rsidP="005404CB">
            <w:pPr>
              <w:pStyle w:val="SIText-Bold"/>
            </w:pPr>
            <w:r w:rsidRPr="00923720">
              <w:t>Equivalence status</w:t>
            </w:r>
          </w:p>
        </w:tc>
      </w:tr>
      <w:tr w:rsidR="001D72DD" w14:paraId="03901309" w14:textId="77777777" w:rsidTr="00F33FF2">
        <w:tc>
          <w:tcPr>
            <w:tcW w:w="1028" w:type="pct"/>
          </w:tcPr>
          <w:p w14:paraId="1B3226A6" w14:textId="22ED0417" w:rsidR="001D72DD" w:rsidRPr="00A32116" w:rsidRDefault="00A32116" w:rsidP="00A32116">
            <w:pPr>
              <w:pStyle w:val="SIText"/>
            </w:pPr>
            <w:r w:rsidRPr="00A32116">
              <w:t>AHCPLY3</w:t>
            </w:r>
            <w:r w:rsidR="007424A1">
              <w:t>X3</w:t>
            </w:r>
            <w:r w:rsidRPr="00A32116">
              <w:t xml:space="preserve"> Clean and disinfect poultry production sheds</w:t>
            </w:r>
          </w:p>
        </w:tc>
        <w:tc>
          <w:tcPr>
            <w:tcW w:w="1105" w:type="pct"/>
          </w:tcPr>
          <w:p w14:paraId="6E0178EE" w14:textId="4A3E75D2" w:rsidR="001D72DD" w:rsidRPr="009C1437" w:rsidRDefault="00A32116" w:rsidP="00A32116">
            <w:pPr>
              <w:pStyle w:val="SIText"/>
            </w:pPr>
            <w:r w:rsidRPr="00A32116">
              <w:t>AHCPLY306 Clean and disinfect poultry production sheds</w:t>
            </w:r>
            <w:r>
              <w:t xml:space="preserve"> </w:t>
            </w:r>
          </w:p>
        </w:tc>
        <w:tc>
          <w:tcPr>
            <w:tcW w:w="1251" w:type="pct"/>
          </w:tcPr>
          <w:p w14:paraId="6339FD24" w14:textId="77777777" w:rsidR="00A444AB" w:rsidRPr="00911215" w:rsidRDefault="00A444AB" w:rsidP="00A444AB">
            <w:r w:rsidRPr="00911215">
              <w:t xml:space="preserve">Application updated </w:t>
            </w:r>
          </w:p>
          <w:p w14:paraId="42B13208" w14:textId="77777777" w:rsidR="00A444AB" w:rsidRPr="00911215" w:rsidRDefault="00A444AB" w:rsidP="00A444AB">
            <w:r w:rsidRPr="00911215">
              <w:t>Performance criteria added</w:t>
            </w:r>
            <w:r>
              <w:t xml:space="preserve">, removed </w:t>
            </w:r>
            <w:r w:rsidRPr="00911215">
              <w:t>or revised for clarity</w:t>
            </w:r>
          </w:p>
          <w:p w14:paraId="22D94296" w14:textId="77777777" w:rsidR="00A444AB" w:rsidRPr="00911215" w:rsidRDefault="00A444AB" w:rsidP="00A444AB">
            <w:r w:rsidRPr="00911215">
              <w:t>Foundation Skills added</w:t>
            </w:r>
          </w:p>
          <w:p w14:paraId="49893F5E" w14:textId="0704AF28" w:rsidR="001D72DD" w:rsidRPr="001D72DD" w:rsidRDefault="00A444AB" w:rsidP="00683997">
            <w:r w:rsidRPr="00911215">
              <w:t>Performance Evidence, Knowledge Evidence and Assessment Conditions updated</w:t>
            </w:r>
          </w:p>
        </w:tc>
        <w:tc>
          <w:tcPr>
            <w:tcW w:w="1616" w:type="pct"/>
          </w:tcPr>
          <w:p w14:paraId="3150CB32" w14:textId="593AE7BB" w:rsidR="001D72DD" w:rsidRPr="001D72DD" w:rsidRDefault="00A32116" w:rsidP="001D72DD">
            <w:pPr>
              <w:pStyle w:val="SIText"/>
            </w:pPr>
            <w:r>
              <w:t>Not e</w:t>
            </w:r>
            <w:r w:rsidR="002E1BF8">
              <w:t>quivalent</w:t>
            </w:r>
          </w:p>
        </w:tc>
      </w:tr>
    </w:tbl>
    <w:p w14:paraId="558144D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255AE48" w14:textId="77777777" w:rsidTr="00CA2922">
        <w:tc>
          <w:tcPr>
            <w:tcW w:w="1396" w:type="pct"/>
            <w:shd w:val="clear" w:color="auto" w:fill="auto"/>
          </w:tcPr>
          <w:p w14:paraId="5B39E130" w14:textId="77777777" w:rsidR="00F1480E" w:rsidRPr="005404CB" w:rsidRDefault="00FD557D" w:rsidP="005404CB">
            <w:pPr>
              <w:pStyle w:val="SIHeading2"/>
            </w:pPr>
            <w:r w:rsidRPr="00CC451E">
              <w:t>L</w:t>
            </w:r>
            <w:r w:rsidRPr="005404CB">
              <w:t>inks</w:t>
            </w:r>
          </w:p>
        </w:tc>
        <w:tc>
          <w:tcPr>
            <w:tcW w:w="3604" w:type="pct"/>
            <w:shd w:val="clear" w:color="auto" w:fill="auto"/>
          </w:tcPr>
          <w:p w14:paraId="26EECDB0" w14:textId="43D8E718" w:rsidR="00D077F8" w:rsidRPr="005404CB" w:rsidRDefault="00520E9A" w:rsidP="005404CB">
            <w:pPr>
              <w:pStyle w:val="SIText"/>
            </w:pPr>
            <w:r>
              <w:t xml:space="preserve">Companion Volumes, including Implementation </w:t>
            </w:r>
            <w:r w:rsidR="00346FDC" w:rsidRPr="005404CB">
              <w:t xml:space="preserve">Guides, are available at VETNet: </w:t>
            </w:r>
            <w:hyperlink r:id="rId11" w:history="1">
              <w:r w:rsidR="006A50B7" w:rsidRPr="006A50B7">
                <w:t>https://vetnet.gov.au/Pages/TrainingDocs.aspx?q=c6399549-9c62-4a5e-bf1a-524b2322cf72</w:t>
              </w:r>
            </w:hyperlink>
          </w:p>
        </w:tc>
      </w:tr>
    </w:tbl>
    <w:p w14:paraId="1C0BD5BA" w14:textId="77777777" w:rsidR="00F1480E" w:rsidRDefault="00F1480E" w:rsidP="005F771F">
      <w:pPr>
        <w:pStyle w:val="SIText"/>
      </w:pPr>
    </w:p>
    <w:p w14:paraId="0D1304A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846ECD8" w14:textId="77777777" w:rsidTr="00113678">
        <w:trPr>
          <w:tblHeader/>
        </w:trPr>
        <w:tc>
          <w:tcPr>
            <w:tcW w:w="1478" w:type="pct"/>
            <w:shd w:val="clear" w:color="auto" w:fill="auto"/>
          </w:tcPr>
          <w:p w14:paraId="2DA76553"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9E6DA07" w14:textId="3E26E36A" w:rsidR="00556C4C" w:rsidRPr="005404CB" w:rsidRDefault="00556C4C" w:rsidP="005404CB">
            <w:pPr>
              <w:pStyle w:val="SIUnittitle"/>
            </w:pPr>
            <w:r w:rsidRPr="00F56827">
              <w:t xml:space="preserve">Assessment requirements for </w:t>
            </w:r>
            <w:r w:rsidR="009A477C" w:rsidRPr="009A477C">
              <w:t>AHCPLY3</w:t>
            </w:r>
            <w:r w:rsidR="007424A1">
              <w:t>X3</w:t>
            </w:r>
            <w:r w:rsidR="009A477C" w:rsidRPr="009A477C">
              <w:t xml:space="preserve"> Clean and disinfect poultry production sheds</w:t>
            </w:r>
          </w:p>
        </w:tc>
      </w:tr>
      <w:tr w:rsidR="00556C4C" w:rsidRPr="00A55106" w14:paraId="17F6B96C" w14:textId="77777777" w:rsidTr="00113678">
        <w:trPr>
          <w:tblHeader/>
        </w:trPr>
        <w:tc>
          <w:tcPr>
            <w:tcW w:w="5000" w:type="pct"/>
            <w:gridSpan w:val="2"/>
            <w:shd w:val="clear" w:color="auto" w:fill="auto"/>
          </w:tcPr>
          <w:p w14:paraId="53F92469" w14:textId="77777777" w:rsidR="00556C4C" w:rsidRPr="005404CB" w:rsidRDefault="00D71E43" w:rsidP="005404CB">
            <w:pPr>
              <w:pStyle w:val="SIHeading2"/>
            </w:pPr>
            <w:r>
              <w:t>Performance E</w:t>
            </w:r>
            <w:r w:rsidRPr="005404CB">
              <w:t>vidence</w:t>
            </w:r>
          </w:p>
        </w:tc>
      </w:tr>
      <w:tr w:rsidR="00556C4C" w:rsidRPr="00067E1C" w14:paraId="6991C971" w14:textId="77777777" w:rsidTr="00113678">
        <w:tc>
          <w:tcPr>
            <w:tcW w:w="5000" w:type="pct"/>
            <w:gridSpan w:val="2"/>
            <w:shd w:val="clear" w:color="auto" w:fill="auto"/>
          </w:tcPr>
          <w:p w14:paraId="6F341F93" w14:textId="77777777" w:rsidR="0026394F" w:rsidRPr="00683997" w:rsidRDefault="006E42FE" w:rsidP="00CC3368">
            <w:pPr>
              <w:pStyle w:val="SIText"/>
            </w:pPr>
            <w:r w:rsidRPr="00683997">
              <w:t>An individual demonstrating competency</w:t>
            </w:r>
            <w:r w:rsidR="00717385" w:rsidRPr="00683997">
              <w:t xml:space="preserve"> must satisfy all of the elements and </w:t>
            </w:r>
            <w:r w:rsidRPr="00683997">
              <w:t xml:space="preserve">performance criteria </w:t>
            </w:r>
            <w:r w:rsidR="00717385" w:rsidRPr="00683997">
              <w:t>in</w:t>
            </w:r>
            <w:r w:rsidRPr="00683997">
              <w:t xml:space="preserve"> this unit. </w:t>
            </w:r>
          </w:p>
          <w:p w14:paraId="3DAC4536" w14:textId="77777777" w:rsidR="0026394F" w:rsidRPr="00CC3368" w:rsidRDefault="0026394F" w:rsidP="00CC3368">
            <w:pPr>
              <w:pStyle w:val="SIText"/>
            </w:pPr>
          </w:p>
          <w:p w14:paraId="297E86F9" w14:textId="18285C25" w:rsidR="00E17CA8" w:rsidRPr="00683997" w:rsidRDefault="00E17CA8" w:rsidP="00683997">
            <w:pPr>
              <w:pStyle w:val="SIText"/>
            </w:pPr>
            <w:r w:rsidRPr="00683997">
              <w:t xml:space="preserve">There must be evidence that the individual has safely and efficiently cleaned and sanitised at least </w:t>
            </w:r>
            <w:r w:rsidR="00854053" w:rsidRPr="00683997">
              <w:t xml:space="preserve">two </w:t>
            </w:r>
            <w:r w:rsidRPr="00683997">
              <w:t xml:space="preserve">different poultry sheds. Each shed is to be at least </w:t>
            </w:r>
            <w:r w:rsidR="00854053" w:rsidRPr="00683997">
              <w:t xml:space="preserve">20 </w:t>
            </w:r>
            <w:r w:rsidRPr="00683997">
              <w:t xml:space="preserve">square metres. </w:t>
            </w:r>
          </w:p>
          <w:p w14:paraId="341D17D0" w14:textId="77777777" w:rsidR="00E17CA8" w:rsidRDefault="00E17CA8" w:rsidP="00E17CA8">
            <w:pPr>
              <w:pStyle w:val="SIText"/>
              <w:rPr>
                <w:rStyle w:val="SITemporaryText-blue"/>
              </w:rPr>
            </w:pPr>
          </w:p>
          <w:p w14:paraId="760CCFFA" w14:textId="0EECF91A" w:rsidR="00E17CA8" w:rsidRPr="00683997" w:rsidRDefault="00E17CA8" w:rsidP="00683997">
            <w:pPr>
              <w:pStyle w:val="SIText"/>
            </w:pPr>
            <w:r w:rsidRPr="00683997">
              <w:t>For each shed, the individual must have, according to enterprise requirements:</w:t>
            </w:r>
          </w:p>
          <w:p w14:paraId="64939BA2" w14:textId="5855817B" w:rsidR="00E17CA8" w:rsidRPr="00683997" w:rsidRDefault="00E17CA8" w:rsidP="00CC3368">
            <w:pPr>
              <w:pStyle w:val="SIBulletList1"/>
            </w:pPr>
            <w:r w:rsidRPr="00683997">
              <w:t xml:space="preserve">confirmed and applied enterprise health and safety, biosecurity and environmental protection procedures related to </w:t>
            </w:r>
            <w:r w:rsidR="000D397E" w:rsidRPr="00683997">
              <w:t xml:space="preserve">cleaning and disinfecting </w:t>
            </w:r>
            <w:r w:rsidRPr="00683997">
              <w:t xml:space="preserve">poultry shed </w:t>
            </w:r>
          </w:p>
          <w:p w14:paraId="6412A70C" w14:textId="6AB84BB3" w:rsidR="00854053" w:rsidRPr="00683997" w:rsidRDefault="00854053" w:rsidP="00CC3368">
            <w:pPr>
              <w:pStyle w:val="SIBulletList1"/>
            </w:pPr>
            <w:r w:rsidRPr="00CC3368">
              <w:t>confirmed sheds being cleaned, scope of work and cleaning methods, and created cleaning plan</w:t>
            </w:r>
          </w:p>
          <w:p w14:paraId="15F8EE73" w14:textId="77777777" w:rsidR="00E17CA8" w:rsidRPr="00683997" w:rsidRDefault="00E17CA8" w:rsidP="00CC3368">
            <w:pPr>
              <w:pStyle w:val="SIBulletList1"/>
            </w:pPr>
            <w:r w:rsidRPr="00683997">
              <w:t>followed personal hygiene requirements</w:t>
            </w:r>
          </w:p>
          <w:p w14:paraId="09E080AE" w14:textId="28E41752" w:rsidR="00E17CA8" w:rsidRPr="00683997" w:rsidRDefault="00E17CA8" w:rsidP="00CC3368">
            <w:pPr>
              <w:pStyle w:val="SIBulletList1"/>
            </w:pPr>
            <w:r w:rsidRPr="00683997">
              <w:t xml:space="preserve">identified at least two </w:t>
            </w:r>
            <w:r w:rsidR="00DC41A8" w:rsidRPr="00683997">
              <w:t xml:space="preserve">health and safety </w:t>
            </w:r>
            <w:r w:rsidRPr="00683997">
              <w:t>hazards, and assessed and controlled associated risks</w:t>
            </w:r>
          </w:p>
          <w:p w14:paraId="04B550F5" w14:textId="5DA03E87" w:rsidR="00E17CA8" w:rsidRPr="00683997" w:rsidRDefault="00E17CA8" w:rsidP="00CC3368">
            <w:pPr>
              <w:pStyle w:val="SIBulletList1"/>
            </w:pPr>
            <w:r w:rsidRPr="00683997">
              <w:t>selected, checked and correctly fitted appropriate personal protective equipment (PPE)</w:t>
            </w:r>
          </w:p>
          <w:p w14:paraId="01BDD2EC" w14:textId="29A65A20" w:rsidR="00DC41A8" w:rsidRPr="00683997" w:rsidRDefault="00DC41A8" w:rsidP="00CC3368">
            <w:pPr>
              <w:pStyle w:val="SIBulletList1"/>
            </w:pPr>
            <w:r w:rsidRPr="00683997">
              <w:t>identified at least two environmental hazards and assessed and controlled associated risks</w:t>
            </w:r>
          </w:p>
          <w:p w14:paraId="678BABAA" w14:textId="1E0C1B55" w:rsidR="00DC41A8" w:rsidRPr="00683997" w:rsidRDefault="00DC41A8" w:rsidP="00CC3368">
            <w:pPr>
              <w:pStyle w:val="SIBulletList1"/>
            </w:pPr>
            <w:r w:rsidRPr="00683997">
              <w:t>prepared to clean shed, including:</w:t>
            </w:r>
          </w:p>
          <w:p w14:paraId="1A54408E" w14:textId="568023F0" w:rsidR="00DC41A8" w:rsidRPr="00CC3368" w:rsidRDefault="00DC41A8" w:rsidP="00CC3368">
            <w:pPr>
              <w:pStyle w:val="SIBulletList2"/>
            </w:pPr>
            <w:r w:rsidRPr="00CC3368">
              <w:t>raised or removed shed equipment including feeders and drinkers</w:t>
            </w:r>
          </w:p>
          <w:p w14:paraId="0CEF85B5" w14:textId="63EF8187" w:rsidR="00DC41A8" w:rsidRPr="00CC3368" w:rsidRDefault="00DC41A8" w:rsidP="00CC3368">
            <w:pPr>
              <w:pStyle w:val="SIBulletList2"/>
            </w:pPr>
            <w:r w:rsidRPr="00CC3368">
              <w:t>protected electrical equipment to prevent</w:t>
            </w:r>
            <w:r w:rsidR="00E37815" w:rsidRPr="00CC3368">
              <w:t xml:space="preserve"> entry of</w:t>
            </w:r>
            <w:r w:rsidRPr="00CC3368">
              <w:t xml:space="preserve"> water</w:t>
            </w:r>
          </w:p>
          <w:p w14:paraId="4F87B397" w14:textId="77777777" w:rsidR="00E37815" w:rsidRPr="00CC3368" w:rsidRDefault="00E37815" w:rsidP="00CC3368">
            <w:pPr>
              <w:pStyle w:val="SIBulletList2"/>
            </w:pPr>
            <w:r w:rsidRPr="00CC3368">
              <w:t xml:space="preserve">selected, mixed and prepared cleaning agents </w:t>
            </w:r>
          </w:p>
          <w:p w14:paraId="51815ADA" w14:textId="039A3FA1" w:rsidR="00DC41A8" w:rsidRPr="00683997" w:rsidRDefault="00E37815" w:rsidP="00683997">
            <w:pPr>
              <w:pStyle w:val="SIBulletList1"/>
            </w:pPr>
            <w:r w:rsidRPr="00683997">
              <w:t>cleaned shed and shed equipment, including:</w:t>
            </w:r>
          </w:p>
          <w:p w14:paraId="306CC81A" w14:textId="779D98BC" w:rsidR="00DC41A8" w:rsidRPr="00CC3368" w:rsidRDefault="00E37815" w:rsidP="00CC3368">
            <w:pPr>
              <w:pStyle w:val="SIBulletList2"/>
            </w:pPr>
            <w:r w:rsidRPr="00CC3368">
              <w:t>feeders and drinkers</w:t>
            </w:r>
            <w:r w:rsidR="00854053" w:rsidRPr="00CC3368">
              <w:t>, and/or slats or nesting systems</w:t>
            </w:r>
          </w:p>
          <w:p w14:paraId="69266C1B" w14:textId="77A019B7" w:rsidR="00E37815" w:rsidRPr="00683997" w:rsidRDefault="00E37815" w:rsidP="00CC3368">
            <w:pPr>
              <w:pStyle w:val="SIBulletList2"/>
            </w:pPr>
            <w:r w:rsidRPr="00683997">
              <w:t>dry cleaned electrical equipment</w:t>
            </w:r>
          </w:p>
          <w:p w14:paraId="7727AB38" w14:textId="01FAB978" w:rsidR="0015232E" w:rsidRPr="00683997" w:rsidRDefault="0015232E" w:rsidP="00683997">
            <w:pPr>
              <w:pStyle w:val="SIBulletList2"/>
            </w:pPr>
            <w:r w:rsidRPr="00683997">
              <w:t>removed and disposed of waste materials</w:t>
            </w:r>
          </w:p>
          <w:p w14:paraId="66CD6632" w14:textId="77777777" w:rsidR="0015232E" w:rsidRPr="00CC3368" w:rsidRDefault="0015232E" w:rsidP="00CC3368">
            <w:pPr>
              <w:pStyle w:val="SIBulletList1"/>
            </w:pPr>
            <w:r w:rsidRPr="00CC3368">
              <w:t>sanitised, disinfected or fumigated sheds and shed equipment according to regulatory requirements, including:</w:t>
            </w:r>
          </w:p>
          <w:p w14:paraId="282414C2" w14:textId="22C8775A" w:rsidR="0015232E" w:rsidRPr="00CC3368" w:rsidRDefault="0015232E" w:rsidP="00CC3368">
            <w:pPr>
              <w:pStyle w:val="SIBulletList2"/>
            </w:pPr>
            <w:r w:rsidRPr="00CC3368">
              <w:t xml:space="preserve">sealed shed to minimise escape of </w:t>
            </w:r>
            <w:r w:rsidR="00854053" w:rsidRPr="00CC3368">
              <w:t>fumigant</w:t>
            </w:r>
            <w:r w:rsidRPr="00CC3368">
              <w:t xml:space="preserve"> as required</w:t>
            </w:r>
          </w:p>
          <w:p w14:paraId="42AB1129" w14:textId="35E9C37D" w:rsidR="0015232E" w:rsidRPr="00CC3368" w:rsidRDefault="0015232E" w:rsidP="00683997">
            <w:pPr>
              <w:pStyle w:val="SIBulletList2"/>
            </w:pPr>
            <w:r w:rsidRPr="00CC3368">
              <w:t xml:space="preserve">ventilated shed to remove unsafe remnants of disinfectant agents </w:t>
            </w:r>
          </w:p>
          <w:p w14:paraId="71A0EBD6" w14:textId="18EC58A0" w:rsidR="0015232E" w:rsidRPr="00683997" w:rsidRDefault="00827ED4" w:rsidP="00683997">
            <w:pPr>
              <w:pStyle w:val="SIBulletList2"/>
            </w:pPr>
            <w:r w:rsidRPr="00683997">
              <w:t>applied pest</w:t>
            </w:r>
            <w:r w:rsidR="00854053" w:rsidRPr="00683997">
              <w:t xml:space="preserve"> control </w:t>
            </w:r>
            <w:r w:rsidRPr="00683997">
              <w:t>measures as required</w:t>
            </w:r>
          </w:p>
          <w:p w14:paraId="3A523278" w14:textId="6565678B" w:rsidR="0015232E" w:rsidRPr="00683997" w:rsidRDefault="00827ED4" w:rsidP="00CC3368">
            <w:pPr>
              <w:pStyle w:val="SIBulletList1"/>
            </w:pPr>
            <w:r w:rsidRPr="00683997">
              <w:t>completed check of cleaning and disinfection against required work scope and standards</w:t>
            </w:r>
          </w:p>
          <w:p w14:paraId="7E423CFF" w14:textId="699FCA8E" w:rsidR="00827ED4" w:rsidRPr="00683997" w:rsidRDefault="00827ED4" w:rsidP="00CC3368">
            <w:pPr>
              <w:pStyle w:val="SIBulletList1"/>
            </w:pPr>
            <w:r w:rsidRPr="00683997">
              <w:t>safely and correctly stored or disposed of left over cleaning and/or disinfection agents</w:t>
            </w:r>
          </w:p>
          <w:p w14:paraId="45FF2DED" w14:textId="00BDA1F2" w:rsidR="005D28B0" w:rsidRPr="00D077F8" w:rsidRDefault="00827ED4" w:rsidP="00CC3368">
            <w:pPr>
              <w:pStyle w:val="SIBulletList1"/>
            </w:pPr>
            <w:r w:rsidRPr="00683997">
              <w:t>accurately completed records and/or reports</w:t>
            </w:r>
            <w:r w:rsidR="00C66189">
              <w:t>.</w:t>
            </w:r>
          </w:p>
        </w:tc>
      </w:tr>
    </w:tbl>
    <w:p w14:paraId="18E9E6EB"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362B05E" w14:textId="77777777" w:rsidTr="00CA2922">
        <w:trPr>
          <w:tblHeader/>
        </w:trPr>
        <w:tc>
          <w:tcPr>
            <w:tcW w:w="5000" w:type="pct"/>
            <w:shd w:val="clear" w:color="auto" w:fill="auto"/>
          </w:tcPr>
          <w:p w14:paraId="604C8A4E" w14:textId="77777777" w:rsidR="00F1480E" w:rsidRPr="005404CB" w:rsidRDefault="00D71E43" w:rsidP="005404CB">
            <w:pPr>
              <w:pStyle w:val="SIHeading2"/>
            </w:pPr>
            <w:r w:rsidRPr="002C55E9">
              <w:t>K</w:t>
            </w:r>
            <w:r w:rsidRPr="005404CB">
              <w:t>nowledge Evidence</w:t>
            </w:r>
          </w:p>
        </w:tc>
      </w:tr>
      <w:tr w:rsidR="00F1480E" w:rsidRPr="00067E1C" w14:paraId="6589FFE5" w14:textId="77777777" w:rsidTr="00CA2922">
        <w:tc>
          <w:tcPr>
            <w:tcW w:w="5000" w:type="pct"/>
            <w:shd w:val="clear" w:color="auto" w:fill="auto"/>
          </w:tcPr>
          <w:p w14:paraId="2C1504C7" w14:textId="77777777" w:rsidR="006E42FE" w:rsidRPr="00683997" w:rsidRDefault="006E42FE" w:rsidP="00C66189">
            <w:pPr>
              <w:pStyle w:val="SIText"/>
            </w:pPr>
            <w:r w:rsidRPr="00683997">
              <w:t>An individual must be able to demonstrate the knowledge required to perform the tasks outlined in the elements and performance criteria of this unit. This includes knowledge of:</w:t>
            </w:r>
          </w:p>
          <w:p w14:paraId="127AC0E6" w14:textId="33B057DB" w:rsidR="00C27F1F" w:rsidRPr="00683997" w:rsidRDefault="00C27F1F" w:rsidP="00C66189">
            <w:pPr>
              <w:pStyle w:val="SIBulletList1"/>
            </w:pPr>
            <w:r w:rsidRPr="00683997">
              <w:t xml:space="preserve">key features of state/territory legislation, regulations and codes of practice for worker health and safety, biosecurity and environment protection that apply to cleaning and disinfecting poultry sheds </w:t>
            </w:r>
          </w:p>
          <w:p w14:paraId="0A46F992" w14:textId="2681D85B" w:rsidR="00C27F1F" w:rsidRPr="00683997" w:rsidRDefault="00C27F1F" w:rsidP="00C66189">
            <w:pPr>
              <w:pStyle w:val="SIBulletList1"/>
            </w:pPr>
            <w:r w:rsidRPr="00683997">
              <w:t xml:space="preserve">enterprise procedures and requirements for worker health and safety, animal welfare, biosecurity and environment protection that apply to </w:t>
            </w:r>
            <w:r w:rsidR="008B10AA" w:rsidRPr="00683997">
              <w:t xml:space="preserve">cleaning and disinfecting poultry sheds </w:t>
            </w:r>
          </w:p>
          <w:p w14:paraId="6331A5E9" w14:textId="2FEEBF68" w:rsidR="00C27F1F" w:rsidRPr="00683997" w:rsidRDefault="00C27F1F" w:rsidP="00683997">
            <w:pPr>
              <w:pStyle w:val="SIBulletList1"/>
            </w:pPr>
            <w:r w:rsidRPr="00683997">
              <w:t xml:space="preserve">hazard identification, risk assessment and controls to minimise risks when </w:t>
            </w:r>
            <w:r w:rsidR="008B10AA" w:rsidRPr="00683997">
              <w:t xml:space="preserve">cleaning and disinfecting poultry sheds </w:t>
            </w:r>
          </w:p>
          <w:p w14:paraId="33A176D2" w14:textId="00DD4AA1" w:rsidR="00CF41F3" w:rsidRPr="00C66189" w:rsidRDefault="008B10AA" w:rsidP="00C66189">
            <w:pPr>
              <w:pStyle w:val="SIBulletList1"/>
            </w:pPr>
            <w:r w:rsidRPr="00C66189">
              <w:t xml:space="preserve">common </w:t>
            </w:r>
            <w:r w:rsidR="00CF41F3" w:rsidRPr="00C66189">
              <w:t xml:space="preserve">types of </w:t>
            </w:r>
            <w:r w:rsidRPr="00C66189">
              <w:t xml:space="preserve">poultry </w:t>
            </w:r>
            <w:r w:rsidR="00CF41F3" w:rsidRPr="00C66189">
              <w:t>sheds, machinery and equipment found in sheds</w:t>
            </w:r>
          </w:p>
          <w:p w14:paraId="54582809" w14:textId="77777777" w:rsidR="00CF41F3" w:rsidRPr="00C66189" w:rsidRDefault="00CF41F3" w:rsidP="00C66189">
            <w:pPr>
              <w:pStyle w:val="SIBulletList1"/>
            </w:pPr>
            <w:r w:rsidRPr="00C66189">
              <w:t>how to handle, raise or remove equipment in sheds</w:t>
            </w:r>
          </w:p>
          <w:p w14:paraId="5504C1A0" w14:textId="7552A65C" w:rsidR="00CF41F3" w:rsidRPr="00C66189" w:rsidRDefault="00CF41F3" w:rsidP="00C66189">
            <w:pPr>
              <w:pStyle w:val="SIBulletList1"/>
            </w:pPr>
            <w:r w:rsidRPr="00C66189">
              <w:t xml:space="preserve">methods of sealing or </w:t>
            </w:r>
            <w:r w:rsidR="00274E3E" w:rsidRPr="00C66189">
              <w:t xml:space="preserve">protecting </w:t>
            </w:r>
            <w:r w:rsidRPr="00C66189">
              <w:t>electrical or sensitive equipment to prevent entry of water</w:t>
            </w:r>
          </w:p>
          <w:p w14:paraId="32850798" w14:textId="235A611D" w:rsidR="00CF41F3" w:rsidRPr="00C66189" w:rsidRDefault="00CF41F3" w:rsidP="00C66189">
            <w:pPr>
              <w:pStyle w:val="SIBulletList1"/>
            </w:pPr>
            <w:r w:rsidRPr="00C66189">
              <w:t>methods for litter and manure removal</w:t>
            </w:r>
          </w:p>
          <w:p w14:paraId="34811E59" w14:textId="77777777" w:rsidR="00CF41F3" w:rsidRPr="00C66189" w:rsidRDefault="00CF41F3" w:rsidP="00C66189">
            <w:pPr>
              <w:pStyle w:val="SIBulletList1"/>
            </w:pPr>
            <w:r w:rsidRPr="00C66189">
              <w:t>methods for dry cleaning electrical equipment</w:t>
            </w:r>
          </w:p>
          <w:p w14:paraId="587604C9" w14:textId="26A254E7" w:rsidR="00CF41F3" w:rsidRPr="00C66189" w:rsidRDefault="00CF41F3" w:rsidP="00C66189">
            <w:pPr>
              <w:pStyle w:val="SIBulletList1"/>
            </w:pPr>
            <w:r w:rsidRPr="00C66189">
              <w:t>procedure</w:t>
            </w:r>
            <w:r w:rsidR="00274E3E" w:rsidRPr="00C66189">
              <w:t>s</w:t>
            </w:r>
            <w:r w:rsidRPr="00C66189">
              <w:t xml:space="preserve"> for dry or wet cleaning sheds and </w:t>
            </w:r>
            <w:r w:rsidR="00274E3E" w:rsidRPr="00C66189">
              <w:t xml:space="preserve">shed </w:t>
            </w:r>
            <w:r w:rsidRPr="00C66189">
              <w:t>equipment</w:t>
            </w:r>
          </w:p>
          <w:p w14:paraId="42A285A9" w14:textId="67F8E20E" w:rsidR="00CF41F3" w:rsidRPr="00CF41F3" w:rsidRDefault="00CF41F3" w:rsidP="00CF41F3">
            <w:pPr>
              <w:pStyle w:val="SIBulletList1"/>
            </w:pPr>
          </w:p>
          <w:p w14:paraId="6FEE7AC9" w14:textId="687F2617" w:rsidR="00CF41F3" w:rsidRPr="00C66189" w:rsidRDefault="00CF41F3" w:rsidP="00C66189">
            <w:pPr>
              <w:pStyle w:val="SIBulletList1"/>
            </w:pPr>
            <w:r w:rsidRPr="00C66189">
              <w:t xml:space="preserve">equipment and machinery used for </w:t>
            </w:r>
            <w:r w:rsidR="008B10AA" w:rsidRPr="00C66189">
              <w:t xml:space="preserve">poultry </w:t>
            </w:r>
            <w:r w:rsidRPr="00C66189">
              <w:t xml:space="preserve">shed cleaning and disinfection, </w:t>
            </w:r>
            <w:r w:rsidR="008B10AA" w:rsidRPr="00C66189">
              <w:t xml:space="preserve">including </w:t>
            </w:r>
            <w:r w:rsidRPr="00C66189">
              <w:t>its operation, maintenance and storage</w:t>
            </w:r>
          </w:p>
          <w:p w14:paraId="2AE95B6B" w14:textId="2A6B4821" w:rsidR="00CF41F3" w:rsidRPr="00C66189" w:rsidRDefault="000C0B37" w:rsidP="00C66189">
            <w:pPr>
              <w:pStyle w:val="SIBulletList1"/>
            </w:pPr>
            <w:r w:rsidRPr="00C66189">
              <w:t xml:space="preserve">enterprise requirements, </w:t>
            </w:r>
            <w:r w:rsidR="00CF41F3" w:rsidRPr="00C66189">
              <w:t xml:space="preserve">methods </w:t>
            </w:r>
            <w:r w:rsidRPr="00C66189">
              <w:t xml:space="preserve">and procedures for </w:t>
            </w:r>
            <w:r w:rsidR="00CF41F3" w:rsidRPr="00C66189">
              <w:t xml:space="preserve">disposal of </w:t>
            </w:r>
            <w:r w:rsidR="00274E3E" w:rsidRPr="00C66189">
              <w:t xml:space="preserve">poultry </w:t>
            </w:r>
            <w:r w:rsidR="00CF41F3" w:rsidRPr="00C66189">
              <w:t>waste</w:t>
            </w:r>
          </w:p>
          <w:p w14:paraId="5564EF03" w14:textId="4BB38585" w:rsidR="00CF41F3" w:rsidRPr="00C66189" w:rsidRDefault="00CF41F3" w:rsidP="00C66189">
            <w:pPr>
              <w:pStyle w:val="SIBulletList1"/>
            </w:pPr>
            <w:r w:rsidRPr="00C66189">
              <w:t>cleaning, maintenance and servicing of filters, drinker lines</w:t>
            </w:r>
            <w:r w:rsidR="00274E3E" w:rsidRPr="00C66189">
              <w:t xml:space="preserve"> and</w:t>
            </w:r>
            <w:r w:rsidR="00DC2676" w:rsidRPr="00C66189">
              <w:t xml:space="preserve"> </w:t>
            </w:r>
            <w:r w:rsidRPr="00C66189">
              <w:t>tanks</w:t>
            </w:r>
            <w:r w:rsidR="00DC2676" w:rsidRPr="00C66189">
              <w:t xml:space="preserve"> </w:t>
            </w:r>
            <w:r w:rsidR="000C0B37" w:rsidRPr="00C66189">
              <w:t>used in poultry production</w:t>
            </w:r>
          </w:p>
          <w:p w14:paraId="1C322973" w14:textId="41161C27" w:rsidR="00CF41F3" w:rsidRPr="00CF41F3" w:rsidRDefault="000C0B37" w:rsidP="00C66189">
            <w:pPr>
              <w:pStyle w:val="SIBulletList1"/>
            </w:pPr>
            <w:r w:rsidRPr="00C66189">
              <w:t>regulatory and enterprise requirements for storage,</w:t>
            </w:r>
            <w:r w:rsidR="0075022D" w:rsidRPr="00C66189">
              <w:t xml:space="preserve"> </w:t>
            </w:r>
            <w:r w:rsidR="00CF41F3" w:rsidRPr="00C66189">
              <w:t xml:space="preserve">handling and application of insecticides, sanitisers, disinfectants and fumigants </w:t>
            </w:r>
          </w:p>
          <w:p w14:paraId="53B57D75" w14:textId="77777777" w:rsidR="00CF41F3" w:rsidRPr="00C66189" w:rsidRDefault="00CF41F3" w:rsidP="00C66189">
            <w:pPr>
              <w:pStyle w:val="SIBulletList1"/>
            </w:pPr>
            <w:r w:rsidRPr="00C66189">
              <w:t>environmental impacts and controls of cleaning and fumigating sheds</w:t>
            </w:r>
          </w:p>
          <w:p w14:paraId="1490DA75" w14:textId="2874E334" w:rsidR="006526FB" w:rsidRPr="00683997" w:rsidRDefault="006526FB" w:rsidP="00C66189">
            <w:pPr>
              <w:pStyle w:val="SIBulletList1"/>
            </w:pPr>
            <w:r w:rsidRPr="00C66189">
              <w:lastRenderedPageBreak/>
              <w:t>chemical spillage management, including safety equipment and clothing requirements</w:t>
            </w:r>
          </w:p>
          <w:p w14:paraId="76B3A9E7" w14:textId="78C0BF77" w:rsidR="0075022D" w:rsidRPr="00D077F8" w:rsidRDefault="0075022D" w:rsidP="00C66189">
            <w:pPr>
              <w:pStyle w:val="SIBulletList1"/>
            </w:pPr>
            <w:r w:rsidRPr="00683997">
              <w:t>regulatory and enterprise documentation, records and reports required for cleaning and sanitising poultry sheds and equipment</w:t>
            </w:r>
            <w:r w:rsidR="00C66189">
              <w:t>.</w:t>
            </w:r>
          </w:p>
        </w:tc>
      </w:tr>
    </w:tbl>
    <w:p w14:paraId="7A2AF37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0B0AA4" w14:textId="77777777" w:rsidTr="00CA2922">
        <w:trPr>
          <w:tblHeader/>
        </w:trPr>
        <w:tc>
          <w:tcPr>
            <w:tcW w:w="5000" w:type="pct"/>
            <w:shd w:val="clear" w:color="auto" w:fill="auto"/>
          </w:tcPr>
          <w:p w14:paraId="5CCC19EA" w14:textId="77777777" w:rsidR="00F1480E" w:rsidRPr="005404CB" w:rsidRDefault="00D71E43" w:rsidP="005404CB">
            <w:pPr>
              <w:pStyle w:val="SIHeading2"/>
            </w:pPr>
            <w:r w:rsidRPr="002C55E9">
              <w:t>A</w:t>
            </w:r>
            <w:r w:rsidRPr="005404CB">
              <w:t>ssessment Conditions</w:t>
            </w:r>
          </w:p>
        </w:tc>
      </w:tr>
      <w:tr w:rsidR="00F1480E" w:rsidRPr="00A55106" w14:paraId="3268B957" w14:textId="77777777" w:rsidTr="00CA2922">
        <w:tc>
          <w:tcPr>
            <w:tcW w:w="5000" w:type="pct"/>
            <w:shd w:val="clear" w:color="auto" w:fill="auto"/>
          </w:tcPr>
          <w:p w14:paraId="2A04BF1F" w14:textId="3981A5F1" w:rsidR="00D502BC" w:rsidRPr="00C66189" w:rsidRDefault="00D502BC" w:rsidP="00683997">
            <w:pPr>
              <w:pStyle w:val="SIText"/>
            </w:pPr>
            <w:r w:rsidRPr="00C66189">
              <w:t>Assessment of the skills in this unit of competency must take place under the following conditions:</w:t>
            </w:r>
          </w:p>
          <w:p w14:paraId="3DC7EF5C" w14:textId="1DBE13E5" w:rsidR="006526FB" w:rsidRPr="00C66189" w:rsidRDefault="006526FB" w:rsidP="00683997">
            <w:pPr>
              <w:pStyle w:val="SIText"/>
            </w:pPr>
          </w:p>
          <w:p w14:paraId="28D6A959" w14:textId="77777777" w:rsidR="006526FB" w:rsidRPr="00683997" w:rsidRDefault="006526FB" w:rsidP="00C66189">
            <w:pPr>
              <w:pStyle w:val="SIBulletList1"/>
            </w:pPr>
            <w:r w:rsidRPr="00683997">
              <w:t>physical conditions:</w:t>
            </w:r>
          </w:p>
          <w:p w14:paraId="4E2B8117" w14:textId="77777777" w:rsidR="006526FB" w:rsidRPr="00683997" w:rsidRDefault="006526FB" w:rsidP="00C66189">
            <w:pPr>
              <w:pStyle w:val="SIBulletList2"/>
            </w:pPr>
            <w:r w:rsidRPr="00683997">
              <w:t>a commercial poultry production site or an environment that accurately represents workplace conditions</w:t>
            </w:r>
          </w:p>
          <w:p w14:paraId="76042D50" w14:textId="77777777" w:rsidR="006526FB" w:rsidRPr="00683997" w:rsidRDefault="006526FB" w:rsidP="00C66189">
            <w:pPr>
              <w:pStyle w:val="SIBulletList1"/>
            </w:pPr>
            <w:r w:rsidRPr="00683997">
              <w:t>resources, equipment and materials:</w:t>
            </w:r>
          </w:p>
          <w:p w14:paraId="78F18F31" w14:textId="29209DA2" w:rsidR="006526FB" w:rsidRPr="00683997" w:rsidRDefault="006526FB" w:rsidP="00C66189">
            <w:pPr>
              <w:pStyle w:val="SIBulletList2"/>
            </w:pPr>
            <w:r w:rsidRPr="00683997">
              <w:t>poultry production sheds, materials, resources, tools and equipment, including PPE specified in the performance evidence</w:t>
            </w:r>
          </w:p>
          <w:p w14:paraId="660F3499" w14:textId="77777777" w:rsidR="006526FB" w:rsidRPr="00683997" w:rsidRDefault="006526FB" w:rsidP="00C66189">
            <w:pPr>
              <w:pStyle w:val="SIBulletList1"/>
            </w:pPr>
            <w:r w:rsidRPr="00683997">
              <w:t>specifications:</w:t>
            </w:r>
          </w:p>
          <w:p w14:paraId="7061BDB3" w14:textId="2F256FCB" w:rsidR="006526FB" w:rsidRPr="00683997" w:rsidRDefault="006526FB" w:rsidP="00C66189">
            <w:pPr>
              <w:pStyle w:val="SIBulletList2"/>
            </w:pPr>
            <w:r w:rsidRPr="00683997">
              <w:t xml:space="preserve">enterprise health and safety, biosecurity and environmental protection procedures for the activities specified in the performance evidence </w:t>
            </w:r>
          </w:p>
          <w:p w14:paraId="70B78059" w14:textId="77777777" w:rsidR="006526FB" w:rsidRPr="00683997" w:rsidRDefault="006526FB" w:rsidP="00683997">
            <w:pPr>
              <w:pStyle w:val="SIBulletList2"/>
              <w:numPr>
                <w:ilvl w:val="0"/>
                <w:numId w:val="0"/>
              </w:numPr>
              <w:ind w:left="714"/>
            </w:pPr>
          </w:p>
          <w:p w14:paraId="4AC3CE24" w14:textId="77777777" w:rsidR="006526FB" w:rsidRPr="00683997" w:rsidRDefault="006526FB" w:rsidP="00683997">
            <w:pPr>
              <w:pStyle w:val="SIText"/>
            </w:pPr>
            <w:r w:rsidRPr="00683997">
              <w:t>Assessors of this unit must satisfy the requirements for assessors in applicable vocational education and training legislation, frameworks and/or standards.</w:t>
            </w:r>
          </w:p>
          <w:p w14:paraId="216B74B3" w14:textId="540E13CE" w:rsidR="00D077F8" w:rsidRPr="005404CB" w:rsidRDefault="00D077F8">
            <w:pPr>
              <w:pStyle w:val="SIBulletList2"/>
              <w:numPr>
                <w:ilvl w:val="0"/>
                <w:numId w:val="0"/>
              </w:numPr>
              <w:rPr>
                <w:rFonts w:eastAsia="Calibri"/>
              </w:rPr>
            </w:pPr>
          </w:p>
        </w:tc>
      </w:tr>
    </w:tbl>
    <w:p w14:paraId="769B0EE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784B3CB" w14:textId="77777777" w:rsidTr="004679E3">
        <w:tc>
          <w:tcPr>
            <w:tcW w:w="990" w:type="pct"/>
            <w:shd w:val="clear" w:color="auto" w:fill="auto"/>
          </w:tcPr>
          <w:p w14:paraId="35988F83" w14:textId="77777777" w:rsidR="00F1480E" w:rsidRPr="005404CB" w:rsidRDefault="00D71E43" w:rsidP="005404CB">
            <w:pPr>
              <w:pStyle w:val="SIHeading2"/>
            </w:pPr>
            <w:r w:rsidRPr="002C55E9">
              <w:t>L</w:t>
            </w:r>
            <w:r w:rsidRPr="005404CB">
              <w:t>inks</w:t>
            </w:r>
          </w:p>
        </w:tc>
        <w:tc>
          <w:tcPr>
            <w:tcW w:w="4010" w:type="pct"/>
            <w:shd w:val="clear" w:color="auto" w:fill="auto"/>
          </w:tcPr>
          <w:p w14:paraId="2D6ADBF3" w14:textId="3C346DBC" w:rsidR="00D077F8" w:rsidRPr="005404CB" w:rsidRDefault="002970C3" w:rsidP="005404CB">
            <w:pPr>
              <w:pStyle w:val="SIText"/>
            </w:pPr>
            <w:r>
              <w:t xml:space="preserve">Companion Volumes, including Implementation </w:t>
            </w:r>
            <w:r w:rsidR="00346FDC" w:rsidRPr="005404CB">
              <w:t>Guides, are available at VETNet:</w:t>
            </w:r>
            <w:r w:rsidR="00AB26C8" w:rsidRPr="00AF61F0">
              <w:t xml:space="preserve"> </w:t>
            </w:r>
            <w:hyperlink r:id="rId12" w:history="1">
              <w:r w:rsidR="00AB26C8" w:rsidRPr="00AB26C8">
                <w:t>https://vetnet.gov.au/Pages/TrainingDocs.aspx?q=c6399549-9c62-4a5e-bf1a-524b2322cf72</w:t>
              </w:r>
            </w:hyperlink>
          </w:p>
        </w:tc>
      </w:tr>
    </w:tbl>
    <w:p w14:paraId="38F26DA1"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AF348" w14:textId="77777777" w:rsidR="00941E94" w:rsidRDefault="00941E94" w:rsidP="00BF3F0A">
      <w:r>
        <w:separator/>
      </w:r>
    </w:p>
    <w:p w14:paraId="7723C4EE" w14:textId="77777777" w:rsidR="00941E94" w:rsidRDefault="00941E94"/>
  </w:endnote>
  <w:endnote w:type="continuationSeparator" w:id="0">
    <w:p w14:paraId="610D31C8" w14:textId="77777777" w:rsidR="00941E94" w:rsidRDefault="00941E94" w:rsidP="00BF3F0A">
      <w:r>
        <w:continuationSeparator/>
      </w:r>
    </w:p>
    <w:p w14:paraId="523BA351" w14:textId="77777777" w:rsidR="00941E94" w:rsidRDefault="00941E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74649BAF"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1E0849" w:rsidRPr="005404CB">
          <w:t>1</w:t>
        </w:r>
        <w:r w:rsidRPr="000754EC">
          <w:fldChar w:fldCharType="end"/>
        </w:r>
      </w:p>
      <w:p w14:paraId="52B57418"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1633AFBD"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41C5B" w14:textId="77777777" w:rsidR="00941E94" w:rsidRDefault="00941E94" w:rsidP="00BF3F0A">
      <w:r>
        <w:separator/>
      </w:r>
    </w:p>
    <w:p w14:paraId="7CE0A197" w14:textId="77777777" w:rsidR="00941E94" w:rsidRDefault="00941E94"/>
  </w:footnote>
  <w:footnote w:type="continuationSeparator" w:id="0">
    <w:p w14:paraId="40B23356" w14:textId="77777777" w:rsidR="00941E94" w:rsidRDefault="00941E94" w:rsidP="00BF3F0A">
      <w:r>
        <w:continuationSeparator/>
      </w:r>
    </w:p>
    <w:p w14:paraId="0F68371F" w14:textId="77777777" w:rsidR="00941E94" w:rsidRDefault="00941E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3B27F" w14:textId="10F0260F" w:rsidR="009C2650" w:rsidRPr="000754EC" w:rsidRDefault="00941E94" w:rsidP="00146EEC">
    <w:pPr>
      <w:pStyle w:val="SIText"/>
    </w:pPr>
    <w:sdt>
      <w:sdtPr>
        <w:id w:val="1062063575"/>
        <w:docPartObj>
          <w:docPartGallery w:val="Watermarks"/>
          <w:docPartUnique/>
        </w:docPartObj>
      </w:sdtPr>
      <w:sdtEndPr/>
      <w:sdtContent>
        <w:r>
          <w:pict w14:anchorId="4AB49E6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A477C" w:rsidRPr="009A477C">
      <w:t xml:space="preserve"> AHCPLY3</w:t>
    </w:r>
    <w:r w:rsidR="007424A1">
      <w:t>X3</w:t>
    </w:r>
    <w:r w:rsidR="009A477C" w:rsidRPr="009A477C">
      <w:t xml:space="preserve"> Clean and disinfect poultry production sheds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C6004"/>
    <w:multiLevelType w:val="multilevel"/>
    <w:tmpl w:val="91FC181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4D67AB"/>
    <w:multiLevelType w:val="multilevel"/>
    <w:tmpl w:val="CED8CD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15:restartNumberingAfterBreak="0">
    <w:nsid w:val="153719CE"/>
    <w:multiLevelType w:val="multilevel"/>
    <w:tmpl w:val="5B6CAC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2B6B13"/>
    <w:multiLevelType w:val="multilevel"/>
    <w:tmpl w:val="190E81E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674BD6"/>
    <w:multiLevelType w:val="multilevel"/>
    <w:tmpl w:val="1DAA66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9E654D"/>
    <w:multiLevelType w:val="multilevel"/>
    <w:tmpl w:val="F9CCAE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B56343"/>
    <w:multiLevelType w:val="multilevel"/>
    <w:tmpl w:val="83DAA70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47728F"/>
    <w:multiLevelType w:val="multilevel"/>
    <w:tmpl w:val="6CAA11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2606890"/>
    <w:multiLevelType w:val="multilevel"/>
    <w:tmpl w:val="470AB9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8A3A29"/>
    <w:multiLevelType w:val="multilevel"/>
    <w:tmpl w:val="0F8601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2B6F0A"/>
    <w:multiLevelType w:val="multilevel"/>
    <w:tmpl w:val="53C8807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853EB7"/>
    <w:multiLevelType w:val="multilevel"/>
    <w:tmpl w:val="732601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31E607A9"/>
    <w:multiLevelType w:val="multilevel"/>
    <w:tmpl w:val="15C8D7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28D1741"/>
    <w:multiLevelType w:val="multilevel"/>
    <w:tmpl w:val="7E0623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A94C91"/>
    <w:multiLevelType w:val="multilevel"/>
    <w:tmpl w:val="46C8C6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F19A0"/>
    <w:multiLevelType w:val="multilevel"/>
    <w:tmpl w:val="858491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C1735E"/>
    <w:multiLevelType w:val="multilevel"/>
    <w:tmpl w:val="73C24D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8F26922"/>
    <w:multiLevelType w:val="multilevel"/>
    <w:tmpl w:val="00B6AE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AC1231"/>
    <w:multiLevelType w:val="multilevel"/>
    <w:tmpl w:val="416C3C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FDF12DD"/>
    <w:multiLevelType w:val="multilevel"/>
    <w:tmpl w:val="D4DEC9C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1FA6086"/>
    <w:multiLevelType w:val="multilevel"/>
    <w:tmpl w:val="A53216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504745B"/>
    <w:multiLevelType w:val="multilevel"/>
    <w:tmpl w:val="1794DD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504E9B"/>
    <w:multiLevelType w:val="multilevel"/>
    <w:tmpl w:val="B148C7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95330DC"/>
    <w:multiLevelType w:val="multilevel"/>
    <w:tmpl w:val="251027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1F2FC6"/>
    <w:multiLevelType w:val="multilevel"/>
    <w:tmpl w:val="05F250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A259E1"/>
    <w:multiLevelType w:val="multilevel"/>
    <w:tmpl w:val="8AE63B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C3F645E"/>
    <w:multiLevelType w:val="multilevel"/>
    <w:tmpl w:val="839EE31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D481B42"/>
    <w:multiLevelType w:val="multilevel"/>
    <w:tmpl w:val="DE560F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F8C0547"/>
    <w:multiLevelType w:val="multilevel"/>
    <w:tmpl w:val="668EBAA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33" w15:restartNumberingAfterBreak="0">
    <w:nsid w:val="50E63DC9"/>
    <w:multiLevelType w:val="multilevel"/>
    <w:tmpl w:val="F66C30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965177A"/>
    <w:multiLevelType w:val="multilevel"/>
    <w:tmpl w:val="9AF075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6A40663C"/>
    <w:multiLevelType w:val="multilevel"/>
    <w:tmpl w:val="B7608D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AC02647"/>
    <w:multiLevelType w:val="multilevel"/>
    <w:tmpl w:val="49580D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C26304D"/>
    <w:multiLevelType w:val="multilevel"/>
    <w:tmpl w:val="91D2AC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EFF52D4"/>
    <w:multiLevelType w:val="multilevel"/>
    <w:tmpl w:val="CED0AD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
  </w:num>
  <w:num w:numId="2">
    <w:abstractNumId w:val="32"/>
  </w:num>
  <w:num w:numId="3">
    <w:abstractNumId w:val="38"/>
  </w:num>
  <w:num w:numId="4">
    <w:abstractNumId w:val="6"/>
  </w:num>
  <w:num w:numId="5">
    <w:abstractNumId w:val="12"/>
  </w:num>
  <w:num w:numId="6">
    <w:abstractNumId w:val="17"/>
  </w:num>
  <w:num w:numId="7">
    <w:abstractNumId w:val="29"/>
  </w:num>
  <w:num w:numId="8">
    <w:abstractNumId w:val="18"/>
  </w:num>
  <w:num w:numId="9">
    <w:abstractNumId w:val="30"/>
  </w:num>
  <w:num w:numId="10">
    <w:abstractNumId w:val="33"/>
  </w:num>
  <w:num w:numId="11">
    <w:abstractNumId w:val="26"/>
  </w:num>
  <w:num w:numId="12">
    <w:abstractNumId w:val="10"/>
  </w:num>
  <w:num w:numId="13">
    <w:abstractNumId w:val="20"/>
  </w:num>
  <w:num w:numId="14">
    <w:abstractNumId w:val="14"/>
  </w:num>
  <w:num w:numId="15">
    <w:abstractNumId w:val="0"/>
  </w:num>
  <w:num w:numId="16">
    <w:abstractNumId w:val="11"/>
  </w:num>
  <w:num w:numId="17">
    <w:abstractNumId w:val="5"/>
  </w:num>
  <w:num w:numId="18">
    <w:abstractNumId w:val="39"/>
  </w:num>
  <w:num w:numId="19">
    <w:abstractNumId w:val="9"/>
  </w:num>
  <w:num w:numId="20">
    <w:abstractNumId w:val="21"/>
  </w:num>
  <w:num w:numId="21">
    <w:abstractNumId w:val="34"/>
  </w:num>
  <w:num w:numId="22">
    <w:abstractNumId w:val="4"/>
  </w:num>
  <w:num w:numId="23">
    <w:abstractNumId w:val="23"/>
  </w:num>
  <w:num w:numId="24">
    <w:abstractNumId w:val="24"/>
  </w:num>
  <w:num w:numId="25">
    <w:abstractNumId w:val="7"/>
  </w:num>
  <w:num w:numId="26">
    <w:abstractNumId w:val="3"/>
  </w:num>
  <w:num w:numId="27">
    <w:abstractNumId w:val="28"/>
  </w:num>
  <w:num w:numId="28">
    <w:abstractNumId w:val="25"/>
  </w:num>
  <w:num w:numId="29">
    <w:abstractNumId w:val="27"/>
  </w:num>
  <w:num w:numId="30">
    <w:abstractNumId w:val="22"/>
  </w:num>
  <w:num w:numId="31">
    <w:abstractNumId w:val="16"/>
  </w:num>
  <w:num w:numId="32">
    <w:abstractNumId w:val="8"/>
  </w:num>
  <w:num w:numId="33">
    <w:abstractNumId w:val="36"/>
  </w:num>
  <w:num w:numId="34">
    <w:abstractNumId w:val="19"/>
  </w:num>
  <w:num w:numId="35">
    <w:abstractNumId w:val="37"/>
  </w:num>
  <w:num w:numId="36">
    <w:abstractNumId w:val="1"/>
  </w:num>
  <w:num w:numId="37">
    <w:abstractNumId w:val="3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F9D"/>
    <w:rsid w:val="000014B9"/>
    <w:rsid w:val="00005A15"/>
    <w:rsid w:val="0001108F"/>
    <w:rsid w:val="000115E2"/>
    <w:rsid w:val="000126D0"/>
    <w:rsid w:val="0001296A"/>
    <w:rsid w:val="00016803"/>
    <w:rsid w:val="00023992"/>
    <w:rsid w:val="000275AE"/>
    <w:rsid w:val="000343C3"/>
    <w:rsid w:val="0003557E"/>
    <w:rsid w:val="00041E59"/>
    <w:rsid w:val="0005354F"/>
    <w:rsid w:val="00064BFE"/>
    <w:rsid w:val="00070B3E"/>
    <w:rsid w:val="00071F95"/>
    <w:rsid w:val="000737BB"/>
    <w:rsid w:val="00074E47"/>
    <w:rsid w:val="000754EC"/>
    <w:rsid w:val="0007624B"/>
    <w:rsid w:val="000820D3"/>
    <w:rsid w:val="0009093B"/>
    <w:rsid w:val="00097085"/>
    <w:rsid w:val="000A5441"/>
    <w:rsid w:val="000B2022"/>
    <w:rsid w:val="000C0B37"/>
    <w:rsid w:val="000C0D9D"/>
    <w:rsid w:val="000C149A"/>
    <w:rsid w:val="000C224E"/>
    <w:rsid w:val="000D397E"/>
    <w:rsid w:val="000D64F6"/>
    <w:rsid w:val="000E25E6"/>
    <w:rsid w:val="000E2C86"/>
    <w:rsid w:val="000E3804"/>
    <w:rsid w:val="000F29F2"/>
    <w:rsid w:val="00101659"/>
    <w:rsid w:val="00105AEA"/>
    <w:rsid w:val="001078BF"/>
    <w:rsid w:val="00121A78"/>
    <w:rsid w:val="0012306E"/>
    <w:rsid w:val="00124B66"/>
    <w:rsid w:val="00133957"/>
    <w:rsid w:val="001372F6"/>
    <w:rsid w:val="00144385"/>
    <w:rsid w:val="00146EEC"/>
    <w:rsid w:val="00151D55"/>
    <w:rsid w:val="00151D93"/>
    <w:rsid w:val="0015232E"/>
    <w:rsid w:val="00156EF3"/>
    <w:rsid w:val="001735CA"/>
    <w:rsid w:val="00176E4F"/>
    <w:rsid w:val="0018546B"/>
    <w:rsid w:val="001A6A3E"/>
    <w:rsid w:val="001A7B6D"/>
    <w:rsid w:val="001B34D5"/>
    <w:rsid w:val="001B513A"/>
    <w:rsid w:val="001C0A75"/>
    <w:rsid w:val="001C1306"/>
    <w:rsid w:val="001D30EB"/>
    <w:rsid w:val="001D5C1B"/>
    <w:rsid w:val="001D72DD"/>
    <w:rsid w:val="001D7F5B"/>
    <w:rsid w:val="001E0849"/>
    <w:rsid w:val="001E16BC"/>
    <w:rsid w:val="001E16DF"/>
    <w:rsid w:val="001E66EE"/>
    <w:rsid w:val="001F2BA5"/>
    <w:rsid w:val="001F308D"/>
    <w:rsid w:val="00201A7C"/>
    <w:rsid w:val="002043BA"/>
    <w:rsid w:val="00210C89"/>
    <w:rsid w:val="0021210E"/>
    <w:rsid w:val="0021414D"/>
    <w:rsid w:val="002205C9"/>
    <w:rsid w:val="00223124"/>
    <w:rsid w:val="00224A10"/>
    <w:rsid w:val="00233143"/>
    <w:rsid w:val="00234444"/>
    <w:rsid w:val="002376EF"/>
    <w:rsid w:val="00242293"/>
    <w:rsid w:val="00244EA7"/>
    <w:rsid w:val="00262FC3"/>
    <w:rsid w:val="0026394F"/>
    <w:rsid w:val="00267AF6"/>
    <w:rsid w:val="00274E3E"/>
    <w:rsid w:val="00276DB8"/>
    <w:rsid w:val="00282664"/>
    <w:rsid w:val="00285FB8"/>
    <w:rsid w:val="00286C6D"/>
    <w:rsid w:val="002970C3"/>
    <w:rsid w:val="002A4CD3"/>
    <w:rsid w:val="002A6CC4"/>
    <w:rsid w:val="002B1B5F"/>
    <w:rsid w:val="002B52EF"/>
    <w:rsid w:val="002C55E9"/>
    <w:rsid w:val="002D0C8B"/>
    <w:rsid w:val="002D330A"/>
    <w:rsid w:val="002E170C"/>
    <w:rsid w:val="002E193E"/>
    <w:rsid w:val="002E1BF8"/>
    <w:rsid w:val="002E522B"/>
    <w:rsid w:val="00305EFF"/>
    <w:rsid w:val="00310A6A"/>
    <w:rsid w:val="003144E6"/>
    <w:rsid w:val="00337E82"/>
    <w:rsid w:val="00346FDC"/>
    <w:rsid w:val="00350BB1"/>
    <w:rsid w:val="00352C83"/>
    <w:rsid w:val="00362E48"/>
    <w:rsid w:val="00366805"/>
    <w:rsid w:val="0037067D"/>
    <w:rsid w:val="00373436"/>
    <w:rsid w:val="0037577A"/>
    <w:rsid w:val="00380F28"/>
    <w:rsid w:val="0038735B"/>
    <w:rsid w:val="003916D1"/>
    <w:rsid w:val="00394C90"/>
    <w:rsid w:val="003A21F0"/>
    <w:rsid w:val="003A277F"/>
    <w:rsid w:val="003A58BA"/>
    <w:rsid w:val="003A5AE7"/>
    <w:rsid w:val="003A7221"/>
    <w:rsid w:val="003B3493"/>
    <w:rsid w:val="003B5931"/>
    <w:rsid w:val="003C116B"/>
    <w:rsid w:val="003C13AE"/>
    <w:rsid w:val="003C7152"/>
    <w:rsid w:val="003D2E73"/>
    <w:rsid w:val="003E3CB8"/>
    <w:rsid w:val="003E72B6"/>
    <w:rsid w:val="003E7BBE"/>
    <w:rsid w:val="003F75A8"/>
    <w:rsid w:val="004127E3"/>
    <w:rsid w:val="00430C14"/>
    <w:rsid w:val="0043212E"/>
    <w:rsid w:val="00434366"/>
    <w:rsid w:val="00434ECE"/>
    <w:rsid w:val="00444423"/>
    <w:rsid w:val="00452F3E"/>
    <w:rsid w:val="0046239A"/>
    <w:rsid w:val="004640AE"/>
    <w:rsid w:val="00466F18"/>
    <w:rsid w:val="004679E3"/>
    <w:rsid w:val="00475172"/>
    <w:rsid w:val="004758B0"/>
    <w:rsid w:val="0048067C"/>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36BF"/>
    <w:rsid w:val="005145AB"/>
    <w:rsid w:val="00520E9A"/>
    <w:rsid w:val="005248C1"/>
    <w:rsid w:val="00526134"/>
    <w:rsid w:val="005404CB"/>
    <w:rsid w:val="005405B2"/>
    <w:rsid w:val="00540B6B"/>
    <w:rsid w:val="005427C8"/>
    <w:rsid w:val="005446D1"/>
    <w:rsid w:val="0055182E"/>
    <w:rsid w:val="00556C4C"/>
    <w:rsid w:val="00557369"/>
    <w:rsid w:val="00557D22"/>
    <w:rsid w:val="00564ADD"/>
    <w:rsid w:val="005708EB"/>
    <w:rsid w:val="00575BC6"/>
    <w:rsid w:val="00575E0B"/>
    <w:rsid w:val="005822A2"/>
    <w:rsid w:val="00583902"/>
    <w:rsid w:val="005A1D70"/>
    <w:rsid w:val="005A3AA5"/>
    <w:rsid w:val="005A6C9C"/>
    <w:rsid w:val="005A74DC"/>
    <w:rsid w:val="005B5146"/>
    <w:rsid w:val="005D1AFD"/>
    <w:rsid w:val="005D28B0"/>
    <w:rsid w:val="005E51E6"/>
    <w:rsid w:val="005F027A"/>
    <w:rsid w:val="005F0F76"/>
    <w:rsid w:val="005F33CC"/>
    <w:rsid w:val="005F771F"/>
    <w:rsid w:val="006121D4"/>
    <w:rsid w:val="00613B49"/>
    <w:rsid w:val="00616845"/>
    <w:rsid w:val="00620E8E"/>
    <w:rsid w:val="00633CFE"/>
    <w:rsid w:val="00634368"/>
    <w:rsid w:val="00634FCA"/>
    <w:rsid w:val="00642F84"/>
    <w:rsid w:val="00643D1B"/>
    <w:rsid w:val="006452B8"/>
    <w:rsid w:val="006526FB"/>
    <w:rsid w:val="00652E62"/>
    <w:rsid w:val="00683997"/>
    <w:rsid w:val="006845D4"/>
    <w:rsid w:val="00686A49"/>
    <w:rsid w:val="00687B62"/>
    <w:rsid w:val="00690C44"/>
    <w:rsid w:val="00695C89"/>
    <w:rsid w:val="006969D9"/>
    <w:rsid w:val="006A2B68"/>
    <w:rsid w:val="006A50B7"/>
    <w:rsid w:val="006C2F32"/>
    <w:rsid w:val="006D1AF9"/>
    <w:rsid w:val="006D38C3"/>
    <w:rsid w:val="006D4448"/>
    <w:rsid w:val="006D6DFD"/>
    <w:rsid w:val="006E2C4D"/>
    <w:rsid w:val="006E42FE"/>
    <w:rsid w:val="006E799C"/>
    <w:rsid w:val="006F0D02"/>
    <w:rsid w:val="006F10FE"/>
    <w:rsid w:val="006F3622"/>
    <w:rsid w:val="006F42C3"/>
    <w:rsid w:val="00705EEC"/>
    <w:rsid w:val="00707741"/>
    <w:rsid w:val="007134FE"/>
    <w:rsid w:val="0071409D"/>
    <w:rsid w:val="00715794"/>
    <w:rsid w:val="00717385"/>
    <w:rsid w:val="00722769"/>
    <w:rsid w:val="00727901"/>
    <w:rsid w:val="0073075B"/>
    <w:rsid w:val="0073404B"/>
    <w:rsid w:val="007341FF"/>
    <w:rsid w:val="007404E9"/>
    <w:rsid w:val="00741091"/>
    <w:rsid w:val="007424A1"/>
    <w:rsid w:val="007444CF"/>
    <w:rsid w:val="0075022D"/>
    <w:rsid w:val="00752C75"/>
    <w:rsid w:val="00757005"/>
    <w:rsid w:val="007574A9"/>
    <w:rsid w:val="00761941"/>
    <w:rsid w:val="00761DBE"/>
    <w:rsid w:val="0076523B"/>
    <w:rsid w:val="00771B60"/>
    <w:rsid w:val="00781D77"/>
    <w:rsid w:val="00783549"/>
    <w:rsid w:val="007860B7"/>
    <w:rsid w:val="00786232"/>
    <w:rsid w:val="00786DC8"/>
    <w:rsid w:val="007A300D"/>
    <w:rsid w:val="007A5571"/>
    <w:rsid w:val="007D5A78"/>
    <w:rsid w:val="007E3BD1"/>
    <w:rsid w:val="007F1563"/>
    <w:rsid w:val="007F1EB2"/>
    <w:rsid w:val="007F44DB"/>
    <w:rsid w:val="007F5A8B"/>
    <w:rsid w:val="00811805"/>
    <w:rsid w:val="008174A3"/>
    <w:rsid w:val="00817D51"/>
    <w:rsid w:val="00823530"/>
    <w:rsid w:val="00823FF4"/>
    <w:rsid w:val="00827ED4"/>
    <w:rsid w:val="00830267"/>
    <w:rsid w:val="008306E7"/>
    <w:rsid w:val="008322BE"/>
    <w:rsid w:val="00834BC8"/>
    <w:rsid w:val="00837FD6"/>
    <w:rsid w:val="00847B60"/>
    <w:rsid w:val="00850243"/>
    <w:rsid w:val="00851BE5"/>
    <w:rsid w:val="00854053"/>
    <w:rsid w:val="008545EB"/>
    <w:rsid w:val="00865011"/>
    <w:rsid w:val="00871DF5"/>
    <w:rsid w:val="00886790"/>
    <w:rsid w:val="008908DE"/>
    <w:rsid w:val="00897AE3"/>
    <w:rsid w:val="008A12ED"/>
    <w:rsid w:val="008A39D3"/>
    <w:rsid w:val="008B10AA"/>
    <w:rsid w:val="008B2C77"/>
    <w:rsid w:val="008B4AD2"/>
    <w:rsid w:val="008B5746"/>
    <w:rsid w:val="008B663E"/>
    <w:rsid w:val="008B7138"/>
    <w:rsid w:val="008C5C17"/>
    <w:rsid w:val="008C74A9"/>
    <w:rsid w:val="008E260C"/>
    <w:rsid w:val="008E39BE"/>
    <w:rsid w:val="008E62EC"/>
    <w:rsid w:val="008F32F6"/>
    <w:rsid w:val="00906571"/>
    <w:rsid w:val="00916CD7"/>
    <w:rsid w:val="00920927"/>
    <w:rsid w:val="00920E8C"/>
    <w:rsid w:val="00921B38"/>
    <w:rsid w:val="00923720"/>
    <w:rsid w:val="009278C9"/>
    <w:rsid w:val="00932CD7"/>
    <w:rsid w:val="00936570"/>
    <w:rsid w:val="00941E94"/>
    <w:rsid w:val="00944C09"/>
    <w:rsid w:val="009527CB"/>
    <w:rsid w:val="00953835"/>
    <w:rsid w:val="00960F6C"/>
    <w:rsid w:val="00970747"/>
    <w:rsid w:val="00987DBB"/>
    <w:rsid w:val="009908BC"/>
    <w:rsid w:val="00997BFC"/>
    <w:rsid w:val="009A477C"/>
    <w:rsid w:val="009A5900"/>
    <w:rsid w:val="009A6E6C"/>
    <w:rsid w:val="009A6F3F"/>
    <w:rsid w:val="009B2F8F"/>
    <w:rsid w:val="009B331A"/>
    <w:rsid w:val="009C1437"/>
    <w:rsid w:val="009C2650"/>
    <w:rsid w:val="009C7F6A"/>
    <w:rsid w:val="009D15E2"/>
    <w:rsid w:val="009D15FE"/>
    <w:rsid w:val="009D5D2C"/>
    <w:rsid w:val="009F0DCC"/>
    <w:rsid w:val="009F11CA"/>
    <w:rsid w:val="00A02B48"/>
    <w:rsid w:val="00A0695B"/>
    <w:rsid w:val="00A1060A"/>
    <w:rsid w:val="00A13052"/>
    <w:rsid w:val="00A216A8"/>
    <w:rsid w:val="00A223A6"/>
    <w:rsid w:val="00A32116"/>
    <w:rsid w:val="00A3639E"/>
    <w:rsid w:val="00A444AB"/>
    <w:rsid w:val="00A5092E"/>
    <w:rsid w:val="00A554D6"/>
    <w:rsid w:val="00A56E14"/>
    <w:rsid w:val="00A6476B"/>
    <w:rsid w:val="00A76C6C"/>
    <w:rsid w:val="00A87356"/>
    <w:rsid w:val="00A92DD1"/>
    <w:rsid w:val="00AA5338"/>
    <w:rsid w:val="00AA5D02"/>
    <w:rsid w:val="00AA7E1E"/>
    <w:rsid w:val="00AB1B8E"/>
    <w:rsid w:val="00AB1BEC"/>
    <w:rsid w:val="00AB26C8"/>
    <w:rsid w:val="00AB3EC1"/>
    <w:rsid w:val="00AB46DE"/>
    <w:rsid w:val="00AC0696"/>
    <w:rsid w:val="00AC4C98"/>
    <w:rsid w:val="00AC5F6B"/>
    <w:rsid w:val="00AD3896"/>
    <w:rsid w:val="00AD4517"/>
    <w:rsid w:val="00AD5B47"/>
    <w:rsid w:val="00AE1ED9"/>
    <w:rsid w:val="00AE32CB"/>
    <w:rsid w:val="00AE6F9D"/>
    <w:rsid w:val="00AE7696"/>
    <w:rsid w:val="00AF3957"/>
    <w:rsid w:val="00B0712C"/>
    <w:rsid w:val="00B12013"/>
    <w:rsid w:val="00B22C67"/>
    <w:rsid w:val="00B3508F"/>
    <w:rsid w:val="00B443EE"/>
    <w:rsid w:val="00B51242"/>
    <w:rsid w:val="00B538EA"/>
    <w:rsid w:val="00B560C8"/>
    <w:rsid w:val="00B61150"/>
    <w:rsid w:val="00B65BC7"/>
    <w:rsid w:val="00B746B9"/>
    <w:rsid w:val="00B7743A"/>
    <w:rsid w:val="00B848D4"/>
    <w:rsid w:val="00B865B7"/>
    <w:rsid w:val="00BA1CB1"/>
    <w:rsid w:val="00BA4178"/>
    <w:rsid w:val="00BA482D"/>
    <w:rsid w:val="00BB1755"/>
    <w:rsid w:val="00BB23F4"/>
    <w:rsid w:val="00BC5075"/>
    <w:rsid w:val="00BC5419"/>
    <w:rsid w:val="00BD3B0F"/>
    <w:rsid w:val="00BE5889"/>
    <w:rsid w:val="00BF1D4C"/>
    <w:rsid w:val="00BF3F0A"/>
    <w:rsid w:val="00C04238"/>
    <w:rsid w:val="00C143C3"/>
    <w:rsid w:val="00C1739B"/>
    <w:rsid w:val="00C21ADE"/>
    <w:rsid w:val="00C23D97"/>
    <w:rsid w:val="00C26067"/>
    <w:rsid w:val="00C27F1F"/>
    <w:rsid w:val="00C30A29"/>
    <w:rsid w:val="00C317DC"/>
    <w:rsid w:val="00C46BBF"/>
    <w:rsid w:val="00C52547"/>
    <w:rsid w:val="00C578E9"/>
    <w:rsid w:val="00C66189"/>
    <w:rsid w:val="00C70626"/>
    <w:rsid w:val="00C72860"/>
    <w:rsid w:val="00C72A48"/>
    <w:rsid w:val="00C73582"/>
    <w:rsid w:val="00C7392F"/>
    <w:rsid w:val="00C73B90"/>
    <w:rsid w:val="00C742EC"/>
    <w:rsid w:val="00C8713C"/>
    <w:rsid w:val="00C96AF3"/>
    <w:rsid w:val="00C97CCC"/>
    <w:rsid w:val="00CA0274"/>
    <w:rsid w:val="00CA048D"/>
    <w:rsid w:val="00CA139A"/>
    <w:rsid w:val="00CB746F"/>
    <w:rsid w:val="00CC3368"/>
    <w:rsid w:val="00CC371D"/>
    <w:rsid w:val="00CC451E"/>
    <w:rsid w:val="00CD0D74"/>
    <w:rsid w:val="00CD4E9D"/>
    <w:rsid w:val="00CD4F4D"/>
    <w:rsid w:val="00CE101F"/>
    <w:rsid w:val="00CE7D19"/>
    <w:rsid w:val="00CF0CF5"/>
    <w:rsid w:val="00CF2B3E"/>
    <w:rsid w:val="00CF41F3"/>
    <w:rsid w:val="00D0201F"/>
    <w:rsid w:val="00D03685"/>
    <w:rsid w:val="00D077F8"/>
    <w:rsid w:val="00D07D4E"/>
    <w:rsid w:val="00D115AA"/>
    <w:rsid w:val="00D145BE"/>
    <w:rsid w:val="00D2035A"/>
    <w:rsid w:val="00D20C57"/>
    <w:rsid w:val="00D25D16"/>
    <w:rsid w:val="00D32124"/>
    <w:rsid w:val="00D3716B"/>
    <w:rsid w:val="00D502BC"/>
    <w:rsid w:val="00D54C76"/>
    <w:rsid w:val="00D632BB"/>
    <w:rsid w:val="00D706DB"/>
    <w:rsid w:val="00D71E43"/>
    <w:rsid w:val="00D727F3"/>
    <w:rsid w:val="00D73695"/>
    <w:rsid w:val="00D810DE"/>
    <w:rsid w:val="00D87D32"/>
    <w:rsid w:val="00D91188"/>
    <w:rsid w:val="00D92C83"/>
    <w:rsid w:val="00DA0A81"/>
    <w:rsid w:val="00DA3C10"/>
    <w:rsid w:val="00DA53B5"/>
    <w:rsid w:val="00DC1D69"/>
    <w:rsid w:val="00DC2676"/>
    <w:rsid w:val="00DC41A8"/>
    <w:rsid w:val="00DC5A3A"/>
    <w:rsid w:val="00DD0726"/>
    <w:rsid w:val="00DF2EFE"/>
    <w:rsid w:val="00E17CA8"/>
    <w:rsid w:val="00E238E6"/>
    <w:rsid w:val="00E24606"/>
    <w:rsid w:val="00E30772"/>
    <w:rsid w:val="00E33A1F"/>
    <w:rsid w:val="00E34CD8"/>
    <w:rsid w:val="00E35064"/>
    <w:rsid w:val="00E3681D"/>
    <w:rsid w:val="00E37815"/>
    <w:rsid w:val="00E40225"/>
    <w:rsid w:val="00E501F0"/>
    <w:rsid w:val="00E57AC6"/>
    <w:rsid w:val="00E6166D"/>
    <w:rsid w:val="00E9054F"/>
    <w:rsid w:val="00E91BFF"/>
    <w:rsid w:val="00E92933"/>
    <w:rsid w:val="00E94FAD"/>
    <w:rsid w:val="00EA1E00"/>
    <w:rsid w:val="00EB0AA4"/>
    <w:rsid w:val="00EB5C88"/>
    <w:rsid w:val="00EC0469"/>
    <w:rsid w:val="00EC0C3E"/>
    <w:rsid w:val="00ED43DD"/>
    <w:rsid w:val="00EF01F8"/>
    <w:rsid w:val="00EF3268"/>
    <w:rsid w:val="00EF40EF"/>
    <w:rsid w:val="00EF47FE"/>
    <w:rsid w:val="00F00B8B"/>
    <w:rsid w:val="00F069BD"/>
    <w:rsid w:val="00F1480E"/>
    <w:rsid w:val="00F1497D"/>
    <w:rsid w:val="00F16AAC"/>
    <w:rsid w:val="00F21F63"/>
    <w:rsid w:val="00F30C7D"/>
    <w:rsid w:val="00F33FF2"/>
    <w:rsid w:val="00F438FC"/>
    <w:rsid w:val="00F5616F"/>
    <w:rsid w:val="00F56451"/>
    <w:rsid w:val="00F56720"/>
    <w:rsid w:val="00F56827"/>
    <w:rsid w:val="00F62866"/>
    <w:rsid w:val="00F65EF0"/>
    <w:rsid w:val="00F70469"/>
    <w:rsid w:val="00F71651"/>
    <w:rsid w:val="00F76191"/>
    <w:rsid w:val="00F76CC6"/>
    <w:rsid w:val="00F83D7C"/>
    <w:rsid w:val="00FA2180"/>
    <w:rsid w:val="00FA7303"/>
    <w:rsid w:val="00FB232E"/>
    <w:rsid w:val="00FD557D"/>
    <w:rsid w:val="00FE0282"/>
    <w:rsid w:val="00FE063E"/>
    <w:rsid w:val="00FE124D"/>
    <w:rsid w:val="00FE792C"/>
    <w:rsid w:val="00FF58F8"/>
    <w:rsid w:val="00FF621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FDE69FF"/>
  <w15:docId w15:val="{06D047B7-0AD5-465B-81FE-977DA23F2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unhideWhenUsed/>
    <w:locked/>
    <w:rsid w:val="00B848D4"/>
    <w:rPr>
      <w:szCs w:val="20"/>
    </w:rPr>
  </w:style>
  <w:style w:type="character" w:customStyle="1" w:styleId="CommentTextChar">
    <w:name w:val="Comment Text Char"/>
    <w:basedOn w:val="DefaultParagraphFont"/>
    <w:link w:val="CommentText"/>
    <w:uiPriority w:val="99"/>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locked/>
    <w:rsid w:val="00224A10"/>
    <w:rPr>
      <w:color w:val="605E5C"/>
      <w:shd w:val="clear" w:color="auto" w:fill="E1DFDD"/>
    </w:rPr>
  </w:style>
  <w:style w:type="character" w:styleId="Emphasis">
    <w:name w:val="Emphasis"/>
    <w:basedOn w:val="DefaultParagraphFont"/>
    <w:uiPriority w:val="20"/>
    <w:qFormat/>
    <w:locked/>
    <w:rsid w:val="00D706DB"/>
    <w:rPr>
      <w:i/>
      <w:iCs/>
    </w:rPr>
  </w:style>
  <w:style w:type="paragraph" w:styleId="Revision">
    <w:name w:val="Revision"/>
    <w:hidden/>
    <w:uiPriority w:val="99"/>
    <w:semiHidden/>
    <w:rsid w:val="006A50B7"/>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80862">
      <w:bodyDiv w:val="1"/>
      <w:marLeft w:val="0"/>
      <w:marRight w:val="0"/>
      <w:marTop w:val="0"/>
      <w:marBottom w:val="0"/>
      <w:divBdr>
        <w:top w:val="none" w:sz="0" w:space="0" w:color="auto"/>
        <w:left w:val="none" w:sz="0" w:space="0" w:color="auto"/>
        <w:bottom w:val="none" w:sz="0" w:space="0" w:color="auto"/>
        <w:right w:val="none" w:sz="0" w:space="0" w:color="auto"/>
      </w:divBdr>
    </w:div>
    <w:div w:id="94180741">
      <w:bodyDiv w:val="1"/>
      <w:marLeft w:val="0"/>
      <w:marRight w:val="0"/>
      <w:marTop w:val="0"/>
      <w:marBottom w:val="0"/>
      <w:divBdr>
        <w:top w:val="none" w:sz="0" w:space="0" w:color="auto"/>
        <w:left w:val="none" w:sz="0" w:space="0" w:color="auto"/>
        <w:bottom w:val="none" w:sz="0" w:space="0" w:color="auto"/>
        <w:right w:val="none" w:sz="0" w:space="0" w:color="auto"/>
      </w:divBdr>
    </w:div>
    <w:div w:id="95298472">
      <w:bodyDiv w:val="1"/>
      <w:marLeft w:val="0"/>
      <w:marRight w:val="0"/>
      <w:marTop w:val="0"/>
      <w:marBottom w:val="0"/>
      <w:divBdr>
        <w:top w:val="none" w:sz="0" w:space="0" w:color="auto"/>
        <w:left w:val="none" w:sz="0" w:space="0" w:color="auto"/>
        <w:bottom w:val="none" w:sz="0" w:space="0" w:color="auto"/>
        <w:right w:val="none" w:sz="0" w:space="0" w:color="auto"/>
      </w:divBdr>
    </w:div>
    <w:div w:id="206257534">
      <w:bodyDiv w:val="1"/>
      <w:marLeft w:val="0"/>
      <w:marRight w:val="0"/>
      <w:marTop w:val="0"/>
      <w:marBottom w:val="0"/>
      <w:divBdr>
        <w:top w:val="none" w:sz="0" w:space="0" w:color="auto"/>
        <w:left w:val="none" w:sz="0" w:space="0" w:color="auto"/>
        <w:bottom w:val="none" w:sz="0" w:space="0" w:color="auto"/>
        <w:right w:val="none" w:sz="0" w:space="0" w:color="auto"/>
      </w:divBdr>
    </w:div>
    <w:div w:id="213582415">
      <w:bodyDiv w:val="1"/>
      <w:marLeft w:val="0"/>
      <w:marRight w:val="0"/>
      <w:marTop w:val="0"/>
      <w:marBottom w:val="0"/>
      <w:divBdr>
        <w:top w:val="none" w:sz="0" w:space="0" w:color="auto"/>
        <w:left w:val="none" w:sz="0" w:space="0" w:color="auto"/>
        <w:bottom w:val="none" w:sz="0" w:space="0" w:color="auto"/>
        <w:right w:val="none" w:sz="0" w:space="0" w:color="auto"/>
      </w:divBdr>
    </w:div>
    <w:div w:id="235170306">
      <w:bodyDiv w:val="1"/>
      <w:marLeft w:val="0"/>
      <w:marRight w:val="0"/>
      <w:marTop w:val="0"/>
      <w:marBottom w:val="0"/>
      <w:divBdr>
        <w:top w:val="none" w:sz="0" w:space="0" w:color="auto"/>
        <w:left w:val="none" w:sz="0" w:space="0" w:color="auto"/>
        <w:bottom w:val="none" w:sz="0" w:space="0" w:color="auto"/>
        <w:right w:val="none" w:sz="0" w:space="0" w:color="auto"/>
      </w:divBdr>
    </w:div>
    <w:div w:id="281887724">
      <w:bodyDiv w:val="1"/>
      <w:marLeft w:val="0"/>
      <w:marRight w:val="0"/>
      <w:marTop w:val="0"/>
      <w:marBottom w:val="0"/>
      <w:divBdr>
        <w:top w:val="none" w:sz="0" w:space="0" w:color="auto"/>
        <w:left w:val="none" w:sz="0" w:space="0" w:color="auto"/>
        <w:bottom w:val="none" w:sz="0" w:space="0" w:color="auto"/>
        <w:right w:val="none" w:sz="0" w:space="0" w:color="auto"/>
      </w:divBdr>
    </w:div>
    <w:div w:id="30606013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27370294">
      <w:bodyDiv w:val="1"/>
      <w:marLeft w:val="0"/>
      <w:marRight w:val="0"/>
      <w:marTop w:val="0"/>
      <w:marBottom w:val="0"/>
      <w:divBdr>
        <w:top w:val="none" w:sz="0" w:space="0" w:color="auto"/>
        <w:left w:val="none" w:sz="0" w:space="0" w:color="auto"/>
        <w:bottom w:val="none" w:sz="0" w:space="0" w:color="auto"/>
        <w:right w:val="none" w:sz="0" w:space="0" w:color="auto"/>
      </w:divBdr>
    </w:div>
    <w:div w:id="337387993">
      <w:bodyDiv w:val="1"/>
      <w:marLeft w:val="0"/>
      <w:marRight w:val="0"/>
      <w:marTop w:val="0"/>
      <w:marBottom w:val="0"/>
      <w:divBdr>
        <w:top w:val="none" w:sz="0" w:space="0" w:color="auto"/>
        <w:left w:val="none" w:sz="0" w:space="0" w:color="auto"/>
        <w:bottom w:val="none" w:sz="0" w:space="0" w:color="auto"/>
        <w:right w:val="none" w:sz="0" w:space="0" w:color="auto"/>
      </w:divBdr>
    </w:div>
    <w:div w:id="377894205">
      <w:bodyDiv w:val="1"/>
      <w:marLeft w:val="0"/>
      <w:marRight w:val="0"/>
      <w:marTop w:val="0"/>
      <w:marBottom w:val="0"/>
      <w:divBdr>
        <w:top w:val="none" w:sz="0" w:space="0" w:color="auto"/>
        <w:left w:val="none" w:sz="0" w:space="0" w:color="auto"/>
        <w:bottom w:val="none" w:sz="0" w:space="0" w:color="auto"/>
        <w:right w:val="none" w:sz="0" w:space="0" w:color="auto"/>
      </w:divBdr>
    </w:div>
    <w:div w:id="459344688">
      <w:bodyDiv w:val="1"/>
      <w:marLeft w:val="0"/>
      <w:marRight w:val="0"/>
      <w:marTop w:val="0"/>
      <w:marBottom w:val="0"/>
      <w:divBdr>
        <w:top w:val="none" w:sz="0" w:space="0" w:color="auto"/>
        <w:left w:val="none" w:sz="0" w:space="0" w:color="auto"/>
        <w:bottom w:val="none" w:sz="0" w:space="0" w:color="auto"/>
        <w:right w:val="none" w:sz="0" w:space="0" w:color="auto"/>
      </w:divBdr>
    </w:div>
    <w:div w:id="519321449">
      <w:bodyDiv w:val="1"/>
      <w:marLeft w:val="0"/>
      <w:marRight w:val="0"/>
      <w:marTop w:val="0"/>
      <w:marBottom w:val="0"/>
      <w:divBdr>
        <w:top w:val="none" w:sz="0" w:space="0" w:color="auto"/>
        <w:left w:val="none" w:sz="0" w:space="0" w:color="auto"/>
        <w:bottom w:val="none" w:sz="0" w:space="0" w:color="auto"/>
        <w:right w:val="none" w:sz="0" w:space="0" w:color="auto"/>
      </w:divBdr>
    </w:div>
    <w:div w:id="602568977">
      <w:bodyDiv w:val="1"/>
      <w:marLeft w:val="0"/>
      <w:marRight w:val="0"/>
      <w:marTop w:val="0"/>
      <w:marBottom w:val="0"/>
      <w:divBdr>
        <w:top w:val="none" w:sz="0" w:space="0" w:color="auto"/>
        <w:left w:val="none" w:sz="0" w:space="0" w:color="auto"/>
        <w:bottom w:val="none" w:sz="0" w:space="0" w:color="auto"/>
        <w:right w:val="none" w:sz="0" w:space="0" w:color="auto"/>
      </w:divBdr>
    </w:div>
    <w:div w:id="654797378">
      <w:bodyDiv w:val="1"/>
      <w:marLeft w:val="0"/>
      <w:marRight w:val="0"/>
      <w:marTop w:val="0"/>
      <w:marBottom w:val="0"/>
      <w:divBdr>
        <w:top w:val="none" w:sz="0" w:space="0" w:color="auto"/>
        <w:left w:val="none" w:sz="0" w:space="0" w:color="auto"/>
        <w:bottom w:val="none" w:sz="0" w:space="0" w:color="auto"/>
        <w:right w:val="none" w:sz="0" w:space="0" w:color="auto"/>
      </w:divBdr>
    </w:div>
    <w:div w:id="82720565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00137310">
      <w:bodyDiv w:val="1"/>
      <w:marLeft w:val="0"/>
      <w:marRight w:val="0"/>
      <w:marTop w:val="0"/>
      <w:marBottom w:val="0"/>
      <w:divBdr>
        <w:top w:val="none" w:sz="0" w:space="0" w:color="auto"/>
        <w:left w:val="none" w:sz="0" w:space="0" w:color="auto"/>
        <w:bottom w:val="none" w:sz="0" w:space="0" w:color="auto"/>
        <w:right w:val="none" w:sz="0" w:space="0" w:color="auto"/>
      </w:divBdr>
    </w:div>
    <w:div w:id="964116838">
      <w:bodyDiv w:val="1"/>
      <w:marLeft w:val="0"/>
      <w:marRight w:val="0"/>
      <w:marTop w:val="0"/>
      <w:marBottom w:val="0"/>
      <w:divBdr>
        <w:top w:val="none" w:sz="0" w:space="0" w:color="auto"/>
        <w:left w:val="none" w:sz="0" w:space="0" w:color="auto"/>
        <w:bottom w:val="none" w:sz="0" w:space="0" w:color="auto"/>
        <w:right w:val="none" w:sz="0" w:space="0" w:color="auto"/>
      </w:divBdr>
    </w:div>
    <w:div w:id="984748420">
      <w:bodyDiv w:val="1"/>
      <w:marLeft w:val="0"/>
      <w:marRight w:val="0"/>
      <w:marTop w:val="0"/>
      <w:marBottom w:val="0"/>
      <w:divBdr>
        <w:top w:val="none" w:sz="0" w:space="0" w:color="auto"/>
        <w:left w:val="none" w:sz="0" w:space="0" w:color="auto"/>
        <w:bottom w:val="none" w:sz="0" w:space="0" w:color="auto"/>
        <w:right w:val="none" w:sz="0" w:space="0" w:color="auto"/>
      </w:divBdr>
    </w:div>
    <w:div w:id="985280873">
      <w:bodyDiv w:val="1"/>
      <w:marLeft w:val="0"/>
      <w:marRight w:val="0"/>
      <w:marTop w:val="0"/>
      <w:marBottom w:val="0"/>
      <w:divBdr>
        <w:top w:val="none" w:sz="0" w:space="0" w:color="auto"/>
        <w:left w:val="none" w:sz="0" w:space="0" w:color="auto"/>
        <w:bottom w:val="none" w:sz="0" w:space="0" w:color="auto"/>
        <w:right w:val="none" w:sz="0" w:space="0" w:color="auto"/>
      </w:divBdr>
    </w:div>
    <w:div w:id="1081636051">
      <w:bodyDiv w:val="1"/>
      <w:marLeft w:val="0"/>
      <w:marRight w:val="0"/>
      <w:marTop w:val="0"/>
      <w:marBottom w:val="0"/>
      <w:divBdr>
        <w:top w:val="none" w:sz="0" w:space="0" w:color="auto"/>
        <w:left w:val="none" w:sz="0" w:space="0" w:color="auto"/>
        <w:bottom w:val="none" w:sz="0" w:space="0" w:color="auto"/>
        <w:right w:val="none" w:sz="0" w:space="0" w:color="auto"/>
      </w:divBdr>
    </w:div>
    <w:div w:id="1082338937">
      <w:bodyDiv w:val="1"/>
      <w:marLeft w:val="0"/>
      <w:marRight w:val="0"/>
      <w:marTop w:val="0"/>
      <w:marBottom w:val="0"/>
      <w:divBdr>
        <w:top w:val="none" w:sz="0" w:space="0" w:color="auto"/>
        <w:left w:val="none" w:sz="0" w:space="0" w:color="auto"/>
        <w:bottom w:val="none" w:sz="0" w:space="0" w:color="auto"/>
        <w:right w:val="none" w:sz="0" w:space="0" w:color="auto"/>
      </w:divBdr>
    </w:div>
    <w:div w:id="1095396242">
      <w:bodyDiv w:val="1"/>
      <w:marLeft w:val="0"/>
      <w:marRight w:val="0"/>
      <w:marTop w:val="0"/>
      <w:marBottom w:val="0"/>
      <w:divBdr>
        <w:top w:val="none" w:sz="0" w:space="0" w:color="auto"/>
        <w:left w:val="none" w:sz="0" w:space="0" w:color="auto"/>
        <w:bottom w:val="none" w:sz="0" w:space="0" w:color="auto"/>
        <w:right w:val="none" w:sz="0" w:space="0" w:color="auto"/>
      </w:divBdr>
    </w:div>
    <w:div w:id="1267885189">
      <w:bodyDiv w:val="1"/>
      <w:marLeft w:val="0"/>
      <w:marRight w:val="0"/>
      <w:marTop w:val="0"/>
      <w:marBottom w:val="0"/>
      <w:divBdr>
        <w:top w:val="none" w:sz="0" w:space="0" w:color="auto"/>
        <w:left w:val="none" w:sz="0" w:space="0" w:color="auto"/>
        <w:bottom w:val="none" w:sz="0" w:space="0" w:color="auto"/>
        <w:right w:val="none" w:sz="0" w:space="0" w:color="auto"/>
      </w:divBdr>
    </w:div>
    <w:div w:id="1450126134">
      <w:bodyDiv w:val="1"/>
      <w:marLeft w:val="0"/>
      <w:marRight w:val="0"/>
      <w:marTop w:val="0"/>
      <w:marBottom w:val="0"/>
      <w:divBdr>
        <w:top w:val="none" w:sz="0" w:space="0" w:color="auto"/>
        <w:left w:val="none" w:sz="0" w:space="0" w:color="auto"/>
        <w:bottom w:val="none" w:sz="0" w:space="0" w:color="auto"/>
        <w:right w:val="none" w:sz="0" w:space="0" w:color="auto"/>
      </w:divBdr>
    </w:div>
    <w:div w:id="1476069876">
      <w:bodyDiv w:val="1"/>
      <w:marLeft w:val="0"/>
      <w:marRight w:val="0"/>
      <w:marTop w:val="0"/>
      <w:marBottom w:val="0"/>
      <w:divBdr>
        <w:top w:val="none" w:sz="0" w:space="0" w:color="auto"/>
        <w:left w:val="none" w:sz="0" w:space="0" w:color="auto"/>
        <w:bottom w:val="none" w:sz="0" w:space="0" w:color="auto"/>
        <w:right w:val="none" w:sz="0" w:space="0" w:color="auto"/>
      </w:divBdr>
    </w:div>
    <w:div w:id="1548493361">
      <w:bodyDiv w:val="1"/>
      <w:marLeft w:val="0"/>
      <w:marRight w:val="0"/>
      <w:marTop w:val="0"/>
      <w:marBottom w:val="0"/>
      <w:divBdr>
        <w:top w:val="none" w:sz="0" w:space="0" w:color="auto"/>
        <w:left w:val="none" w:sz="0" w:space="0" w:color="auto"/>
        <w:bottom w:val="none" w:sz="0" w:space="0" w:color="auto"/>
        <w:right w:val="none" w:sz="0" w:space="0" w:color="auto"/>
      </w:divBdr>
    </w:div>
    <w:div w:id="1661081898">
      <w:bodyDiv w:val="1"/>
      <w:marLeft w:val="0"/>
      <w:marRight w:val="0"/>
      <w:marTop w:val="0"/>
      <w:marBottom w:val="0"/>
      <w:divBdr>
        <w:top w:val="none" w:sz="0" w:space="0" w:color="auto"/>
        <w:left w:val="none" w:sz="0" w:space="0" w:color="auto"/>
        <w:bottom w:val="none" w:sz="0" w:space="0" w:color="auto"/>
        <w:right w:val="none" w:sz="0" w:space="0" w:color="auto"/>
      </w:divBdr>
    </w:div>
    <w:div w:id="1700084078">
      <w:bodyDiv w:val="1"/>
      <w:marLeft w:val="0"/>
      <w:marRight w:val="0"/>
      <w:marTop w:val="0"/>
      <w:marBottom w:val="0"/>
      <w:divBdr>
        <w:top w:val="none" w:sz="0" w:space="0" w:color="auto"/>
        <w:left w:val="none" w:sz="0" w:space="0" w:color="auto"/>
        <w:bottom w:val="none" w:sz="0" w:space="0" w:color="auto"/>
        <w:right w:val="none" w:sz="0" w:space="0" w:color="auto"/>
      </w:divBdr>
    </w:div>
    <w:div w:id="1713723714">
      <w:bodyDiv w:val="1"/>
      <w:marLeft w:val="0"/>
      <w:marRight w:val="0"/>
      <w:marTop w:val="0"/>
      <w:marBottom w:val="0"/>
      <w:divBdr>
        <w:top w:val="none" w:sz="0" w:space="0" w:color="auto"/>
        <w:left w:val="none" w:sz="0" w:space="0" w:color="auto"/>
        <w:bottom w:val="none" w:sz="0" w:space="0" w:color="auto"/>
        <w:right w:val="none" w:sz="0" w:space="0" w:color="auto"/>
      </w:divBdr>
    </w:div>
    <w:div w:id="1715884366">
      <w:bodyDiv w:val="1"/>
      <w:marLeft w:val="0"/>
      <w:marRight w:val="0"/>
      <w:marTop w:val="0"/>
      <w:marBottom w:val="0"/>
      <w:divBdr>
        <w:top w:val="none" w:sz="0" w:space="0" w:color="auto"/>
        <w:left w:val="none" w:sz="0" w:space="0" w:color="auto"/>
        <w:bottom w:val="none" w:sz="0" w:space="0" w:color="auto"/>
        <w:right w:val="none" w:sz="0" w:space="0" w:color="auto"/>
      </w:divBdr>
    </w:div>
    <w:div w:id="1757750548">
      <w:bodyDiv w:val="1"/>
      <w:marLeft w:val="0"/>
      <w:marRight w:val="0"/>
      <w:marTop w:val="0"/>
      <w:marBottom w:val="0"/>
      <w:divBdr>
        <w:top w:val="none" w:sz="0" w:space="0" w:color="auto"/>
        <w:left w:val="none" w:sz="0" w:space="0" w:color="auto"/>
        <w:bottom w:val="none" w:sz="0" w:space="0" w:color="auto"/>
        <w:right w:val="none" w:sz="0" w:space="0" w:color="auto"/>
      </w:divBdr>
    </w:div>
    <w:div w:id="1890263841">
      <w:bodyDiv w:val="1"/>
      <w:marLeft w:val="0"/>
      <w:marRight w:val="0"/>
      <w:marTop w:val="0"/>
      <w:marBottom w:val="0"/>
      <w:divBdr>
        <w:top w:val="none" w:sz="0" w:space="0" w:color="auto"/>
        <w:left w:val="none" w:sz="0" w:space="0" w:color="auto"/>
        <w:bottom w:val="none" w:sz="0" w:space="0" w:color="auto"/>
        <w:right w:val="none" w:sz="0" w:space="0" w:color="auto"/>
      </w:divBdr>
    </w:div>
    <w:div w:id="197853206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0301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D76DD21F4A6AE4A9F8225BFB8E292F7" ma:contentTypeVersion="" ma:contentTypeDescription="Create a new document." ma:contentTypeScope="" ma:versionID="062c4fe9ac2021c6cc87f3bb235c979a">
  <xsd:schema xmlns:xsd="http://www.w3.org/2001/XMLSchema" xmlns:xs="http://www.w3.org/2001/XMLSchema" xmlns:p="http://schemas.microsoft.com/office/2006/metadata/properties" xmlns:ns1="http://schemas.microsoft.com/sharepoint/v3" xmlns:ns2="d50bbff7-d6dd-47d2-864a-cfdc2c3db0f4" xmlns:ns3="73ceba04-f479-4f1c-b7ee-9710a2c1e92e" targetNamespace="http://schemas.microsoft.com/office/2006/metadata/properties" ma:root="true" ma:fieldsID="fdaae2f5cbbe3b9ac8c15d2953907f0c" ns1:_="" ns2:_="" ns3:_="">
    <xsd:import namespace="http://schemas.microsoft.com/sharepoint/v3"/>
    <xsd:import namespace="d50bbff7-d6dd-47d2-864a-cfdc2c3db0f4"/>
    <xsd:import namespace="73ceba04-f479-4f1c-b7ee-9710a2c1e92e"/>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3ceba04-f479-4f1c-b7ee-9710a2c1e92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CA16C03B-B1C4-4BD5-805F-ACA38C0060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3ceba04-f479-4f1c-b7ee-9710a2c1e9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41144D-5A32-4955-B1C8-E11F64C86E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338</TotalTime>
  <Pages>5</Pages>
  <Words>1491</Words>
  <Characters>8504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William Henderson</cp:lastModifiedBy>
  <cp:revision>80</cp:revision>
  <cp:lastPrinted>2016-05-27T05:21:00Z</cp:lastPrinted>
  <dcterms:created xsi:type="dcterms:W3CDTF">2021-08-25T05:59:00Z</dcterms:created>
  <dcterms:modified xsi:type="dcterms:W3CDTF">2022-02-16T05:46:00Z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0x010100FD76DD21F4A6AE4A9F8225BFB8E292F7</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