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7389CE23" w:rsidR="00A301E0" w:rsidRPr="00752A41" w:rsidRDefault="00495D00" w:rsidP="00752A41">
            <w:pPr>
              <w:pStyle w:val="SISSCODE"/>
            </w:pPr>
            <w:r>
              <w:t>AHCSS</w:t>
            </w:r>
            <w:r w:rsidR="009D303B">
              <w:t>000</w:t>
            </w:r>
            <w:r w:rsidR="00527D6E">
              <w:t>X1</w:t>
            </w:r>
          </w:p>
        </w:tc>
        <w:tc>
          <w:tcPr>
            <w:tcW w:w="3604" w:type="pct"/>
            <w:shd w:val="clear" w:color="auto" w:fill="auto"/>
          </w:tcPr>
          <w:p w14:paraId="5892C01E" w14:textId="5B7B865E" w:rsidR="00A301E0" w:rsidRPr="00752A41" w:rsidRDefault="00086C42" w:rsidP="00752A41">
            <w:pPr>
              <w:pStyle w:val="SISStitle"/>
            </w:pPr>
            <w:r w:rsidRPr="00086C42">
              <w:t>Poultry Egg Industry Pullet Rearing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DB11B1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0C7D23C9" w:rsidR="00DB11B1" w:rsidRPr="00DB11B1" w:rsidRDefault="00DB11B1" w:rsidP="00DB11B1">
            <w:pPr>
              <w:pStyle w:val="SIText"/>
            </w:pPr>
            <w:r w:rsidRPr="00DB11B1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7610818" w14:textId="25530365" w:rsidR="00DB11B1" w:rsidRPr="00DB11B1" w:rsidRDefault="00DB11B1" w:rsidP="00DB11B1">
            <w:pPr>
              <w:pStyle w:val="SIText"/>
            </w:pPr>
            <w:r w:rsidRPr="00DB11B1">
              <w:t>This version released with AHC Agriculture, Horticulture and Conservation and Land Management Training Package Version 1.0.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F60AFD2" w14:textId="6D265305" w:rsidR="00B55FEB" w:rsidRPr="00B55FEB" w:rsidRDefault="00B55FEB" w:rsidP="00B55FEB">
            <w:pPr>
              <w:pStyle w:val="SIText"/>
            </w:pPr>
            <w:r w:rsidRPr="009D303B">
              <w:t>This skill set is designed to</w:t>
            </w:r>
            <w:r w:rsidRPr="00B55FEB">
              <w:t xml:space="preserve"> provide </w:t>
            </w:r>
            <w:r>
              <w:t>poultry</w:t>
            </w:r>
            <w:r w:rsidRPr="00B55FEB">
              <w:t xml:space="preserve"> production workers with the skills and knowledge to </w:t>
            </w:r>
            <w:r>
              <w:t>rear</w:t>
            </w:r>
            <w:r w:rsidR="001F6506">
              <w:t xml:space="preserve"> pullet</w:t>
            </w:r>
            <w:r>
              <w:t xml:space="preserve"> poultry eggs in a </w:t>
            </w:r>
            <w:r w:rsidR="00064EC4">
              <w:t xml:space="preserve">commercial </w:t>
            </w:r>
            <w:r>
              <w:t>poultry</w:t>
            </w:r>
            <w:r w:rsidRPr="00B55FEB">
              <w:t xml:space="preserve"> production workplace.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724BD58F" w:rsidR="00C05231" w:rsidRPr="00752A41" w:rsidRDefault="00086C42" w:rsidP="00086C42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</w:rPr>
            </w:pPr>
            <w:r w:rsidRPr="00086C42">
              <w:t xml:space="preserve">These units provide credit towards </w:t>
            </w:r>
            <w:r w:rsidR="001504FD" w:rsidRPr="003C41F6">
              <w:rPr>
                <w:rStyle w:val="SIText-Italic"/>
              </w:rPr>
              <w:t>AHC305</w:t>
            </w:r>
            <w:r w:rsidR="001504FD">
              <w:rPr>
                <w:rStyle w:val="SIText-Italic"/>
              </w:rPr>
              <w:t>XX</w:t>
            </w:r>
            <w:r w:rsidR="001504FD" w:rsidRPr="003C41F6">
              <w:rPr>
                <w:rStyle w:val="SIText-Italic"/>
              </w:rPr>
              <w:t xml:space="preserve"> </w:t>
            </w:r>
            <w:r w:rsidRPr="003C41F6">
              <w:rPr>
                <w:rStyle w:val="SIText-Italic"/>
              </w:rPr>
              <w:t>Certificate III in Poultry Production</w:t>
            </w:r>
            <w:r w:rsidRPr="00086C42">
              <w:t>.</w:t>
            </w: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AE4C55E" w14:textId="1A16D6E3" w:rsidR="00086C42" w:rsidRPr="00086C42" w:rsidRDefault="00086C42" w:rsidP="00C269A0">
            <w:pPr>
              <w:pStyle w:val="SIBulletList1"/>
            </w:pPr>
            <w:r w:rsidRPr="00086C42">
              <w:t>AHCPLY206</w:t>
            </w:r>
            <w:r w:rsidR="001504FD">
              <w:t>X</w:t>
            </w:r>
            <w:r>
              <w:t xml:space="preserve"> </w:t>
            </w:r>
            <w:r w:rsidRPr="00086C42">
              <w:t>Catch and load poultry</w:t>
            </w:r>
          </w:p>
          <w:p w14:paraId="2D3B665E" w14:textId="3BFF1C76" w:rsidR="00086C42" w:rsidRPr="00086C42" w:rsidRDefault="00086C42" w:rsidP="00815C08">
            <w:pPr>
              <w:pStyle w:val="SIBulletList1"/>
            </w:pPr>
            <w:r w:rsidRPr="00086C42">
              <w:t>AHCPLY302</w:t>
            </w:r>
            <w:r w:rsidR="001504FD">
              <w:t>X</w:t>
            </w:r>
            <w:r>
              <w:t xml:space="preserve"> </w:t>
            </w:r>
            <w:r w:rsidRPr="00086C42">
              <w:t>Brood poultry</w:t>
            </w:r>
          </w:p>
          <w:p w14:paraId="23BFF9E9" w14:textId="4C031471" w:rsidR="00086C42" w:rsidRPr="00086C42" w:rsidRDefault="00086C42" w:rsidP="00821B5A">
            <w:pPr>
              <w:pStyle w:val="SIBulletList1"/>
            </w:pPr>
            <w:r w:rsidRPr="00086C42">
              <w:t>AHCPLY306</w:t>
            </w:r>
            <w:r w:rsidR="001504FD">
              <w:t>X</w:t>
            </w:r>
            <w:r>
              <w:t xml:space="preserve"> </w:t>
            </w:r>
            <w:r w:rsidRPr="00086C42">
              <w:t>Clean, disinfect, or fumigate intensive production sheds</w:t>
            </w:r>
          </w:p>
          <w:p w14:paraId="2F92B628" w14:textId="21290C16" w:rsidR="00086C42" w:rsidRPr="00086C42" w:rsidRDefault="00086C42" w:rsidP="00BC5E4E">
            <w:pPr>
              <w:pStyle w:val="SIBulletList1"/>
            </w:pPr>
            <w:r w:rsidRPr="00086C42">
              <w:t>AHCPLY307</w:t>
            </w:r>
            <w:r w:rsidR="001504FD">
              <w:t>X</w:t>
            </w:r>
            <w:r>
              <w:t xml:space="preserve"> </w:t>
            </w:r>
            <w:r w:rsidRPr="00086C42">
              <w:t>Implement, monitor, and review biosecurity measures in poultry production</w:t>
            </w:r>
          </w:p>
          <w:p w14:paraId="69D8F26C" w14:textId="57A0A904" w:rsidR="00086C42" w:rsidRPr="00086C42" w:rsidRDefault="00086C42" w:rsidP="00F918DA">
            <w:pPr>
              <w:pStyle w:val="SIBulletList1"/>
            </w:pPr>
            <w:r w:rsidRPr="00086C42">
              <w:t>AHCLSK310</w:t>
            </w:r>
            <w:r>
              <w:t xml:space="preserve"> </w:t>
            </w:r>
            <w:r w:rsidRPr="00086C42">
              <w:t>Implement feeding plans for intensive production</w:t>
            </w:r>
          </w:p>
          <w:p w14:paraId="39F562E8" w14:textId="5173E648" w:rsidR="00495D00" w:rsidRPr="00536741" w:rsidRDefault="00086C42" w:rsidP="00086C42">
            <w:pPr>
              <w:pStyle w:val="SIBulletList1"/>
            </w:pPr>
            <w:r w:rsidRPr="00086C42">
              <w:t>AHCLSK313</w:t>
            </w:r>
            <w:r>
              <w:t xml:space="preserve"> </w:t>
            </w:r>
            <w:r w:rsidRPr="00086C42">
              <w:t>Monitor livestock production growing environments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624CBAC5" w:rsidR="0016138C" w:rsidRPr="00536741" w:rsidRDefault="00086C42" w:rsidP="00740252">
            <w:pPr>
              <w:pStyle w:val="SIText"/>
            </w:pPr>
            <w:r w:rsidRPr="00086C42">
              <w:t xml:space="preserve">Individuals who are </w:t>
            </w:r>
            <w:r w:rsidR="00064EC4">
              <w:t xml:space="preserve">seeking to </w:t>
            </w:r>
            <w:r w:rsidRPr="00086C42">
              <w:t>work as poultry stockpersons rearing pullets in the poultry egg industry.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34A60018" w:rsidR="00DB557A" w:rsidRPr="00495D00" w:rsidRDefault="001F6506" w:rsidP="00495D00">
            <w:pPr>
              <w:pStyle w:val="SIText"/>
            </w:pPr>
            <w:r w:rsidRPr="0080401F">
              <w:t xml:space="preserve">These competencies </w:t>
            </w:r>
            <w:r w:rsidRPr="001F6506">
              <w:t xml:space="preserve">from the </w:t>
            </w:r>
            <w:r w:rsidRPr="001F6506">
              <w:rPr>
                <w:rStyle w:val="SIText-Italic"/>
              </w:rPr>
              <w:t>AHC Agriculture, Horticulture and Conservation and Land Management</w:t>
            </w:r>
            <w:r w:rsidRPr="001F6506">
              <w:t xml:space="preserve"> Training Package meet the p</w:t>
            </w:r>
            <w:r>
              <w:t>oultry</w:t>
            </w:r>
            <w:r w:rsidRPr="001F6506">
              <w:t xml:space="preserve"> production industry requirements for </w:t>
            </w:r>
            <w:r>
              <w:t xml:space="preserve">pullet </w:t>
            </w:r>
            <w:r w:rsidR="001504FD" w:rsidRPr="001504FD">
              <w:t xml:space="preserve">egg </w:t>
            </w:r>
            <w:r>
              <w:t>poultry rearing</w:t>
            </w:r>
            <w:r w:rsidR="000379B4">
              <w:t>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BD366" w14:textId="77777777" w:rsidR="006A6131" w:rsidRDefault="006A6131" w:rsidP="00BF3F0A">
      <w:r>
        <w:separator/>
      </w:r>
    </w:p>
    <w:p w14:paraId="7819D7C1" w14:textId="77777777" w:rsidR="006A6131" w:rsidRDefault="006A6131"/>
  </w:endnote>
  <w:endnote w:type="continuationSeparator" w:id="0">
    <w:p w14:paraId="77DFA885" w14:textId="77777777" w:rsidR="006A6131" w:rsidRDefault="006A6131" w:rsidP="00BF3F0A">
      <w:r>
        <w:continuationSeparator/>
      </w:r>
    </w:p>
    <w:p w14:paraId="5A50EA74" w14:textId="77777777" w:rsidR="006A6131" w:rsidRDefault="006A61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02353" w14:textId="77777777" w:rsidR="006A6131" w:rsidRDefault="006A6131" w:rsidP="00BF3F0A">
      <w:r>
        <w:separator/>
      </w:r>
    </w:p>
    <w:p w14:paraId="3A580C02" w14:textId="77777777" w:rsidR="006A6131" w:rsidRDefault="006A6131"/>
  </w:footnote>
  <w:footnote w:type="continuationSeparator" w:id="0">
    <w:p w14:paraId="2399A83C" w14:textId="77777777" w:rsidR="006A6131" w:rsidRDefault="006A6131" w:rsidP="00BF3F0A">
      <w:r>
        <w:continuationSeparator/>
      </w:r>
    </w:p>
    <w:p w14:paraId="58D7BE5E" w14:textId="77777777" w:rsidR="006A6131" w:rsidRDefault="006A61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2CFA8DEE" w:rsidR="009C2650" w:rsidRDefault="006A6131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86C42" w:rsidRPr="00086C42">
      <w:t xml:space="preserve"> AHCSS000</w:t>
    </w:r>
    <w:r w:rsidR="00527D6E">
      <w:t>X1</w:t>
    </w:r>
    <w:r w:rsidR="00086C42" w:rsidRPr="00086C42">
      <w:t xml:space="preserve"> Poultry Egg Industry Pullet Rearing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379B4"/>
    <w:rsid w:val="00040188"/>
    <w:rsid w:val="00041E59"/>
    <w:rsid w:val="00053D7E"/>
    <w:rsid w:val="00064BFE"/>
    <w:rsid w:val="00064EC4"/>
    <w:rsid w:val="00070B3E"/>
    <w:rsid w:val="00071F95"/>
    <w:rsid w:val="000737BB"/>
    <w:rsid w:val="00074E47"/>
    <w:rsid w:val="00086C42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04FD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54E"/>
    <w:rsid w:val="001D2756"/>
    <w:rsid w:val="001E16BC"/>
    <w:rsid w:val="001F28F9"/>
    <w:rsid w:val="001F2BA5"/>
    <w:rsid w:val="001F308D"/>
    <w:rsid w:val="001F6506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369B"/>
    <w:rsid w:val="00315242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41F6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27D6E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5F7F0E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6131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01F"/>
    <w:rsid w:val="008044AE"/>
    <w:rsid w:val="00817D51"/>
    <w:rsid w:val="00823530"/>
    <w:rsid w:val="00823FF4"/>
    <w:rsid w:val="0082524E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5EB2"/>
    <w:rsid w:val="0098725E"/>
    <w:rsid w:val="009A5900"/>
    <w:rsid w:val="009C2650"/>
    <w:rsid w:val="009D15E2"/>
    <w:rsid w:val="009D15FE"/>
    <w:rsid w:val="009D303B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19DE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5FEB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231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B5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1B1"/>
    <w:rsid w:val="00DB557A"/>
    <w:rsid w:val="00DC1D69"/>
    <w:rsid w:val="00DC5A3A"/>
    <w:rsid w:val="00E238E6"/>
    <w:rsid w:val="00E35064"/>
    <w:rsid w:val="00E438C3"/>
    <w:rsid w:val="00E501F0"/>
    <w:rsid w:val="00E679E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1345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AD19DE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DCB6030-0AAC-41C4-82E7-5C178B93D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80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William Henderson</cp:lastModifiedBy>
  <cp:revision>21</cp:revision>
  <cp:lastPrinted>2016-05-27T05:21:00Z</cp:lastPrinted>
  <dcterms:created xsi:type="dcterms:W3CDTF">2021-09-14T01:10:00Z</dcterms:created>
  <dcterms:modified xsi:type="dcterms:W3CDTF">2022-02-16T05:47:00Z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