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10E13151" w14:textId="77777777" w:rsidTr="00F279E6">
        <w:tc>
          <w:tcPr>
            <w:tcW w:w="1396" w:type="pct"/>
            <w:shd w:val="clear" w:color="auto" w:fill="auto"/>
          </w:tcPr>
          <w:p w14:paraId="68EFF4E4" w14:textId="4ACDB3C6" w:rsidR="00A301E0" w:rsidRPr="00752A41" w:rsidRDefault="00495D00" w:rsidP="00752A41">
            <w:pPr>
              <w:pStyle w:val="SISSCODE"/>
            </w:pPr>
            <w:commentRangeStart w:id="0"/>
            <w:r>
              <w:t>AHCSS00048</w:t>
            </w:r>
          </w:p>
        </w:tc>
        <w:tc>
          <w:tcPr>
            <w:tcW w:w="3604" w:type="pct"/>
            <w:shd w:val="clear" w:color="auto" w:fill="auto"/>
          </w:tcPr>
          <w:p w14:paraId="5892C01E" w14:textId="4D8D6D60" w:rsidR="00A301E0" w:rsidRPr="00752A41" w:rsidRDefault="00495D00" w:rsidP="00752A41">
            <w:pPr>
              <w:pStyle w:val="SISStitle"/>
            </w:pPr>
            <w:r w:rsidRPr="00495D00">
              <w:t>Permaculture Demonstrator Skill Set</w:t>
            </w:r>
            <w:commentRangeEnd w:id="0"/>
            <w:r w:rsidR="009F69A3">
              <w:rPr>
                <w:b w:val="0"/>
              </w:rPr>
              <w:commentReference w:id="0"/>
            </w:r>
          </w:p>
        </w:tc>
      </w:tr>
    </w:tbl>
    <w:p w14:paraId="2A2DB1EA" w14:textId="77777777" w:rsidR="00A301E0" w:rsidRPr="00536741" w:rsidRDefault="00A301E0" w:rsidP="00A301E0"/>
    <w:p w14:paraId="360F2E68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7F7421CC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5EB2153C" w14:textId="77777777" w:rsidTr="002A1BEA">
        <w:tc>
          <w:tcPr>
            <w:tcW w:w="1396" w:type="pct"/>
            <w:shd w:val="clear" w:color="auto" w:fill="auto"/>
          </w:tcPr>
          <w:p w14:paraId="25417D08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5C66615D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631483" w:rsidRPr="00963A46" w14:paraId="35A82DA4" w14:textId="77777777" w:rsidTr="00F669F0">
        <w:tc>
          <w:tcPr>
            <w:tcW w:w="1396" w:type="pct"/>
            <w:shd w:val="clear" w:color="auto" w:fill="auto"/>
          </w:tcPr>
          <w:p w14:paraId="13F8B223" w14:textId="4215098D" w:rsidR="00631483" w:rsidRPr="00631483" w:rsidRDefault="00631483" w:rsidP="00631483">
            <w:pPr>
              <w:pStyle w:val="SIText"/>
            </w:pPr>
            <w:r w:rsidRPr="00631483">
              <w:t xml:space="preserve">Release </w:t>
            </w:r>
            <w:r>
              <w:t>2</w:t>
            </w:r>
          </w:p>
        </w:tc>
        <w:tc>
          <w:tcPr>
            <w:tcW w:w="3604" w:type="pct"/>
            <w:shd w:val="clear" w:color="auto" w:fill="auto"/>
          </w:tcPr>
          <w:p w14:paraId="5184AF09" w14:textId="77777777" w:rsidR="00631483" w:rsidRDefault="00631483">
            <w:pPr>
              <w:pStyle w:val="SIText"/>
              <w:rPr>
                <w:rStyle w:val="SITemporaryText-blue"/>
              </w:rPr>
            </w:pPr>
            <w:r w:rsidRPr="00631483">
              <w:t xml:space="preserve">This version released with AHC Agriculture, Horticulture and Conservation and Land Management Training Package Version </w:t>
            </w:r>
            <w:r>
              <w:rPr>
                <w:rStyle w:val="SITemporaryText-blue"/>
              </w:rPr>
              <w:t>XX</w:t>
            </w:r>
          </w:p>
          <w:p w14:paraId="11CD161D" w14:textId="77777777" w:rsidR="00631483" w:rsidRPr="005C39CC" w:rsidRDefault="00631483">
            <w:pPr>
              <w:pStyle w:val="SIText"/>
            </w:pPr>
          </w:p>
          <w:p w14:paraId="46D6B345" w14:textId="0AF5F353" w:rsidR="00631483" w:rsidRPr="00631483" w:rsidRDefault="00631483">
            <w:pPr>
              <w:pStyle w:val="SIText"/>
            </w:pPr>
            <w:r w:rsidRPr="005C39CC">
              <w:t>Updated Description</w:t>
            </w:r>
            <w:r>
              <w:t xml:space="preserve"> checked and updated skill set units and codes</w:t>
            </w:r>
          </w:p>
        </w:tc>
      </w:tr>
      <w:tr w:rsidR="00536741" w:rsidRPr="00963A46" w14:paraId="42860BFD" w14:textId="77777777" w:rsidTr="002A1BEA">
        <w:tc>
          <w:tcPr>
            <w:tcW w:w="1396" w:type="pct"/>
            <w:shd w:val="clear" w:color="auto" w:fill="auto"/>
          </w:tcPr>
          <w:p w14:paraId="70E58093" w14:textId="6D5406A2" w:rsidR="00536741" w:rsidRPr="00752A41" w:rsidRDefault="00536741" w:rsidP="00752A41">
            <w:pPr>
              <w:pStyle w:val="SIText"/>
            </w:pPr>
            <w:r w:rsidRPr="00CC451E">
              <w:t>Release</w:t>
            </w:r>
            <w:r w:rsidRPr="00752A41">
              <w:t xml:space="preserve"> 1</w:t>
            </w:r>
          </w:p>
        </w:tc>
        <w:tc>
          <w:tcPr>
            <w:tcW w:w="3604" w:type="pct"/>
            <w:shd w:val="clear" w:color="auto" w:fill="auto"/>
          </w:tcPr>
          <w:p w14:paraId="0BAE8DE4" w14:textId="06851AC0" w:rsidR="00536741" w:rsidRDefault="00495D00" w:rsidP="00495D00">
            <w:pPr>
              <w:pStyle w:val="SIText"/>
            </w:pPr>
            <w:r w:rsidRPr="00495D00">
              <w:t xml:space="preserve">This version released with AHC Agriculture, Horticulture and Conservation and Land Management Training Package Version </w:t>
            </w:r>
            <w:r>
              <w:t>1.0</w:t>
            </w:r>
          </w:p>
        </w:tc>
      </w:tr>
    </w:tbl>
    <w:p w14:paraId="2B86D08A" w14:textId="77777777" w:rsidR="00536741" w:rsidRPr="00752A41" w:rsidRDefault="00536741" w:rsidP="00536741"/>
    <w:p w14:paraId="6DFAF9A0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1BFC8861" w14:textId="77777777" w:rsidTr="000D7BE6">
        <w:tc>
          <w:tcPr>
            <w:tcW w:w="5000" w:type="pct"/>
            <w:shd w:val="clear" w:color="auto" w:fill="auto"/>
          </w:tcPr>
          <w:p w14:paraId="50475181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5B0EAEBC" w14:textId="35213245" w:rsidR="0016138C" w:rsidRPr="00752A41" w:rsidRDefault="00DB557A" w:rsidP="00752A41">
            <w:pPr>
              <w:pStyle w:val="SIText"/>
            </w:pPr>
            <w:r w:rsidRPr="00940100">
              <w:t xml:space="preserve">This </w:t>
            </w:r>
            <w:r w:rsidRPr="00752A41">
              <w:t>skill set</w:t>
            </w:r>
            <w:r w:rsidR="001857F5">
              <w:t xml:space="preserve"> </w:t>
            </w:r>
            <w:r w:rsidR="009648D5">
              <w:t xml:space="preserve">provides the skills and knowledge to develop basic training programs to communicate permaculture systems designs to clients, implement maintenance </w:t>
            </w:r>
            <w:proofErr w:type="gramStart"/>
            <w:r w:rsidR="009648D5">
              <w:t>activities</w:t>
            </w:r>
            <w:proofErr w:type="gramEnd"/>
            <w:r w:rsidR="009648D5">
              <w:t xml:space="preserve"> and select plants and animals for a permaculture system.</w:t>
            </w:r>
          </w:p>
          <w:p w14:paraId="5D523936" w14:textId="77777777" w:rsidR="00A644BD" w:rsidRPr="00890663" w:rsidRDefault="00A644BD" w:rsidP="00752A41">
            <w:pPr>
              <w:pStyle w:val="SIText"/>
            </w:pPr>
          </w:p>
          <w:p w14:paraId="122E799F" w14:textId="77777777" w:rsidR="00A772D9" w:rsidRPr="00536741" w:rsidRDefault="00A772D9" w:rsidP="00495D00">
            <w:pPr>
              <w:pStyle w:val="SIText"/>
            </w:pPr>
          </w:p>
        </w:tc>
      </w:tr>
      <w:tr w:rsidR="00A301E0" w:rsidRPr="00963A46" w14:paraId="702234B7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208ACE2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773CBCC1" w14:textId="2CF2C6F9" w:rsidR="00A301E0" w:rsidRPr="00752A41" w:rsidRDefault="009648D5" w:rsidP="00752A41">
            <w:pPr>
              <w:pStyle w:val="SIText"/>
              <w:rPr>
                <w:rStyle w:val="SITemporarytext-red"/>
              </w:rPr>
            </w:pPr>
            <w:r w:rsidRPr="009648D5">
              <w:t>These units of competency can provide credit towards a range of qualifications and/or build on the skills</w:t>
            </w:r>
            <w:r>
              <w:t xml:space="preserve"> </w:t>
            </w:r>
            <w:r w:rsidRPr="009648D5">
              <w:t>and knowledge of previous qualifications attained from the AHC Agriculture, Horticulture and Conservation</w:t>
            </w:r>
            <w:r>
              <w:t xml:space="preserve"> </w:t>
            </w:r>
            <w:r w:rsidRPr="009648D5">
              <w:t>and Land Management</w:t>
            </w:r>
            <w:r>
              <w:t xml:space="preserve"> Training Package and </w:t>
            </w:r>
            <w:r w:rsidRPr="009648D5">
              <w:t>TAE Training and Education Training Package</w:t>
            </w:r>
            <w:r>
              <w:t>.</w:t>
            </w:r>
          </w:p>
        </w:tc>
      </w:tr>
      <w:tr w:rsidR="00A301E0" w:rsidRPr="00963A46" w14:paraId="7970BB4B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6B4D5361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02562968" w14:textId="7C680856" w:rsidR="001857F5" w:rsidRPr="001857F5" w:rsidRDefault="001857F5" w:rsidP="001857F5">
            <w:pPr>
              <w:pStyle w:val="SIText"/>
            </w:pPr>
            <w:r>
              <w:t xml:space="preserve">No </w:t>
            </w:r>
            <w:r w:rsidRPr="001857F5">
              <w:t>licensing or regulatory requirements apply to this skill set at the time of publication.</w:t>
            </w:r>
          </w:p>
          <w:p w14:paraId="0B7A99F3" w14:textId="2B3CDC9E" w:rsidR="00A301E0" w:rsidRPr="00A301E0" w:rsidRDefault="00A301E0" w:rsidP="00495D00">
            <w:pPr>
              <w:pStyle w:val="SIText"/>
            </w:pPr>
          </w:p>
        </w:tc>
      </w:tr>
      <w:tr w:rsidR="00A772D9" w:rsidRPr="00963A46" w14:paraId="15E02EE8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74CE190A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05DFDDB3" w14:textId="42EC6F23" w:rsidR="00631483" w:rsidRDefault="00631483" w:rsidP="00631483">
            <w:pPr>
              <w:pStyle w:val="SIBulletList1"/>
            </w:pPr>
            <w:commentRangeStart w:id="1"/>
            <w:r w:rsidRPr="00631483">
              <w:t>AHCPER3X</w:t>
            </w:r>
            <w:r w:rsidR="002975FE">
              <w:t>1</w:t>
            </w:r>
            <w:r w:rsidRPr="00631483">
              <w:t xml:space="preserve"> Communicate </w:t>
            </w:r>
            <w:commentRangeEnd w:id="1"/>
            <w:r>
              <w:rPr>
                <w:sz w:val="22"/>
                <w:szCs w:val="22"/>
                <w:lang w:eastAsia="en-AU"/>
              </w:rPr>
              <w:commentReference w:id="1"/>
            </w:r>
            <w:r w:rsidRPr="00631483">
              <w:t>permaculture system plans to client</w:t>
            </w:r>
          </w:p>
          <w:p w14:paraId="0D4B77D6" w14:textId="66E08F50" w:rsidR="00495D00" w:rsidRPr="00495D00" w:rsidRDefault="00495D00" w:rsidP="00631483">
            <w:pPr>
              <w:pStyle w:val="SIBulletList1"/>
            </w:pPr>
            <w:commentRangeStart w:id="2"/>
            <w:r w:rsidRPr="00495D00">
              <w:t>AHCPER303 Maintain integrated plant and animal systems</w:t>
            </w:r>
            <w:commentRangeEnd w:id="2"/>
            <w:r w:rsidR="009F69A3">
              <w:rPr>
                <w:sz w:val="22"/>
                <w:szCs w:val="22"/>
                <w:lang w:eastAsia="en-AU"/>
              </w:rPr>
              <w:commentReference w:id="2"/>
            </w:r>
          </w:p>
          <w:p w14:paraId="05AFCB47" w14:textId="7B46ED60" w:rsidR="00495D00" w:rsidRPr="00495D00" w:rsidRDefault="00495D00" w:rsidP="00495D00">
            <w:pPr>
              <w:pStyle w:val="SIBulletList1"/>
            </w:pPr>
            <w:r w:rsidRPr="00495D00">
              <w:t xml:space="preserve">AHCPER316 Select plant and animal species in a permaculture </w:t>
            </w:r>
            <w:proofErr w:type="gramStart"/>
            <w:r w:rsidRPr="00495D00">
              <w:t>system</w:t>
            </w:r>
            <w:r w:rsidR="00631483">
              <w:t>s</w:t>
            </w:r>
            <w:proofErr w:type="gramEnd"/>
          </w:p>
          <w:p w14:paraId="2AE7CAD1" w14:textId="037065DD" w:rsidR="00495D00" w:rsidRPr="00495D00" w:rsidRDefault="00631483" w:rsidP="00631483">
            <w:pPr>
              <w:pStyle w:val="SIBulletList1"/>
            </w:pPr>
            <w:commentRangeStart w:id="3"/>
            <w:r w:rsidRPr="00631483">
              <w:t>TAEDEL301 Provide work skill instruction</w:t>
            </w:r>
            <w:commentRangeEnd w:id="3"/>
            <w:r>
              <w:rPr>
                <w:sz w:val="22"/>
                <w:szCs w:val="22"/>
                <w:lang w:eastAsia="en-AU"/>
              </w:rPr>
              <w:commentReference w:id="3"/>
            </w:r>
          </w:p>
          <w:p w14:paraId="39F562E8" w14:textId="5B8C2802" w:rsidR="00495D00" w:rsidRPr="00536741" w:rsidRDefault="00495D00" w:rsidP="00752A41">
            <w:pPr>
              <w:pStyle w:val="SIText"/>
            </w:pPr>
          </w:p>
        </w:tc>
      </w:tr>
      <w:tr w:rsidR="005C7EA8" w:rsidRPr="00963A46" w14:paraId="4CA1234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4743ED7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3574605A" w14:textId="3B624F96" w:rsidR="0016138C" w:rsidRPr="00536741" w:rsidRDefault="009648D5" w:rsidP="00495D00">
            <w:pPr>
              <w:pStyle w:val="SIText"/>
            </w:pPr>
            <w:r>
              <w:t xml:space="preserve">This skill set is designed for secondary teachers and </w:t>
            </w:r>
            <w:r w:rsidRPr="009648D5">
              <w:t>support staff who are delivering permaculture programs and/or wish to pursue further studies in permaculture.</w:t>
            </w:r>
          </w:p>
        </w:tc>
      </w:tr>
      <w:tr w:rsidR="00DB557A" w:rsidRPr="00963A46" w14:paraId="48999B53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CD34FAE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409C55EF" w14:textId="7B05A539" w:rsidR="00DB557A" w:rsidRPr="00495D00" w:rsidRDefault="00495D00">
            <w:pPr>
              <w:pStyle w:val="SIText"/>
            </w:pPr>
            <w:r w:rsidRPr="00495D00">
              <w:t>These competencies</w:t>
            </w:r>
            <w:r w:rsidR="001857F5">
              <w:t xml:space="preserve"> from the </w:t>
            </w:r>
            <w:r w:rsidR="001857F5" w:rsidRPr="001857F5">
              <w:t>AHC Agriculture, Horticulture and Conservation and Land Management Training Package</w:t>
            </w:r>
            <w:r w:rsidR="00A830A5">
              <w:t xml:space="preserve"> and </w:t>
            </w:r>
            <w:r w:rsidR="00A830A5" w:rsidRPr="00A830A5">
              <w:t>TAE Training and Education Training Package</w:t>
            </w:r>
            <w:r w:rsidR="00A830A5">
              <w:t>,</w:t>
            </w:r>
            <w:r w:rsidRPr="00495D00">
              <w:t xml:space="preserve"> meet the industry requirements for those providing practical instruction to small groups of learners.</w:t>
            </w:r>
          </w:p>
        </w:tc>
      </w:tr>
    </w:tbl>
    <w:p w14:paraId="47E88F66" w14:textId="77777777" w:rsidR="00F1480E" w:rsidRPr="00536741" w:rsidRDefault="00F1480E" w:rsidP="00536741"/>
    <w:sectPr w:rsidR="00F1480E" w:rsidRPr="00536741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Ron" w:date="2022-01-24T12:28:00Z" w:initials="RB">
    <w:p w14:paraId="4F3DCE65" w14:textId="1A930DC8" w:rsidR="009F69A3" w:rsidRDefault="009F69A3" w:rsidP="009F69A3">
      <w:pPr>
        <w:rPr>
          <w:rFonts w:eastAsiaTheme="minorHAnsi"/>
        </w:rPr>
      </w:pPr>
      <w:r>
        <w:annotationRef/>
      </w:r>
      <w:r w:rsidR="004611FF">
        <w:rPr>
          <w:rFonts w:eastAsiaTheme="minorHAnsi"/>
        </w:rPr>
        <w:t>General agreement on this skill set</w:t>
      </w:r>
    </w:p>
    <w:p w14:paraId="72F55596" w14:textId="77777777" w:rsidR="004611FF" w:rsidRDefault="004611FF" w:rsidP="009F69A3">
      <w:pPr>
        <w:rPr>
          <w:rFonts w:eastAsiaTheme="minorHAnsi"/>
        </w:rPr>
      </w:pPr>
    </w:p>
    <w:p w14:paraId="029A12BE" w14:textId="25F482CA" w:rsidR="009F69A3" w:rsidRPr="009F69A3" w:rsidRDefault="009F69A3" w:rsidP="009F69A3">
      <w:pPr>
        <w:rPr>
          <w:rFonts w:eastAsiaTheme="minorHAnsi"/>
        </w:rPr>
      </w:pPr>
      <w:r>
        <w:rPr>
          <w:rFonts w:eastAsiaTheme="minorHAnsi"/>
        </w:rPr>
        <w:t>A</w:t>
      </w:r>
      <w:r w:rsidRPr="009F69A3">
        <w:rPr>
          <w:rFonts w:eastAsiaTheme="minorHAnsi"/>
        </w:rPr>
        <w:t>gree with changes but prefer AHCPER302 rather than</w:t>
      </w:r>
    </w:p>
    <w:p w14:paraId="60640369" w14:textId="6BCDBFA3" w:rsidR="009F69A3" w:rsidRDefault="009F69A3" w:rsidP="009F69A3">
      <w:r w:rsidRPr="009F69A3">
        <w:rPr>
          <w:rFonts w:eastAsiaTheme="minorHAnsi"/>
        </w:rPr>
        <w:t>303 due to expected duration to maintain system and observe system over time.</w:t>
      </w:r>
    </w:p>
  </w:comment>
  <w:comment w:id="1" w:author="Ron" w:date="2022-01-06T11:41:00Z" w:initials="RB">
    <w:p w14:paraId="37A2D914" w14:textId="17FDB64A" w:rsidR="00631483" w:rsidRDefault="00631483">
      <w:r>
        <w:annotationRef/>
      </w:r>
      <w:r>
        <w:t>This is a rewrite of the unit AHCPER301</w:t>
      </w:r>
    </w:p>
  </w:comment>
  <w:comment w:id="2" w:author="Ron" w:date="2022-01-24T12:29:00Z" w:initials="RB">
    <w:p w14:paraId="40604A8B" w14:textId="6225ED4C" w:rsidR="009F69A3" w:rsidRDefault="009F69A3" w:rsidP="009F69A3">
      <w:r>
        <w:annotationRef/>
      </w:r>
      <w:r>
        <w:t>Recommended change to (AHCPER302)</w:t>
      </w:r>
      <w:r w:rsidRPr="009F69A3">
        <w:t xml:space="preserve"> </w:t>
      </w:r>
      <w:r>
        <w:t xml:space="preserve">now </w:t>
      </w:r>
      <w:r w:rsidRPr="009F69A3">
        <w:t>AHCPER4X1</w:t>
      </w:r>
      <w:r>
        <w:t xml:space="preserve"> </w:t>
      </w:r>
      <w:r w:rsidRPr="009F69A3">
        <w:t>Develop recommendations for integrated plant and animal systems</w:t>
      </w:r>
      <w:r>
        <w:t>.</w:t>
      </w:r>
    </w:p>
  </w:comment>
  <w:comment w:id="3" w:author="Ron" w:date="2022-01-06T11:44:00Z" w:initials="RB">
    <w:p w14:paraId="53266435" w14:textId="3D9F0FB9" w:rsidR="00631483" w:rsidRDefault="00631483">
      <w:r>
        <w:annotationRef/>
      </w:r>
      <w:r>
        <w:t>Replaces deleted unit AHCPER321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0640369" w15:done="0"/>
  <w15:commentEx w15:paraId="37A2D914" w15:done="0"/>
  <w15:commentEx w15:paraId="40604A8B" w15:done="0"/>
  <w15:commentEx w15:paraId="5326643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B0CB90" w16cex:dateUtc="2022-01-24T01:28:00Z"/>
  <w16cex:commentExtensible w16cex:durableId="25B0CB91" w16cex:dateUtc="2022-01-06T00:41:00Z"/>
  <w16cex:commentExtensible w16cex:durableId="25B0CB92" w16cex:dateUtc="2022-01-24T01:29:00Z"/>
  <w16cex:commentExtensible w16cex:durableId="25B0CB93" w16cex:dateUtc="2022-01-06T00:4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0640369" w16cid:durableId="25B0CB90"/>
  <w16cid:commentId w16cid:paraId="37A2D914" w16cid:durableId="25B0CB91"/>
  <w16cid:commentId w16cid:paraId="40604A8B" w16cid:durableId="25B0CB92"/>
  <w16cid:commentId w16cid:paraId="53266435" w16cid:durableId="25B0CB9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64A616" w14:textId="77777777" w:rsidR="00495D00" w:rsidRDefault="00495D00" w:rsidP="00BF3F0A">
      <w:r>
        <w:separator/>
      </w:r>
    </w:p>
    <w:p w14:paraId="2C44660C" w14:textId="77777777" w:rsidR="00495D00" w:rsidRDefault="00495D00"/>
  </w:endnote>
  <w:endnote w:type="continuationSeparator" w:id="0">
    <w:p w14:paraId="7366A43A" w14:textId="77777777" w:rsidR="00495D00" w:rsidRDefault="00495D00" w:rsidP="00BF3F0A">
      <w:r>
        <w:continuationSeparator/>
      </w:r>
    </w:p>
    <w:p w14:paraId="43B74174" w14:textId="77777777" w:rsidR="00495D00" w:rsidRDefault="00495D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B949DD5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945C9">
          <w:rPr>
            <w:noProof/>
          </w:rPr>
          <w:t>1</w:t>
        </w:r>
        <w:r w:rsidRPr="00536741">
          <w:fldChar w:fldCharType="end"/>
        </w:r>
      </w:p>
      <w:p w14:paraId="6F77DB7A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642BD51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D22A80" w14:textId="77777777" w:rsidR="00495D00" w:rsidRDefault="00495D00" w:rsidP="00BF3F0A">
      <w:r>
        <w:separator/>
      </w:r>
    </w:p>
    <w:p w14:paraId="7CB5404C" w14:textId="77777777" w:rsidR="00495D00" w:rsidRDefault="00495D00"/>
  </w:footnote>
  <w:footnote w:type="continuationSeparator" w:id="0">
    <w:p w14:paraId="091BB8D6" w14:textId="77777777" w:rsidR="00495D00" w:rsidRDefault="00495D00" w:rsidP="00BF3F0A">
      <w:r>
        <w:continuationSeparator/>
      </w:r>
    </w:p>
    <w:p w14:paraId="078EAC22" w14:textId="77777777" w:rsidR="00495D00" w:rsidRDefault="00495D0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81F07" w14:textId="1765455F" w:rsidR="009C2650" w:rsidRDefault="005C39CC">
    <w:sdt>
      <w:sdtPr>
        <w:id w:val="-1177961801"/>
        <w:docPartObj>
          <w:docPartGallery w:val="Watermarks"/>
          <w:docPartUnique/>
        </w:docPartObj>
      </w:sdtPr>
      <w:sdtEndPr/>
      <w:sdtContent>
        <w:r>
          <w:pict w14:anchorId="58A8313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95D00" w:rsidRPr="00495D00">
      <w:t xml:space="preserve"> AHCSS00048 Permaculture Demonstrator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on">
    <w15:presenceInfo w15:providerId="None" w15:userId="R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5D00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857F5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5355B"/>
    <w:rsid w:val="00262FC3"/>
    <w:rsid w:val="00276DB8"/>
    <w:rsid w:val="00282664"/>
    <w:rsid w:val="00285FB8"/>
    <w:rsid w:val="002931C2"/>
    <w:rsid w:val="002975FE"/>
    <w:rsid w:val="002A4CD3"/>
    <w:rsid w:val="002C55E9"/>
    <w:rsid w:val="002D0C8B"/>
    <w:rsid w:val="002E193E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463CA"/>
    <w:rsid w:val="00452F3E"/>
    <w:rsid w:val="00453E79"/>
    <w:rsid w:val="004611FF"/>
    <w:rsid w:val="004640AE"/>
    <w:rsid w:val="00475172"/>
    <w:rsid w:val="004758B0"/>
    <w:rsid w:val="004832D2"/>
    <w:rsid w:val="00485559"/>
    <w:rsid w:val="00495D00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39CC"/>
    <w:rsid w:val="005C7EA8"/>
    <w:rsid w:val="005F33CC"/>
    <w:rsid w:val="006121D4"/>
    <w:rsid w:val="00613B49"/>
    <w:rsid w:val="00620E8E"/>
    <w:rsid w:val="00631483"/>
    <w:rsid w:val="00633CFE"/>
    <w:rsid w:val="00634FCA"/>
    <w:rsid w:val="006404B5"/>
    <w:rsid w:val="006452B8"/>
    <w:rsid w:val="00652E62"/>
    <w:rsid w:val="00680D71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945C9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648D5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9F69A3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830A5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85132"/>
    <w:rsid w:val="00C96AF3"/>
    <w:rsid w:val="00C97CCC"/>
    <w:rsid w:val="00CA0274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555A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16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980E180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Revision">
    <w:name w:val="Revision"/>
    <w:hidden/>
    <w:uiPriority w:val="99"/>
    <w:semiHidden/>
    <w:rsid w:val="009F69A3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9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79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79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6B4004535E454288DE853EFC981216" ma:contentTypeVersion="" ma:contentTypeDescription="Create a new document." ma:contentTypeScope="" ma:versionID="2ae59c99570b12afc995a6285ee26e5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9c7732a-3955-4112-8f5d-30c2ad1c2cbf" targetNamespace="http://schemas.microsoft.com/office/2006/metadata/properties" ma:root="true" ma:fieldsID="acd12a018e5007da8f30e072e918cca4" ns1:_="" ns2:_="" ns3:_="">
    <xsd:import namespace="http://schemas.microsoft.com/sharepoint/v3"/>
    <xsd:import namespace="d50bbff7-d6dd-47d2-864a-cfdc2c3db0f4"/>
    <xsd:import namespace="99c7732a-3955-4112-8f5d-30c2ad1c2c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7732a-3955-4112-8f5d-30c2ad1c2c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C5589E-0234-4D50-A77F-12783384B4C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99c7732a-3955-4112-8f5d-30c2ad1c2cbf"/>
    <ds:schemaRef ds:uri="d50bbff7-d6dd-47d2-864a-cfdc2c3db0f4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462E0A3D-6AB7-41A7-B6B7-01E468A00C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9c7732a-3955-4112-8f5d-30c2ad1c2c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18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Ruth Geldard</cp:lastModifiedBy>
  <cp:revision>9</cp:revision>
  <cp:lastPrinted>2016-05-27T05:21:00Z</cp:lastPrinted>
  <dcterms:created xsi:type="dcterms:W3CDTF">2022-01-06T00:53:00Z</dcterms:created>
  <dcterms:modified xsi:type="dcterms:W3CDTF">2022-02-11T00:48:00Z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0x010100E36B4004535E454288DE853EFC981216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