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D446B" w14:textId="77777777" w:rsidR="00F1480E" w:rsidRPr="00CA2922" w:rsidRDefault="00F1480E" w:rsidP="000D7BE6">
      <w:pPr>
        <w:pStyle w:val="SITextHeading2"/>
      </w:pPr>
      <w:r>
        <w:t xml:space="preserve">Modification </w:t>
      </w:r>
      <w:r w:rsidR="000D7BE6">
        <w:t>H</w:t>
      </w:r>
      <w:r w:rsidR="000D7BE6"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252766" w14:textId="77777777" w:rsidTr="00EA116F">
        <w:tc>
          <w:tcPr>
            <w:tcW w:w="2689" w:type="dxa"/>
          </w:tcPr>
          <w:p w14:paraId="26A68268" w14:textId="77777777" w:rsidR="00F1480E" w:rsidRPr="00205F8D" w:rsidRDefault="000D7BE6" w:rsidP="00205F8D">
            <w:pPr>
              <w:pStyle w:val="SIText-Bold"/>
            </w:pPr>
            <w:r w:rsidRPr="00A326C2">
              <w:t>Release</w:t>
            </w:r>
          </w:p>
        </w:tc>
        <w:tc>
          <w:tcPr>
            <w:tcW w:w="6939" w:type="dxa"/>
          </w:tcPr>
          <w:p w14:paraId="5CE598D6" w14:textId="77777777" w:rsidR="00F1480E" w:rsidRPr="00205F8D" w:rsidRDefault="000D7BE6" w:rsidP="00205F8D">
            <w:pPr>
              <w:pStyle w:val="SIText-Bold"/>
            </w:pPr>
            <w:r w:rsidRPr="00A326C2">
              <w:t>Comments</w:t>
            </w:r>
          </w:p>
        </w:tc>
      </w:tr>
      <w:tr w:rsidR="005E7167" w14:paraId="634FB61A" w14:textId="77777777" w:rsidTr="00BD0A12">
        <w:tc>
          <w:tcPr>
            <w:tcW w:w="2689" w:type="dxa"/>
          </w:tcPr>
          <w:p w14:paraId="1AE1826E" w14:textId="0D9FBB79" w:rsidR="005E7167" w:rsidRPr="005E7167" w:rsidRDefault="005E7167" w:rsidP="005E7167">
            <w:pPr>
              <w:pStyle w:val="SIText"/>
            </w:pPr>
            <w:r w:rsidRPr="005E7167">
              <w:t xml:space="preserve">Release </w:t>
            </w:r>
            <w:r>
              <w:t>4</w:t>
            </w:r>
          </w:p>
        </w:tc>
        <w:tc>
          <w:tcPr>
            <w:tcW w:w="6939" w:type="dxa"/>
          </w:tcPr>
          <w:p w14:paraId="58558156" w14:textId="2503DE11" w:rsidR="005E7167" w:rsidRPr="005E7167" w:rsidRDefault="005E7167" w:rsidP="003C6C06">
            <w:pPr>
              <w:pStyle w:val="SIText"/>
            </w:pPr>
            <w:r w:rsidRPr="005E7167">
              <w:t xml:space="preserve">This version released with AHC Agriculture, Horticulture, Conservation and Land Management Training Package Version </w:t>
            </w:r>
            <w:r>
              <w:rPr>
                <w:rStyle w:val="SITemporarytext-blue"/>
              </w:rPr>
              <w:t>X.X</w:t>
            </w:r>
            <w:r w:rsidRPr="005E7167">
              <w:t>.</w:t>
            </w:r>
          </w:p>
        </w:tc>
      </w:tr>
      <w:tr w:rsidR="001F2F5D" w14:paraId="7DB92FCB" w14:textId="77777777" w:rsidTr="00EA116F">
        <w:tc>
          <w:tcPr>
            <w:tcW w:w="2689" w:type="dxa"/>
          </w:tcPr>
          <w:p w14:paraId="7F657634" w14:textId="2FD609FA" w:rsidR="001F2F5D" w:rsidRPr="001F2F5D" w:rsidRDefault="001F2F5D" w:rsidP="001F2F5D">
            <w:pPr>
              <w:pStyle w:val="SIText"/>
            </w:pPr>
            <w:r w:rsidRPr="001F2F5D">
              <w:t>Release 3</w:t>
            </w:r>
          </w:p>
        </w:tc>
        <w:tc>
          <w:tcPr>
            <w:tcW w:w="6939" w:type="dxa"/>
          </w:tcPr>
          <w:p w14:paraId="7274965C" w14:textId="3F7AE081" w:rsidR="001F2F5D" w:rsidRPr="001F2F5D" w:rsidRDefault="001F2F5D" w:rsidP="001F2F5D">
            <w:pPr>
              <w:pStyle w:val="SIText"/>
            </w:pPr>
            <w:r w:rsidRPr="001F2F5D">
              <w:t>This version released with AHC Agriculture, Horticulture, Conservation and Land Management Training Package Version 6.1.</w:t>
            </w:r>
          </w:p>
        </w:tc>
      </w:tr>
      <w:tr w:rsidR="001F2F5D" w14:paraId="0B31E735" w14:textId="77777777" w:rsidTr="00EA116F">
        <w:tc>
          <w:tcPr>
            <w:tcW w:w="2689" w:type="dxa"/>
          </w:tcPr>
          <w:p w14:paraId="0FFB6C15" w14:textId="6DA5A89E" w:rsidR="001F2F5D" w:rsidRPr="001F2F5D" w:rsidRDefault="001F2F5D" w:rsidP="001F2F5D">
            <w:pPr>
              <w:pStyle w:val="SIText"/>
            </w:pPr>
            <w:r w:rsidRPr="001F2F5D">
              <w:t>Release 2</w:t>
            </w:r>
          </w:p>
        </w:tc>
        <w:tc>
          <w:tcPr>
            <w:tcW w:w="6939" w:type="dxa"/>
          </w:tcPr>
          <w:p w14:paraId="3B6E2298" w14:textId="236EDB97" w:rsidR="001F2F5D" w:rsidRPr="001F2F5D" w:rsidRDefault="001F2F5D" w:rsidP="001F2F5D">
            <w:pPr>
              <w:pStyle w:val="SIText"/>
            </w:pPr>
            <w:r w:rsidRPr="001F2F5D">
              <w:t>This version released with AHC Agriculture, Horticulture, Conservation and Land Management Training Package Version 1.1.</w:t>
            </w:r>
          </w:p>
        </w:tc>
      </w:tr>
      <w:tr w:rsidR="001F2F5D" w14:paraId="0BFF27AD" w14:textId="77777777" w:rsidTr="00EA116F">
        <w:tc>
          <w:tcPr>
            <w:tcW w:w="2689" w:type="dxa"/>
          </w:tcPr>
          <w:p w14:paraId="48473DAB" w14:textId="47D77ABE" w:rsidR="001F2F5D" w:rsidRPr="001F2F5D" w:rsidRDefault="001F2F5D" w:rsidP="001F2F5D">
            <w:pPr>
              <w:pStyle w:val="SIText"/>
            </w:pPr>
            <w:r w:rsidRPr="001F2F5D">
              <w:t>Release 1</w:t>
            </w:r>
          </w:p>
        </w:tc>
        <w:tc>
          <w:tcPr>
            <w:tcW w:w="6939" w:type="dxa"/>
          </w:tcPr>
          <w:p w14:paraId="7015B64A" w14:textId="211BA740" w:rsidR="001F2F5D" w:rsidRPr="001F2F5D" w:rsidRDefault="001F2F5D" w:rsidP="001F2F5D">
            <w:pPr>
              <w:pStyle w:val="SIText"/>
            </w:pPr>
            <w:r w:rsidRPr="001F2F5D">
              <w:t>This version released with AHC Agriculture, Horticulture, Conservation and Land Management Training Package Version 1.0.</w:t>
            </w:r>
          </w:p>
        </w:tc>
      </w:tr>
    </w:tbl>
    <w:p w14:paraId="446B7FFF"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305B13" w14:textId="77777777" w:rsidTr="000D7BE6">
        <w:tc>
          <w:tcPr>
            <w:tcW w:w="1396" w:type="pct"/>
            <w:shd w:val="clear" w:color="auto" w:fill="auto"/>
          </w:tcPr>
          <w:p w14:paraId="6B1A4036" w14:textId="186246A0" w:rsidR="00F1480E" w:rsidRPr="00205F8D" w:rsidRDefault="00070BBE" w:rsidP="00205F8D">
            <w:pPr>
              <w:pStyle w:val="SIQUALCODE"/>
            </w:pPr>
            <w:commentRangeStart w:id="0"/>
            <w:commentRangeStart w:id="1"/>
            <w:r>
              <w:t>AHC</w:t>
            </w:r>
            <w:r w:rsidR="001F2F5D">
              <w:t>217</w:t>
            </w:r>
            <w:r w:rsidR="00B51D8A">
              <w:t>XX</w:t>
            </w:r>
          </w:p>
        </w:tc>
        <w:tc>
          <w:tcPr>
            <w:tcW w:w="3604" w:type="pct"/>
            <w:shd w:val="clear" w:color="auto" w:fill="auto"/>
          </w:tcPr>
          <w:p w14:paraId="691E4B01" w14:textId="445DC937" w:rsidR="00F1480E" w:rsidRPr="00205F8D" w:rsidRDefault="001F2F5D" w:rsidP="00205F8D">
            <w:pPr>
              <w:pStyle w:val="SIQUALtitle"/>
            </w:pPr>
            <w:r w:rsidRPr="001F2F5D">
              <w:t xml:space="preserve">Certificate II in </w:t>
            </w:r>
            <w:commentRangeStart w:id="2"/>
            <w:r w:rsidRPr="001F2F5D">
              <w:t>Permaculture</w:t>
            </w:r>
            <w:commentRangeEnd w:id="0"/>
            <w:r w:rsidR="00D861E0">
              <w:rPr>
                <w:b w:val="0"/>
              </w:rPr>
              <w:commentReference w:id="0"/>
            </w:r>
            <w:commentRangeEnd w:id="2"/>
            <w:r w:rsidR="00C41A31">
              <w:rPr>
                <w:b w:val="0"/>
              </w:rPr>
              <w:commentReference w:id="1"/>
            </w:r>
            <w:r w:rsidR="00B56642">
              <w:rPr>
                <w:b w:val="0"/>
              </w:rPr>
              <w:commentReference w:id="2"/>
            </w:r>
          </w:p>
        </w:tc>
      </w:tr>
      <w:commentRangeEnd w:id="1"/>
      <w:tr w:rsidR="00A772D9" w:rsidRPr="00963A46" w14:paraId="542DB011" w14:textId="77777777" w:rsidTr="000D7BE6">
        <w:tc>
          <w:tcPr>
            <w:tcW w:w="5000" w:type="pct"/>
            <w:gridSpan w:val="2"/>
            <w:shd w:val="clear" w:color="auto" w:fill="auto"/>
          </w:tcPr>
          <w:p w14:paraId="3C22CF74" w14:textId="77777777" w:rsidR="00A772D9" w:rsidRPr="00205F8D" w:rsidRDefault="00A772D9" w:rsidP="00205F8D">
            <w:pPr>
              <w:pStyle w:val="SITextHeading2"/>
            </w:pPr>
            <w:r w:rsidRPr="00F07C48">
              <w:t>Qualification Description</w:t>
            </w:r>
          </w:p>
          <w:p w14:paraId="24E24C46" w14:textId="77777777" w:rsidR="00A772D9" w:rsidRDefault="00A772D9" w:rsidP="00070BBE">
            <w:pPr>
              <w:pStyle w:val="SIText"/>
            </w:pPr>
          </w:p>
          <w:p w14:paraId="1451DF50" w14:textId="77777777" w:rsidR="0050500F" w:rsidRPr="0050500F" w:rsidRDefault="0050500F" w:rsidP="0050500F">
            <w:pPr>
              <w:pStyle w:val="SIText"/>
            </w:pPr>
            <w:r w:rsidRPr="001F2F5D">
              <w:t>This qualification</w:t>
            </w:r>
            <w:r w:rsidRPr="0050500F">
              <w:t xml:space="preserve"> describes the skills and knowledge for entry level and support roles in the permaculture industry.  Permaculture support workers may include urban food growing assistant, permaculture farm worker, community nursery worker, and school garden assistant.</w:t>
            </w:r>
          </w:p>
          <w:p w14:paraId="23F0CDC4" w14:textId="77777777" w:rsidR="0050500F" w:rsidRDefault="0050500F" w:rsidP="0050500F">
            <w:pPr>
              <w:pStyle w:val="SIText"/>
            </w:pPr>
          </w:p>
          <w:p w14:paraId="29C739E9" w14:textId="72C7807D" w:rsidR="001F2F5D" w:rsidRPr="001F2F5D" w:rsidRDefault="0050500F" w:rsidP="0050500F">
            <w:pPr>
              <w:pStyle w:val="SIText"/>
            </w:pPr>
            <w:r>
              <w:t xml:space="preserve">Individuals in these roles </w:t>
            </w:r>
            <w:r w:rsidRPr="0050500F">
              <w:t xml:space="preserve">perform routine tasks under supervision. They collaborate with team members and community members to share resources to grow plants and animals, using basic permaculture ethics and principles. Work environments may include permaculture farms, community </w:t>
            </w:r>
            <w:r w:rsidR="00E409E6">
              <w:t>gardens</w:t>
            </w:r>
            <w:r w:rsidRPr="0050500F">
              <w:t>, and schools</w:t>
            </w:r>
          </w:p>
          <w:p w14:paraId="19811F86" w14:textId="77777777" w:rsidR="0050500F" w:rsidRDefault="0050500F" w:rsidP="001F2F5D">
            <w:pPr>
              <w:pStyle w:val="SIText"/>
            </w:pPr>
          </w:p>
          <w:p w14:paraId="6E79CEF8" w14:textId="20CAA74E" w:rsidR="00070BBE" w:rsidRDefault="001F2F5D" w:rsidP="001F2F5D">
            <w:pPr>
              <w:pStyle w:val="SIText"/>
            </w:pPr>
            <w:r w:rsidRPr="001F2F5D">
              <w:t>No licensing, legislative or certification requirements apply to this qualification at the time of publication.</w:t>
            </w:r>
          </w:p>
          <w:p w14:paraId="3E0EADC8" w14:textId="6B2B12B6" w:rsidR="006360CD" w:rsidRPr="00205F8D" w:rsidRDefault="006360CD" w:rsidP="001F2F5D">
            <w:pPr>
              <w:pStyle w:val="SIText"/>
            </w:pPr>
          </w:p>
        </w:tc>
      </w:tr>
      <w:tr w:rsidR="00A772D9" w:rsidRPr="00963A46" w14:paraId="2725617A" w14:textId="77777777" w:rsidTr="000D7BE6">
        <w:trPr>
          <w:trHeight w:val="1232"/>
        </w:trPr>
        <w:tc>
          <w:tcPr>
            <w:tcW w:w="5000" w:type="pct"/>
            <w:gridSpan w:val="2"/>
            <w:shd w:val="clear" w:color="auto" w:fill="auto"/>
          </w:tcPr>
          <w:p w14:paraId="77C850EB" w14:textId="77777777" w:rsidR="00A772D9" w:rsidRPr="00205F8D" w:rsidRDefault="00A772D9" w:rsidP="00205F8D">
            <w:pPr>
              <w:pStyle w:val="SITextHeading2"/>
            </w:pPr>
            <w:r>
              <w:t>Entry R</w:t>
            </w:r>
            <w:r w:rsidRPr="00205F8D">
              <w:t>equirements</w:t>
            </w:r>
          </w:p>
          <w:p w14:paraId="3FE8E999" w14:textId="77777777" w:rsidR="00E048B1" w:rsidRDefault="00E048B1" w:rsidP="00205F8D">
            <w:pPr>
              <w:pStyle w:val="SIText"/>
            </w:pPr>
          </w:p>
          <w:p w14:paraId="41D1C2A7" w14:textId="53320773" w:rsidR="001F28F9" w:rsidRPr="008908DE" w:rsidRDefault="00856837" w:rsidP="00205F8D">
            <w:pPr>
              <w:pStyle w:val="SIText"/>
            </w:pPr>
            <w:r w:rsidRPr="0028003F">
              <w:t>There are no</w:t>
            </w:r>
            <w:r w:rsidR="0028003F" w:rsidRPr="00205F8D">
              <w:t xml:space="preserve"> </w:t>
            </w:r>
            <w:r w:rsidRPr="00205F8D">
              <w:t>entry requir</w:t>
            </w:r>
            <w:r w:rsidR="004B2A2B" w:rsidRPr="00205F8D">
              <w:t>ements for this qualification.</w:t>
            </w:r>
          </w:p>
        </w:tc>
      </w:tr>
      <w:tr w:rsidR="004270D2" w:rsidRPr="00963A46" w14:paraId="56155D91" w14:textId="77777777" w:rsidTr="004270D2">
        <w:trPr>
          <w:trHeight w:val="9771"/>
        </w:trPr>
        <w:tc>
          <w:tcPr>
            <w:tcW w:w="5000" w:type="pct"/>
            <w:gridSpan w:val="2"/>
            <w:shd w:val="clear" w:color="auto" w:fill="auto"/>
          </w:tcPr>
          <w:p w14:paraId="601952DF" w14:textId="77777777" w:rsidR="004270D2" w:rsidRPr="00205F8D" w:rsidRDefault="004270D2" w:rsidP="00205F8D">
            <w:pPr>
              <w:pStyle w:val="SITextHeading2"/>
            </w:pPr>
            <w:r w:rsidRPr="00856837">
              <w:lastRenderedPageBreak/>
              <w:t>Packaging Rules</w:t>
            </w:r>
          </w:p>
          <w:p w14:paraId="6066AA36" w14:textId="08785FE6" w:rsidR="004270D2" w:rsidRDefault="004270D2" w:rsidP="00205F8D">
            <w:pPr>
              <w:pStyle w:val="SIText"/>
            </w:pPr>
          </w:p>
          <w:p w14:paraId="0D03A379" w14:textId="5FA303CE" w:rsidR="00070BBE" w:rsidRDefault="00070BBE" w:rsidP="00205F8D">
            <w:pPr>
              <w:pStyle w:val="SIText"/>
            </w:pPr>
          </w:p>
          <w:p w14:paraId="64F4758B" w14:textId="77777777" w:rsidR="00070BBE" w:rsidRPr="00070BBE" w:rsidRDefault="00070BBE" w:rsidP="00070BBE">
            <w:pPr>
              <w:pStyle w:val="SIText"/>
            </w:pPr>
            <w:r w:rsidRPr="00070BBE">
              <w:t>To achieve this qualification, competency must be demonstrated in:</w:t>
            </w:r>
          </w:p>
          <w:p w14:paraId="114E3389" w14:textId="67D00350" w:rsidR="00070BBE" w:rsidRPr="00070BBE" w:rsidRDefault="006360CD" w:rsidP="00070BBE">
            <w:pPr>
              <w:pStyle w:val="SIBulletList1"/>
            </w:pPr>
            <w:commentRangeStart w:id="3"/>
            <w:r>
              <w:t>15</w:t>
            </w:r>
            <w:r w:rsidR="00070BBE" w:rsidRPr="00070BBE">
              <w:t xml:space="preserve"> units of competency:</w:t>
            </w:r>
            <w:commentRangeEnd w:id="3"/>
            <w:r w:rsidR="00D123D3">
              <w:rPr>
                <w:sz w:val="22"/>
                <w:szCs w:val="22"/>
                <w:lang w:eastAsia="en-AU"/>
              </w:rPr>
              <w:commentReference w:id="3"/>
            </w:r>
          </w:p>
          <w:p w14:paraId="001BC0AD" w14:textId="75967C2C" w:rsidR="00070BBE" w:rsidRPr="00070BBE" w:rsidRDefault="006360CD" w:rsidP="00070BBE">
            <w:pPr>
              <w:pStyle w:val="SIBulletList2"/>
            </w:pPr>
            <w:r>
              <w:t>6</w:t>
            </w:r>
            <w:r w:rsidR="00070BBE" w:rsidRPr="00070BBE">
              <w:t xml:space="preserve"> core units plus</w:t>
            </w:r>
          </w:p>
          <w:p w14:paraId="43BB5F46" w14:textId="27C2EAEC" w:rsidR="00070BBE" w:rsidRPr="00070BBE" w:rsidRDefault="006360CD" w:rsidP="00070BBE">
            <w:pPr>
              <w:pStyle w:val="SIBulletList2"/>
            </w:pPr>
            <w:r>
              <w:t>9</w:t>
            </w:r>
            <w:r w:rsidR="00070BBE" w:rsidRPr="00070BBE">
              <w:t xml:space="preserve"> elective units.</w:t>
            </w:r>
          </w:p>
          <w:p w14:paraId="4C56CD46" w14:textId="77777777" w:rsidR="00070BBE" w:rsidRDefault="00070BBE" w:rsidP="00070BBE">
            <w:pPr>
              <w:pStyle w:val="SIText"/>
            </w:pPr>
          </w:p>
          <w:p w14:paraId="549D3C1D" w14:textId="77777777" w:rsidR="00B0058D" w:rsidRPr="00B0058D" w:rsidRDefault="00B0058D" w:rsidP="00B0058D">
            <w:r w:rsidRPr="00B0058D">
              <w:t xml:space="preserve">Elective units must ensure the integrity of the qualification’s Australian Qualification Framework (AQF) alignment and contribute to a valid, industry-supported vocational outcome. </w:t>
            </w:r>
          </w:p>
          <w:p w14:paraId="2F18075E" w14:textId="77777777" w:rsidR="00B0058D" w:rsidRDefault="00B0058D" w:rsidP="00070BBE">
            <w:pPr>
              <w:pStyle w:val="SIText"/>
            </w:pPr>
          </w:p>
          <w:p w14:paraId="47DF6B07" w14:textId="05B79D87" w:rsidR="00B0058D" w:rsidRDefault="00B0058D" w:rsidP="00070BBE">
            <w:pPr>
              <w:pStyle w:val="SIText"/>
            </w:pPr>
            <w:r>
              <w:t>The electives are to be chosen as follows:</w:t>
            </w:r>
          </w:p>
          <w:p w14:paraId="6119C920" w14:textId="77777777" w:rsidR="00B0058D" w:rsidRDefault="00B0058D" w:rsidP="00070BBE">
            <w:pPr>
              <w:pStyle w:val="SIText"/>
            </w:pPr>
          </w:p>
          <w:p w14:paraId="1D350942" w14:textId="41C332BD" w:rsidR="006360CD" w:rsidRPr="006360CD" w:rsidRDefault="006B33C3" w:rsidP="006360CD">
            <w:pPr>
              <w:pStyle w:val="SIBulletList1"/>
            </w:pPr>
            <w:r>
              <w:t>at least</w:t>
            </w:r>
            <w:r w:rsidR="006360CD" w:rsidRPr="006360CD">
              <w:t xml:space="preserve"> 5 units </w:t>
            </w:r>
            <w:r>
              <w:t xml:space="preserve">must be selected </w:t>
            </w:r>
            <w:r w:rsidR="006360CD" w:rsidRPr="006360CD">
              <w:t>from Group A</w:t>
            </w:r>
          </w:p>
          <w:p w14:paraId="01D42B39" w14:textId="77777777" w:rsidR="00D71A6B" w:rsidRDefault="006B33C3" w:rsidP="00D71A6B">
            <w:pPr>
              <w:pStyle w:val="SIBulletList1"/>
            </w:pPr>
            <w:r>
              <w:t>remaining 4</w:t>
            </w:r>
            <w:r w:rsidR="006360CD" w:rsidRPr="006360CD">
              <w:t xml:space="preserve"> units </w:t>
            </w:r>
            <w:r>
              <w:t xml:space="preserve">to be selected </w:t>
            </w:r>
            <w:r w:rsidR="006360CD" w:rsidRPr="006360CD">
              <w:t>from Group A or B</w:t>
            </w:r>
            <w:r w:rsidR="00D71A6B">
              <w:t>, or</w:t>
            </w:r>
          </w:p>
          <w:p w14:paraId="1DDD3396" w14:textId="068440E1" w:rsidR="006360CD" w:rsidRPr="006360CD" w:rsidRDefault="00D71A6B" w:rsidP="00D71A6B">
            <w:pPr>
              <w:pStyle w:val="SIBulletList1"/>
            </w:pPr>
            <w:r>
              <w:t xml:space="preserve">up to </w:t>
            </w:r>
            <w:r w:rsidR="006360CD" w:rsidRPr="006360CD">
              <w:t xml:space="preserve">1 unit </w:t>
            </w:r>
            <w:r>
              <w:t xml:space="preserve">selected </w:t>
            </w:r>
            <w:r w:rsidR="006360CD" w:rsidRPr="006360CD">
              <w:t xml:space="preserve">from any other </w:t>
            </w:r>
            <w:r w:rsidR="006B33C3">
              <w:t xml:space="preserve">currently </w:t>
            </w:r>
            <w:r w:rsidR="006360CD" w:rsidRPr="006360CD">
              <w:t xml:space="preserve">endorsed Training Package or </w:t>
            </w:r>
            <w:r w:rsidR="006B33C3">
              <w:t>accredited c</w:t>
            </w:r>
            <w:r w:rsidR="006360CD" w:rsidRPr="006360CD">
              <w:t>ourse</w:t>
            </w:r>
            <w:r w:rsidR="006B33C3">
              <w:t>.</w:t>
            </w:r>
          </w:p>
          <w:p w14:paraId="0BD5E2E3" w14:textId="276DE460" w:rsidR="00070BBE" w:rsidRDefault="00070BBE" w:rsidP="00915FCB">
            <w:pPr>
              <w:pStyle w:val="SIBulletList1"/>
              <w:numPr>
                <w:ilvl w:val="0"/>
                <w:numId w:val="0"/>
              </w:numPr>
            </w:pPr>
          </w:p>
          <w:p w14:paraId="3C89D54C" w14:textId="77777777" w:rsidR="00070BBE" w:rsidRDefault="00070BBE" w:rsidP="00205F8D">
            <w:pPr>
              <w:pStyle w:val="SIText"/>
            </w:pPr>
          </w:p>
          <w:p w14:paraId="5D9CC789" w14:textId="0EC8A858" w:rsidR="004270D2" w:rsidRPr="00205F8D" w:rsidRDefault="004270D2" w:rsidP="00205F8D">
            <w:pPr>
              <w:pStyle w:val="SITextHeading2"/>
            </w:pPr>
            <w:r w:rsidRPr="00856837">
              <w:t>Core Units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5670"/>
            </w:tblGrid>
            <w:tr w:rsidR="00C56D0B" w:rsidRPr="005C7EA8" w14:paraId="6FC31B39" w14:textId="77777777" w:rsidTr="00EA116F">
              <w:tc>
                <w:tcPr>
                  <w:tcW w:w="1718" w:type="dxa"/>
                </w:tcPr>
                <w:p w14:paraId="629FBE84" w14:textId="6BE818AE" w:rsidR="00C56D0B" w:rsidRPr="00C56D0B" w:rsidRDefault="00C56D0B" w:rsidP="00C56D0B">
                  <w:pPr>
                    <w:pStyle w:val="SIText"/>
                  </w:pPr>
                  <w:r w:rsidRPr="00C56D0B">
                    <w:t>AHCPER201</w:t>
                  </w:r>
                </w:p>
              </w:tc>
              <w:tc>
                <w:tcPr>
                  <w:tcW w:w="5670" w:type="dxa"/>
                </w:tcPr>
                <w:p w14:paraId="255CAF70" w14:textId="3E7585E1" w:rsidR="00C56D0B" w:rsidRPr="00C56D0B" w:rsidRDefault="00C56D0B" w:rsidP="00C56D0B">
                  <w:pPr>
                    <w:pStyle w:val="SIText"/>
                  </w:pPr>
                  <w:r w:rsidRPr="00C56D0B">
                    <w:t>Work effectively in permaculture</w:t>
                  </w:r>
                </w:p>
              </w:tc>
            </w:tr>
            <w:tr w:rsidR="00C56D0B" w:rsidRPr="005C7EA8" w14:paraId="7374A7EF" w14:textId="77777777" w:rsidTr="00EA116F">
              <w:tc>
                <w:tcPr>
                  <w:tcW w:w="1718" w:type="dxa"/>
                </w:tcPr>
                <w:p w14:paraId="2AF85B1C" w14:textId="6AF6515C" w:rsidR="00C56D0B" w:rsidRPr="00C56D0B" w:rsidRDefault="00C56D0B" w:rsidP="00C56D0B">
                  <w:pPr>
                    <w:pStyle w:val="SIText"/>
                  </w:pPr>
                  <w:r w:rsidRPr="00C56D0B">
                    <w:t>AHCPER203</w:t>
                  </w:r>
                </w:p>
              </w:tc>
              <w:tc>
                <w:tcPr>
                  <w:tcW w:w="5670" w:type="dxa"/>
                </w:tcPr>
                <w:p w14:paraId="14CC0F53" w14:textId="311C52FB" w:rsidR="00C56D0B" w:rsidRPr="00C56D0B" w:rsidRDefault="00C56D0B" w:rsidP="00C56D0B">
                  <w:pPr>
                    <w:pStyle w:val="SIText"/>
                  </w:pPr>
                  <w:r w:rsidRPr="00C56D0B">
                    <w:t>Record information about the local bioregion</w:t>
                  </w:r>
                </w:p>
              </w:tc>
            </w:tr>
            <w:tr w:rsidR="00C56D0B" w:rsidRPr="005C7EA8" w14:paraId="2BAA1B49" w14:textId="77777777" w:rsidTr="00EA116F">
              <w:tc>
                <w:tcPr>
                  <w:tcW w:w="1718" w:type="dxa"/>
                </w:tcPr>
                <w:p w14:paraId="4F635937" w14:textId="26A83243" w:rsidR="00C56D0B" w:rsidRPr="00C56D0B" w:rsidRDefault="00C56D0B" w:rsidP="00C56D0B">
                  <w:pPr>
                    <w:pStyle w:val="SIText"/>
                  </w:pPr>
                  <w:r w:rsidRPr="00C56D0B">
                    <w:t>AHCPER206</w:t>
                  </w:r>
                </w:p>
              </w:tc>
              <w:tc>
                <w:tcPr>
                  <w:tcW w:w="5670" w:type="dxa"/>
                </w:tcPr>
                <w:p w14:paraId="3162858C" w14:textId="1D9D0E55" w:rsidR="00C56D0B" w:rsidRPr="00C56D0B" w:rsidRDefault="00C56D0B" w:rsidP="00C56D0B">
                  <w:pPr>
                    <w:pStyle w:val="SIText"/>
                  </w:pPr>
                  <w:r w:rsidRPr="00C56D0B">
                    <w:t>Plant and maintain permaculture crops</w:t>
                  </w:r>
                </w:p>
              </w:tc>
            </w:tr>
            <w:tr w:rsidR="00C56D0B" w:rsidRPr="005C7EA8" w14:paraId="4A0D43E9" w14:textId="77777777" w:rsidTr="00EA116F">
              <w:tc>
                <w:tcPr>
                  <w:tcW w:w="1718" w:type="dxa"/>
                </w:tcPr>
                <w:p w14:paraId="37E587AD" w14:textId="2D3B8C20" w:rsidR="00C56D0B" w:rsidRPr="00C56D0B" w:rsidRDefault="00C56D0B" w:rsidP="00C56D0B">
                  <w:pPr>
                    <w:pStyle w:val="SIText"/>
                  </w:pPr>
                  <w:r w:rsidRPr="00C56D0B">
                    <w:t>AHCPER209</w:t>
                  </w:r>
                </w:p>
              </w:tc>
              <w:tc>
                <w:tcPr>
                  <w:tcW w:w="5670" w:type="dxa"/>
                </w:tcPr>
                <w:p w14:paraId="7B92CE9C" w14:textId="607B78C5" w:rsidR="00C56D0B" w:rsidRPr="00C56D0B" w:rsidRDefault="00C56D0B" w:rsidP="00C56D0B">
                  <w:pPr>
                    <w:pStyle w:val="SIText"/>
                  </w:pPr>
                  <w:r w:rsidRPr="00C56D0B">
                    <w:t>Recognise characteristics of plants and animals in a permaculture system</w:t>
                  </w:r>
                </w:p>
              </w:tc>
            </w:tr>
            <w:tr w:rsidR="00C56D0B" w:rsidRPr="005C7EA8" w14:paraId="59B43374" w14:textId="77777777" w:rsidTr="00EA116F">
              <w:tc>
                <w:tcPr>
                  <w:tcW w:w="1718" w:type="dxa"/>
                </w:tcPr>
                <w:p w14:paraId="5D5B7249" w14:textId="384312FE" w:rsidR="00C56D0B" w:rsidRPr="00C56D0B" w:rsidRDefault="00C56D0B" w:rsidP="00C56D0B">
                  <w:pPr>
                    <w:pStyle w:val="SIText"/>
                  </w:pPr>
                  <w:r w:rsidRPr="00C56D0B">
                    <w:t>AHCPER212</w:t>
                  </w:r>
                </w:p>
              </w:tc>
              <w:tc>
                <w:tcPr>
                  <w:tcW w:w="5670" w:type="dxa"/>
                </w:tcPr>
                <w:p w14:paraId="183C3B1B" w14:textId="27C12AEB" w:rsidR="00C56D0B" w:rsidRPr="00C56D0B" w:rsidRDefault="00C56D0B" w:rsidP="00C56D0B">
                  <w:pPr>
                    <w:pStyle w:val="SIText"/>
                  </w:pPr>
                  <w:r w:rsidRPr="00C56D0B">
                    <w:t>Use and maintain garden hand tools and equipment</w:t>
                  </w:r>
                </w:p>
              </w:tc>
            </w:tr>
            <w:tr w:rsidR="00C56D0B" w:rsidRPr="005C7EA8" w14:paraId="13596793" w14:textId="77777777" w:rsidTr="00EA116F">
              <w:tc>
                <w:tcPr>
                  <w:tcW w:w="1718" w:type="dxa"/>
                </w:tcPr>
                <w:p w14:paraId="285EB852" w14:textId="3FBCFAF9" w:rsidR="00C56D0B" w:rsidRPr="00C56D0B" w:rsidRDefault="008B57FC">
                  <w:pPr>
                    <w:pStyle w:val="SIText"/>
                  </w:pPr>
                  <w:r>
                    <w:t>AHC</w:t>
                  </w:r>
                  <w:r w:rsidR="00C56D0B" w:rsidRPr="00C56D0B">
                    <w:t>WHS</w:t>
                  </w:r>
                  <w:r>
                    <w:t>2X1</w:t>
                  </w:r>
                </w:p>
              </w:tc>
              <w:tc>
                <w:tcPr>
                  <w:tcW w:w="5670" w:type="dxa"/>
                </w:tcPr>
                <w:p w14:paraId="54D1E560" w14:textId="2F7025A2" w:rsidR="00C56D0B" w:rsidRPr="00C56D0B" w:rsidRDefault="00C56D0B" w:rsidP="00C56D0B">
                  <w:pPr>
                    <w:pStyle w:val="SIText"/>
                  </w:pPr>
                  <w:r w:rsidRPr="00C56D0B">
                    <w:t>Participate in workplace health and safety</w:t>
                  </w:r>
                </w:p>
              </w:tc>
            </w:tr>
          </w:tbl>
          <w:p w14:paraId="7126CF44" w14:textId="77777777" w:rsidR="004270D2" w:rsidRDefault="004270D2" w:rsidP="00205F8D">
            <w:pPr>
              <w:pStyle w:val="SITextHeading2"/>
            </w:pPr>
          </w:p>
          <w:p w14:paraId="78EA53A5" w14:textId="5B32FA5A" w:rsidR="004270D2" w:rsidRDefault="004270D2" w:rsidP="00205F8D">
            <w:pPr>
              <w:pStyle w:val="SITextHeading2"/>
            </w:pPr>
            <w:commentRangeStart w:id="4"/>
            <w:commentRangeStart w:id="5"/>
            <w:r w:rsidRPr="00894FBB">
              <w:t>Elective Units</w:t>
            </w:r>
            <w:commentRangeEnd w:id="4"/>
            <w:r w:rsidR="009D4117">
              <w:rPr>
                <w:b w:val="0"/>
                <w:sz w:val="22"/>
                <w:szCs w:val="22"/>
                <w:lang w:eastAsia="en-AU"/>
              </w:rPr>
              <w:commentReference w:id="4"/>
            </w:r>
            <w:commentRangeEnd w:id="5"/>
            <w:r w:rsidR="00D123D3">
              <w:rPr>
                <w:b w:val="0"/>
                <w:sz w:val="22"/>
                <w:szCs w:val="22"/>
                <w:lang w:eastAsia="en-AU"/>
              </w:rPr>
              <w:commentReference w:id="5"/>
            </w:r>
          </w:p>
          <w:p w14:paraId="4DBB2922" w14:textId="0D3CA754" w:rsidR="00C56D0B" w:rsidRPr="00C56D0B" w:rsidRDefault="00C56D0B" w:rsidP="00C56D0B">
            <w:pPr>
              <w:pStyle w:val="SIText-Bold"/>
            </w:pPr>
            <w:r w:rsidRPr="00C56D0B">
              <w:t>Group 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8"/>
              <w:gridCol w:w="5670"/>
            </w:tblGrid>
            <w:tr w:rsidR="00C56D0B" w:rsidRPr="005C7EA8" w14:paraId="71481B07" w14:textId="77777777" w:rsidTr="00793257">
              <w:tc>
                <w:tcPr>
                  <w:tcW w:w="2318" w:type="dxa"/>
                </w:tcPr>
                <w:p w14:paraId="19E626C9" w14:textId="1B449A16" w:rsidR="00C56D0B" w:rsidRPr="00C56D0B" w:rsidRDefault="00C56D0B" w:rsidP="00C56D0B">
                  <w:pPr>
                    <w:pStyle w:val="SIText"/>
                  </w:pPr>
                  <w:r w:rsidRPr="00C56D0B">
                    <w:t>AHCPER202</w:t>
                  </w:r>
                </w:p>
              </w:tc>
              <w:tc>
                <w:tcPr>
                  <w:tcW w:w="5670" w:type="dxa"/>
                </w:tcPr>
                <w:p w14:paraId="2D6AB254" w14:textId="48342DC7" w:rsidR="00C56D0B" w:rsidRPr="00C56D0B" w:rsidRDefault="00C56D0B" w:rsidP="00C56D0B">
                  <w:pPr>
                    <w:pStyle w:val="SIText"/>
                  </w:pPr>
                  <w:r w:rsidRPr="00C56D0B">
                    <w:t>Harvest, treat and store seed</w:t>
                  </w:r>
                </w:p>
              </w:tc>
            </w:tr>
            <w:tr w:rsidR="00793257" w:rsidRPr="005C7EA8" w14:paraId="7BDF8925" w14:textId="77777777" w:rsidTr="00793257">
              <w:tc>
                <w:tcPr>
                  <w:tcW w:w="2318" w:type="dxa"/>
                </w:tcPr>
                <w:p w14:paraId="7641C590" w14:textId="02E4B3C7" w:rsidR="00793257" w:rsidRPr="00793257" w:rsidRDefault="00793257" w:rsidP="00793257">
                  <w:pPr>
                    <w:pStyle w:val="SIText"/>
                  </w:pPr>
                  <w:r w:rsidRPr="00793257">
                    <w:t>AHCIRG219</w:t>
                  </w:r>
                </w:p>
              </w:tc>
              <w:tc>
                <w:tcPr>
                  <w:tcW w:w="5670" w:type="dxa"/>
                </w:tcPr>
                <w:p w14:paraId="5445266A" w14:textId="7614BC17" w:rsidR="00793257" w:rsidRPr="00793257" w:rsidRDefault="00793257" w:rsidP="00793257">
                  <w:pPr>
                    <w:pStyle w:val="SIText"/>
                  </w:pPr>
                  <w:r w:rsidRPr="00793257">
                    <w:t>Assist with low volume irrigation operations</w:t>
                  </w:r>
                </w:p>
              </w:tc>
            </w:tr>
            <w:tr w:rsidR="00C56D0B" w:rsidRPr="005C7EA8" w14:paraId="643C33D5" w14:textId="77777777" w:rsidTr="00793257">
              <w:tc>
                <w:tcPr>
                  <w:tcW w:w="2318" w:type="dxa"/>
                </w:tcPr>
                <w:p w14:paraId="499D4C13" w14:textId="653B61DF" w:rsidR="00C56D0B" w:rsidRPr="00C56D0B" w:rsidRDefault="00C56D0B" w:rsidP="00C56D0B">
                  <w:pPr>
                    <w:pStyle w:val="SIText"/>
                  </w:pPr>
                  <w:r w:rsidRPr="00C56D0B">
                    <w:t>AHCPER205</w:t>
                  </w:r>
                </w:p>
              </w:tc>
              <w:tc>
                <w:tcPr>
                  <w:tcW w:w="5670" w:type="dxa"/>
                </w:tcPr>
                <w:p w14:paraId="327C43A7" w14:textId="0BBA8993" w:rsidR="00C56D0B" w:rsidRPr="00C56D0B" w:rsidRDefault="00C56D0B" w:rsidP="00C56D0B">
                  <w:pPr>
                    <w:pStyle w:val="SIText"/>
                  </w:pPr>
                  <w:r w:rsidRPr="00C56D0B">
                    <w:t>Prepare and store permaculture products</w:t>
                  </w:r>
                </w:p>
              </w:tc>
            </w:tr>
            <w:tr w:rsidR="00793257" w:rsidRPr="005C7EA8" w14:paraId="41EDB164" w14:textId="77777777" w:rsidTr="00793257">
              <w:tc>
                <w:tcPr>
                  <w:tcW w:w="2318" w:type="dxa"/>
                </w:tcPr>
                <w:p w14:paraId="3764FCEF" w14:textId="266C701E" w:rsidR="00793257" w:rsidRPr="00793257" w:rsidRDefault="00307063">
                  <w:pPr>
                    <w:pStyle w:val="SIText"/>
                  </w:pPr>
                  <w:hyperlink r:id="rId15" w:history="1">
                    <w:r w:rsidR="00793257" w:rsidRPr="00793257">
                      <w:t>AHCLSK202</w:t>
                    </w:r>
                  </w:hyperlink>
                </w:p>
              </w:tc>
              <w:tc>
                <w:tcPr>
                  <w:tcW w:w="5670" w:type="dxa"/>
                </w:tcPr>
                <w:p w14:paraId="38481F83" w14:textId="49ED53C7" w:rsidR="00793257" w:rsidRPr="00793257" w:rsidRDefault="00307063">
                  <w:pPr>
                    <w:pStyle w:val="SIText"/>
                  </w:pPr>
                  <w:hyperlink r:id="rId16" w:history="1">
                    <w:r w:rsidR="00793257" w:rsidRPr="00793257">
                      <w:t>Care for health and welfare of livestock</w:t>
                    </w:r>
                  </w:hyperlink>
                </w:p>
              </w:tc>
            </w:tr>
            <w:tr w:rsidR="00C56D0B" w:rsidRPr="005C7EA8" w14:paraId="3B636078" w14:textId="77777777" w:rsidTr="00793257">
              <w:tc>
                <w:tcPr>
                  <w:tcW w:w="2318" w:type="dxa"/>
                </w:tcPr>
                <w:p w14:paraId="56BB2A22" w14:textId="6B6D082A" w:rsidR="00C56D0B" w:rsidRPr="00C56D0B" w:rsidRDefault="00C56D0B" w:rsidP="00C56D0B">
                  <w:pPr>
                    <w:pStyle w:val="SIText"/>
                  </w:pPr>
                  <w:r w:rsidRPr="00C56D0B">
                    <w:t>AHCPER208</w:t>
                  </w:r>
                </w:p>
              </w:tc>
              <w:tc>
                <w:tcPr>
                  <w:tcW w:w="5670" w:type="dxa"/>
                </w:tcPr>
                <w:p w14:paraId="654C4E44" w14:textId="50DF3209" w:rsidR="00C56D0B" w:rsidRPr="00C56D0B" w:rsidRDefault="00C56D0B" w:rsidP="00C56D0B">
                  <w:pPr>
                    <w:pStyle w:val="SIText"/>
                  </w:pPr>
                  <w:r w:rsidRPr="00C56D0B">
                    <w:t>Harvest permaculture crops</w:t>
                  </w:r>
                </w:p>
              </w:tc>
            </w:tr>
            <w:tr w:rsidR="00C56D0B" w:rsidRPr="005C7EA8" w14:paraId="35CF661D" w14:textId="77777777" w:rsidTr="00793257">
              <w:tc>
                <w:tcPr>
                  <w:tcW w:w="2318" w:type="dxa"/>
                </w:tcPr>
                <w:p w14:paraId="6E78A64B" w14:textId="1D8F6A00" w:rsidR="00C56D0B" w:rsidRPr="00C56D0B" w:rsidRDefault="00C56D0B" w:rsidP="00C56D0B">
                  <w:pPr>
                    <w:pStyle w:val="SIText"/>
                  </w:pPr>
                  <w:r w:rsidRPr="00C56D0B">
                    <w:t>AHCPER214</w:t>
                  </w:r>
                </w:p>
              </w:tc>
              <w:tc>
                <w:tcPr>
                  <w:tcW w:w="5670" w:type="dxa"/>
                </w:tcPr>
                <w:p w14:paraId="25908F1F" w14:textId="21E2369A" w:rsidR="00C56D0B" w:rsidRPr="00C56D0B" w:rsidRDefault="00C56D0B" w:rsidP="00C56D0B">
                  <w:pPr>
                    <w:pStyle w:val="SIText"/>
                  </w:pPr>
                  <w:r w:rsidRPr="00C56D0B">
                    <w:t>Propagate plants for a permaculture garden system</w:t>
                  </w:r>
                </w:p>
              </w:tc>
            </w:tr>
            <w:tr w:rsidR="00C56D0B" w:rsidRPr="005C7EA8" w14:paraId="425F4C5F" w14:textId="77777777" w:rsidTr="00793257">
              <w:tc>
                <w:tcPr>
                  <w:tcW w:w="2318" w:type="dxa"/>
                </w:tcPr>
                <w:p w14:paraId="4C49B4C0" w14:textId="3011D006" w:rsidR="00C56D0B" w:rsidRPr="00C56D0B" w:rsidRDefault="00C56D0B" w:rsidP="00C56D0B">
                  <w:pPr>
                    <w:pStyle w:val="SIText"/>
                  </w:pPr>
                  <w:r w:rsidRPr="00C56D0B">
                    <w:t>AHCPER215</w:t>
                  </w:r>
                </w:p>
              </w:tc>
              <w:tc>
                <w:tcPr>
                  <w:tcW w:w="5670" w:type="dxa"/>
                </w:tcPr>
                <w:p w14:paraId="42A801F1" w14:textId="0D32ABD6" w:rsidR="00C56D0B" w:rsidRPr="00C56D0B" w:rsidRDefault="00C56D0B" w:rsidP="00C56D0B">
                  <w:pPr>
                    <w:pStyle w:val="SIText"/>
                  </w:pPr>
                  <w:r w:rsidRPr="00C56D0B">
                    <w:t>Assist with garden soil health and plant nutrition</w:t>
                  </w:r>
                </w:p>
              </w:tc>
            </w:tr>
          </w:tbl>
          <w:p w14:paraId="0D3FAED7" w14:textId="77777777" w:rsidR="004270D2" w:rsidRPr="00205F8D" w:rsidRDefault="004270D2" w:rsidP="00205F8D"/>
          <w:p w14:paraId="6757DD83" w14:textId="1AFF690D" w:rsidR="00C56D0B" w:rsidRPr="00C56D0B" w:rsidRDefault="00C56D0B" w:rsidP="00C56D0B">
            <w:pPr>
              <w:pStyle w:val="SIText-Bold"/>
            </w:pPr>
            <w:r w:rsidRPr="00C56D0B">
              <w:t xml:space="preserve">Group </w:t>
            </w:r>
            <w:r>
              <w:t>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5670"/>
            </w:tblGrid>
            <w:tr w:rsidR="00C56D0B" w:rsidRPr="005C7EA8" w14:paraId="1B144B33" w14:textId="77777777" w:rsidTr="00B359A4">
              <w:tc>
                <w:tcPr>
                  <w:tcW w:w="1718" w:type="dxa"/>
                </w:tcPr>
                <w:p w14:paraId="30D9C734" w14:textId="30C0A65E" w:rsidR="00C56D0B" w:rsidRPr="00C56D0B" w:rsidRDefault="00C56D0B" w:rsidP="00C56D0B">
                  <w:pPr>
                    <w:pStyle w:val="SIText"/>
                  </w:pPr>
                  <w:r w:rsidRPr="00C56D0B">
                    <w:t>AHCILM203</w:t>
                  </w:r>
                </w:p>
              </w:tc>
              <w:tc>
                <w:tcPr>
                  <w:tcW w:w="5670" w:type="dxa"/>
                </w:tcPr>
                <w:p w14:paraId="2DBBDCD9" w14:textId="4CC2018D" w:rsidR="00C56D0B" w:rsidRPr="00C56D0B" w:rsidRDefault="00C56D0B" w:rsidP="00C56D0B">
                  <w:pPr>
                    <w:pStyle w:val="SIText"/>
                  </w:pPr>
                  <w:r w:rsidRPr="00C56D0B">
                    <w:t>Record information about country</w:t>
                  </w:r>
                </w:p>
              </w:tc>
            </w:tr>
            <w:tr w:rsidR="00C56D0B" w:rsidRPr="005C7EA8" w14:paraId="6AC34260" w14:textId="77777777" w:rsidTr="00B359A4">
              <w:tc>
                <w:tcPr>
                  <w:tcW w:w="1718" w:type="dxa"/>
                </w:tcPr>
                <w:p w14:paraId="74959940" w14:textId="4003EC1F" w:rsidR="00C56D0B" w:rsidRPr="00C56D0B" w:rsidRDefault="00C56D0B" w:rsidP="00C56D0B">
                  <w:pPr>
                    <w:pStyle w:val="SIText"/>
                  </w:pPr>
                  <w:r w:rsidRPr="00C56D0B">
                    <w:t>AHCINF203</w:t>
                  </w:r>
                </w:p>
              </w:tc>
              <w:tc>
                <w:tcPr>
                  <w:tcW w:w="5670" w:type="dxa"/>
                </w:tcPr>
                <w:p w14:paraId="2A250F28" w14:textId="46B5992F" w:rsidR="00C56D0B" w:rsidRPr="00C56D0B" w:rsidRDefault="00C56D0B" w:rsidP="00C56D0B">
                  <w:pPr>
                    <w:pStyle w:val="SIText"/>
                  </w:pPr>
                  <w:r w:rsidRPr="00C56D0B">
                    <w:t>Maintain properties and structures</w:t>
                  </w:r>
                </w:p>
              </w:tc>
            </w:tr>
            <w:tr w:rsidR="00C56D0B" w:rsidRPr="005C7EA8" w14:paraId="06675421" w14:textId="77777777" w:rsidTr="00B359A4">
              <w:tc>
                <w:tcPr>
                  <w:tcW w:w="1718" w:type="dxa"/>
                </w:tcPr>
                <w:p w14:paraId="5FD65CB3" w14:textId="243BC721" w:rsidR="00C56D0B" w:rsidRPr="00C56D0B" w:rsidRDefault="00C56D0B" w:rsidP="00C56D0B">
                  <w:pPr>
                    <w:pStyle w:val="SIText"/>
                  </w:pPr>
                  <w:r w:rsidRPr="00C56D0B">
                    <w:t>AHCMOM203</w:t>
                  </w:r>
                </w:p>
              </w:tc>
              <w:tc>
                <w:tcPr>
                  <w:tcW w:w="5670" w:type="dxa"/>
                </w:tcPr>
                <w:p w14:paraId="3DAF3A96" w14:textId="1E3E8720" w:rsidR="00C56D0B" w:rsidRPr="00C56D0B" w:rsidRDefault="00C56D0B" w:rsidP="00C56D0B">
                  <w:pPr>
                    <w:pStyle w:val="SIText"/>
                  </w:pPr>
                  <w:r w:rsidRPr="00C56D0B">
                    <w:t>Operate basic machinery and equipment</w:t>
                  </w:r>
                </w:p>
              </w:tc>
            </w:tr>
            <w:tr w:rsidR="00C56D0B" w:rsidRPr="005C7EA8" w14:paraId="70C381FC" w14:textId="77777777" w:rsidTr="00B359A4">
              <w:tc>
                <w:tcPr>
                  <w:tcW w:w="1718" w:type="dxa"/>
                </w:tcPr>
                <w:p w14:paraId="45131BFA" w14:textId="30B3C99E" w:rsidR="00C56D0B" w:rsidRPr="00C56D0B" w:rsidRDefault="002C532A" w:rsidP="002C532A">
                  <w:pPr>
                    <w:pStyle w:val="SIText"/>
                  </w:pPr>
                  <w:r>
                    <w:t>AHCECR203</w:t>
                  </w:r>
                </w:p>
              </w:tc>
              <w:tc>
                <w:tcPr>
                  <w:tcW w:w="5670" w:type="dxa"/>
                </w:tcPr>
                <w:p w14:paraId="0925232F" w14:textId="7C4A8172" w:rsidR="00C56D0B" w:rsidRPr="00C56D0B" w:rsidRDefault="002C532A" w:rsidP="00C56D0B">
                  <w:pPr>
                    <w:pStyle w:val="SIText"/>
                  </w:pPr>
                  <w:r w:rsidRPr="002C532A">
                    <w:t>Perform basic ecological restoration works</w:t>
                  </w:r>
                </w:p>
              </w:tc>
            </w:tr>
            <w:tr w:rsidR="00C56D0B" w:rsidRPr="005C7EA8" w14:paraId="6087B103" w14:textId="77777777" w:rsidTr="00B359A4">
              <w:tc>
                <w:tcPr>
                  <w:tcW w:w="1718" w:type="dxa"/>
                </w:tcPr>
                <w:p w14:paraId="175E9E6E" w14:textId="7CEB08C8" w:rsidR="00C56D0B" w:rsidRPr="00C56D0B" w:rsidRDefault="00C56D0B" w:rsidP="00C56D0B">
                  <w:pPr>
                    <w:pStyle w:val="SIText"/>
                  </w:pPr>
                  <w:r w:rsidRPr="00C56D0B">
                    <w:t>AHCWRK201</w:t>
                  </w:r>
                </w:p>
              </w:tc>
              <w:tc>
                <w:tcPr>
                  <w:tcW w:w="5670" w:type="dxa"/>
                </w:tcPr>
                <w:p w14:paraId="23F09B6F" w14:textId="6D80D8DB" w:rsidR="00C56D0B" w:rsidRPr="00C56D0B" w:rsidRDefault="00C56D0B" w:rsidP="00C56D0B">
                  <w:pPr>
                    <w:pStyle w:val="SIText"/>
                  </w:pPr>
                  <w:r w:rsidRPr="00C56D0B">
                    <w:t>Observe and report on weather</w:t>
                  </w:r>
                </w:p>
              </w:tc>
            </w:tr>
            <w:tr w:rsidR="00C56D0B" w:rsidRPr="005C7EA8" w14:paraId="3C21ACA8" w14:textId="77777777" w:rsidTr="00B359A4">
              <w:tc>
                <w:tcPr>
                  <w:tcW w:w="1718" w:type="dxa"/>
                </w:tcPr>
                <w:p w14:paraId="509EA910" w14:textId="5154E474" w:rsidR="00C56D0B" w:rsidRPr="00C56D0B" w:rsidRDefault="007D2ABE" w:rsidP="007D2ABE">
                  <w:pPr>
                    <w:pStyle w:val="SIText"/>
                  </w:pPr>
                  <w:r w:rsidRPr="00C56D0B">
                    <w:t>AHCWRK</w:t>
                  </w:r>
                  <w:r>
                    <w:t>312</w:t>
                  </w:r>
                </w:p>
              </w:tc>
              <w:tc>
                <w:tcPr>
                  <w:tcW w:w="5670" w:type="dxa"/>
                </w:tcPr>
                <w:p w14:paraId="71C8B702" w14:textId="307098E1" w:rsidR="00C56D0B" w:rsidRPr="00C56D0B" w:rsidRDefault="00C56D0B" w:rsidP="00C56D0B">
                  <w:pPr>
                    <w:pStyle w:val="SIText"/>
                  </w:pPr>
                  <w:r w:rsidRPr="00C56D0B">
                    <w:t>Operate in isolated and remote situations</w:t>
                  </w:r>
                </w:p>
              </w:tc>
            </w:tr>
            <w:tr w:rsidR="00C56D0B" w:rsidRPr="005C7EA8" w14:paraId="15F6737C" w14:textId="77777777" w:rsidTr="00B359A4">
              <w:tc>
                <w:tcPr>
                  <w:tcW w:w="1718" w:type="dxa"/>
                </w:tcPr>
                <w:p w14:paraId="72E97648" w14:textId="71842EDB" w:rsidR="00C56D0B" w:rsidRPr="00C56D0B" w:rsidRDefault="00C56D0B" w:rsidP="00C56D0B">
                  <w:pPr>
                    <w:pStyle w:val="SIText"/>
                  </w:pPr>
                  <w:r w:rsidRPr="00C56D0B">
                    <w:t>AHCWRK209</w:t>
                  </w:r>
                </w:p>
              </w:tc>
              <w:tc>
                <w:tcPr>
                  <w:tcW w:w="5670" w:type="dxa"/>
                </w:tcPr>
                <w:p w14:paraId="016B8C6A" w14:textId="4C1B090F" w:rsidR="00C56D0B" w:rsidRPr="00C56D0B" w:rsidRDefault="00C56D0B" w:rsidP="00C56D0B">
                  <w:pPr>
                    <w:pStyle w:val="SIText"/>
                  </w:pPr>
                  <w:r w:rsidRPr="00C56D0B">
                    <w:t>Participate in environmentally sustainable work practices</w:t>
                  </w:r>
                </w:p>
              </w:tc>
            </w:tr>
          </w:tbl>
          <w:p w14:paraId="782F9FE0" w14:textId="77777777" w:rsidR="004270D2" w:rsidRDefault="004270D2" w:rsidP="00205F8D"/>
        </w:tc>
      </w:tr>
    </w:tbl>
    <w:p w14:paraId="0CB373FF" w14:textId="77777777" w:rsidR="000D7BE6" w:rsidRDefault="000D7BE6"/>
    <w:p w14:paraId="5B75BBD3" w14:textId="77777777" w:rsidR="000D7BE6" w:rsidRPr="00205F8D" w:rsidRDefault="000D7BE6" w:rsidP="00205F8D">
      <w:r>
        <w:br w:type="page"/>
      </w:r>
    </w:p>
    <w:p w14:paraId="4EB384B6"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16033336" w14:textId="77777777" w:rsidTr="000D7BE6">
        <w:trPr>
          <w:trHeight w:val="2728"/>
        </w:trPr>
        <w:tc>
          <w:tcPr>
            <w:tcW w:w="5000" w:type="pct"/>
            <w:shd w:val="clear" w:color="auto" w:fill="auto"/>
          </w:tcPr>
          <w:p w14:paraId="57F72C02" w14:textId="77777777" w:rsidR="005C7EA8" w:rsidRPr="00205F8D" w:rsidRDefault="000C13F1" w:rsidP="00205F8D">
            <w:pPr>
              <w:pStyle w:val="SITextHeading2"/>
            </w:pPr>
            <w:r w:rsidRPr="000C13F1">
              <w:t>Qualification Mapping Information</w:t>
            </w:r>
          </w:p>
          <w:p w14:paraId="4060262A" w14:textId="77777777" w:rsidR="000C13F1" w:rsidRPr="00205F8D" w:rsidRDefault="000C13F1" w:rsidP="00205F8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2078"/>
              <w:gridCol w:w="2629"/>
              <w:gridCol w:w="2762"/>
            </w:tblGrid>
            <w:tr w:rsidR="000C13F1" w:rsidRPr="00923720" w14:paraId="7278FCC0" w14:textId="77777777" w:rsidTr="00EA116F">
              <w:tc>
                <w:tcPr>
                  <w:tcW w:w="1028" w:type="pct"/>
                </w:tcPr>
                <w:p w14:paraId="43A4E024" w14:textId="77777777" w:rsidR="000C13F1" w:rsidRPr="00205F8D" w:rsidRDefault="000C13F1" w:rsidP="00205F8D">
                  <w:pPr>
                    <w:pStyle w:val="SIText-Bold"/>
                  </w:pPr>
                  <w:r w:rsidRPr="000C13F1">
                    <w:t>Code and title current version</w:t>
                  </w:r>
                </w:p>
              </w:tc>
              <w:tc>
                <w:tcPr>
                  <w:tcW w:w="1105" w:type="pct"/>
                </w:tcPr>
                <w:p w14:paraId="2737987A" w14:textId="77777777" w:rsidR="000C13F1" w:rsidRPr="00205F8D" w:rsidRDefault="000C13F1" w:rsidP="00205F8D">
                  <w:pPr>
                    <w:pStyle w:val="SIText-Bold"/>
                  </w:pPr>
                  <w:r w:rsidRPr="000C13F1">
                    <w:t xml:space="preserve">Code and title </w:t>
                  </w:r>
                  <w:r w:rsidRPr="00205F8D">
                    <w:t>previous version</w:t>
                  </w:r>
                </w:p>
              </w:tc>
              <w:tc>
                <w:tcPr>
                  <w:tcW w:w="1398" w:type="pct"/>
                </w:tcPr>
                <w:p w14:paraId="1AE13A2B" w14:textId="77777777" w:rsidR="000C13F1" w:rsidRPr="00205F8D" w:rsidRDefault="000C13F1" w:rsidP="00205F8D">
                  <w:pPr>
                    <w:pStyle w:val="SIText-Bold"/>
                  </w:pPr>
                  <w:r w:rsidRPr="000C13F1">
                    <w:t>Comments</w:t>
                  </w:r>
                </w:p>
              </w:tc>
              <w:tc>
                <w:tcPr>
                  <w:tcW w:w="1469" w:type="pct"/>
                </w:tcPr>
                <w:p w14:paraId="4D813FCA" w14:textId="77777777" w:rsidR="000C13F1" w:rsidRPr="00205F8D" w:rsidRDefault="000C13F1" w:rsidP="00205F8D">
                  <w:pPr>
                    <w:pStyle w:val="SIText-Bold"/>
                  </w:pPr>
                  <w:r w:rsidRPr="000C13F1">
                    <w:t>Equivalence status</w:t>
                  </w:r>
                </w:p>
              </w:tc>
            </w:tr>
            <w:tr w:rsidR="00C56D0B" w:rsidRPr="00BC49BB" w14:paraId="55BDA1A9" w14:textId="77777777" w:rsidTr="00EA116F">
              <w:tc>
                <w:tcPr>
                  <w:tcW w:w="1028" w:type="pct"/>
                </w:tcPr>
                <w:p w14:paraId="26853FD2" w14:textId="40CD21AA" w:rsidR="00C56D0B" w:rsidRPr="00C56D0B" w:rsidRDefault="00C41A31">
                  <w:pPr>
                    <w:pStyle w:val="SIText"/>
                  </w:pPr>
                  <w:r w:rsidRPr="00C41A31">
                    <w:t>AHC2</w:t>
                  </w:r>
                  <w:r>
                    <w:t>XXXX</w:t>
                  </w:r>
                  <w:r w:rsidRPr="00C41A31">
                    <w:t xml:space="preserve"> Certificate II in Permaculture </w:t>
                  </w:r>
                </w:p>
              </w:tc>
              <w:tc>
                <w:tcPr>
                  <w:tcW w:w="1105" w:type="pct"/>
                </w:tcPr>
                <w:p w14:paraId="60EE2EAF" w14:textId="18914356" w:rsidR="00C56D0B" w:rsidRPr="00C56D0B" w:rsidRDefault="00C56D0B" w:rsidP="00C56D0B">
                  <w:pPr>
                    <w:pStyle w:val="SIText"/>
                  </w:pPr>
                  <w:r w:rsidRPr="00C56D0B">
                    <w:t xml:space="preserve">AHC21716 Certificate II in Permaculture Release </w:t>
                  </w:r>
                  <w:r w:rsidR="007D2ABE">
                    <w:t>3</w:t>
                  </w:r>
                </w:p>
              </w:tc>
              <w:tc>
                <w:tcPr>
                  <w:tcW w:w="1398" w:type="pct"/>
                </w:tcPr>
                <w:p w14:paraId="604E2CFA" w14:textId="48E5935B" w:rsidR="00C56D0B" w:rsidRPr="00C56D0B" w:rsidRDefault="00C41A31" w:rsidP="00C56D0B">
                  <w:pPr>
                    <w:pStyle w:val="SIText"/>
                  </w:pPr>
                  <w:r>
                    <w:t>Minor changes to packaging rules and updated codes and titles of units</w:t>
                  </w:r>
                </w:p>
              </w:tc>
              <w:tc>
                <w:tcPr>
                  <w:tcW w:w="1469" w:type="pct"/>
                </w:tcPr>
                <w:p w14:paraId="1A73562C" w14:textId="52E2C8A0" w:rsidR="00C56D0B" w:rsidRPr="00C56D0B" w:rsidRDefault="00C56D0B" w:rsidP="00C56D0B">
                  <w:pPr>
                    <w:pStyle w:val="SIText"/>
                  </w:pPr>
                  <w:r w:rsidRPr="00C56D0B">
                    <w:t>Equivalent</w:t>
                  </w:r>
                </w:p>
              </w:tc>
            </w:tr>
          </w:tbl>
          <w:p w14:paraId="66EFBBC4" w14:textId="77777777" w:rsidR="000C13F1" w:rsidRPr="00205F8D" w:rsidRDefault="000C13F1" w:rsidP="00205F8D"/>
        </w:tc>
      </w:tr>
      <w:tr w:rsidR="005C7EA8" w:rsidRPr="00963A46" w14:paraId="4881C6A9" w14:textId="77777777" w:rsidTr="000D7BE6">
        <w:trPr>
          <w:trHeight w:val="790"/>
        </w:trPr>
        <w:tc>
          <w:tcPr>
            <w:tcW w:w="5000" w:type="pct"/>
            <w:shd w:val="clear" w:color="auto" w:fill="auto"/>
          </w:tcPr>
          <w:p w14:paraId="13D04C67" w14:textId="77777777" w:rsidR="005C7EA8" w:rsidRPr="00205F8D" w:rsidRDefault="000C13F1" w:rsidP="00205F8D">
            <w:pPr>
              <w:pStyle w:val="SITextHeading2"/>
            </w:pPr>
            <w:r w:rsidRPr="000C13F1">
              <w:t>Links</w:t>
            </w:r>
          </w:p>
          <w:p w14:paraId="2C014A07" w14:textId="5EE7F5F7" w:rsidR="000C13F1" w:rsidRPr="00070BBE" w:rsidRDefault="00140954" w:rsidP="00070BBE">
            <w:pPr>
              <w:pStyle w:val="SIText"/>
            </w:pPr>
            <w:r w:rsidRPr="00070BBE">
              <w:t xml:space="preserve">Companion Volumes, including Implementation Guides, are available at </w:t>
            </w:r>
            <w:proofErr w:type="spellStart"/>
            <w:r w:rsidRPr="00070BBE">
              <w:t>VETNet</w:t>
            </w:r>
            <w:proofErr w:type="spellEnd"/>
            <w:r w:rsidRPr="00070BBE">
              <w:t xml:space="preserve">: </w:t>
            </w:r>
            <w:r w:rsidR="00070BBE" w:rsidRPr="00070BBE">
              <w:t>https://vetnet.gov.au/Pages/TrainingDocs.aspx?q=c6399549-9c62-4a5e-bf1a-524b2322cf72</w:t>
            </w:r>
          </w:p>
        </w:tc>
      </w:tr>
    </w:tbl>
    <w:p w14:paraId="35AF0C40" w14:textId="77777777" w:rsidR="00F1480E" w:rsidRDefault="00F1480E" w:rsidP="00F1480E">
      <w:pPr>
        <w:pStyle w:val="SIText"/>
      </w:pPr>
    </w:p>
    <w:sectPr w:rsidR="00F1480E" w:rsidSect="00AE32CB">
      <w:headerReference w:type="default" r:id="rId17"/>
      <w:footerReference w:type="default" r:id="rId18"/>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on" w:date="2021-12-15T10:49:00Z" w:initials="RB">
    <w:p w14:paraId="3D40CAC7" w14:textId="77777777" w:rsidR="00C41A31" w:rsidRDefault="00D861E0">
      <w:r>
        <w:annotationRef/>
      </w:r>
    </w:p>
    <w:p w14:paraId="1DC36378" w14:textId="79B01BD7" w:rsidR="00D861E0" w:rsidRDefault="00D861E0">
      <w:r>
        <w:t xml:space="preserve">From </w:t>
      </w:r>
      <w:r w:rsidR="00C41A31">
        <w:t xml:space="preserve">SMEWG </w:t>
      </w:r>
      <w:r>
        <w:t>feedback:</w:t>
      </w:r>
    </w:p>
    <w:p w14:paraId="6EE66120" w14:textId="77777777" w:rsidR="00D861E0" w:rsidRDefault="00D861E0"/>
    <w:p w14:paraId="172906CF" w14:textId="368F9244" w:rsidR="00D861E0" w:rsidRDefault="00D861E0">
      <w:r>
        <w:t>Social permaculture should be added.</w:t>
      </w:r>
    </w:p>
    <w:p w14:paraId="694FD447" w14:textId="77777777" w:rsidR="00D861E0" w:rsidRDefault="00D861E0"/>
    <w:p w14:paraId="28CEB1DB" w14:textId="77777777" w:rsidR="00702029" w:rsidRDefault="00D861E0">
      <w:r>
        <w:t>Requested Knowledge unit</w:t>
      </w:r>
      <w:r w:rsidR="00702029">
        <w:t>.</w:t>
      </w:r>
    </w:p>
    <w:p w14:paraId="3CEB18D0" w14:textId="714EA6AA" w:rsidR="00D861E0" w:rsidRDefault="00702029">
      <w:r>
        <w:t xml:space="preserve">(Dev comment - </w:t>
      </w:r>
      <w:r w:rsidR="00D861E0">
        <w:t xml:space="preserve">knowledge is provided in the KE of </w:t>
      </w:r>
      <w:r w:rsidR="00770639">
        <w:t>each</w:t>
      </w:r>
      <w:r w:rsidR="00D861E0">
        <w:t xml:space="preserve"> unit so no need for additional Knowledge units</w:t>
      </w:r>
      <w:r>
        <w:t xml:space="preserve"> - RTO's responsible for delivery - a knowledge 'subject' addressing Perm principles from each unit will achieve outcome)</w:t>
      </w:r>
      <w:r w:rsidR="00D861E0">
        <w:t xml:space="preserve"> </w:t>
      </w:r>
    </w:p>
    <w:p w14:paraId="69FA17BA" w14:textId="77777777" w:rsidR="00D861E0" w:rsidRDefault="00D861E0"/>
    <w:p w14:paraId="13453BEF" w14:textId="5324EA00" w:rsidR="00D861E0" w:rsidRDefault="00D861E0" w:rsidP="00D861E0">
      <w:r>
        <w:t>Respondent suggested the following job role categories:</w:t>
      </w:r>
    </w:p>
    <w:p w14:paraId="1DE3C4CB" w14:textId="6218E968" w:rsidR="00D861E0" w:rsidRPr="00D861E0" w:rsidRDefault="00D861E0" w:rsidP="00D861E0">
      <w:r w:rsidRPr="00D861E0">
        <w:t>1. Sole traders / individual businesses</w:t>
      </w:r>
    </w:p>
    <w:p w14:paraId="46015B3D" w14:textId="77777777" w:rsidR="00D861E0" w:rsidRPr="00D861E0" w:rsidRDefault="00D861E0" w:rsidP="00D861E0">
      <w:r w:rsidRPr="00D861E0">
        <w:t>2. International development work</w:t>
      </w:r>
    </w:p>
    <w:p w14:paraId="3D16158B" w14:textId="77777777" w:rsidR="00D861E0" w:rsidRPr="00D861E0" w:rsidRDefault="00D861E0" w:rsidP="00D861E0">
      <w:r w:rsidRPr="00D861E0">
        <w:t>3. Future jobs (redesigning community, business adaption, climate change)</w:t>
      </w:r>
    </w:p>
    <w:p w14:paraId="0EB196DC" w14:textId="77777777" w:rsidR="00D861E0" w:rsidRPr="00D861E0" w:rsidRDefault="00D861E0" w:rsidP="00D861E0">
      <w:r w:rsidRPr="00D861E0">
        <w:t>Are these addressed in this qualification?</w:t>
      </w:r>
    </w:p>
    <w:p w14:paraId="3A6D1E73" w14:textId="3478EB33" w:rsidR="00D861E0" w:rsidRDefault="00D861E0"/>
    <w:p w14:paraId="0736007E" w14:textId="0D25C39D" w:rsidR="00D861E0" w:rsidRDefault="00702029">
      <w:r>
        <w:t>Recommendation to focus on community programs rather than food production.</w:t>
      </w:r>
    </w:p>
    <w:p w14:paraId="34409D21" w14:textId="77777777" w:rsidR="008B57FC" w:rsidRDefault="008B57FC"/>
    <w:p w14:paraId="4EB70F80" w14:textId="5F2BF41B" w:rsidR="008B57FC" w:rsidRDefault="008B57FC">
      <w:r>
        <w:t>Developer comment:</w:t>
      </w:r>
    </w:p>
    <w:p w14:paraId="682922B7" w14:textId="0A26FCB5" w:rsidR="00702029" w:rsidRDefault="00702029">
      <w:r>
        <w:t>Does this qualification address this?</w:t>
      </w:r>
    </w:p>
    <w:p w14:paraId="14B96E71" w14:textId="77777777" w:rsidR="00702029" w:rsidRDefault="00702029"/>
  </w:comment>
  <w:comment w:id="1" w:author="Ron" w:date="2022-01-30T12:25:00Z" w:initials="RB">
    <w:p w14:paraId="21DF3A1D" w14:textId="727DB9C8" w:rsidR="00C41A31" w:rsidRDefault="00C41A31" w:rsidP="00C41A31">
      <w:r>
        <w:annotationRef/>
      </w:r>
      <w:r w:rsidRPr="00C41A31">
        <w:t>SME Feedback</w:t>
      </w:r>
      <w:r w:rsidR="008B57FC">
        <w:t xml:space="preserve"> to above</w:t>
      </w:r>
    </w:p>
    <w:p w14:paraId="2DD8D55A" w14:textId="77777777" w:rsidR="008B57FC" w:rsidRPr="00C41A31" w:rsidRDefault="008B57FC" w:rsidP="00C41A31"/>
    <w:p w14:paraId="0BC53159" w14:textId="77777777" w:rsidR="00C41A31" w:rsidRPr="00C41A31" w:rsidRDefault="00C41A31" w:rsidP="00C41A31">
      <w:r w:rsidRPr="00C41A31">
        <w:t xml:space="preserve">CII is only delivered in schools </w:t>
      </w:r>
      <w:proofErr w:type="gramStart"/>
      <w:r w:rsidRPr="00C41A31">
        <w:t>at the moment</w:t>
      </w:r>
      <w:proofErr w:type="gramEnd"/>
      <w:r w:rsidRPr="00C41A31">
        <w:t xml:space="preserve"> and while not wanting to restrict this course to schools, students like to work in a garden, in the outside classroom and this is what schools want or have.</w:t>
      </w:r>
    </w:p>
    <w:p w14:paraId="2702C966" w14:textId="77777777" w:rsidR="00C41A31" w:rsidRPr="00C41A31" w:rsidRDefault="00C41A31" w:rsidP="00C41A31">
      <w:r w:rsidRPr="00C41A31">
        <w:t>I assume while social permaculture is desirable there isn’t the drive to develop new units, but rather condense what we have already.</w:t>
      </w:r>
    </w:p>
    <w:p w14:paraId="30F50C06" w14:textId="77777777" w:rsidR="00C41A31" w:rsidRPr="00C41A31" w:rsidRDefault="00C41A31" w:rsidP="00C41A31">
      <w:r w:rsidRPr="00C41A31">
        <w:t>Social permaculture is explored in other higher Pc courses - which is more appropriate for adults</w:t>
      </w:r>
    </w:p>
    <w:p w14:paraId="7429085B" w14:textId="653271A2" w:rsidR="00C41A31" w:rsidRDefault="00C41A31"/>
  </w:comment>
  <w:comment w:id="2" w:author="Ron" w:date="2022-01-24T11:46:00Z" w:initials="RB">
    <w:p w14:paraId="3E214019" w14:textId="77777777" w:rsidR="00377472" w:rsidRDefault="00B56642">
      <w:r>
        <w:annotationRef/>
      </w:r>
    </w:p>
    <w:p w14:paraId="43077BA0" w14:textId="1CA4D088" w:rsidR="00B56642" w:rsidRDefault="00377472">
      <w:r>
        <w:t xml:space="preserve">Further feedback from </w:t>
      </w:r>
      <w:r w:rsidR="00B56642">
        <w:t>SME Advice 2:</w:t>
      </w:r>
    </w:p>
    <w:p w14:paraId="0B51045E" w14:textId="77777777" w:rsidR="00377472" w:rsidRDefault="00377472"/>
    <w:p w14:paraId="23E1B9E9" w14:textId="77777777" w:rsidR="00B56642" w:rsidRPr="00B56642" w:rsidRDefault="00B56642" w:rsidP="00B56642">
      <w:r w:rsidRPr="00B56642">
        <w:t>Cert II tends to be used in schools, but could be used in other contexts, such as community programs with the inclusion of a social permaculture unit, such as PER315 Coordinate community projects.</w:t>
      </w:r>
    </w:p>
    <w:p w14:paraId="25A5EBA0" w14:textId="77777777" w:rsidR="00B56642" w:rsidRPr="00B56642" w:rsidRDefault="00B56642" w:rsidP="00B56642">
      <w:r w:rsidRPr="00B56642">
        <w:t>The AQF2 unit PER210 Operate within community projects was deleted. I think this is a great shame. Perhaps a new unit could be introduced, or one of the others modified to include the content of this unit? The AQF3 unit would probably be too big for schools to include in a Cert II.</w:t>
      </w:r>
    </w:p>
    <w:p w14:paraId="694D13A4" w14:textId="77777777" w:rsidR="00B56642" w:rsidRPr="00B56642" w:rsidRDefault="00B56642" w:rsidP="00B56642">
      <w:r w:rsidRPr="00B56642">
        <w:t xml:space="preserve">In response to the comment – sole traders and businesses would be candidates for Cert III not Cert II. </w:t>
      </w:r>
    </w:p>
    <w:p w14:paraId="0250D1AA" w14:textId="0E887448" w:rsidR="00B56642" w:rsidRDefault="00B56642"/>
  </w:comment>
  <w:comment w:id="3" w:author="Ron" w:date="2022-01-24T11:22:00Z" w:initials="RB">
    <w:p w14:paraId="47AAD6D0" w14:textId="77777777" w:rsidR="00C41A31" w:rsidRDefault="00D123D3">
      <w:r>
        <w:annotationRef/>
      </w:r>
    </w:p>
    <w:p w14:paraId="0B1C7EC1" w14:textId="7FFFC426" w:rsidR="00D123D3" w:rsidRDefault="00D123D3">
      <w:r>
        <w:t>SME feedback</w:t>
      </w:r>
    </w:p>
    <w:p w14:paraId="6A52ECC0" w14:textId="5F3772A0" w:rsidR="00D123D3" w:rsidRDefault="00D123D3">
      <w:r w:rsidRPr="00D123D3">
        <w:t>I know this number units in line with other AHC CII courses but seems too many units, and too many assessment tasks. Can it be reduced to 12?</w:t>
      </w:r>
    </w:p>
    <w:p w14:paraId="5C4D108F" w14:textId="77777777" w:rsidR="008B57FC" w:rsidRDefault="008B57FC"/>
    <w:p w14:paraId="1381352A" w14:textId="45ED2FE4" w:rsidR="008B57FC" w:rsidRDefault="008B57FC">
      <w:r>
        <w:t>SME Feedback sought:</w:t>
      </w:r>
    </w:p>
  </w:comment>
  <w:comment w:id="4" w:author="Ron" w:date="2021-12-15T10:12:00Z" w:initials="RB">
    <w:p w14:paraId="439383B3" w14:textId="0422DCEA" w:rsidR="009D4117" w:rsidRDefault="009D4117">
      <w:r>
        <w:annotationRef/>
      </w:r>
      <w:r>
        <w:t>Are electives still appropriate?</w:t>
      </w:r>
    </w:p>
  </w:comment>
  <w:comment w:id="5" w:author="Ron" w:date="2022-01-24T11:25:00Z" w:initials="RB">
    <w:p w14:paraId="2C4535CD" w14:textId="77777777" w:rsidR="00D123D3" w:rsidRDefault="00D123D3">
      <w:r>
        <w:annotationRef/>
      </w:r>
      <w:r>
        <w:t>SME Advice:</w:t>
      </w:r>
    </w:p>
    <w:p w14:paraId="4E0FC3E7" w14:textId="762DB4F6" w:rsidR="00D123D3" w:rsidRDefault="00D123D3">
      <w:r w:rsidRPr="00D123D3">
        <w:t>Electives Ok with those changes as noted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B96E71" w15:done="0"/>
  <w15:commentEx w15:paraId="7429085B" w15:paraIdParent="14B96E71" w15:done="0"/>
  <w15:commentEx w15:paraId="0250D1AA" w15:done="0"/>
  <w15:commentEx w15:paraId="1381352A" w15:done="0"/>
  <w15:commentEx w15:paraId="439383B3" w15:done="0"/>
  <w15:commentEx w15:paraId="4E0FC3E7" w15:paraIdParent="439383B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7F2F6A" w16cex:dateUtc="2021-12-14T23:49:00Z"/>
  <w16cex:commentExtensible w16cex:durableId="25AD2758" w16cex:dateUtc="2022-01-30T01:25:00Z"/>
  <w16cex:commentExtensible w16cex:durableId="25AD2757" w16cex:dateUtc="2022-01-24T00:46:00Z"/>
  <w16cex:commentExtensible w16cex:durableId="25AD2759" w16cex:dateUtc="2022-01-24T00:22:00Z"/>
  <w16cex:commentExtensible w16cex:durableId="257F2F6F" w16cex:dateUtc="2021-12-14T23:12:00Z"/>
  <w16cex:commentExtensible w16cex:durableId="25AD275B" w16cex:dateUtc="2022-01-24T00: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B96E71" w16cid:durableId="257F2F6A"/>
  <w16cid:commentId w16cid:paraId="7429085B" w16cid:durableId="25AD2758"/>
  <w16cid:commentId w16cid:paraId="0250D1AA" w16cid:durableId="25AD2757"/>
  <w16cid:commentId w16cid:paraId="1381352A" w16cid:durableId="25AD2759"/>
  <w16cid:commentId w16cid:paraId="439383B3" w16cid:durableId="257F2F6F"/>
  <w16cid:commentId w16cid:paraId="4E0FC3E7" w16cid:durableId="25AD275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24CCB" w14:textId="77777777" w:rsidR="00307063" w:rsidRDefault="00307063" w:rsidP="00BF3F0A">
      <w:r>
        <w:separator/>
      </w:r>
    </w:p>
    <w:p w14:paraId="4418EC3A" w14:textId="77777777" w:rsidR="00307063" w:rsidRDefault="00307063"/>
  </w:endnote>
  <w:endnote w:type="continuationSeparator" w:id="0">
    <w:p w14:paraId="13E22620" w14:textId="77777777" w:rsidR="00307063" w:rsidRDefault="00307063" w:rsidP="00BF3F0A">
      <w:r>
        <w:continuationSeparator/>
      </w:r>
    </w:p>
    <w:p w14:paraId="65DD5052" w14:textId="77777777" w:rsidR="00307063" w:rsidRDefault="00307063"/>
  </w:endnote>
  <w:endnote w:type="continuationNotice" w:id="1">
    <w:p w14:paraId="40BC1196" w14:textId="77777777" w:rsidR="00307063" w:rsidRDefault="003070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4C094252" w14:textId="77777777" w:rsidR="008E1B41" w:rsidRPr="00205F8D" w:rsidRDefault="00D810DE" w:rsidP="00205F8D">
        <w:pPr>
          <w:pStyle w:val="SIText"/>
        </w:pPr>
        <w:r w:rsidRPr="00205F8D">
          <w:t>Skills Im</w:t>
        </w:r>
        <w:r w:rsidR="00151D93" w:rsidRPr="00205F8D">
          <w:t xml:space="preserve">pact </w:t>
        </w:r>
        <w:r w:rsidR="00894FBB" w:rsidRPr="00205F8D">
          <w:t>Qualification</w:t>
        </w:r>
        <w:r w:rsidR="000D7BE6" w:rsidRPr="00205F8D">
          <w:tab/>
        </w:r>
        <w:r w:rsidR="00125729">
          <w:tab/>
        </w:r>
        <w:r w:rsidR="00125729">
          <w:tab/>
        </w:r>
        <w:r w:rsidR="00125729">
          <w:tab/>
        </w:r>
        <w:r w:rsidR="00125729">
          <w:tab/>
        </w:r>
        <w:r w:rsidR="00125729">
          <w:tab/>
        </w:r>
        <w:r w:rsidR="00125729">
          <w:tab/>
        </w:r>
        <w:r w:rsidR="00125729">
          <w:tab/>
        </w:r>
        <w:r w:rsidR="00125729">
          <w:tab/>
        </w:r>
        <w:r w:rsidR="00125729">
          <w:tab/>
        </w:r>
        <w:r w:rsidRPr="00205F8D">
          <w:fldChar w:fldCharType="begin"/>
        </w:r>
        <w:r w:rsidRPr="00205F8D">
          <w:instrText xml:space="preserve"> PAGE   \* MERGEFORMAT </w:instrText>
        </w:r>
        <w:r w:rsidRPr="00205F8D">
          <w:fldChar w:fldCharType="separate"/>
        </w:r>
        <w:r w:rsidR="00377472">
          <w:rPr>
            <w:noProof/>
          </w:rPr>
          <w:t>3</w:t>
        </w:r>
        <w:r w:rsidRPr="00205F8D">
          <w:fldChar w:fldCharType="end"/>
        </w:r>
      </w:p>
      <w:p w14:paraId="1A4214F0" w14:textId="77777777" w:rsidR="00D810DE" w:rsidRPr="008E1B41" w:rsidRDefault="008E1B41" w:rsidP="006F07A4">
        <w:pPr>
          <w:pStyle w:val="SIText"/>
        </w:pPr>
        <w:r w:rsidRPr="006F07A4">
          <w:t>Template</w:t>
        </w:r>
        <w:r>
          <w:t xml:space="preserve"> modified on </w:t>
        </w:r>
        <w:r w:rsidR="00205F8D">
          <w:t>14 October</w:t>
        </w:r>
        <w:r w:rsidR="00AF2F35">
          <w:t xml:space="preserve"> 20</w:t>
        </w:r>
        <w:r w:rsidR="006F07A4">
          <w:t>20</w:t>
        </w:r>
      </w:p>
    </w:sdtContent>
  </w:sdt>
  <w:p w14:paraId="742A0A2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60626" w14:textId="77777777" w:rsidR="00307063" w:rsidRDefault="00307063" w:rsidP="00BF3F0A">
      <w:r>
        <w:separator/>
      </w:r>
    </w:p>
    <w:p w14:paraId="38C6CD47" w14:textId="77777777" w:rsidR="00307063" w:rsidRDefault="00307063"/>
  </w:footnote>
  <w:footnote w:type="continuationSeparator" w:id="0">
    <w:p w14:paraId="38167FC7" w14:textId="77777777" w:rsidR="00307063" w:rsidRDefault="00307063" w:rsidP="00BF3F0A">
      <w:r>
        <w:continuationSeparator/>
      </w:r>
    </w:p>
    <w:p w14:paraId="5230D8F2" w14:textId="77777777" w:rsidR="00307063" w:rsidRDefault="00307063"/>
  </w:footnote>
  <w:footnote w:type="continuationNotice" w:id="1">
    <w:p w14:paraId="09797840" w14:textId="77777777" w:rsidR="00307063" w:rsidRDefault="003070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7E2E0" w14:textId="4F5F8218" w:rsidR="009C2650" w:rsidRDefault="00307063" w:rsidP="00F07C48">
    <w:pPr>
      <w:pStyle w:val="SIText"/>
    </w:pPr>
    <w:sdt>
      <w:sdtPr>
        <w:id w:val="-866065223"/>
        <w:docPartObj>
          <w:docPartGallery w:val="Watermarks"/>
          <w:docPartUnique/>
        </w:docPartObj>
      </w:sdtPr>
      <w:sdtEndPr/>
      <w:sdtContent>
        <w:r>
          <w:pict w14:anchorId="44E661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F2F5D" w:rsidRPr="001F2F5D">
      <w:t>AHC217</w:t>
    </w:r>
    <w:r w:rsidR="00B51D8A">
      <w:t>XX</w:t>
    </w:r>
    <w:r w:rsidR="001F2F5D" w:rsidRPr="001F2F5D">
      <w:t xml:space="preserve"> Certificate II in Permaculture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19F033A6"/>
    <w:multiLevelType w:val="multilevel"/>
    <w:tmpl w:val="37C27B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A37945"/>
    <w:multiLevelType w:val="multilevel"/>
    <w:tmpl w:val="488A58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6642698C"/>
    <w:lvl w:ilvl="0" w:tplc="98A099E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784E29FC"/>
    <w:multiLevelType w:val="multilevel"/>
    <w:tmpl w:val="C7627D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F4710FD"/>
    <w:multiLevelType w:val="multilevel"/>
    <w:tmpl w:val="D81653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4"/>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9"/>
  </w:num>
  <w:num w:numId="15">
    <w:abstractNumId w:val="6"/>
  </w:num>
  <w:num w:numId="16">
    <w:abstractNumId w:val="16"/>
  </w:num>
  <w:num w:numId="17">
    <w:abstractNumId w:val="17"/>
  </w:num>
  <w:num w:numId="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n">
    <w15:presenceInfo w15:providerId="None" w15:userId="R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AQHuEeem16m5oG5lWlp7aLj6iYvuLOkZDOnYdPRyV8XpTmH/eXGJ1NCfFaiyiOqV/+DHEoRYXfcZLHvwptasg==" w:salt="UmUUb6cPo49EZ2G4MV2FG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BBE"/>
    <w:rsid w:val="000014B9"/>
    <w:rsid w:val="00005A15"/>
    <w:rsid w:val="0001108F"/>
    <w:rsid w:val="000115E2"/>
    <w:rsid w:val="0001296A"/>
    <w:rsid w:val="00016803"/>
    <w:rsid w:val="00017C6F"/>
    <w:rsid w:val="00022F07"/>
    <w:rsid w:val="00023992"/>
    <w:rsid w:val="00031CCE"/>
    <w:rsid w:val="00041E59"/>
    <w:rsid w:val="000648DA"/>
    <w:rsid w:val="00064B2D"/>
    <w:rsid w:val="00064BFE"/>
    <w:rsid w:val="00070B3E"/>
    <w:rsid w:val="00070BBE"/>
    <w:rsid w:val="00071F95"/>
    <w:rsid w:val="000737BB"/>
    <w:rsid w:val="00074E47"/>
    <w:rsid w:val="000A5441"/>
    <w:rsid w:val="000C13F1"/>
    <w:rsid w:val="000D7BE6"/>
    <w:rsid w:val="000E2C86"/>
    <w:rsid w:val="000F29F2"/>
    <w:rsid w:val="00101659"/>
    <w:rsid w:val="001078BF"/>
    <w:rsid w:val="00125729"/>
    <w:rsid w:val="00133957"/>
    <w:rsid w:val="001372F6"/>
    <w:rsid w:val="00140954"/>
    <w:rsid w:val="0014187D"/>
    <w:rsid w:val="00144385"/>
    <w:rsid w:val="00151293"/>
    <w:rsid w:val="00151D93"/>
    <w:rsid w:val="00156EF3"/>
    <w:rsid w:val="001609F0"/>
    <w:rsid w:val="00163FCA"/>
    <w:rsid w:val="00176E4F"/>
    <w:rsid w:val="0018546B"/>
    <w:rsid w:val="001A6A3E"/>
    <w:rsid w:val="001A7B6D"/>
    <w:rsid w:val="001B34D5"/>
    <w:rsid w:val="001B513A"/>
    <w:rsid w:val="001C0A75"/>
    <w:rsid w:val="001E16BC"/>
    <w:rsid w:val="001F28F9"/>
    <w:rsid w:val="001F2BA5"/>
    <w:rsid w:val="001F2F5D"/>
    <w:rsid w:val="001F308D"/>
    <w:rsid w:val="00201A7C"/>
    <w:rsid w:val="00205F8D"/>
    <w:rsid w:val="0021414D"/>
    <w:rsid w:val="00223124"/>
    <w:rsid w:val="00234444"/>
    <w:rsid w:val="00242293"/>
    <w:rsid w:val="00244EA7"/>
    <w:rsid w:val="00262FC3"/>
    <w:rsid w:val="00276DB8"/>
    <w:rsid w:val="0028003F"/>
    <w:rsid w:val="00282664"/>
    <w:rsid w:val="00285FB8"/>
    <w:rsid w:val="002931C2"/>
    <w:rsid w:val="002A4CD3"/>
    <w:rsid w:val="002C532A"/>
    <w:rsid w:val="002C55E9"/>
    <w:rsid w:val="002D0C8B"/>
    <w:rsid w:val="002E193E"/>
    <w:rsid w:val="002F1BE6"/>
    <w:rsid w:val="00307063"/>
    <w:rsid w:val="00321C7C"/>
    <w:rsid w:val="00337E82"/>
    <w:rsid w:val="00350BB1"/>
    <w:rsid w:val="00352C83"/>
    <w:rsid w:val="0037067D"/>
    <w:rsid w:val="00377472"/>
    <w:rsid w:val="0038735B"/>
    <w:rsid w:val="003916D1"/>
    <w:rsid w:val="003A21F0"/>
    <w:rsid w:val="003A58BA"/>
    <w:rsid w:val="003A5AE7"/>
    <w:rsid w:val="003A7221"/>
    <w:rsid w:val="003C13AE"/>
    <w:rsid w:val="003C6C06"/>
    <w:rsid w:val="003D2E73"/>
    <w:rsid w:val="003D3E14"/>
    <w:rsid w:val="003E7BBE"/>
    <w:rsid w:val="004127E3"/>
    <w:rsid w:val="00423D30"/>
    <w:rsid w:val="004270D2"/>
    <w:rsid w:val="0043212E"/>
    <w:rsid w:val="00434366"/>
    <w:rsid w:val="00440FAA"/>
    <w:rsid w:val="00444423"/>
    <w:rsid w:val="00452F3E"/>
    <w:rsid w:val="004545D5"/>
    <w:rsid w:val="004640AE"/>
    <w:rsid w:val="00475172"/>
    <w:rsid w:val="004758B0"/>
    <w:rsid w:val="00477A5F"/>
    <w:rsid w:val="004832D2"/>
    <w:rsid w:val="00485559"/>
    <w:rsid w:val="004A142B"/>
    <w:rsid w:val="004A44E8"/>
    <w:rsid w:val="004B29B7"/>
    <w:rsid w:val="004B2A2B"/>
    <w:rsid w:val="004C2244"/>
    <w:rsid w:val="004C79A1"/>
    <w:rsid w:val="004D0D5F"/>
    <w:rsid w:val="004D1569"/>
    <w:rsid w:val="004D2710"/>
    <w:rsid w:val="004D44B1"/>
    <w:rsid w:val="004E0460"/>
    <w:rsid w:val="004E1579"/>
    <w:rsid w:val="004E5FAE"/>
    <w:rsid w:val="004E7094"/>
    <w:rsid w:val="004F5537"/>
    <w:rsid w:val="004F5DC7"/>
    <w:rsid w:val="004F78DA"/>
    <w:rsid w:val="00502C52"/>
    <w:rsid w:val="0050500F"/>
    <w:rsid w:val="005248C1"/>
    <w:rsid w:val="00526134"/>
    <w:rsid w:val="00527F90"/>
    <w:rsid w:val="005427C8"/>
    <w:rsid w:val="005446D1"/>
    <w:rsid w:val="00547704"/>
    <w:rsid w:val="00556C4C"/>
    <w:rsid w:val="00557369"/>
    <w:rsid w:val="00561F08"/>
    <w:rsid w:val="005708EB"/>
    <w:rsid w:val="00575BC6"/>
    <w:rsid w:val="00583902"/>
    <w:rsid w:val="005A3AA5"/>
    <w:rsid w:val="005A6C9C"/>
    <w:rsid w:val="005A74DC"/>
    <w:rsid w:val="005B119D"/>
    <w:rsid w:val="005B5146"/>
    <w:rsid w:val="005C7EA8"/>
    <w:rsid w:val="005D0916"/>
    <w:rsid w:val="005E5CFC"/>
    <w:rsid w:val="005E7167"/>
    <w:rsid w:val="005F33CC"/>
    <w:rsid w:val="006121D4"/>
    <w:rsid w:val="00613B49"/>
    <w:rsid w:val="00620E8E"/>
    <w:rsid w:val="00633CFE"/>
    <w:rsid w:val="00634FCA"/>
    <w:rsid w:val="006360CD"/>
    <w:rsid w:val="006404B5"/>
    <w:rsid w:val="006452B8"/>
    <w:rsid w:val="00646993"/>
    <w:rsid w:val="00652E62"/>
    <w:rsid w:val="00687B62"/>
    <w:rsid w:val="00690C44"/>
    <w:rsid w:val="006969D9"/>
    <w:rsid w:val="006A2B68"/>
    <w:rsid w:val="006B19B1"/>
    <w:rsid w:val="006B33C3"/>
    <w:rsid w:val="006C2F32"/>
    <w:rsid w:val="006D4448"/>
    <w:rsid w:val="006E2C4D"/>
    <w:rsid w:val="006F07A4"/>
    <w:rsid w:val="00702029"/>
    <w:rsid w:val="00705EEC"/>
    <w:rsid w:val="00707741"/>
    <w:rsid w:val="00722769"/>
    <w:rsid w:val="00727901"/>
    <w:rsid w:val="0073075B"/>
    <w:rsid w:val="007341FF"/>
    <w:rsid w:val="00735CCA"/>
    <w:rsid w:val="007404E9"/>
    <w:rsid w:val="007444CF"/>
    <w:rsid w:val="0076523B"/>
    <w:rsid w:val="00770639"/>
    <w:rsid w:val="00770C15"/>
    <w:rsid w:val="00771B60"/>
    <w:rsid w:val="00781D77"/>
    <w:rsid w:val="007860B7"/>
    <w:rsid w:val="00786DC8"/>
    <w:rsid w:val="00793257"/>
    <w:rsid w:val="007A1149"/>
    <w:rsid w:val="007C10A5"/>
    <w:rsid w:val="007C1416"/>
    <w:rsid w:val="007D2ABE"/>
    <w:rsid w:val="007D5A78"/>
    <w:rsid w:val="007E3BD1"/>
    <w:rsid w:val="007F1563"/>
    <w:rsid w:val="007F44DB"/>
    <w:rsid w:val="007F5A8B"/>
    <w:rsid w:val="00802397"/>
    <w:rsid w:val="00817D51"/>
    <w:rsid w:val="00823530"/>
    <w:rsid w:val="00823FF4"/>
    <w:rsid w:val="008306E7"/>
    <w:rsid w:val="00834BC8"/>
    <w:rsid w:val="00837FD6"/>
    <w:rsid w:val="00847B60"/>
    <w:rsid w:val="00850243"/>
    <w:rsid w:val="008545EB"/>
    <w:rsid w:val="00856837"/>
    <w:rsid w:val="00865011"/>
    <w:rsid w:val="00883C6C"/>
    <w:rsid w:val="00886790"/>
    <w:rsid w:val="008908DE"/>
    <w:rsid w:val="00894FBB"/>
    <w:rsid w:val="008A12ED"/>
    <w:rsid w:val="008B2C77"/>
    <w:rsid w:val="008B4AD2"/>
    <w:rsid w:val="008B57FC"/>
    <w:rsid w:val="008E1B41"/>
    <w:rsid w:val="008E39BE"/>
    <w:rsid w:val="008E62EC"/>
    <w:rsid w:val="008E7B69"/>
    <w:rsid w:val="008F32F6"/>
    <w:rsid w:val="00915FCB"/>
    <w:rsid w:val="00916CD7"/>
    <w:rsid w:val="00920927"/>
    <w:rsid w:val="00921B38"/>
    <w:rsid w:val="00923720"/>
    <w:rsid w:val="00924FBA"/>
    <w:rsid w:val="0092586D"/>
    <w:rsid w:val="009278C9"/>
    <w:rsid w:val="009303A7"/>
    <w:rsid w:val="009527CB"/>
    <w:rsid w:val="00953835"/>
    <w:rsid w:val="00960F6C"/>
    <w:rsid w:val="00964D87"/>
    <w:rsid w:val="00970747"/>
    <w:rsid w:val="0098725E"/>
    <w:rsid w:val="009A5900"/>
    <w:rsid w:val="009C2650"/>
    <w:rsid w:val="009D0CAC"/>
    <w:rsid w:val="009D15E2"/>
    <w:rsid w:val="009D15FE"/>
    <w:rsid w:val="009D4117"/>
    <w:rsid w:val="009D5D2C"/>
    <w:rsid w:val="009E568C"/>
    <w:rsid w:val="009F0DCC"/>
    <w:rsid w:val="009F11CA"/>
    <w:rsid w:val="009F1BE1"/>
    <w:rsid w:val="00A0695B"/>
    <w:rsid w:val="00A13052"/>
    <w:rsid w:val="00A216A8"/>
    <w:rsid w:val="00A223A6"/>
    <w:rsid w:val="00A354FC"/>
    <w:rsid w:val="00A5092E"/>
    <w:rsid w:val="00A56E14"/>
    <w:rsid w:val="00A637BB"/>
    <w:rsid w:val="00A6476B"/>
    <w:rsid w:val="00A653AB"/>
    <w:rsid w:val="00A6651B"/>
    <w:rsid w:val="00A76C6C"/>
    <w:rsid w:val="00A772D9"/>
    <w:rsid w:val="00A92DD1"/>
    <w:rsid w:val="00AA5338"/>
    <w:rsid w:val="00AB1B8E"/>
    <w:rsid w:val="00AB386E"/>
    <w:rsid w:val="00AC0696"/>
    <w:rsid w:val="00AC0E43"/>
    <w:rsid w:val="00AC440C"/>
    <w:rsid w:val="00AC4C98"/>
    <w:rsid w:val="00AC5F6B"/>
    <w:rsid w:val="00AC60E3"/>
    <w:rsid w:val="00AD3896"/>
    <w:rsid w:val="00AD5B47"/>
    <w:rsid w:val="00AE1ED9"/>
    <w:rsid w:val="00AE32CB"/>
    <w:rsid w:val="00AF098A"/>
    <w:rsid w:val="00AF2F35"/>
    <w:rsid w:val="00AF3957"/>
    <w:rsid w:val="00B0058D"/>
    <w:rsid w:val="00B12013"/>
    <w:rsid w:val="00B14AFF"/>
    <w:rsid w:val="00B22C67"/>
    <w:rsid w:val="00B3508F"/>
    <w:rsid w:val="00B443EE"/>
    <w:rsid w:val="00B46654"/>
    <w:rsid w:val="00B51D8A"/>
    <w:rsid w:val="00B560C8"/>
    <w:rsid w:val="00B56642"/>
    <w:rsid w:val="00B61150"/>
    <w:rsid w:val="00B65BC7"/>
    <w:rsid w:val="00B6630D"/>
    <w:rsid w:val="00B717CF"/>
    <w:rsid w:val="00B746B9"/>
    <w:rsid w:val="00B848D4"/>
    <w:rsid w:val="00B85AFC"/>
    <w:rsid w:val="00B865B7"/>
    <w:rsid w:val="00BA1CB1"/>
    <w:rsid w:val="00BA482D"/>
    <w:rsid w:val="00BB23F4"/>
    <w:rsid w:val="00BC5075"/>
    <w:rsid w:val="00BD3B0F"/>
    <w:rsid w:val="00BF1D4C"/>
    <w:rsid w:val="00BF3F0A"/>
    <w:rsid w:val="00BF4C89"/>
    <w:rsid w:val="00C143C3"/>
    <w:rsid w:val="00C1739B"/>
    <w:rsid w:val="00C26067"/>
    <w:rsid w:val="00C27518"/>
    <w:rsid w:val="00C30A29"/>
    <w:rsid w:val="00C317DC"/>
    <w:rsid w:val="00C35F6F"/>
    <w:rsid w:val="00C41A31"/>
    <w:rsid w:val="00C56D0B"/>
    <w:rsid w:val="00C578E9"/>
    <w:rsid w:val="00C703E2"/>
    <w:rsid w:val="00C70626"/>
    <w:rsid w:val="00C72860"/>
    <w:rsid w:val="00C73B90"/>
    <w:rsid w:val="00C87E0C"/>
    <w:rsid w:val="00C9061A"/>
    <w:rsid w:val="00C96AF3"/>
    <w:rsid w:val="00C97CCC"/>
    <w:rsid w:val="00CA0274"/>
    <w:rsid w:val="00CA303F"/>
    <w:rsid w:val="00CB746F"/>
    <w:rsid w:val="00CC451E"/>
    <w:rsid w:val="00CD4E9D"/>
    <w:rsid w:val="00CD4F4D"/>
    <w:rsid w:val="00CE7D19"/>
    <w:rsid w:val="00CF0CF5"/>
    <w:rsid w:val="00CF2B3E"/>
    <w:rsid w:val="00D0201F"/>
    <w:rsid w:val="00D03685"/>
    <w:rsid w:val="00D07D4E"/>
    <w:rsid w:val="00D115AA"/>
    <w:rsid w:val="00D123D3"/>
    <w:rsid w:val="00D145BE"/>
    <w:rsid w:val="00D20C57"/>
    <w:rsid w:val="00D25D16"/>
    <w:rsid w:val="00D30BC5"/>
    <w:rsid w:val="00D32124"/>
    <w:rsid w:val="00D3518D"/>
    <w:rsid w:val="00D51E06"/>
    <w:rsid w:val="00D527EF"/>
    <w:rsid w:val="00D54C76"/>
    <w:rsid w:val="00D65221"/>
    <w:rsid w:val="00D71A6B"/>
    <w:rsid w:val="00D727F3"/>
    <w:rsid w:val="00D73695"/>
    <w:rsid w:val="00D810DE"/>
    <w:rsid w:val="00D861E0"/>
    <w:rsid w:val="00D87D32"/>
    <w:rsid w:val="00D92C83"/>
    <w:rsid w:val="00DA0A81"/>
    <w:rsid w:val="00DA3C10"/>
    <w:rsid w:val="00DA53B5"/>
    <w:rsid w:val="00DC1D69"/>
    <w:rsid w:val="00DC5A3A"/>
    <w:rsid w:val="00DD6E1A"/>
    <w:rsid w:val="00E048B1"/>
    <w:rsid w:val="00E238E6"/>
    <w:rsid w:val="00E246B1"/>
    <w:rsid w:val="00E35064"/>
    <w:rsid w:val="00E409E6"/>
    <w:rsid w:val="00E438C3"/>
    <w:rsid w:val="00E501F0"/>
    <w:rsid w:val="00E91BFF"/>
    <w:rsid w:val="00E92933"/>
    <w:rsid w:val="00EA116F"/>
    <w:rsid w:val="00EA3B97"/>
    <w:rsid w:val="00EB0AA4"/>
    <w:rsid w:val="00EB58C7"/>
    <w:rsid w:val="00EB5C88"/>
    <w:rsid w:val="00EC0469"/>
    <w:rsid w:val="00EC2F24"/>
    <w:rsid w:val="00EE4E7A"/>
    <w:rsid w:val="00EF01F8"/>
    <w:rsid w:val="00EF40EF"/>
    <w:rsid w:val="00F07C48"/>
    <w:rsid w:val="00F1480E"/>
    <w:rsid w:val="00F1497D"/>
    <w:rsid w:val="00F16AAC"/>
    <w:rsid w:val="00F35A6A"/>
    <w:rsid w:val="00F438FC"/>
    <w:rsid w:val="00F5616F"/>
    <w:rsid w:val="00F56827"/>
    <w:rsid w:val="00F65EF0"/>
    <w:rsid w:val="00F71651"/>
    <w:rsid w:val="00F73518"/>
    <w:rsid w:val="00F76CC6"/>
    <w:rsid w:val="00FE0282"/>
    <w:rsid w:val="00FE124D"/>
    <w:rsid w:val="00FE38C4"/>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449D16"/>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unhideWhenUsed/>
    <w:locked/>
    <w:rsid w:val="00B0058D"/>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styleId="Header">
    <w:name w:val="header"/>
    <w:basedOn w:val="Normal"/>
    <w:link w:val="HeaderChar"/>
    <w:uiPriority w:val="99"/>
    <w:unhideWhenUsed/>
    <w:lock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lock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character" w:customStyle="1" w:styleId="SIStrikethroughtext">
    <w:name w:val="SI Strikethrough text"/>
    <w:basedOn w:val="SITextChar"/>
    <w:uiPriority w:val="1"/>
    <w:qFormat/>
    <w:rsid w:val="00AC60E3"/>
    <w:rPr>
      <w:rFonts w:ascii="Arial" w:eastAsia="Times New Roman" w:hAnsi="Arial" w:cs="Times New Roman"/>
      <w:caps w:val="0"/>
      <w:smallCaps w:val="0"/>
      <w:strike/>
      <w:dstrike w:val="0"/>
      <w:vanish w:val="0"/>
      <w:color w:val="FF0000"/>
      <w:sz w:val="20"/>
      <w:vertAlign w:val="baseline"/>
    </w:rPr>
  </w:style>
  <w:style w:type="character" w:customStyle="1" w:styleId="SITemporarytext-red">
    <w:name w:val="SI Temporary text - red"/>
    <w:basedOn w:val="SIStrikethroughtext"/>
    <w:uiPriority w:val="1"/>
    <w:qFormat/>
    <w:rsid w:val="00646993"/>
    <w:rPr>
      <w:rFonts w:ascii="Arial" w:eastAsia="Times New Roman" w:hAnsi="Arial" w:cs="Times New Roman"/>
      <w:caps w:val="0"/>
      <w:smallCaps w:val="0"/>
      <w:strike w:val="0"/>
      <w:dstrike w:val="0"/>
      <w:vanish w:val="0"/>
      <w:color w:val="FF0000"/>
      <w:sz w:val="22"/>
      <w:vertAlign w:val="baseline"/>
    </w:rPr>
  </w:style>
  <w:style w:type="character" w:customStyle="1" w:styleId="SITemporarytext-blue">
    <w:name w:val="SI Temporary text - blue"/>
    <w:basedOn w:val="SITemporarytext-red"/>
    <w:uiPriority w:val="1"/>
    <w:qFormat/>
    <w:rsid w:val="00646993"/>
    <w:rPr>
      <w:rFonts w:ascii="Arial" w:eastAsia="Times New Roman" w:hAnsi="Arial" w:cs="Times New Roman"/>
      <w:caps w:val="0"/>
      <w:smallCaps w:val="0"/>
      <w:strike w:val="0"/>
      <w:dstrike w:val="0"/>
      <w:vanish w:val="0"/>
      <w:color w:val="00B0F0"/>
      <w:sz w:val="22"/>
      <w:vertAlign w:val="baseline"/>
    </w:rPr>
  </w:style>
  <w:style w:type="character" w:customStyle="1" w:styleId="SITemporarytext-green">
    <w:name w:val="SI Temporary text - green"/>
    <w:basedOn w:val="SITemporarytext-blue"/>
    <w:uiPriority w:val="1"/>
    <w:qFormat/>
    <w:rsid w:val="00646993"/>
    <w:rPr>
      <w:rFonts w:ascii="Arial" w:eastAsia="Times New Roman" w:hAnsi="Arial" w:cs="Times New Roman"/>
      <w:caps w:val="0"/>
      <w:smallCaps w:val="0"/>
      <w:strike w:val="0"/>
      <w:dstrike w:val="0"/>
      <w:vanish w:val="0"/>
      <w:color w:val="00B050"/>
      <w:sz w:val="22"/>
      <w:vertAlign w:val="baseline"/>
    </w:rPr>
  </w:style>
  <w:style w:type="paragraph" w:styleId="NormalWeb">
    <w:name w:val="Normal (Web)"/>
    <w:basedOn w:val="Normal"/>
    <w:uiPriority w:val="99"/>
    <w:semiHidden/>
    <w:unhideWhenUsed/>
    <w:locked/>
    <w:rsid w:val="00B85AFC"/>
    <w:rPr>
      <w:rFonts w:ascii="Times New Roman" w:hAnsi="Times New Roman"/>
      <w:sz w:val="24"/>
      <w:szCs w:val="24"/>
    </w:rPr>
  </w:style>
  <w:style w:type="paragraph" w:styleId="Revision">
    <w:name w:val="Revision"/>
    <w:hidden/>
    <w:uiPriority w:val="99"/>
    <w:semiHidden/>
    <w:rsid w:val="00D3518D"/>
    <w:pPr>
      <w:spacing w:after="0" w:line="240" w:lineRule="auto"/>
    </w:pPr>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5598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032918731">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298297183">
      <w:bodyDiv w:val="1"/>
      <w:marLeft w:val="0"/>
      <w:marRight w:val="0"/>
      <w:marTop w:val="0"/>
      <w:marBottom w:val="0"/>
      <w:divBdr>
        <w:top w:val="none" w:sz="0" w:space="0" w:color="auto"/>
        <w:left w:val="none" w:sz="0" w:space="0" w:color="auto"/>
        <w:bottom w:val="none" w:sz="0" w:space="0" w:color="auto"/>
        <w:right w:val="none" w:sz="0" w:space="0" w:color="auto"/>
      </w:divBdr>
    </w:div>
    <w:div w:id="1856190313">
      <w:bodyDiv w:val="1"/>
      <w:marLeft w:val="0"/>
      <w:marRight w:val="0"/>
      <w:marTop w:val="0"/>
      <w:marBottom w:val="0"/>
      <w:divBdr>
        <w:top w:val="none" w:sz="0" w:space="0" w:color="auto"/>
        <w:left w:val="none" w:sz="0" w:space="0" w:color="auto"/>
        <w:bottom w:val="none" w:sz="0" w:space="0" w:color="auto"/>
        <w:right w:val="none" w:sz="0" w:space="0" w:color="auto"/>
      </w:divBdr>
    </w:div>
    <w:div w:id="196210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training.gov.au/Training/Details/AHCLSK202"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training.gov.au/Training/Details/AHCLSK202"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Qualific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2934BF92628224FA71459D97ECB7463" ma:contentTypeVersion="" ma:contentTypeDescription="Create a new document." ma:contentTypeScope="" ma:versionID="2e48d753e0ac95bd22431824b8b6099f">
  <xsd:schema xmlns:xsd="http://www.w3.org/2001/XMLSchema" xmlns:xs="http://www.w3.org/2001/XMLSchema" xmlns:p="http://schemas.microsoft.com/office/2006/metadata/properties" xmlns:ns1="http://schemas.microsoft.com/sharepoint/v3" xmlns:ns2="d50bbff7-d6dd-47d2-864a-cfdc2c3db0f4" xmlns:ns3="868db279-accf-469d-a8b1-c202acae647d" targetNamespace="http://schemas.microsoft.com/office/2006/metadata/properties" ma:root="true" ma:fieldsID="f38d3ca0e678c35f97e4f6098446d367" ns1:_="" ns2:_="" ns3:_="">
    <xsd:import namespace="http://schemas.microsoft.com/sharepoint/v3"/>
    <xsd:import namespace="d50bbff7-d6dd-47d2-864a-cfdc2c3db0f4"/>
    <xsd:import namespace="868db279-accf-469d-a8b1-c202acae647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868db279-accf-469d-a8b1-c202acae647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90CC51CB-1002-4061-899F-C6F42099716E}">
  <ds:schemaRefs>
    <ds:schemaRef ds:uri="http://schemas.openxmlformats.org/officeDocument/2006/bibliography"/>
  </ds:schemaRefs>
</ds:datastoreItem>
</file>

<file path=customXml/itemProps2.xml><?xml version="1.0" encoding="utf-8"?>
<ds:datastoreItem xmlns:ds="http://schemas.openxmlformats.org/officeDocument/2006/customXml" ds:itemID="{E1408D30-D680-4D64-9A2C-C480554391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868db279-accf-469d-a8b1-c202acae64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docProps/app.xml><?xml version="1.0" encoding="utf-8"?>
<Properties xmlns="http://schemas.openxmlformats.org/officeDocument/2006/extended-properties" xmlns:vt="http://schemas.openxmlformats.org/officeDocument/2006/docPropsVTypes">
  <Template>TEM.SkillsImpact.Qualification</Template>
  <TotalTime>97</TotalTime>
  <Pages>3</Pages>
  <Words>552</Words>
  <Characters>3148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Elvie Arugay</dc:creator>
  <cp:lastModifiedBy>Ruth Geldard</cp:lastModifiedBy>
  <cp:revision>25</cp:revision>
  <cp:lastPrinted>2016-05-27T05:21:00Z</cp:lastPrinted>
  <dcterms:created xsi:type="dcterms:W3CDTF">2021-09-14T01:05:00Z</dcterms:created>
  <dcterms:modified xsi:type="dcterms:W3CDTF">2022-02-11T02:33:00Z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0x01010092934BF92628224FA71459D97ECB7463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45900</vt:r8>
  </property>
  <property fmtid="{D5CDD505-2E9C-101B-9397-08002B2CF9AE}" pid="24" name="File Category">
    <vt:lpwstr>Templates</vt:lpwstr>
  </property>
</Properties>
</file>