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B50DD" w14:paraId="695EF0CC" w14:textId="77777777" w:rsidTr="00146EEC">
        <w:tc>
          <w:tcPr>
            <w:tcW w:w="2689" w:type="dxa"/>
          </w:tcPr>
          <w:p w14:paraId="3752BE50" w14:textId="786CBDEA" w:rsidR="008B50DD" w:rsidRPr="008B50DD" w:rsidRDefault="008B50DD" w:rsidP="008B50DD">
            <w:pPr>
              <w:pStyle w:val="SIText"/>
              <w:rPr>
                <w:rStyle w:val="SITemporaryText-blue"/>
              </w:rPr>
            </w:pPr>
            <w:r w:rsidRPr="004F5EB5">
              <w:t xml:space="preserve">Release </w:t>
            </w:r>
            <w:proofErr w:type="gramStart"/>
            <w:r w:rsidR="0056071E">
              <w:t>1</w:t>
            </w:r>
            <w:proofErr w:type="gramEnd"/>
          </w:p>
        </w:tc>
        <w:tc>
          <w:tcPr>
            <w:tcW w:w="6939" w:type="dxa"/>
          </w:tcPr>
          <w:p w14:paraId="7C5BD09C" w14:textId="7459AE30" w:rsidR="008B50DD" w:rsidRPr="008B50DD" w:rsidRDefault="008B50DD" w:rsidP="008B50DD">
            <w:pPr>
              <w:pStyle w:val="SIText"/>
              <w:rPr>
                <w:rStyle w:val="SITemporaryText-blue"/>
              </w:rPr>
            </w:pPr>
            <w:r w:rsidRPr="004F5EB5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6E1AC2B8" w:rsidR="00F1480E" w:rsidRPr="005404CB" w:rsidRDefault="005E022A" w:rsidP="005404CB">
            <w:pPr>
              <w:pStyle w:val="SIUNITCODE"/>
            </w:pPr>
            <w:r>
              <w:t>FWPCOT2</w:t>
            </w:r>
            <w:r w:rsidR="006C3348">
              <w:t>XXX</w:t>
            </w:r>
          </w:p>
        </w:tc>
        <w:tc>
          <w:tcPr>
            <w:tcW w:w="3604" w:type="pct"/>
            <w:shd w:val="clear" w:color="auto" w:fill="auto"/>
          </w:tcPr>
          <w:p w14:paraId="731773B3" w14:textId="6B95DBB1" w:rsidR="00F1480E" w:rsidRPr="005404CB" w:rsidRDefault="00363095" w:rsidP="005404CB">
            <w:pPr>
              <w:pStyle w:val="SIUnittitle"/>
            </w:pPr>
            <w:r>
              <w:t xml:space="preserve">Pack </w:t>
            </w:r>
            <w:r w:rsidR="005575D7">
              <w:t xml:space="preserve">timber or wood </w:t>
            </w:r>
            <w:r>
              <w:t>products</w:t>
            </w:r>
            <w:r w:rsidR="00A17247">
              <w:t xml:space="preserve"> for despatch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391646" w14:textId="3EFDA8F0" w:rsidR="00363095" w:rsidRPr="008B50DD" w:rsidRDefault="00F1480E" w:rsidP="002E0572">
            <w:pPr>
              <w:pStyle w:val="SIText"/>
            </w:pPr>
            <w:r w:rsidRPr="008B50DD">
              <w:rPr>
                <w:rStyle w:val="SITemporaryText-blue"/>
                <w:color w:val="auto"/>
                <w:sz w:val="20"/>
              </w:rPr>
              <w:t xml:space="preserve">This unit of competency describes the skills and knowledge </w:t>
            </w:r>
            <w:proofErr w:type="gramStart"/>
            <w:r w:rsidRPr="008B50DD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  <w:r w:rsidRPr="008B50DD">
              <w:rPr>
                <w:rStyle w:val="SITemporaryText-blue"/>
                <w:color w:val="auto"/>
                <w:sz w:val="20"/>
              </w:rPr>
              <w:t xml:space="preserve"> to </w:t>
            </w:r>
            <w:r w:rsidR="00363095" w:rsidRPr="008B50DD">
              <w:t xml:space="preserve">plan and pack </w:t>
            </w:r>
            <w:r w:rsidR="00394A17">
              <w:t xml:space="preserve">timber or wood products </w:t>
            </w:r>
            <w:r w:rsidR="00455A87">
              <w:t xml:space="preserve">for </w:t>
            </w:r>
            <w:r w:rsidR="00363095" w:rsidRPr="008B50DD">
              <w:t xml:space="preserve">routine and special orders and to modify packing </w:t>
            </w:r>
            <w:r w:rsidR="00B70ED2">
              <w:t xml:space="preserve">in response to </w:t>
            </w:r>
            <w:r w:rsidR="00363095" w:rsidRPr="008B50DD">
              <w:t>order</w:t>
            </w:r>
            <w:r w:rsidR="00C244A8">
              <w:t xml:space="preserve"> changes</w:t>
            </w:r>
            <w:r w:rsidR="00363095" w:rsidRPr="008B50DD">
              <w:t xml:space="preserve"> in readiness for despatch to customers.</w:t>
            </w:r>
          </w:p>
          <w:p w14:paraId="612BC615" w14:textId="77777777" w:rsidR="00363095" w:rsidRPr="008B50DD" w:rsidRDefault="00363095" w:rsidP="002E0572">
            <w:pPr>
              <w:pStyle w:val="SIText"/>
            </w:pPr>
          </w:p>
          <w:p w14:paraId="3C1859EA" w14:textId="3EE30217" w:rsidR="00363095" w:rsidRDefault="00363095" w:rsidP="008B50DD">
            <w:pPr>
              <w:pStyle w:val="SIText"/>
            </w:pPr>
            <w:r w:rsidRPr="008B50DD">
              <w:t xml:space="preserve">The unit applies to </w:t>
            </w:r>
            <w:r w:rsidR="0016598E">
              <w:t>individuals who</w:t>
            </w:r>
            <w:r w:rsidR="0016598E" w:rsidRPr="008B50DD">
              <w:t xml:space="preserve"> </w:t>
            </w:r>
            <w:r w:rsidRPr="008B50DD">
              <w:t>pac</w:t>
            </w:r>
            <w:r w:rsidR="0016598E">
              <w:t>k</w:t>
            </w:r>
            <w:r w:rsidRPr="008B50DD">
              <w:t xml:space="preserve"> </w:t>
            </w:r>
            <w:r w:rsidR="005575D7">
              <w:t>timber or wood products</w:t>
            </w:r>
            <w:r w:rsidRPr="008B50DD">
              <w:t xml:space="preserve"> in a </w:t>
            </w:r>
            <w:r w:rsidR="009F2A35">
              <w:t xml:space="preserve">timber or wood </w:t>
            </w:r>
            <w:r w:rsidRPr="008B50DD">
              <w:t>products factory setting.</w:t>
            </w:r>
          </w:p>
          <w:p w14:paraId="68AF1822" w14:textId="77777777" w:rsidR="002237C5" w:rsidRDefault="002237C5" w:rsidP="008B50DD">
            <w:pPr>
              <w:pStyle w:val="SIText"/>
            </w:pPr>
          </w:p>
          <w:p w14:paraId="0714C58F" w14:textId="77777777" w:rsidR="002237C5" w:rsidRPr="002237C5" w:rsidRDefault="002237C5" w:rsidP="002237C5">
            <w:r w:rsidRPr="00E501A3">
              <w:t xml:space="preserve">All work must be </w:t>
            </w:r>
            <w:proofErr w:type="gramStart"/>
            <w:r w:rsidRPr="00E501A3">
              <w:t>carried out</w:t>
            </w:r>
            <w:proofErr w:type="gramEnd"/>
            <w:r w:rsidRPr="00E501A3">
              <w:t xml:space="preserve"> to comply with workplace procedures, according to state/territory health and safety regulations, legislation and standards that apply to the workplace.</w:t>
            </w:r>
          </w:p>
          <w:p w14:paraId="412A8F49" w14:textId="77777777" w:rsidR="005C2D83" w:rsidRPr="008B50DD" w:rsidRDefault="005C2D83" w:rsidP="002E0572">
            <w:pPr>
              <w:pStyle w:val="SIText"/>
            </w:pPr>
          </w:p>
          <w:p w14:paraId="30C6ACCB" w14:textId="69C0C322" w:rsidR="00373436" w:rsidRPr="000754EC" w:rsidRDefault="00363095" w:rsidP="002E0572">
            <w:pPr>
              <w:pStyle w:val="SIText"/>
            </w:pPr>
            <w:r w:rsidRPr="008B50DD">
              <w:t>No licensing, legislative 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230ACDB0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0A00521B" w:rsidR="005E022A" w:rsidRPr="005E022A" w:rsidRDefault="0056071E" w:rsidP="002E0572">
            <w:pPr>
              <w:pStyle w:val="SIText"/>
              <w:rPr>
                <w:rStyle w:val="SITemporaryText-blue"/>
              </w:rPr>
            </w:pPr>
            <w:r w:rsidRPr="0056071E">
              <w:rPr>
                <w:rStyle w:val="SITemporaryText-blue"/>
                <w:color w:val="auto"/>
                <w:sz w:val="20"/>
              </w:rP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4142F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E4142F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5404CB">
              <w:rPr>
                <w:rStyle w:val="SIText-Italic"/>
              </w:rPr>
              <w:t>demonstrate</w:t>
            </w:r>
            <w:proofErr w:type="gramEnd"/>
            <w:r w:rsidRPr="005404CB">
              <w:rPr>
                <w:rStyle w:val="SIText-Italic"/>
              </w:rPr>
              <w:t xml:space="preserve"> achievement of the element.</w:t>
            </w:r>
          </w:p>
        </w:tc>
      </w:tr>
      <w:tr w:rsidR="00E4142F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5EB84CA4" w:rsidR="00016CF0" w:rsidRPr="00016CF0" w:rsidRDefault="00016CF0" w:rsidP="00016CF0">
            <w:pPr>
              <w:pStyle w:val="SIText"/>
            </w:pPr>
            <w:r w:rsidRPr="00016CF0">
              <w:t xml:space="preserve">1. Prepare to pack </w:t>
            </w:r>
            <w:r w:rsidR="00CE37F3">
              <w:t xml:space="preserve">timber or wood products </w:t>
            </w:r>
            <w:r w:rsidRPr="00016CF0">
              <w:t>orders</w:t>
            </w:r>
          </w:p>
        </w:tc>
        <w:tc>
          <w:tcPr>
            <w:tcW w:w="3604" w:type="pct"/>
            <w:shd w:val="clear" w:color="auto" w:fill="auto"/>
          </w:tcPr>
          <w:p w14:paraId="70C45872" w14:textId="5F6113C1" w:rsidR="00016CF0" w:rsidRPr="00016CF0" w:rsidRDefault="00016CF0" w:rsidP="00016CF0">
            <w:r w:rsidRPr="00016CF0">
              <w:t xml:space="preserve">1.1 </w:t>
            </w:r>
            <w:r w:rsidR="002219AD" w:rsidRPr="00AA1CD5">
              <w:t xml:space="preserve">Review work order and clarify with </w:t>
            </w:r>
            <w:proofErr w:type="gramStart"/>
            <w:r w:rsidR="002219AD" w:rsidRPr="00AA1CD5">
              <w:t>appropriate personnel</w:t>
            </w:r>
            <w:proofErr w:type="gramEnd"/>
          </w:p>
          <w:p w14:paraId="4BBA9B21" w14:textId="2A3FCDB3" w:rsidR="00E4142F" w:rsidRPr="00E4142F" w:rsidRDefault="00016CF0" w:rsidP="00E4142F">
            <w:r w:rsidRPr="00016CF0">
              <w:t xml:space="preserve">1.2 </w:t>
            </w:r>
            <w:r w:rsidR="00E4142F" w:rsidRPr="00AA1CD5">
              <w:t>Select and use personal protective</w:t>
            </w:r>
            <w:r w:rsidR="00E4142F" w:rsidRPr="00E4142F">
              <w:t xml:space="preserve"> and safety equipment appropriate to work requirements</w:t>
            </w:r>
          </w:p>
          <w:p w14:paraId="0FE19FB9" w14:textId="32474CCB" w:rsidR="00016CF0" w:rsidRPr="00016CF0" w:rsidRDefault="00016CF0" w:rsidP="00016CF0">
            <w:r w:rsidRPr="00016CF0">
              <w:t xml:space="preserve">1.3 Assess strength, </w:t>
            </w:r>
            <w:proofErr w:type="gramStart"/>
            <w:r w:rsidRPr="00016CF0">
              <w:t>flexibility</w:t>
            </w:r>
            <w:proofErr w:type="gramEnd"/>
            <w:r w:rsidRPr="00016CF0">
              <w:t xml:space="preserve"> and liability to damage of </w:t>
            </w:r>
            <w:r w:rsidR="00B61081">
              <w:t>timber or wood products</w:t>
            </w:r>
            <w:r w:rsidR="00B61081" w:rsidRPr="00016CF0">
              <w:t xml:space="preserve"> </w:t>
            </w:r>
            <w:r w:rsidRPr="00016CF0">
              <w:t>to be packed</w:t>
            </w:r>
          </w:p>
          <w:p w14:paraId="5DB93141" w14:textId="7459CFF9" w:rsidR="00016CF0" w:rsidRPr="00016CF0" w:rsidRDefault="00016CF0" w:rsidP="00016CF0">
            <w:r w:rsidRPr="00016CF0">
              <w:t>1.4 Ensure sizes and weights of planned pack are consistent with handling systems at despatch and delivery site</w:t>
            </w:r>
          </w:p>
          <w:p w14:paraId="2523AD6F" w14:textId="348C878E" w:rsidR="00016CF0" w:rsidRPr="00016CF0" w:rsidRDefault="00016CF0" w:rsidP="00016CF0">
            <w:pPr>
              <w:pStyle w:val="SIText"/>
            </w:pPr>
            <w:r w:rsidRPr="00016CF0">
              <w:t xml:space="preserve">1.5 Communicate information with relevant personnel as </w:t>
            </w:r>
            <w:proofErr w:type="gramStart"/>
            <w:r w:rsidRPr="00016CF0">
              <w:t>required</w:t>
            </w:r>
            <w:proofErr w:type="gramEnd"/>
            <w:r w:rsidR="00E4142F">
              <w:t xml:space="preserve"> according to workplace procedures</w:t>
            </w:r>
          </w:p>
        </w:tc>
      </w:tr>
      <w:tr w:rsidR="00E4142F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0E39356B" w:rsidR="00016CF0" w:rsidRPr="00016CF0" w:rsidRDefault="00016CF0" w:rsidP="00016CF0">
            <w:pPr>
              <w:pStyle w:val="SIText"/>
            </w:pPr>
            <w:r w:rsidRPr="00016CF0">
              <w:t xml:space="preserve">2. Pack </w:t>
            </w:r>
            <w:r w:rsidR="00436BE1" w:rsidRPr="00436BE1">
              <w:t xml:space="preserve">timber or wood products </w:t>
            </w:r>
            <w:r w:rsidRPr="00016CF0">
              <w:t>orders</w:t>
            </w:r>
          </w:p>
        </w:tc>
        <w:tc>
          <w:tcPr>
            <w:tcW w:w="3604" w:type="pct"/>
            <w:shd w:val="clear" w:color="auto" w:fill="auto"/>
          </w:tcPr>
          <w:p w14:paraId="69271B0D" w14:textId="43C313C0" w:rsidR="00016CF0" w:rsidRPr="00016CF0" w:rsidRDefault="00016CF0" w:rsidP="00016CF0">
            <w:r w:rsidRPr="00016CF0">
              <w:t>2.1 Select packing material to suit the specific order requirements</w:t>
            </w:r>
          </w:p>
          <w:p w14:paraId="1C45A395" w14:textId="53EF7EB0" w:rsidR="00016CF0" w:rsidRPr="00016CF0" w:rsidRDefault="00016CF0" w:rsidP="00016CF0">
            <w:r w:rsidRPr="00016CF0">
              <w:t xml:space="preserve">2.2 Apply packing methods according to relevant regulations and </w:t>
            </w:r>
            <w:r w:rsidR="00E4142F">
              <w:t>workplace</w:t>
            </w:r>
            <w:r w:rsidRPr="00016CF0">
              <w:t xml:space="preserve"> procedures</w:t>
            </w:r>
          </w:p>
          <w:p w14:paraId="36A14726" w14:textId="25DC016D" w:rsidR="00016CF0" w:rsidRPr="00016CF0" w:rsidRDefault="00016CF0" w:rsidP="00016CF0">
            <w:r w:rsidRPr="00016CF0">
              <w:t xml:space="preserve">2.3 Use stacking, bracing and strapping methods to </w:t>
            </w:r>
            <w:proofErr w:type="gramStart"/>
            <w:r w:rsidRPr="00016CF0">
              <w:t>provide</w:t>
            </w:r>
            <w:proofErr w:type="gramEnd"/>
            <w:r w:rsidRPr="00016CF0">
              <w:t xml:space="preserve"> strength and minimise damage during transport</w:t>
            </w:r>
          </w:p>
          <w:p w14:paraId="6433433C" w14:textId="2DEC64B7" w:rsidR="00016CF0" w:rsidRPr="00016CF0" w:rsidRDefault="00016CF0" w:rsidP="00016CF0">
            <w:r w:rsidRPr="00016CF0">
              <w:t xml:space="preserve">2.4 Apply labelling methods </w:t>
            </w:r>
            <w:r w:rsidR="00E4142F">
              <w:t>according to workplace</w:t>
            </w:r>
            <w:r w:rsidRPr="00016CF0">
              <w:t xml:space="preserve"> procedures</w:t>
            </w:r>
          </w:p>
          <w:p w14:paraId="5054A8D4" w14:textId="12E9A42E" w:rsidR="00016CF0" w:rsidRDefault="00016CF0" w:rsidP="00016CF0">
            <w:pPr>
              <w:pStyle w:val="SIText"/>
            </w:pPr>
            <w:r w:rsidRPr="00016CF0">
              <w:t xml:space="preserve">2.5 Minimise and deal with bracing and strapping waste material </w:t>
            </w:r>
            <w:r w:rsidR="00714F4C">
              <w:t xml:space="preserve">according </w:t>
            </w:r>
            <w:r w:rsidR="00E4142F">
              <w:t>to workplace procedures</w:t>
            </w:r>
            <w:r w:rsidRPr="00016CF0">
              <w:t>, manufacturer recommendations and environmental requirements</w:t>
            </w:r>
          </w:p>
          <w:p w14:paraId="7AD6C893" w14:textId="64799ADD" w:rsidR="00E12459" w:rsidRPr="00016CF0" w:rsidRDefault="00CC4252" w:rsidP="002E0572">
            <w:r>
              <w:t>2</w:t>
            </w:r>
            <w:r w:rsidRPr="00016CF0">
              <w:t>.</w:t>
            </w:r>
            <w:r>
              <w:t>6</w:t>
            </w:r>
            <w:r w:rsidRPr="00016CF0">
              <w:t xml:space="preserve"> Report and rectify pack handling problems or </w:t>
            </w:r>
            <w:r w:rsidR="00127B7D">
              <w:t>product</w:t>
            </w:r>
            <w:r w:rsidRPr="00016CF0">
              <w:t xml:space="preserve"> damage resulting from </w:t>
            </w:r>
            <w:r w:rsidR="001F65BC">
              <w:t>packing process</w:t>
            </w:r>
          </w:p>
        </w:tc>
      </w:tr>
      <w:tr w:rsidR="00E4142F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0EC36E0B" w:rsidR="00016CF0" w:rsidRPr="00016CF0" w:rsidRDefault="00016CF0" w:rsidP="00016CF0">
            <w:pPr>
              <w:pStyle w:val="SIText"/>
            </w:pPr>
            <w:r w:rsidRPr="00016CF0">
              <w:t xml:space="preserve">3. </w:t>
            </w:r>
            <w:proofErr w:type="gramStart"/>
            <w:r w:rsidRPr="00016CF0">
              <w:t>Modify</w:t>
            </w:r>
            <w:proofErr w:type="gramEnd"/>
            <w:r w:rsidRPr="00016CF0">
              <w:t xml:space="preserve"> packing of </w:t>
            </w:r>
            <w:r w:rsidR="009A072F" w:rsidRPr="00436BE1">
              <w:t xml:space="preserve">timber or wood products </w:t>
            </w:r>
            <w:r w:rsidR="009A072F">
              <w:t>in response to order changes</w:t>
            </w:r>
          </w:p>
        </w:tc>
        <w:tc>
          <w:tcPr>
            <w:tcW w:w="3604" w:type="pct"/>
            <w:shd w:val="clear" w:color="auto" w:fill="auto"/>
          </w:tcPr>
          <w:p w14:paraId="5E34A6FD" w14:textId="27A10358" w:rsidR="00016CF0" w:rsidRPr="00016CF0" w:rsidRDefault="00016CF0" w:rsidP="00016CF0">
            <w:r w:rsidRPr="00016CF0">
              <w:t xml:space="preserve">3.1 Determine changes to type or quantity of </w:t>
            </w:r>
            <w:r w:rsidR="00B61081">
              <w:t>timber or wood products</w:t>
            </w:r>
            <w:r w:rsidR="00B61081" w:rsidRPr="00016CF0">
              <w:t xml:space="preserve"> </w:t>
            </w:r>
            <w:r w:rsidRPr="00016CF0">
              <w:t xml:space="preserve">to be packed </w:t>
            </w:r>
          </w:p>
          <w:p w14:paraId="24F7265C" w14:textId="670A0A24" w:rsidR="00016CF0" w:rsidRPr="00016CF0" w:rsidRDefault="00016CF0" w:rsidP="00016CF0">
            <w:r w:rsidRPr="00016CF0">
              <w:t>3.2 Review or alter transport packing methods</w:t>
            </w:r>
          </w:p>
          <w:p w14:paraId="598F789C" w14:textId="1D10548F" w:rsidR="00016CF0" w:rsidRPr="00016CF0" w:rsidRDefault="00016CF0" w:rsidP="00016CF0">
            <w:pPr>
              <w:pStyle w:val="SIText"/>
            </w:pPr>
            <w:r w:rsidRPr="00016CF0">
              <w:t xml:space="preserve">3.4 </w:t>
            </w:r>
            <w:r w:rsidR="00EF0FF7">
              <w:t xml:space="preserve">Report </w:t>
            </w:r>
            <w:r w:rsidRPr="00016CF0">
              <w:t xml:space="preserve">changes </w:t>
            </w:r>
            <w:r w:rsidR="002D1D69">
              <w:t xml:space="preserve">that may </w:t>
            </w:r>
            <w:r w:rsidRPr="00016CF0">
              <w:t>result in potential major problems with the customer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6948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6B06FA" w:rsidRPr="00336FCA" w:rsidDel="00423CB2" w14:paraId="143D9DCF" w14:textId="77777777" w:rsidTr="00A2746E">
        <w:trPr>
          <w:tblHeader/>
        </w:trPr>
        <w:tc>
          <w:tcPr>
            <w:tcW w:w="1392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8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B06FA" w:rsidRPr="00336FCA" w:rsidDel="00423CB2" w14:paraId="09FC2E8C" w14:textId="77777777" w:rsidTr="00A2746E">
        <w:tc>
          <w:tcPr>
            <w:tcW w:w="1392" w:type="pct"/>
          </w:tcPr>
          <w:p w14:paraId="09454A5B" w14:textId="77777777" w:rsidR="00A2746E" w:rsidRPr="00A2746E" w:rsidRDefault="00A2746E" w:rsidP="00A2746E">
            <w:pPr>
              <w:pStyle w:val="SIText"/>
              <w:rPr>
                <w:rStyle w:val="SITemporaryText-red"/>
              </w:rPr>
            </w:pPr>
            <w:r w:rsidRPr="00016CF0">
              <w:t xml:space="preserve">Reading </w:t>
            </w:r>
          </w:p>
        </w:tc>
        <w:tc>
          <w:tcPr>
            <w:tcW w:w="3608" w:type="pct"/>
          </w:tcPr>
          <w:p w14:paraId="42424460" w14:textId="437C7C5D" w:rsidR="00A2746E" w:rsidRPr="00A2746E" w:rsidRDefault="00356C99" w:rsidP="00A2746E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Interpret</w:t>
            </w:r>
            <w:r w:rsidR="00A2746E" w:rsidRPr="00A2746E">
              <w:t xml:space="preserve"> familiar </w:t>
            </w:r>
            <w:r w:rsidR="00C244A8">
              <w:t xml:space="preserve">workplace </w:t>
            </w:r>
            <w:r w:rsidR="00A2746E" w:rsidRPr="00A2746E">
              <w:t>documents including procedures, orders, consignment documents, despatch schedules, product labels and stock records</w:t>
            </w:r>
          </w:p>
        </w:tc>
      </w:tr>
      <w:tr w:rsidR="006B06FA" w:rsidRPr="00336FCA" w:rsidDel="00423CB2" w14:paraId="1BF6236F" w14:textId="77777777" w:rsidTr="00A2746E">
        <w:tc>
          <w:tcPr>
            <w:tcW w:w="1392" w:type="pct"/>
          </w:tcPr>
          <w:p w14:paraId="2A3C702B" w14:textId="77777777" w:rsidR="00A2746E" w:rsidRPr="00A2746E" w:rsidRDefault="00A2746E" w:rsidP="00A2746E">
            <w:pPr>
              <w:pStyle w:val="SIText"/>
              <w:rPr>
                <w:rStyle w:val="SITemporaryText-red"/>
              </w:rPr>
            </w:pPr>
            <w:r w:rsidRPr="00016CF0">
              <w:t xml:space="preserve">Writing </w:t>
            </w:r>
          </w:p>
        </w:tc>
        <w:tc>
          <w:tcPr>
            <w:tcW w:w="3608" w:type="pct"/>
          </w:tcPr>
          <w:p w14:paraId="6BA7DE50" w14:textId="77777777" w:rsidR="00A2746E" w:rsidRDefault="00A2746E" w:rsidP="00C243BA">
            <w:pPr>
              <w:pStyle w:val="SIBulletList1"/>
            </w:pPr>
            <w:r>
              <w:t>C</w:t>
            </w:r>
            <w:r w:rsidRPr="00016CF0">
              <w:t xml:space="preserve">omplete </w:t>
            </w:r>
            <w:r>
              <w:t>routine</w:t>
            </w:r>
            <w:r w:rsidRPr="00016CF0">
              <w:t xml:space="preserve"> records of orders and despatch</w:t>
            </w:r>
          </w:p>
          <w:p w14:paraId="220898DA" w14:textId="77777777" w:rsidR="00A2746E" w:rsidRPr="00A2746E" w:rsidRDefault="00A2746E" w:rsidP="00A2746E">
            <w:pPr>
              <w:pStyle w:val="SIBulletList1"/>
            </w:pPr>
            <w:r>
              <w:t>R</w:t>
            </w:r>
            <w:r w:rsidRPr="00A2746E">
              <w:t>ecord information on despatch labels</w:t>
            </w:r>
          </w:p>
          <w:p w14:paraId="3EDCAB5A" w14:textId="19BBE4C3" w:rsidR="00A2746E" w:rsidRPr="00A2746E" w:rsidRDefault="00A2746E" w:rsidP="00A2746E">
            <w:pPr>
              <w:pStyle w:val="SIBulletList1"/>
              <w:rPr>
                <w:rStyle w:val="SITemporaryText-red"/>
                <w:rFonts w:eastAsia="Calibri"/>
              </w:rPr>
            </w:pPr>
            <w:proofErr w:type="gramStart"/>
            <w:r>
              <w:t>Wr</w:t>
            </w:r>
            <w:r w:rsidRPr="00A2746E">
              <w:t>ite</w:t>
            </w:r>
            <w:proofErr w:type="gramEnd"/>
            <w:r w:rsidRPr="00A2746E">
              <w:t xml:space="preserve"> routine reports about order and despatch problems</w:t>
            </w:r>
          </w:p>
        </w:tc>
      </w:tr>
      <w:tr w:rsidR="00A35722" w:rsidRPr="00336FCA" w:rsidDel="00423CB2" w14:paraId="16FC0746" w14:textId="77777777" w:rsidTr="00A2746E">
        <w:tc>
          <w:tcPr>
            <w:tcW w:w="1392" w:type="pct"/>
          </w:tcPr>
          <w:p w14:paraId="6E141967" w14:textId="60148E54" w:rsidR="00A35722" w:rsidRPr="00016CF0" w:rsidRDefault="00A35722" w:rsidP="00A35722">
            <w:pPr>
              <w:pStyle w:val="SIText"/>
            </w:pPr>
            <w:r w:rsidRPr="00016CF0">
              <w:t xml:space="preserve">Oral communication </w:t>
            </w:r>
          </w:p>
        </w:tc>
        <w:tc>
          <w:tcPr>
            <w:tcW w:w="3608" w:type="pct"/>
          </w:tcPr>
          <w:p w14:paraId="0FA503F6" w14:textId="77777777" w:rsidR="00A35722" w:rsidRPr="00A35722" w:rsidRDefault="00A35722" w:rsidP="00A35722">
            <w:pPr>
              <w:pStyle w:val="SIBulletList1"/>
            </w:pPr>
            <w:r>
              <w:t>A</w:t>
            </w:r>
            <w:r w:rsidRPr="00A35722">
              <w:t>sk open and closed probe questions and actively listen to clarify contents of orders and consignment documentation</w:t>
            </w:r>
          </w:p>
          <w:p w14:paraId="141F7C9B" w14:textId="213F2C91" w:rsidR="00A35722" w:rsidRDefault="00A35722" w:rsidP="00A35722">
            <w:pPr>
              <w:pStyle w:val="SIBulletList1"/>
            </w:pPr>
            <w:proofErr w:type="gramStart"/>
            <w:r>
              <w:t>P</w:t>
            </w:r>
            <w:r w:rsidRPr="00016CF0">
              <w:t>rovide</w:t>
            </w:r>
            <w:proofErr w:type="gramEnd"/>
            <w:r w:rsidRPr="00016CF0">
              <w:t xml:space="preserve"> clear instructions to delivery driver</w:t>
            </w:r>
          </w:p>
        </w:tc>
      </w:tr>
      <w:tr w:rsidR="00A35722" w:rsidRPr="00336FCA" w:rsidDel="00423CB2" w14:paraId="62CAA42A" w14:textId="77777777" w:rsidTr="00A2746E">
        <w:tc>
          <w:tcPr>
            <w:tcW w:w="1392" w:type="pct"/>
          </w:tcPr>
          <w:p w14:paraId="273DEB8F" w14:textId="3CF5F56A" w:rsidR="00A35722" w:rsidRPr="00A35722" w:rsidRDefault="00A35722" w:rsidP="00A35722">
            <w:pPr>
              <w:pStyle w:val="SIText"/>
              <w:rPr>
                <w:rStyle w:val="SITemporaryText-red"/>
              </w:rPr>
            </w:pPr>
            <w:r w:rsidRPr="00016CF0">
              <w:t xml:space="preserve">Numeracy </w:t>
            </w:r>
          </w:p>
        </w:tc>
        <w:tc>
          <w:tcPr>
            <w:tcW w:w="3608" w:type="pct"/>
          </w:tcPr>
          <w:p w14:paraId="5B70C725" w14:textId="748B06DB" w:rsidR="00A35722" w:rsidRPr="00A35722" w:rsidRDefault="00A35722" w:rsidP="00A35722">
            <w:pPr>
              <w:pStyle w:val="SIBulletList1"/>
            </w:pPr>
            <w:proofErr w:type="gramStart"/>
            <w:r w:rsidRPr="00A35722">
              <w:t>Determine</w:t>
            </w:r>
            <w:proofErr w:type="gramEnd"/>
            <w:r w:rsidRPr="00A35722">
              <w:t xml:space="preserve"> numbers of goods on order documentation and count items to match</w:t>
            </w:r>
          </w:p>
          <w:p w14:paraId="1094B4EE" w14:textId="1493053C" w:rsidR="00A35722" w:rsidRPr="00A35722" w:rsidRDefault="00A35722" w:rsidP="00A35722">
            <w:pPr>
              <w:pStyle w:val="SIBulletList1"/>
            </w:pPr>
            <w:r>
              <w:t>I</w:t>
            </w:r>
            <w:r w:rsidRPr="00A35722">
              <w:t xml:space="preserve">nput </w:t>
            </w:r>
            <w:proofErr w:type="gramStart"/>
            <w:r w:rsidRPr="00A35722">
              <w:t>accurate</w:t>
            </w:r>
            <w:proofErr w:type="gramEnd"/>
            <w:r w:rsidRPr="00A35722">
              <w:t xml:space="preserve"> numerical data into stock records</w:t>
            </w:r>
          </w:p>
          <w:p w14:paraId="0D82823A" w14:textId="673C8412" w:rsidR="00A35722" w:rsidRPr="00A35722" w:rsidRDefault="00A35722" w:rsidP="00A35722">
            <w:pPr>
              <w:pStyle w:val="SIBulletList1"/>
              <w:rPr>
                <w:rStyle w:val="SITemporaryText-red"/>
                <w:rFonts w:eastAsia="Calibri"/>
              </w:rPr>
            </w:pPr>
            <w:proofErr w:type="gramStart"/>
            <w:r w:rsidRPr="00A35722">
              <w:t>Determine</w:t>
            </w:r>
            <w:proofErr w:type="gramEnd"/>
            <w:r w:rsidRPr="00A35722">
              <w:t xml:space="preserve"> size and weight of packs to be distributed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6B06FA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B06FA" w14:paraId="187D9B9A" w14:textId="77777777" w:rsidTr="00F33FF2">
        <w:tc>
          <w:tcPr>
            <w:tcW w:w="1028" w:type="pct"/>
          </w:tcPr>
          <w:p w14:paraId="59B79E4D" w14:textId="644A7B93" w:rsidR="00397CE8" w:rsidRDefault="00397CE8" w:rsidP="00397CE8">
            <w:pPr>
              <w:pStyle w:val="SIText"/>
            </w:pPr>
            <w:r w:rsidRPr="00016CF0">
              <w:t>F</w:t>
            </w:r>
            <w:r>
              <w:t>WP</w:t>
            </w:r>
            <w:r w:rsidRPr="00016CF0">
              <w:t>COT2</w:t>
            </w:r>
            <w:r w:rsidR="005E7ECF">
              <w:t>XXX</w:t>
            </w:r>
            <w:r w:rsidRPr="00016CF0">
              <w:t xml:space="preserve"> Pack </w:t>
            </w:r>
            <w:r w:rsidR="00752FF2">
              <w:t xml:space="preserve">timber or wood </w:t>
            </w:r>
            <w:r w:rsidRPr="00016CF0">
              <w:t>products</w:t>
            </w:r>
            <w:r w:rsidR="00A31833">
              <w:t xml:space="preserve"> for despatch</w:t>
            </w:r>
          </w:p>
          <w:p w14:paraId="7426CEDA" w14:textId="058D34A1" w:rsidR="00397CE8" w:rsidRPr="00397CE8" w:rsidRDefault="00397CE8" w:rsidP="00397CE8">
            <w:pPr>
              <w:pStyle w:val="SIText"/>
            </w:pPr>
          </w:p>
        </w:tc>
        <w:tc>
          <w:tcPr>
            <w:tcW w:w="1105" w:type="pct"/>
          </w:tcPr>
          <w:p w14:paraId="44C4EB0F" w14:textId="56C4694A" w:rsidR="00397CE8" w:rsidRDefault="00397CE8" w:rsidP="00397CE8">
            <w:pPr>
              <w:pStyle w:val="SIText"/>
            </w:pPr>
            <w:r w:rsidRPr="00016CF0">
              <w:t>F</w:t>
            </w:r>
            <w:r>
              <w:t>WP</w:t>
            </w:r>
            <w:r w:rsidRPr="00016CF0">
              <w:t>COT2231 Pack products</w:t>
            </w:r>
          </w:p>
          <w:p w14:paraId="0FDA696D" w14:textId="79AC0693" w:rsidR="00397CE8" w:rsidRPr="00397CE8" w:rsidRDefault="00397CE8" w:rsidP="00397CE8">
            <w:pPr>
              <w:pStyle w:val="SIText"/>
            </w:pPr>
          </w:p>
        </w:tc>
        <w:tc>
          <w:tcPr>
            <w:tcW w:w="1251" w:type="pct"/>
          </w:tcPr>
          <w:p w14:paraId="490B212F" w14:textId="6D755CF1" w:rsidR="005C2D83" w:rsidRPr="00397CE8" w:rsidRDefault="00D25CE0" w:rsidP="00397CE8">
            <w:pPr>
              <w:pStyle w:val="SIText"/>
            </w:pPr>
            <w:r>
              <w:t xml:space="preserve">New unit title; </w:t>
            </w:r>
            <w:r w:rsidR="007F1143">
              <w:t>Min</w:t>
            </w:r>
            <w:r w:rsidR="007F1143" w:rsidRPr="007F1143">
              <w:t xml:space="preserve">or edits </w:t>
            </w:r>
            <w:r w:rsidR="0056071E">
              <w:t>to</w:t>
            </w:r>
            <w:r w:rsidR="00752FF2">
              <w:t xml:space="preserve"> Application, </w:t>
            </w:r>
            <w:r w:rsidR="00E92FF1">
              <w:t>Performance</w:t>
            </w:r>
            <w:r w:rsidR="007F1143">
              <w:t xml:space="preserve"> Criteria, </w:t>
            </w:r>
            <w:r w:rsidR="00397CE8">
              <w:t>Foundation Skills</w:t>
            </w:r>
            <w:r w:rsidR="007F1143">
              <w:t xml:space="preserve">, </w:t>
            </w:r>
            <w:r w:rsidR="005C2D83">
              <w:t>Perform</w:t>
            </w:r>
            <w:r w:rsidR="005C2D83" w:rsidRPr="00397CE8">
              <w:t>ance</w:t>
            </w:r>
            <w:r w:rsidR="00397CE8" w:rsidRPr="00397CE8">
              <w:t xml:space="preserve"> Evidence</w:t>
            </w:r>
            <w:r w:rsidR="007F1143">
              <w:t xml:space="preserve"> and </w:t>
            </w:r>
            <w:r w:rsidR="005C2D83">
              <w:t>Assessment Cond</w:t>
            </w:r>
            <w:r w:rsidR="0086490C">
              <w:t>itions</w:t>
            </w:r>
          </w:p>
        </w:tc>
        <w:tc>
          <w:tcPr>
            <w:tcW w:w="1616" w:type="pct"/>
          </w:tcPr>
          <w:p w14:paraId="4B04F6D1" w14:textId="7BA6E0DF" w:rsidR="00397CE8" w:rsidRPr="00397CE8" w:rsidRDefault="00397CE8" w:rsidP="00397CE8">
            <w:pPr>
              <w:pStyle w:val="SIText"/>
            </w:pPr>
            <w:r>
              <w:t>Equivalent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6EA1A33F" w:rsidR="005E022A" w:rsidRPr="005404CB" w:rsidRDefault="00520E9A" w:rsidP="00397CE8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4A009E0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63095" w:rsidRPr="00363095">
              <w:t>FWPCOT</w:t>
            </w:r>
            <w:r w:rsidR="005E7ECF">
              <w:t>2XXX</w:t>
            </w:r>
            <w:r w:rsidR="00363095" w:rsidRPr="00363095">
              <w:t xml:space="preserve"> Pack </w:t>
            </w:r>
            <w:r w:rsidR="00327A66">
              <w:t xml:space="preserve">timber or wood </w:t>
            </w:r>
            <w:r w:rsidR="00363095" w:rsidRPr="00363095">
              <w:t>products</w:t>
            </w:r>
            <w:r w:rsidR="00A31833">
              <w:t xml:space="preserve"> for despatch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Default="006E42FE" w:rsidP="007D5F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E0572">
              <w:rPr>
                <w:rStyle w:val="SITemporaryText-blue"/>
                <w:color w:val="auto"/>
                <w:sz w:val="20"/>
              </w:rPr>
              <w:t xml:space="preserve">An individual </w:t>
            </w:r>
            <w:proofErr w:type="gramStart"/>
            <w:r w:rsidRPr="002E0572">
              <w:rPr>
                <w:rStyle w:val="SITemporaryText-blue"/>
                <w:color w:val="auto"/>
                <w:sz w:val="20"/>
              </w:rPr>
              <w:t>demonstrating</w:t>
            </w:r>
            <w:proofErr w:type="gramEnd"/>
            <w:r w:rsidRPr="002E0572">
              <w:rPr>
                <w:rStyle w:val="SITemporaryText-blue"/>
                <w:color w:val="auto"/>
                <w:sz w:val="20"/>
              </w:rPr>
              <w:t xml:space="preserve"> competency</w:t>
            </w:r>
            <w:r w:rsidR="00717385" w:rsidRPr="002E0572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2E0572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2E0572">
              <w:rPr>
                <w:rStyle w:val="SITemporaryText-blue"/>
                <w:color w:val="auto"/>
                <w:sz w:val="20"/>
              </w:rPr>
              <w:t>in</w:t>
            </w:r>
            <w:r w:rsidRPr="002E0572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0ECBDE55" w14:textId="77777777" w:rsidR="00A31833" w:rsidRPr="002E0572" w:rsidRDefault="00A31833" w:rsidP="007D5F32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08DA423E" w14:textId="609824F6" w:rsidR="00072714" w:rsidRPr="007D5F32" w:rsidRDefault="007A300D" w:rsidP="007D5F32">
            <w:pPr>
              <w:pStyle w:val="SIText"/>
            </w:pPr>
            <w:r w:rsidRPr="002E0572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C84865" w:rsidRPr="007D5F32">
              <w:t>planned and packed</w:t>
            </w:r>
            <w:r w:rsidR="00585CA5">
              <w:t xml:space="preserve"> timber or wood products </w:t>
            </w:r>
            <w:r w:rsidR="00330618">
              <w:t>for</w:t>
            </w:r>
            <w:r w:rsidR="00072714" w:rsidRPr="007D5F32">
              <w:t>:</w:t>
            </w:r>
          </w:p>
          <w:p w14:paraId="77CFD3B9" w14:textId="7C6E9950" w:rsidR="00072714" w:rsidRDefault="00C84865" w:rsidP="002E0572">
            <w:pPr>
              <w:pStyle w:val="SIBulletList1"/>
            </w:pPr>
            <w:r>
              <w:t>one</w:t>
            </w:r>
            <w:r w:rsidRPr="008B50DD">
              <w:t xml:space="preserve"> routine</w:t>
            </w:r>
            <w:r w:rsidR="00E92FF1">
              <w:t xml:space="preserve"> order</w:t>
            </w:r>
            <w:r w:rsidRPr="008B50DD">
              <w:t xml:space="preserve"> </w:t>
            </w:r>
            <w:r w:rsidR="007D5F32" w:rsidRPr="00C84865">
              <w:t>in readiness for despatch to customers</w:t>
            </w:r>
          </w:p>
          <w:p w14:paraId="60B035FA" w14:textId="7280198A" w:rsidR="00C84865" w:rsidRPr="00C84865" w:rsidRDefault="00C84865" w:rsidP="002E0572">
            <w:pPr>
              <w:pStyle w:val="SIBulletList1"/>
            </w:pPr>
            <w:r>
              <w:t xml:space="preserve">one </w:t>
            </w:r>
            <w:r w:rsidRPr="008B50DD">
              <w:t>special order</w:t>
            </w:r>
            <w:r w:rsidRPr="00C84865">
              <w:t xml:space="preserve"> </w:t>
            </w:r>
            <w:r w:rsidR="007D5F32" w:rsidRPr="00C84865">
              <w:t>in readiness for despatch to customers</w:t>
            </w:r>
            <w:r w:rsidR="00942CA2">
              <w:t>.</w:t>
            </w:r>
          </w:p>
          <w:p w14:paraId="624A6F30" w14:textId="77777777" w:rsidR="004F088C" w:rsidRPr="005E022A" w:rsidRDefault="004F088C" w:rsidP="005404CB">
            <w:pPr>
              <w:pStyle w:val="SIText"/>
              <w:rPr>
                <w:rStyle w:val="SITemporaryText-blue"/>
              </w:rPr>
            </w:pPr>
          </w:p>
          <w:p w14:paraId="34798999" w14:textId="2F97622C" w:rsidR="004F088C" w:rsidRPr="005E022A" w:rsidRDefault="004F088C" w:rsidP="002E0572">
            <w:pPr>
              <w:pStyle w:val="SIText"/>
              <w:rPr>
                <w:rStyle w:val="SITemporaryText-blue"/>
                <w:rFonts w:eastAsia="Calibri"/>
                <w:lang w:eastAsia="en-AU"/>
              </w:rPr>
            </w:pPr>
            <w:r>
              <w:t>In perf</w:t>
            </w:r>
            <w:r w:rsidRPr="004F088C">
              <w:t>orming each of these tasks</w:t>
            </w:r>
            <w:r w:rsidR="00C64BC1">
              <w:t>,</w:t>
            </w:r>
            <w:r w:rsidRPr="004F088C">
              <w:t xml:space="preserve"> the individual has:</w:t>
            </w:r>
          </w:p>
          <w:p w14:paraId="254450B1" w14:textId="758B677E" w:rsidR="008A55D2" w:rsidRPr="008A55D2" w:rsidRDefault="008A55D2" w:rsidP="004F088C">
            <w:pPr>
              <w:pStyle w:val="SIBulletList1"/>
            </w:pPr>
            <w:r w:rsidRPr="008A55D2">
              <w:t>pack</w:t>
            </w:r>
            <w:r w:rsidR="004F088C">
              <w:t>ed</w:t>
            </w:r>
            <w:r w:rsidRPr="008A55D2">
              <w:t xml:space="preserve"> </w:t>
            </w:r>
            <w:r w:rsidR="00327A66">
              <w:t xml:space="preserve">timber or wood </w:t>
            </w:r>
            <w:r w:rsidRPr="008A55D2">
              <w:t xml:space="preserve">products </w:t>
            </w:r>
            <w:r w:rsidR="004F088C">
              <w:t xml:space="preserve">according to </w:t>
            </w:r>
            <w:r w:rsidRPr="008A55D2">
              <w:t>work order and safe work procedure</w:t>
            </w:r>
            <w:r w:rsidR="004F088C">
              <w:t>s</w:t>
            </w:r>
          </w:p>
          <w:p w14:paraId="48D85E15" w14:textId="0F6C0ADE" w:rsidR="008A55D2" w:rsidRPr="008A55D2" w:rsidRDefault="008A55D2" w:rsidP="004F088C">
            <w:pPr>
              <w:pStyle w:val="SIBulletList1"/>
            </w:pPr>
            <w:r w:rsidRPr="008A55D2">
              <w:t>stack</w:t>
            </w:r>
            <w:r w:rsidR="004F088C">
              <w:t>ed</w:t>
            </w:r>
            <w:r w:rsidRPr="008A55D2">
              <w:t>, brace</w:t>
            </w:r>
            <w:r w:rsidR="004F088C">
              <w:t>d</w:t>
            </w:r>
            <w:r w:rsidRPr="008A55D2">
              <w:t xml:space="preserve">, </w:t>
            </w:r>
            <w:proofErr w:type="gramStart"/>
            <w:r w:rsidRPr="008A55D2">
              <w:t>strap</w:t>
            </w:r>
            <w:r w:rsidR="004F088C">
              <w:t>ped</w:t>
            </w:r>
            <w:proofErr w:type="gramEnd"/>
            <w:r w:rsidRPr="008A55D2">
              <w:t xml:space="preserve"> and label</w:t>
            </w:r>
            <w:r w:rsidR="004F088C">
              <w:t>led</w:t>
            </w:r>
            <w:r w:rsidRPr="008A55D2">
              <w:t xml:space="preserve"> packs of </w:t>
            </w:r>
            <w:r w:rsidR="00327A66">
              <w:t xml:space="preserve">timber or wood </w:t>
            </w:r>
            <w:r w:rsidRPr="008A55D2">
              <w:t xml:space="preserve">products </w:t>
            </w:r>
            <w:r w:rsidR="004F088C">
              <w:t>according to workplace</w:t>
            </w:r>
            <w:r w:rsidRPr="008A55D2">
              <w:t xml:space="preserve"> </w:t>
            </w:r>
            <w:r w:rsidR="00FC3DF9">
              <w:t>procedures</w:t>
            </w:r>
            <w:r w:rsidR="00FC3DF9" w:rsidRPr="008A55D2">
              <w:t xml:space="preserve"> </w:t>
            </w:r>
            <w:r w:rsidRPr="008A55D2">
              <w:t>and work health safety requirements</w:t>
            </w:r>
          </w:p>
          <w:p w14:paraId="61217D7D" w14:textId="21E8DD49" w:rsidR="008A55D2" w:rsidRPr="008A55D2" w:rsidRDefault="008A55D2" w:rsidP="004F088C">
            <w:pPr>
              <w:pStyle w:val="SIBulletList1"/>
            </w:pPr>
            <w:r w:rsidRPr="008A55D2">
              <w:t>use</w:t>
            </w:r>
            <w:r w:rsidR="00210603">
              <w:t>d</w:t>
            </w:r>
            <w:r w:rsidRPr="008A55D2">
              <w:t xml:space="preserve"> labelling methods according to workplace </w:t>
            </w:r>
            <w:r w:rsidR="008A0B42">
              <w:t>procedures</w:t>
            </w:r>
          </w:p>
          <w:p w14:paraId="5CD80B6F" w14:textId="0152EF2D" w:rsidR="008A55D2" w:rsidRPr="008A55D2" w:rsidRDefault="008A55D2" w:rsidP="004F088C">
            <w:pPr>
              <w:pStyle w:val="SIBulletList1"/>
            </w:pPr>
            <w:r w:rsidRPr="008A55D2">
              <w:t>modif</w:t>
            </w:r>
            <w:r w:rsidR="00210603">
              <w:t>ied</w:t>
            </w:r>
            <w:r w:rsidRPr="008A55D2">
              <w:t xml:space="preserve"> packing of routine order </w:t>
            </w:r>
            <w:r w:rsidR="00210603">
              <w:t>according to</w:t>
            </w:r>
            <w:r w:rsidRPr="008A55D2">
              <w:t xml:space="preserve"> work order and </w:t>
            </w:r>
            <w:r w:rsidR="00210603">
              <w:t>workplace</w:t>
            </w:r>
            <w:r w:rsidR="00210603" w:rsidRPr="008A55D2">
              <w:t xml:space="preserve"> </w:t>
            </w:r>
            <w:r w:rsidR="008A0B42">
              <w:t>procedures</w:t>
            </w:r>
          </w:p>
          <w:p w14:paraId="4FB37A08" w14:textId="6A7AEA62" w:rsidR="00C51A7C" w:rsidRPr="005404CB" w:rsidRDefault="00E12459" w:rsidP="002E0572">
            <w:pPr>
              <w:pStyle w:val="SIBulletList1"/>
            </w:pPr>
            <w:r w:rsidRPr="008A55D2">
              <w:t>monitor</w:t>
            </w:r>
            <w:r w:rsidRPr="00E12459">
              <w:t>ed the packing process for faults and responded according to workplace procedures</w:t>
            </w:r>
            <w:r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2E0572" w:rsidRDefault="006E42FE" w:rsidP="002106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E0572">
              <w:rPr>
                <w:rStyle w:val="SITemporaryText-blue"/>
                <w:color w:val="auto"/>
                <w:sz w:val="20"/>
              </w:rPr>
              <w:t xml:space="preserve">An individual must be able to </w:t>
            </w:r>
            <w:proofErr w:type="gramStart"/>
            <w:r w:rsidRPr="002E0572">
              <w:rPr>
                <w:rStyle w:val="SITemporaryText-blue"/>
                <w:color w:val="auto"/>
                <w:sz w:val="20"/>
              </w:rPr>
              <w:t>demonstrate</w:t>
            </w:r>
            <w:proofErr w:type="gramEnd"/>
            <w:r w:rsidRPr="002E0572">
              <w:rPr>
                <w:rStyle w:val="SITemporaryText-blue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4798E2FC" w14:textId="49EFF8F2" w:rsidR="008A55D2" w:rsidRPr="008A55D2" w:rsidRDefault="008A55D2" w:rsidP="008A55D2">
            <w:pPr>
              <w:pStyle w:val="SIBulletList1"/>
            </w:pPr>
            <w:r w:rsidRPr="008A55D2">
              <w:t xml:space="preserve">safe work procedures involved in packing and handling </w:t>
            </w:r>
            <w:r w:rsidR="00A22A17">
              <w:t xml:space="preserve">timber or wood </w:t>
            </w:r>
            <w:r w:rsidRPr="008A55D2">
              <w:t>products</w:t>
            </w:r>
            <w:r w:rsidR="00CC5ADC">
              <w:t>, including the use of</w:t>
            </w:r>
            <w:r w:rsidR="00CC5ADC" w:rsidRPr="00AA1CD5">
              <w:t xml:space="preserve"> personal </w:t>
            </w:r>
            <w:r w:rsidR="00CC5ADC" w:rsidRPr="00CC5ADC">
              <w:t xml:space="preserve">protective </w:t>
            </w:r>
          </w:p>
          <w:p w14:paraId="4F48AC85" w14:textId="77777777" w:rsidR="008A55D2" w:rsidRPr="008A55D2" w:rsidRDefault="008A55D2" w:rsidP="008A55D2">
            <w:pPr>
              <w:pStyle w:val="SIBulletList1"/>
            </w:pPr>
            <w:r w:rsidRPr="008A55D2">
              <w:t xml:space="preserve">environmental protection procedures including the safe and efficient disposal, </w:t>
            </w:r>
            <w:proofErr w:type="gramStart"/>
            <w:r w:rsidRPr="008A55D2">
              <w:t>recycling</w:t>
            </w:r>
            <w:proofErr w:type="gramEnd"/>
            <w:r w:rsidRPr="008A55D2">
              <w:t xml:space="preserve"> or re-use of waste material (including bracing and strapping waste material) and the minimisation of carbon emissions</w:t>
            </w:r>
          </w:p>
          <w:p w14:paraId="7C09B885" w14:textId="3A9AAACA" w:rsidR="00F76A6B" w:rsidRDefault="008A0B42" w:rsidP="008A55D2">
            <w:pPr>
              <w:pStyle w:val="SIBulletList1"/>
            </w:pPr>
            <w:r>
              <w:t xml:space="preserve">workplace </w:t>
            </w:r>
            <w:r w:rsidR="008A55D2" w:rsidRPr="008A55D2">
              <w:t xml:space="preserve">procedures </w:t>
            </w:r>
            <w:r w:rsidR="00A771C5">
              <w:t xml:space="preserve">related to </w:t>
            </w:r>
            <w:r w:rsidR="00A771C5" w:rsidRPr="00547939">
              <w:t>timber or wood products</w:t>
            </w:r>
            <w:r w:rsidR="00A771C5">
              <w:t xml:space="preserve"> packing process </w:t>
            </w:r>
            <w:r w:rsidR="0007759F">
              <w:t>for:</w:t>
            </w:r>
          </w:p>
          <w:p w14:paraId="320F5564" w14:textId="39278ACB" w:rsidR="008A55D2" w:rsidRPr="008A55D2" w:rsidRDefault="008A55D2" w:rsidP="002E0572">
            <w:pPr>
              <w:pStyle w:val="SIBulletList2"/>
            </w:pPr>
            <w:proofErr w:type="gramStart"/>
            <w:r w:rsidRPr="008A55D2">
              <w:t>identifying</w:t>
            </w:r>
            <w:proofErr w:type="gramEnd"/>
            <w:r w:rsidRPr="008A55D2">
              <w:t xml:space="preserve"> and resolving common faults and problems</w:t>
            </w:r>
            <w:r w:rsidR="00547939">
              <w:t xml:space="preserve"> </w:t>
            </w:r>
          </w:p>
          <w:p w14:paraId="114BA676" w14:textId="3D046ACF" w:rsidR="008A55D2" w:rsidRPr="008A55D2" w:rsidRDefault="008A55D2" w:rsidP="002E0572">
            <w:pPr>
              <w:pStyle w:val="SIBulletList2"/>
            </w:pPr>
            <w:r w:rsidRPr="008A55D2">
              <w:t>recording and reporting workplace information</w:t>
            </w:r>
            <w:r w:rsidR="00547939">
              <w:t xml:space="preserve"> </w:t>
            </w:r>
          </w:p>
          <w:p w14:paraId="1E3DBB23" w14:textId="3B8168F2" w:rsidR="008A55D2" w:rsidRPr="008A55D2" w:rsidRDefault="000C577C" w:rsidP="008A55D2">
            <w:pPr>
              <w:pStyle w:val="SIBulletList1"/>
            </w:pPr>
            <w:r>
              <w:t xml:space="preserve">end-use of </w:t>
            </w:r>
            <w:r w:rsidR="00F8181B" w:rsidRPr="00547939">
              <w:t>tim</w:t>
            </w:r>
            <w:r w:rsidR="00F8181B" w:rsidRPr="00F8181B">
              <w:t>ber or wood products</w:t>
            </w:r>
            <w:r w:rsidR="008A55D2" w:rsidRPr="008A55D2">
              <w:t xml:space="preserve"> </w:t>
            </w:r>
            <w:r>
              <w:t>to be packed</w:t>
            </w:r>
            <w:r w:rsidR="00127B7D">
              <w:t xml:space="preserve"> and consequences of pr</w:t>
            </w:r>
            <w:r w:rsidR="00127B7D" w:rsidRPr="00127B7D">
              <w:t>oduct damage resulting from packing process</w:t>
            </w:r>
            <w:r w:rsidR="00127B7D" w:rsidRPr="00127B7D" w:rsidDel="000C577C">
              <w:t xml:space="preserve"> </w:t>
            </w:r>
          </w:p>
          <w:p w14:paraId="4140DF05" w14:textId="77777777" w:rsidR="008A55D2" w:rsidRPr="008A55D2" w:rsidRDefault="008A55D2" w:rsidP="008A55D2">
            <w:pPr>
              <w:pStyle w:val="SIBulletList1"/>
            </w:pPr>
            <w:r w:rsidRPr="008A55D2">
              <w:t>characteristics of pack shift and movement, its impact on safety and how to control it</w:t>
            </w:r>
          </w:p>
          <w:p w14:paraId="70B88A38" w14:textId="77777777" w:rsidR="008A55D2" w:rsidRPr="008A55D2" w:rsidRDefault="008A55D2" w:rsidP="008A55D2">
            <w:pPr>
              <w:pStyle w:val="SIBulletList1"/>
            </w:pPr>
            <w:r w:rsidRPr="008A55D2">
              <w:t>packing sequences and weight distribution and their impact on safety and productivity</w:t>
            </w:r>
          </w:p>
          <w:p w14:paraId="729B8A84" w14:textId="26A4CA79" w:rsidR="008A55D2" w:rsidRPr="008A55D2" w:rsidRDefault="008A55D2" w:rsidP="008A55D2">
            <w:pPr>
              <w:pStyle w:val="SIBulletList1"/>
            </w:pPr>
            <w:r w:rsidRPr="008A55D2">
              <w:t xml:space="preserve">packing methods that apply to </w:t>
            </w:r>
            <w:proofErr w:type="gramStart"/>
            <w:r w:rsidRPr="008A55D2">
              <w:t>different types</w:t>
            </w:r>
            <w:proofErr w:type="gramEnd"/>
            <w:r w:rsidRPr="008A55D2">
              <w:t xml:space="preserve"> of </w:t>
            </w:r>
            <w:r w:rsidR="00A22A17">
              <w:t xml:space="preserve">timber or wood </w:t>
            </w:r>
            <w:r w:rsidRPr="008A55D2">
              <w:t>products (stacking, bracing, strapping</w:t>
            </w:r>
            <w:r w:rsidR="00A22A17">
              <w:t>)</w:t>
            </w:r>
          </w:p>
          <w:p w14:paraId="3001B9EA" w14:textId="3DA34000" w:rsidR="00C51A7C" w:rsidRPr="005404CB" w:rsidRDefault="008A55D2" w:rsidP="002E0572">
            <w:pPr>
              <w:pStyle w:val="SIBulletList1"/>
            </w:pPr>
            <w:r w:rsidRPr="008A55D2">
              <w:t>tools and equipment used for packing and procedures for their safe use and maintenance.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5F94F119" w14:textId="77777777" w:rsidR="003B1B5E" w:rsidRPr="002E0572" w:rsidRDefault="003B1B5E" w:rsidP="00C0592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E0572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FF24696" w14:textId="77777777" w:rsidR="003B1B5E" w:rsidRPr="002E0572" w:rsidRDefault="003B1B5E" w:rsidP="00C0592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E0572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3C8AE805" w14:textId="77777777" w:rsidR="003B1B5E" w:rsidRPr="002E0572" w:rsidRDefault="003B1B5E" w:rsidP="00C0592C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E0572">
              <w:rPr>
                <w:rStyle w:val="SITemporaryText-blue"/>
                <w:color w:val="auto"/>
                <w:sz w:val="20"/>
              </w:rPr>
              <w:t xml:space="preserve">skills must be </w:t>
            </w:r>
            <w:proofErr w:type="gramStart"/>
            <w:r w:rsidRPr="002E0572">
              <w:rPr>
                <w:rStyle w:val="SITemporaryText-blue"/>
                <w:color w:val="auto"/>
                <w:sz w:val="20"/>
              </w:rPr>
              <w:t>demonstrated</w:t>
            </w:r>
            <w:proofErr w:type="gramEnd"/>
            <w:r w:rsidRPr="002E0572">
              <w:rPr>
                <w:rStyle w:val="SITemporaryText-blue"/>
                <w:color w:val="auto"/>
                <w:sz w:val="20"/>
              </w:rPr>
              <w:t xml:space="preserve"> in the workplace or an environment that accurately represents workplace conditions</w:t>
            </w:r>
          </w:p>
          <w:p w14:paraId="37F3E7A7" w14:textId="77777777" w:rsidR="003B1B5E" w:rsidRPr="002E0572" w:rsidRDefault="003B1B5E" w:rsidP="00C0592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E0572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Pr="002E0572">
              <w:rPr>
                <w:rStyle w:val="SITemporaryText-blue"/>
                <w:color w:val="auto"/>
                <w:sz w:val="20"/>
              </w:rPr>
              <w:t>equipment</w:t>
            </w:r>
            <w:proofErr w:type="gramEnd"/>
            <w:r w:rsidRPr="002E0572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739F6EA9" w14:textId="7BF8D898" w:rsidR="006A501D" w:rsidRDefault="006A501D">
            <w:pPr>
              <w:pStyle w:val="SIBulletList2"/>
            </w:pPr>
            <w:r>
              <w:t>timber or wood products to be packed</w:t>
            </w:r>
          </w:p>
          <w:p w14:paraId="0989DB4C" w14:textId="6A8B0DDB" w:rsidR="00B33D7D" w:rsidRPr="00B33D7D" w:rsidRDefault="00B33D7D" w:rsidP="002E0572">
            <w:pPr>
              <w:pStyle w:val="SIBulletList2"/>
            </w:pPr>
            <w:r w:rsidRPr="008A55D2">
              <w:t xml:space="preserve">materials and equipment used to pack </w:t>
            </w:r>
            <w:r w:rsidRPr="00B33D7D">
              <w:t>products</w:t>
            </w:r>
          </w:p>
          <w:p w14:paraId="08AEA3EA" w14:textId="5F5F9DDC" w:rsidR="00B33D7D" w:rsidRPr="00B33D7D" w:rsidRDefault="00B33D7D" w:rsidP="002E0572">
            <w:pPr>
              <w:pStyle w:val="SIBulletList2"/>
            </w:pPr>
            <w:r w:rsidRPr="008A55D2">
              <w:t>packing materials</w:t>
            </w:r>
          </w:p>
          <w:p w14:paraId="2ED30F6A" w14:textId="77777777" w:rsidR="00B33D7D" w:rsidRPr="00B33D7D" w:rsidRDefault="00B33D7D" w:rsidP="002E0572">
            <w:pPr>
              <w:pStyle w:val="SIBulletList2"/>
            </w:pPr>
            <w:r w:rsidRPr="008A55D2">
              <w:t>labelling materials</w:t>
            </w:r>
          </w:p>
          <w:p w14:paraId="5B8CF41A" w14:textId="508FB379" w:rsidR="003B1B5E" w:rsidRPr="003B1B5E" w:rsidRDefault="00DF3881" w:rsidP="00B33D7D">
            <w:pPr>
              <w:pStyle w:val="SIBulletList2"/>
            </w:pPr>
            <w:r>
              <w:t>personal protective equipment</w:t>
            </w:r>
            <w:r w:rsidR="00CC5ADC">
              <w:t xml:space="preserve"> </w:t>
            </w:r>
            <w:proofErr w:type="gramStart"/>
            <w:r w:rsidR="003B1B5E" w:rsidRPr="003B1B5E">
              <w:t>required</w:t>
            </w:r>
            <w:proofErr w:type="gramEnd"/>
            <w:r w:rsidR="003B1B5E" w:rsidRPr="003B1B5E">
              <w:t xml:space="preserve"> for </w:t>
            </w:r>
            <w:r w:rsidR="00756491">
              <w:t>packing operations</w:t>
            </w:r>
          </w:p>
          <w:p w14:paraId="497D6E60" w14:textId="77777777" w:rsidR="003B1B5E" w:rsidRPr="002E0572" w:rsidRDefault="003B1B5E" w:rsidP="00C0592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E0572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6C00260C" w14:textId="77777777" w:rsidR="003B1B5E" w:rsidRPr="003B1B5E" w:rsidRDefault="003B1B5E" w:rsidP="003B1B5E">
            <w:pPr>
              <w:pStyle w:val="SIBulletList2"/>
            </w:pPr>
            <w:r w:rsidRPr="003C17D9">
              <w:t xml:space="preserve">work order or instruction detailing </w:t>
            </w:r>
            <w:r w:rsidRPr="003B1B5E">
              <w:t xml:space="preserve">task to be </w:t>
            </w:r>
            <w:proofErr w:type="gramStart"/>
            <w:r w:rsidRPr="003B1B5E">
              <w:t>carried out</w:t>
            </w:r>
            <w:proofErr w:type="gramEnd"/>
          </w:p>
          <w:p w14:paraId="5CC09E02" w14:textId="7341ADE6" w:rsidR="003B1B5E" w:rsidRPr="003B1B5E" w:rsidRDefault="003B1B5E" w:rsidP="003B1B5E">
            <w:pPr>
              <w:pStyle w:val="SIBulletList2"/>
            </w:pPr>
            <w:r w:rsidRPr="003C17D9">
              <w:t xml:space="preserve">workplace </w:t>
            </w:r>
            <w:r w:rsidR="00EB0F16">
              <w:t xml:space="preserve">health and safety and environment protection </w:t>
            </w:r>
            <w:r w:rsidRPr="003C17D9">
              <w:t xml:space="preserve">procedures applicable to </w:t>
            </w:r>
            <w:r w:rsidR="006A501D">
              <w:t xml:space="preserve">timber or wood products </w:t>
            </w:r>
            <w:r w:rsidR="00756491">
              <w:t>packing operations</w:t>
            </w:r>
          </w:p>
          <w:p w14:paraId="647A921C" w14:textId="5C2CACB4" w:rsidR="003B1B5E" w:rsidRPr="003B1B5E" w:rsidRDefault="003B1B5E" w:rsidP="003B1B5E">
            <w:pPr>
              <w:pStyle w:val="SIBulletList2"/>
              <w:rPr>
                <w:rStyle w:val="SITemporaryText-blue"/>
              </w:rPr>
            </w:pPr>
            <w:r w:rsidRPr="003C17D9">
              <w:t>workplace</w:t>
            </w:r>
            <w:r w:rsidRPr="003B1B5E">
              <w:t xml:space="preserve"> procedures for </w:t>
            </w:r>
            <w:r w:rsidR="006A501D">
              <w:t xml:space="preserve">timber or wood products </w:t>
            </w:r>
            <w:r w:rsidR="00756491">
              <w:t>packing operations</w:t>
            </w:r>
            <w:r w:rsidR="00EB0F16">
              <w:t>.</w:t>
            </w:r>
          </w:p>
          <w:p w14:paraId="4D441EC7" w14:textId="77777777" w:rsidR="003B1B5E" w:rsidRDefault="003B1B5E" w:rsidP="003B1B5E">
            <w:pPr>
              <w:pStyle w:val="SIText"/>
            </w:pPr>
          </w:p>
          <w:p w14:paraId="495D93A1" w14:textId="77777777" w:rsidR="003B1B5E" w:rsidRPr="002E0572" w:rsidRDefault="003B1B5E" w:rsidP="00C0592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E0572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1D28DFF6" w14:textId="55473408" w:rsidR="00C51A7C" w:rsidRPr="005404CB" w:rsidRDefault="00C51A7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4EAF4" w14:textId="77777777" w:rsidR="0007197A" w:rsidRDefault="0007197A" w:rsidP="00BF3F0A">
      <w:r>
        <w:separator/>
      </w:r>
    </w:p>
    <w:p w14:paraId="3FA656FA" w14:textId="77777777" w:rsidR="0007197A" w:rsidRDefault="0007197A"/>
  </w:endnote>
  <w:endnote w:type="continuationSeparator" w:id="0">
    <w:p w14:paraId="636AD1D3" w14:textId="77777777" w:rsidR="0007197A" w:rsidRDefault="0007197A" w:rsidP="00BF3F0A">
      <w:r>
        <w:continuationSeparator/>
      </w:r>
    </w:p>
    <w:p w14:paraId="140087F6" w14:textId="77777777" w:rsidR="0007197A" w:rsidRDefault="000719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proofErr w:type="gramStart"/>
        <w:r w:rsidR="001E0849" w:rsidRPr="005404CB">
          <w:t>1</w:t>
        </w:r>
        <w:proofErr w:type="gramEnd"/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DDFDC" w14:textId="77777777" w:rsidR="0007197A" w:rsidRDefault="0007197A" w:rsidP="00BF3F0A">
      <w:r>
        <w:separator/>
      </w:r>
    </w:p>
    <w:p w14:paraId="06A1C135" w14:textId="77777777" w:rsidR="0007197A" w:rsidRDefault="0007197A"/>
  </w:footnote>
  <w:footnote w:type="continuationSeparator" w:id="0">
    <w:p w14:paraId="23AB9B85" w14:textId="77777777" w:rsidR="0007197A" w:rsidRDefault="0007197A" w:rsidP="00BF3F0A">
      <w:r>
        <w:continuationSeparator/>
      </w:r>
    </w:p>
    <w:p w14:paraId="0979F67E" w14:textId="77777777" w:rsidR="0007197A" w:rsidRDefault="000719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1FC3FAD8" w:rsidR="009C2650" w:rsidRPr="000754EC" w:rsidRDefault="0007197A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63095" w:rsidRPr="00363095">
      <w:t>FWPCOT</w:t>
    </w:r>
    <w:r w:rsidR="006C3348">
      <w:t>2XXX</w:t>
    </w:r>
    <w:r w:rsidR="00363095" w:rsidRPr="00363095">
      <w:t xml:space="preserve"> Pack </w:t>
    </w:r>
    <w:r w:rsidR="005575D7">
      <w:t xml:space="preserve">timber or wood </w:t>
    </w:r>
    <w:r w:rsidR="00363095" w:rsidRPr="00363095">
      <w:t>products</w:t>
    </w:r>
    <w:r w:rsidR="00A17247">
      <w:t xml:space="preserve"> for despatch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062F9"/>
    <w:multiLevelType w:val="multilevel"/>
    <w:tmpl w:val="779E72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CB049C"/>
    <w:multiLevelType w:val="multilevel"/>
    <w:tmpl w:val="021646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0AA1541"/>
    <w:multiLevelType w:val="multilevel"/>
    <w:tmpl w:val="033A33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7225E4"/>
    <w:multiLevelType w:val="multilevel"/>
    <w:tmpl w:val="8D3838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6B4FAA"/>
    <w:multiLevelType w:val="multilevel"/>
    <w:tmpl w:val="F50C6E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BE1B28"/>
    <w:multiLevelType w:val="multilevel"/>
    <w:tmpl w:val="FB4C5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BB1074"/>
    <w:multiLevelType w:val="multilevel"/>
    <w:tmpl w:val="B6488E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704448"/>
    <w:multiLevelType w:val="multilevel"/>
    <w:tmpl w:val="82020C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1545AEB"/>
    <w:multiLevelType w:val="multilevel"/>
    <w:tmpl w:val="7BE454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CB735C"/>
    <w:multiLevelType w:val="multilevel"/>
    <w:tmpl w:val="DEEEE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495F3A"/>
    <w:multiLevelType w:val="multilevel"/>
    <w:tmpl w:val="18500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E242CAF"/>
    <w:multiLevelType w:val="multilevel"/>
    <w:tmpl w:val="F0D0DA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62A16"/>
    <w:multiLevelType w:val="multilevel"/>
    <w:tmpl w:val="8BBA0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EA1871"/>
    <w:multiLevelType w:val="multilevel"/>
    <w:tmpl w:val="B0DA18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ED5163"/>
    <w:multiLevelType w:val="multilevel"/>
    <w:tmpl w:val="313662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98371D3"/>
    <w:multiLevelType w:val="multilevel"/>
    <w:tmpl w:val="084C9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282F75"/>
    <w:multiLevelType w:val="multilevel"/>
    <w:tmpl w:val="A88A58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104AF7"/>
    <w:multiLevelType w:val="multilevel"/>
    <w:tmpl w:val="51E4FB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25"/>
  </w:num>
  <w:num w:numId="5">
    <w:abstractNumId w:val="1"/>
  </w:num>
  <w:num w:numId="6">
    <w:abstractNumId w:val="9"/>
  </w:num>
  <w:num w:numId="7">
    <w:abstractNumId w:val="4"/>
  </w:num>
  <w:num w:numId="8">
    <w:abstractNumId w:val="0"/>
  </w:num>
  <w:num w:numId="9">
    <w:abstractNumId w:val="23"/>
  </w:num>
  <w:num w:numId="10">
    <w:abstractNumId w:val="14"/>
  </w:num>
  <w:num w:numId="11">
    <w:abstractNumId w:val="21"/>
  </w:num>
  <w:num w:numId="12">
    <w:abstractNumId w:val="18"/>
  </w:num>
  <w:num w:numId="13">
    <w:abstractNumId w:val="28"/>
  </w:num>
  <w:num w:numId="14">
    <w:abstractNumId w:val="6"/>
  </w:num>
  <w:num w:numId="15">
    <w:abstractNumId w:val="7"/>
  </w:num>
  <w:num w:numId="16">
    <w:abstractNumId w:val="29"/>
  </w:num>
  <w:num w:numId="17">
    <w:abstractNumId w:val="24"/>
  </w:num>
  <w:num w:numId="18">
    <w:abstractNumId w:val="26"/>
  </w:num>
  <w:num w:numId="19">
    <w:abstractNumId w:val="16"/>
  </w:num>
  <w:num w:numId="20">
    <w:abstractNumId w:val="10"/>
  </w:num>
  <w:num w:numId="21">
    <w:abstractNumId w:val="17"/>
  </w:num>
  <w:num w:numId="22">
    <w:abstractNumId w:val="32"/>
  </w:num>
  <w:num w:numId="23">
    <w:abstractNumId w:val="15"/>
  </w:num>
  <w:num w:numId="24">
    <w:abstractNumId w:val="30"/>
  </w:num>
  <w:num w:numId="25">
    <w:abstractNumId w:val="20"/>
  </w:num>
  <w:num w:numId="26">
    <w:abstractNumId w:val="33"/>
  </w:num>
  <w:num w:numId="27">
    <w:abstractNumId w:val="27"/>
  </w:num>
  <w:num w:numId="28">
    <w:abstractNumId w:val="13"/>
  </w:num>
  <w:num w:numId="29">
    <w:abstractNumId w:val="3"/>
  </w:num>
  <w:num w:numId="30">
    <w:abstractNumId w:val="31"/>
  </w:num>
  <w:num w:numId="31">
    <w:abstractNumId w:val="12"/>
  </w:num>
  <w:num w:numId="32">
    <w:abstractNumId w:val="19"/>
  </w:num>
  <w:num w:numId="33">
    <w:abstractNumId w:val="22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0sTCyNDczNzY2M7NU0lEKTi0uzszPAykwqgUAFwYVCywAAAA="/>
  </w:docVars>
  <w:rsids>
    <w:rsidRoot w:val="005E022A"/>
    <w:rsid w:val="000014B9"/>
    <w:rsid w:val="00005A15"/>
    <w:rsid w:val="0001108F"/>
    <w:rsid w:val="000115E2"/>
    <w:rsid w:val="000126D0"/>
    <w:rsid w:val="0001296A"/>
    <w:rsid w:val="00016803"/>
    <w:rsid w:val="00016CF0"/>
    <w:rsid w:val="00023992"/>
    <w:rsid w:val="000275AE"/>
    <w:rsid w:val="00041E59"/>
    <w:rsid w:val="00064BFE"/>
    <w:rsid w:val="00070B3E"/>
    <w:rsid w:val="0007197A"/>
    <w:rsid w:val="00071F95"/>
    <w:rsid w:val="00072714"/>
    <w:rsid w:val="000737BB"/>
    <w:rsid w:val="00074E47"/>
    <w:rsid w:val="000754EC"/>
    <w:rsid w:val="0007759F"/>
    <w:rsid w:val="0009093B"/>
    <w:rsid w:val="000A3024"/>
    <w:rsid w:val="000A5441"/>
    <w:rsid w:val="000B2022"/>
    <w:rsid w:val="000B4FDB"/>
    <w:rsid w:val="000C149A"/>
    <w:rsid w:val="000C224E"/>
    <w:rsid w:val="000C577C"/>
    <w:rsid w:val="000E25E6"/>
    <w:rsid w:val="000E2C86"/>
    <w:rsid w:val="000E46EA"/>
    <w:rsid w:val="000F29F2"/>
    <w:rsid w:val="00101659"/>
    <w:rsid w:val="00105AEA"/>
    <w:rsid w:val="001078BF"/>
    <w:rsid w:val="00127B7D"/>
    <w:rsid w:val="00133957"/>
    <w:rsid w:val="001372F6"/>
    <w:rsid w:val="00144385"/>
    <w:rsid w:val="00146EEC"/>
    <w:rsid w:val="00151D55"/>
    <w:rsid w:val="00151D93"/>
    <w:rsid w:val="00156EF3"/>
    <w:rsid w:val="0016598E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5BC"/>
    <w:rsid w:val="00201A7C"/>
    <w:rsid w:val="00210603"/>
    <w:rsid w:val="0021197B"/>
    <w:rsid w:val="0021210E"/>
    <w:rsid w:val="00213CAC"/>
    <w:rsid w:val="0021414D"/>
    <w:rsid w:val="002219AD"/>
    <w:rsid w:val="00223124"/>
    <w:rsid w:val="002237C5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1D69"/>
    <w:rsid w:val="002D330A"/>
    <w:rsid w:val="002E0572"/>
    <w:rsid w:val="002E170C"/>
    <w:rsid w:val="002E193E"/>
    <w:rsid w:val="002F2161"/>
    <w:rsid w:val="00305EFF"/>
    <w:rsid w:val="00310A6A"/>
    <w:rsid w:val="003144E6"/>
    <w:rsid w:val="00327A66"/>
    <w:rsid w:val="00330618"/>
    <w:rsid w:val="00337E82"/>
    <w:rsid w:val="00346FDC"/>
    <w:rsid w:val="00350BB1"/>
    <w:rsid w:val="00352C83"/>
    <w:rsid w:val="00356C99"/>
    <w:rsid w:val="00356F37"/>
    <w:rsid w:val="00363095"/>
    <w:rsid w:val="00366805"/>
    <w:rsid w:val="0037067D"/>
    <w:rsid w:val="00373436"/>
    <w:rsid w:val="0038735B"/>
    <w:rsid w:val="003916D1"/>
    <w:rsid w:val="00394A17"/>
    <w:rsid w:val="00394C90"/>
    <w:rsid w:val="00397CE8"/>
    <w:rsid w:val="003A21F0"/>
    <w:rsid w:val="003A277F"/>
    <w:rsid w:val="003A58BA"/>
    <w:rsid w:val="003A5AE7"/>
    <w:rsid w:val="003A7221"/>
    <w:rsid w:val="003B1B5E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6BE1"/>
    <w:rsid w:val="00440F0C"/>
    <w:rsid w:val="00444423"/>
    <w:rsid w:val="00452F3E"/>
    <w:rsid w:val="00455A87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88C"/>
    <w:rsid w:val="004F5DC7"/>
    <w:rsid w:val="004F78DA"/>
    <w:rsid w:val="005145AB"/>
    <w:rsid w:val="00520E9A"/>
    <w:rsid w:val="005248C1"/>
    <w:rsid w:val="00525042"/>
    <w:rsid w:val="00526134"/>
    <w:rsid w:val="005404CB"/>
    <w:rsid w:val="005405B2"/>
    <w:rsid w:val="005427C8"/>
    <w:rsid w:val="005446D1"/>
    <w:rsid w:val="00547939"/>
    <w:rsid w:val="00556C4C"/>
    <w:rsid w:val="00557369"/>
    <w:rsid w:val="005575D7"/>
    <w:rsid w:val="00557D22"/>
    <w:rsid w:val="0056071E"/>
    <w:rsid w:val="00564ADD"/>
    <w:rsid w:val="005708EB"/>
    <w:rsid w:val="00575BC6"/>
    <w:rsid w:val="00583902"/>
    <w:rsid w:val="00585CA5"/>
    <w:rsid w:val="005A1D70"/>
    <w:rsid w:val="005A3AA5"/>
    <w:rsid w:val="005A6C9C"/>
    <w:rsid w:val="005A74DC"/>
    <w:rsid w:val="005B5146"/>
    <w:rsid w:val="005C2D83"/>
    <w:rsid w:val="005D1AFD"/>
    <w:rsid w:val="005E022A"/>
    <w:rsid w:val="005E51E6"/>
    <w:rsid w:val="005E7ECF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01D"/>
    <w:rsid w:val="006B06FA"/>
    <w:rsid w:val="006C2F32"/>
    <w:rsid w:val="006C3348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3219"/>
    <w:rsid w:val="00705EEC"/>
    <w:rsid w:val="00707741"/>
    <w:rsid w:val="007134FE"/>
    <w:rsid w:val="00714F4C"/>
    <w:rsid w:val="00715794"/>
    <w:rsid w:val="00717385"/>
    <w:rsid w:val="00722769"/>
    <w:rsid w:val="00727901"/>
    <w:rsid w:val="00730620"/>
    <w:rsid w:val="0073075B"/>
    <w:rsid w:val="0073404B"/>
    <w:rsid w:val="007341FF"/>
    <w:rsid w:val="007404E9"/>
    <w:rsid w:val="007444CF"/>
    <w:rsid w:val="00752C75"/>
    <w:rsid w:val="00752FF2"/>
    <w:rsid w:val="00756491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5F32"/>
    <w:rsid w:val="007E3BD1"/>
    <w:rsid w:val="007F1143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90C"/>
    <w:rsid w:val="00865011"/>
    <w:rsid w:val="00886790"/>
    <w:rsid w:val="008908DE"/>
    <w:rsid w:val="008A0B42"/>
    <w:rsid w:val="008A12ED"/>
    <w:rsid w:val="008A39D3"/>
    <w:rsid w:val="008A55D2"/>
    <w:rsid w:val="008B2C77"/>
    <w:rsid w:val="008B4AD2"/>
    <w:rsid w:val="008B50DD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2CA2"/>
    <w:rsid w:val="00944C09"/>
    <w:rsid w:val="009527CB"/>
    <w:rsid w:val="00953835"/>
    <w:rsid w:val="00960F6C"/>
    <w:rsid w:val="00970747"/>
    <w:rsid w:val="00997BFC"/>
    <w:rsid w:val="009A072F"/>
    <w:rsid w:val="009A5900"/>
    <w:rsid w:val="009A6E6C"/>
    <w:rsid w:val="009A6F3F"/>
    <w:rsid w:val="009B331A"/>
    <w:rsid w:val="009C2650"/>
    <w:rsid w:val="009D15E2"/>
    <w:rsid w:val="009D15FE"/>
    <w:rsid w:val="009D5D2C"/>
    <w:rsid w:val="009E6669"/>
    <w:rsid w:val="009F0DCC"/>
    <w:rsid w:val="009F11CA"/>
    <w:rsid w:val="009F2A35"/>
    <w:rsid w:val="00A0695B"/>
    <w:rsid w:val="00A13052"/>
    <w:rsid w:val="00A17247"/>
    <w:rsid w:val="00A2085E"/>
    <w:rsid w:val="00A216A8"/>
    <w:rsid w:val="00A223A6"/>
    <w:rsid w:val="00A22A17"/>
    <w:rsid w:val="00A2746E"/>
    <w:rsid w:val="00A31833"/>
    <w:rsid w:val="00A35722"/>
    <w:rsid w:val="00A3639E"/>
    <w:rsid w:val="00A5092E"/>
    <w:rsid w:val="00A554D6"/>
    <w:rsid w:val="00A56E14"/>
    <w:rsid w:val="00A6476B"/>
    <w:rsid w:val="00A76C6C"/>
    <w:rsid w:val="00A771C5"/>
    <w:rsid w:val="00A87356"/>
    <w:rsid w:val="00A92DD1"/>
    <w:rsid w:val="00AA0E5B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D7D"/>
    <w:rsid w:val="00B3508F"/>
    <w:rsid w:val="00B443EE"/>
    <w:rsid w:val="00B560C8"/>
    <w:rsid w:val="00B61081"/>
    <w:rsid w:val="00B61150"/>
    <w:rsid w:val="00B65BC7"/>
    <w:rsid w:val="00B70ED2"/>
    <w:rsid w:val="00B746B9"/>
    <w:rsid w:val="00B752A0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0592C"/>
    <w:rsid w:val="00C13F60"/>
    <w:rsid w:val="00C143C3"/>
    <w:rsid w:val="00C1739B"/>
    <w:rsid w:val="00C21ADE"/>
    <w:rsid w:val="00C23D97"/>
    <w:rsid w:val="00C244A8"/>
    <w:rsid w:val="00C26067"/>
    <w:rsid w:val="00C30A29"/>
    <w:rsid w:val="00C317DC"/>
    <w:rsid w:val="00C51A7C"/>
    <w:rsid w:val="00C55312"/>
    <w:rsid w:val="00C578E9"/>
    <w:rsid w:val="00C64BC1"/>
    <w:rsid w:val="00C65803"/>
    <w:rsid w:val="00C70626"/>
    <w:rsid w:val="00C72860"/>
    <w:rsid w:val="00C72A48"/>
    <w:rsid w:val="00C73582"/>
    <w:rsid w:val="00C73B90"/>
    <w:rsid w:val="00C742EC"/>
    <w:rsid w:val="00C84865"/>
    <w:rsid w:val="00C90345"/>
    <w:rsid w:val="00C96AF3"/>
    <w:rsid w:val="00C97CCC"/>
    <w:rsid w:val="00CA0274"/>
    <w:rsid w:val="00CA139A"/>
    <w:rsid w:val="00CB746F"/>
    <w:rsid w:val="00CC4252"/>
    <w:rsid w:val="00CC451E"/>
    <w:rsid w:val="00CC5ADC"/>
    <w:rsid w:val="00CD4E9D"/>
    <w:rsid w:val="00CD4F4D"/>
    <w:rsid w:val="00CE2D57"/>
    <w:rsid w:val="00CE37F3"/>
    <w:rsid w:val="00CE7D19"/>
    <w:rsid w:val="00CF0275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CE0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3881"/>
    <w:rsid w:val="00E12459"/>
    <w:rsid w:val="00E238E6"/>
    <w:rsid w:val="00E315B2"/>
    <w:rsid w:val="00E34CD8"/>
    <w:rsid w:val="00E35064"/>
    <w:rsid w:val="00E3681D"/>
    <w:rsid w:val="00E40225"/>
    <w:rsid w:val="00E4142F"/>
    <w:rsid w:val="00E501F0"/>
    <w:rsid w:val="00E6166D"/>
    <w:rsid w:val="00E91BFF"/>
    <w:rsid w:val="00E92933"/>
    <w:rsid w:val="00E92FF1"/>
    <w:rsid w:val="00E94FAD"/>
    <w:rsid w:val="00EB0AA4"/>
    <w:rsid w:val="00EB0F16"/>
    <w:rsid w:val="00EB5C88"/>
    <w:rsid w:val="00EC0469"/>
    <w:rsid w:val="00EC0C3E"/>
    <w:rsid w:val="00EF01F8"/>
    <w:rsid w:val="00EF0FF7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0AD5"/>
    <w:rsid w:val="00F438FC"/>
    <w:rsid w:val="00F5616F"/>
    <w:rsid w:val="00F56451"/>
    <w:rsid w:val="00F56827"/>
    <w:rsid w:val="00F62866"/>
    <w:rsid w:val="00F65EF0"/>
    <w:rsid w:val="00F71651"/>
    <w:rsid w:val="00F76191"/>
    <w:rsid w:val="00F76A6B"/>
    <w:rsid w:val="00F76CC6"/>
    <w:rsid w:val="00F8181B"/>
    <w:rsid w:val="00F83D7C"/>
    <w:rsid w:val="00FB232E"/>
    <w:rsid w:val="00FC3DF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52504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09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A6985BA-AC1D-42CC-BC9E-BA9E27CECEF9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5D0395-25E5-418F-8A2E-2EB5FD8EA5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86</TotalTime>
  <Pages>4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92</cp:revision>
  <cp:lastPrinted>2016-05-27T05:21:00Z</cp:lastPrinted>
  <dcterms:created xsi:type="dcterms:W3CDTF">2021-08-18T01:46:00Z</dcterms:created>
  <dcterms:modified xsi:type="dcterms:W3CDTF">2022-02-01T04:54:00Z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