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21D9DF0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63C5C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6C2409E8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754E21">
              <w:t>COT3</w:t>
            </w:r>
            <w:r w:rsidR="00AE4E4E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7C4B1463" w:rsidR="00F1480E" w:rsidRPr="000754EC" w:rsidRDefault="006454BA" w:rsidP="00F47281">
            <w:pPr>
              <w:pStyle w:val="SIUnittitle"/>
            </w:pPr>
            <w:r>
              <w:t>Apply c</w:t>
            </w:r>
            <w:r w:rsidR="00ED6FF6">
              <w:t>ommunicat</w:t>
            </w:r>
            <w:r>
              <w:t xml:space="preserve">ion protocols </w:t>
            </w:r>
            <w:r w:rsidR="004C4A25">
              <w:t xml:space="preserve">in </w:t>
            </w:r>
            <w:r w:rsidR="00454D42">
              <w:t xml:space="preserve">vegetation </w:t>
            </w:r>
            <w:r>
              <w:t xml:space="preserve">clearing and </w:t>
            </w:r>
            <w:r w:rsidR="00454D42">
              <w:t>clean-up</w:t>
            </w:r>
            <w:r w:rsidR="006F74AF">
              <w:t xml:space="preserve"> </w:t>
            </w:r>
            <w:r w:rsidR="004C4A25">
              <w:t>operations</w:t>
            </w:r>
            <w:r>
              <w:t xml:space="preserve"> in </w:t>
            </w:r>
            <w:r w:rsidRPr="006454BA">
              <w:t>bushfire</w:t>
            </w:r>
            <w:r>
              <w:t xml:space="preserve"> zone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7CE631F5" w:rsidR="008E2FD6" w:rsidRDefault="008E2FD6" w:rsidP="006E6567">
            <w:pPr>
              <w:pStyle w:val="SIText"/>
            </w:pPr>
            <w:bookmarkStart w:id="0" w:name="_Hlk87959494"/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>to</w:t>
            </w:r>
            <w:r w:rsidR="00ED6FF6">
              <w:t xml:space="preserve"> recognise the </w:t>
            </w:r>
            <w:r w:rsidR="00894C05">
              <w:t xml:space="preserve">command and communication structure that applies </w:t>
            </w:r>
            <w:r w:rsidR="00ED6FF6">
              <w:t xml:space="preserve">in </w:t>
            </w:r>
            <w:r w:rsidR="006454BA">
              <w:t>bushfire zones</w:t>
            </w:r>
            <w:r w:rsidR="00F0199B">
              <w:t xml:space="preserve"> </w:t>
            </w:r>
            <w:r w:rsidR="00894C05">
              <w:t>and</w:t>
            </w:r>
            <w:r w:rsidR="00F0199B">
              <w:t xml:space="preserve"> </w:t>
            </w:r>
            <w:r w:rsidR="00ED6FF6">
              <w:t xml:space="preserve">to communicate effectively with others </w:t>
            </w:r>
            <w:r w:rsidR="00894C05">
              <w:t>involved in</w:t>
            </w:r>
            <w:r w:rsidR="00051DF3">
              <w:t xml:space="preserve"> </w:t>
            </w:r>
            <w:r w:rsidR="00051DF3" w:rsidRPr="00051DF3">
              <w:t xml:space="preserve">vegetation </w:t>
            </w:r>
            <w:r w:rsidR="004E481B">
              <w:t xml:space="preserve">clearing and </w:t>
            </w:r>
            <w:r w:rsidR="00051DF3" w:rsidRPr="00051DF3">
              <w:t>clean-up operations on private and public land, including main roads</w:t>
            </w:r>
            <w:r w:rsidR="004E481B">
              <w:t>.</w:t>
            </w:r>
          </w:p>
          <w:bookmarkEnd w:id="0"/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77F8BE6F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4C4A25">
              <w:t>contractors</w:t>
            </w:r>
            <w:r w:rsidR="004E481B">
              <w:t>,</w:t>
            </w:r>
            <w:r w:rsidR="004C4A25">
              <w:t xml:space="preserve"> </w:t>
            </w:r>
            <w:r w:rsidR="004E481B">
              <w:t>including harvesting operators and arborist</w:t>
            </w:r>
            <w:r w:rsidR="00594F73">
              <w:t>s</w:t>
            </w:r>
            <w:r w:rsidR="004E481B">
              <w:t xml:space="preserve">, </w:t>
            </w:r>
            <w:r w:rsidR="004C4A25">
              <w:t xml:space="preserve">who are engaged in </w:t>
            </w:r>
            <w:r w:rsidR="00C46CC4">
              <w:t>vegetation</w:t>
            </w:r>
            <w:r w:rsidR="00612945">
              <w:t xml:space="preserve"> </w:t>
            </w:r>
            <w:r w:rsidR="004E481B">
              <w:t xml:space="preserve">clearing and </w:t>
            </w:r>
            <w:r w:rsidR="00612945">
              <w:t>clean-up operations</w:t>
            </w:r>
            <w:r w:rsidR="004E481B">
              <w:t xml:space="preserve"> in bushfire zone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AFB9BAC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3A73BF53" w:rsidR="008547E9" w:rsidRPr="000754EC" w:rsidRDefault="00A42676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6D24D7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1CAE9C64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 Communicate with relevant personnel</w:t>
            </w:r>
            <w:r w:rsidR="00AC187E" w:rsidRPr="006D24D7">
              <w:t xml:space="preserve"> </w:t>
            </w:r>
            <w:r w:rsidR="00F15CB4">
              <w:t xml:space="preserve">in </w:t>
            </w:r>
            <w:r w:rsidR="004E481B" w:rsidRPr="004E481B">
              <w:t>vegetation clearing and clean-up operations in bushfire zone</w:t>
            </w:r>
          </w:p>
        </w:tc>
        <w:tc>
          <w:tcPr>
            <w:tcW w:w="3604" w:type="pct"/>
            <w:shd w:val="clear" w:color="auto" w:fill="auto"/>
          </w:tcPr>
          <w:p w14:paraId="59686026" w14:textId="6C80A747" w:rsid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 xml:space="preserve">.1 Recognise roles and authority of personnel in </w:t>
            </w:r>
            <w:r w:rsidR="00FA2451">
              <w:t xml:space="preserve">relevant </w:t>
            </w:r>
            <w:r w:rsidR="009A0E99">
              <w:t>command and communication structure</w:t>
            </w:r>
            <w:r w:rsidR="006D24D7" w:rsidRPr="006D24D7">
              <w:t xml:space="preserve"> </w:t>
            </w:r>
          </w:p>
          <w:p w14:paraId="7858C2E8" w14:textId="550A6582" w:rsidR="006D24D7" w:rsidRPr="006D24D7" w:rsidRDefault="00DC57D8" w:rsidP="003009C4">
            <w:pPr>
              <w:pStyle w:val="SIText"/>
            </w:pPr>
            <w:r>
              <w:t>1</w:t>
            </w:r>
            <w:r w:rsidR="006D24D7">
              <w:t xml:space="preserve">.2 </w:t>
            </w:r>
            <w:r w:rsidR="009604BC">
              <w:t>Participate in briefing and debriefing activities as</w:t>
            </w:r>
            <w:r w:rsidR="006D24D7" w:rsidRPr="006D24D7">
              <w:t xml:space="preserve"> requested by </w:t>
            </w:r>
            <w:proofErr w:type="gramStart"/>
            <w:r w:rsidR="009604BC">
              <w:t>appropriate personnel</w:t>
            </w:r>
            <w:proofErr w:type="gramEnd"/>
          </w:p>
          <w:p w14:paraId="130800E4" w14:textId="611D9292" w:rsidR="00DC57D8" w:rsidRDefault="00DC57D8" w:rsidP="003009C4">
            <w:pPr>
              <w:pStyle w:val="SIText"/>
            </w:pPr>
            <w:r>
              <w:t>1.3</w:t>
            </w:r>
            <w:r w:rsidR="006D24D7" w:rsidRPr="006D24D7">
              <w:t xml:space="preserve"> </w:t>
            </w:r>
            <w:r w:rsidRPr="00DC57D8">
              <w:t xml:space="preserve">Identify and communicate situational needs using </w:t>
            </w:r>
            <w:proofErr w:type="gramStart"/>
            <w:r w:rsidRPr="00DC57D8">
              <w:t>appropriate communication</w:t>
            </w:r>
            <w:proofErr w:type="gramEnd"/>
            <w:r w:rsidRPr="00DC57D8">
              <w:t xml:space="preserve"> skills and </w:t>
            </w:r>
            <w:r w:rsidR="009604BC">
              <w:t>communication technologies</w:t>
            </w:r>
            <w:r w:rsidR="00ED6FF6">
              <w:t xml:space="preserve"> </w:t>
            </w:r>
            <w:r w:rsidR="00523F81">
              <w:t xml:space="preserve">via the </w:t>
            </w:r>
            <w:r w:rsidR="009A0E99">
              <w:t>command and communication structure</w:t>
            </w:r>
          </w:p>
          <w:p w14:paraId="0B7A3847" w14:textId="2755F074" w:rsidR="00ED6FF6" w:rsidRDefault="00ED6FF6" w:rsidP="003009C4">
            <w:pPr>
              <w:pStyle w:val="SIText"/>
            </w:pPr>
            <w:r>
              <w:t xml:space="preserve">1.4 </w:t>
            </w:r>
            <w:r w:rsidR="00523F81">
              <w:t>U</w:t>
            </w:r>
            <w:r>
              <w:t xml:space="preserve">se correct terminology to </w:t>
            </w:r>
            <w:proofErr w:type="gramStart"/>
            <w:r>
              <w:t>facilitate</w:t>
            </w:r>
            <w:proofErr w:type="gramEnd"/>
            <w:r>
              <w:t xml:space="preserve"> effective communication with others involved in </w:t>
            </w:r>
            <w:r w:rsidR="00FA2451" w:rsidRPr="00FA2451">
              <w:t>vegetation clearing and clean-up operations in bushfire zone</w:t>
            </w:r>
          </w:p>
          <w:p w14:paraId="003A3619" w14:textId="653796F8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5</w:t>
            </w:r>
            <w:r>
              <w:t xml:space="preserve"> </w:t>
            </w:r>
            <w:r w:rsidR="006D24D7" w:rsidRPr="006D24D7">
              <w:t>Communicate requirements</w:t>
            </w:r>
            <w:r>
              <w:t xml:space="preserve"> to team members</w:t>
            </w:r>
            <w:r w:rsidR="006D24D7" w:rsidRPr="006D24D7">
              <w:t xml:space="preserve"> clearly and in a manner that reflects </w:t>
            </w:r>
            <w:proofErr w:type="gramStart"/>
            <w:r w:rsidR="006D24D7" w:rsidRPr="006D24D7">
              <w:t>an appropriate level</w:t>
            </w:r>
            <w:proofErr w:type="gramEnd"/>
            <w:r w:rsidR="006D24D7" w:rsidRPr="006D24D7">
              <w:t xml:space="preserve"> of authority</w:t>
            </w:r>
          </w:p>
          <w:p w14:paraId="5439FB47" w14:textId="51043FBA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</w:t>
            </w:r>
            <w:r w:rsidR="00ED6FF6">
              <w:t>6</w:t>
            </w:r>
            <w:r w:rsidR="006D24D7" w:rsidRPr="006D24D7">
              <w:t xml:space="preserve"> Seek and follow direction, </w:t>
            </w:r>
            <w:proofErr w:type="gramStart"/>
            <w:r w:rsidR="006D24D7" w:rsidRPr="006D24D7">
              <w:t>advice</w:t>
            </w:r>
            <w:proofErr w:type="gramEnd"/>
            <w:r w:rsidR="006D24D7" w:rsidRPr="006D24D7">
              <w:t xml:space="preserve"> and assistance as required and appropriate to the situation</w:t>
            </w:r>
            <w:r w:rsidR="00AF18CD">
              <w:t xml:space="preserve"> according to chain of command</w:t>
            </w:r>
          </w:p>
          <w:p w14:paraId="2538B597" w14:textId="55B917F1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7</w:t>
            </w:r>
            <w:r w:rsidR="006D24D7" w:rsidRPr="006D24D7">
              <w:t xml:space="preserve"> Recognise and resolve communication</w:t>
            </w:r>
            <w:r w:rsidR="00581141">
              <w:t xml:space="preserve"> difficulties and problems</w:t>
            </w:r>
            <w:r w:rsidR="006D24D7" w:rsidRPr="006D24D7">
              <w:t xml:space="preserve"> using </w:t>
            </w:r>
            <w:proofErr w:type="gramStart"/>
            <w:r w:rsidR="006D24D7" w:rsidRPr="006D24D7">
              <w:t>appropriate communication</w:t>
            </w:r>
            <w:proofErr w:type="gramEnd"/>
            <w:r w:rsidR="006D24D7" w:rsidRPr="006D24D7">
              <w:t xml:space="preserve"> techniques</w:t>
            </w:r>
            <w:r w:rsidR="00AF18CD">
              <w:t xml:space="preserve"> and technologies</w:t>
            </w:r>
          </w:p>
        </w:tc>
      </w:tr>
      <w:tr w:rsidR="00A323D9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38D8607A" w:rsidR="00A323D9" w:rsidRPr="004C4A25" w:rsidRDefault="006D24D7" w:rsidP="006D24D7">
            <w:pPr>
              <w:pStyle w:val="SIText"/>
            </w:pPr>
            <w:r>
              <w:t xml:space="preserve">2. </w:t>
            </w:r>
            <w:r w:rsidR="00A323D9" w:rsidRPr="00A323D9">
              <w:t>Convey complex information</w:t>
            </w:r>
            <w:r w:rsidR="00F15CB4">
              <w:t xml:space="preserve"> </w:t>
            </w:r>
            <w:r w:rsidR="00621B9E">
              <w:t>related to</w:t>
            </w:r>
            <w:r w:rsidR="00F15CB4">
              <w:t xml:space="preserve"> </w:t>
            </w:r>
            <w:r w:rsidR="00FA2451" w:rsidRPr="00FA2451">
              <w:t>vegetation clearing and clean-up operations in bushfire zone</w:t>
            </w:r>
          </w:p>
        </w:tc>
        <w:tc>
          <w:tcPr>
            <w:tcW w:w="3604" w:type="pct"/>
            <w:shd w:val="clear" w:color="auto" w:fill="auto"/>
          </w:tcPr>
          <w:p w14:paraId="17C3D6E3" w14:textId="214F236A" w:rsidR="00A323D9" w:rsidRDefault="006D24D7" w:rsidP="006D24D7">
            <w:pPr>
              <w:pStyle w:val="SIText"/>
            </w:pPr>
            <w:r>
              <w:t xml:space="preserve">2.1 </w:t>
            </w:r>
            <w:r w:rsidR="00A323D9" w:rsidRPr="00A323D9">
              <w:t>Co</w:t>
            </w:r>
            <w:r w:rsidR="00A323D9">
              <w:t>nvey co</w:t>
            </w:r>
            <w:r w:rsidR="00A323D9" w:rsidRPr="00A323D9">
              <w:t>mplex information clearly and accurately</w:t>
            </w:r>
            <w:r w:rsidR="00A323D9">
              <w:t xml:space="preserve"> to </w:t>
            </w:r>
            <w:proofErr w:type="gramStart"/>
            <w:r w:rsidR="009604BC">
              <w:t>appropriate</w:t>
            </w:r>
            <w:r w:rsidR="00A323D9">
              <w:t xml:space="preserve"> personnel</w:t>
            </w:r>
            <w:proofErr w:type="gramEnd"/>
          </w:p>
          <w:p w14:paraId="3881FC30" w14:textId="28ABA7C5" w:rsidR="00A323D9" w:rsidRDefault="006D24D7" w:rsidP="006D24D7">
            <w:pPr>
              <w:pStyle w:val="SIText"/>
            </w:pPr>
            <w:r>
              <w:t xml:space="preserve">2.2 </w:t>
            </w:r>
            <w:r w:rsidR="00A323D9">
              <w:t>Monitor r</w:t>
            </w:r>
            <w:r w:rsidR="00A323D9" w:rsidRPr="00A323D9">
              <w:t xml:space="preserve">ecipient understanding of information and </w:t>
            </w:r>
            <w:r w:rsidR="00A323D9">
              <w:t xml:space="preserve">adjust </w:t>
            </w:r>
            <w:r w:rsidR="00A323D9" w:rsidRPr="00A323D9">
              <w:t xml:space="preserve">mode of communication </w:t>
            </w:r>
            <w:r w:rsidR="00A323D9">
              <w:t xml:space="preserve">as </w:t>
            </w:r>
            <w:proofErr w:type="gramStart"/>
            <w:r w:rsidR="00A323D9">
              <w:t>required</w:t>
            </w:r>
            <w:proofErr w:type="gramEnd"/>
          </w:p>
          <w:p w14:paraId="542E76EA" w14:textId="14D2D4D6" w:rsidR="00A323D9" w:rsidRPr="004C4A25" w:rsidRDefault="00A323D9" w:rsidP="006D24D7">
            <w:pPr>
              <w:pStyle w:val="SIText"/>
            </w:pPr>
          </w:p>
        </w:tc>
      </w:tr>
      <w:tr w:rsidR="00A323D9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773BDDAC" w:rsidR="00A323D9" w:rsidRPr="004C4A25" w:rsidRDefault="00DC57D8" w:rsidP="004C4A25">
            <w:pPr>
              <w:pStyle w:val="SIText"/>
            </w:pPr>
            <w:r>
              <w:t>3</w:t>
            </w:r>
            <w:r w:rsidR="006D24D7">
              <w:t xml:space="preserve">. </w:t>
            </w:r>
            <w:r w:rsidR="00A323D9" w:rsidRPr="00A323D9">
              <w:t>Overcome barriers to communication</w:t>
            </w:r>
            <w:r w:rsidR="00621B9E">
              <w:t xml:space="preserve"> </w:t>
            </w:r>
            <w:proofErr w:type="gramStart"/>
            <w:r w:rsidR="00621B9E">
              <w:t>encountered</w:t>
            </w:r>
            <w:proofErr w:type="gramEnd"/>
            <w:r w:rsidR="00A304EE">
              <w:t xml:space="preserve"> in</w:t>
            </w:r>
            <w:r w:rsidR="00F15CB4">
              <w:t xml:space="preserve"> </w:t>
            </w:r>
            <w:r w:rsidR="00FA2451" w:rsidRPr="00FA2451">
              <w:t>vegetation clearing and clean-up operations in bushfire zone</w:t>
            </w:r>
          </w:p>
        </w:tc>
        <w:tc>
          <w:tcPr>
            <w:tcW w:w="3604" w:type="pct"/>
            <w:shd w:val="clear" w:color="auto" w:fill="auto"/>
          </w:tcPr>
          <w:p w14:paraId="338E16CB" w14:textId="65E1E8FB" w:rsidR="00A323D9" w:rsidRDefault="00DC57D8" w:rsidP="00DC57D8">
            <w:pPr>
              <w:pStyle w:val="SIText"/>
            </w:pPr>
            <w:r>
              <w:t>3</w:t>
            </w:r>
            <w:r w:rsidR="006D24D7">
              <w:t xml:space="preserve">.1 </w:t>
            </w:r>
            <w:bookmarkStart w:id="1" w:name="_Hlk88119970"/>
            <w:r w:rsidR="006D24D7">
              <w:t>Identify b</w:t>
            </w:r>
            <w:r w:rsidR="00A323D9" w:rsidRPr="00A323D9">
              <w:t>arriers to effective communication</w:t>
            </w:r>
            <w:r w:rsidR="009604BC">
              <w:t xml:space="preserve"> and </w:t>
            </w:r>
            <w:r w:rsidR="00ED6FF6">
              <w:t xml:space="preserve">implement solutions within own scope of responsibility </w:t>
            </w:r>
            <w:bookmarkEnd w:id="1"/>
            <w:r w:rsidR="00ED6FF6">
              <w:t xml:space="preserve">or report to </w:t>
            </w:r>
            <w:proofErr w:type="gramStart"/>
            <w:r w:rsidR="00ED6FF6">
              <w:t>appropriate personnel</w:t>
            </w:r>
            <w:proofErr w:type="gramEnd"/>
            <w:r w:rsidR="00523F81">
              <w:t xml:space="preserve"> according to communication plan</w:t>
            </w:r>
          </w:p>
          <w:p w14:paraId="3ABBDCF1" w14:textId="08E5330C" w:rsidR="00A323D9" w:rsidRPr="004C4A25" w:rsidRDefault="00DC57D8" w:rsidP="00DC57D8">
            <w:pPr>
              <w:pStyle w:val="SIText"/>
            </w:pPr>
            <w:r>
              <w:t>3</w:t>
            </w:r>
            <w:r w:rsidR="006D24D7">
              <w:t>.</w:t>
            </w:r>
            <w:r w:rsidR="009604BC">
              <w:t>2</w:t>
            </w:r>
            <w:r w:rsidR="006D24D7">
              <w:t xml:space="preserve"> Respond to c</w:t>
            </w:r>
            <w:r w:rsidR="00A323D9" w:rsidRPr="00A323D9">
              <w:t xml:space="preserve">onflict and </w:t>
            </w:r>
            <w:bookmarkStart w:id="2" w:name="_Hlk88120007"/>
            <w:r w:rsidR="00A323D9" w:rsidRPr="00A323D9">
              <w:t xml:space="preserve">potential for conflict </w:t>
            </w:r>
            <w:r w:rsidR="00581141">
              <w:t>with team members</w:t>
            </w:r>
            <w:bookmarkEnd w:id="2"/>
            <w:r w:rsidR="00255659">
              <w:t>,</w:t>
            </w:r>
            <w:r w:rsidR="00594F73">
              <w:t xml:space="preserve"> </w:t>
            </w:r>
            <w:r w:rsidR="00586836" w:rsidRPr="00586836">
              <w:t xml:space="preserve">bushfire </w:t>
            </w:r>
            <w:r w:rsidR="00FA2451">
              <w:t xml:space="preserve">agency </w:t>
            </w:r>
            <w:r w:rsidR="00255659">
              <w:t>personnel, people affected by bushfires</w:t>
            </w:r>
            <w:r w:rsidR="009A0E99">
              <w:t>, community representatives</w:t>
            </w:r>
            <w:r w:rsidR="00581141">
              <w:t xml:space="preserve"> and others </w:t>
            </w:r>
            <w:r w:rsidR="00A323D9" w:rsidRPr="00A323D9">
              <w:t>in a manner that prevents escalation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5A58FCD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AF18CD">
              <w:t>organisational charts and other documentation detailing command</w:t>
            </w:r>
            <w:r w:rsidR="00581141">
              <w:t xml:space="preserve"> and communication structures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A856C6E" w:rsidR="00EE4378" w:rsidRPr="00EE4378" w:rsidRDefault="00586836" w:rsidP="00EC0578">
            <w:pPr>
              <w:pStyle w:val="SIBulletList1"/>
            </w:pPr>
            <w:proofErr w:type="gramStart"/>
            <w:r>
              <w:t>Write</w:t>
            </w:r>
            <w:proofErr w:type="gramEnd"/>
            <w:r>
              <w:t xml:space="preserve"> basic</w:t>
            </w:r>
            <w:r w:rsidR="00AF18CD">
              <w:t xml:space="preserve"> </w:t>
            </w:r>
            <w:r w:rsidR="00EC0578" w:rsidRPr="00EC0578">
              <w:t xml:space="preserve">reports </w:t>
            </w:r>
            <w:r w:rsidR="00AF18CD">
              <w:t xml:space="preserve">using familiar language and technical terms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7B9D983E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  <w:r w:rsidR="00581141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67E66C05" w:rsidR="00173FAE" w:rsidRPr="00173FAE" w:rsidRDefault="00173FAE">
            <w:pPr>
              <w:pStyle w:val="SIText"/>
            </w:pPr>
            <w:r w:rsidRPr="00173FAE">
              <w:t>FWPCOT</w:t>
            </w:r>
            <w:r w:rsidR="007C2B2E">
              <w:t>3</w:t>
            </w:r>
            <w:r w:rsidRPr="00173FAE">
              <w:t xml:space="preserve">XXX </w:t>
            </w:r>
            <w:r w:rsidR="00506506">
              <w:t>Apply c</w:t>
            </w:r>
            <w:r w:rsidR="00506506" w:rsidRPr="00506506">
              <w:t>ommunication protocols in vegetation clearing and clean-up operations in bushfire zone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7DFEF5BE" w:rsidR="00556C4C" w:rsidRPr="000754EC" w:rsidRDefault="00556C4C" w:rsidP="00255659">
            <w:pPr>
              <w:pStyle w:val="SIHeading2"/>
            </w:pPr>
            <w:r w:rsidRPr="00F56827">
              <w:t xml:space="preserve">Assessment requirements for </w:t>
            </w:r>
            <w:r w:rsidR="00EC0578" w:rsidRPr="00EC0578">
              <w:t>FWP</w:t>
            </w:r>
            <w:r w:rsidR="00506506">
              <w:t>COT3</w:t>
            </w:r>
            <w:r w:rsidR="00EC0578" w:rsidRPr="00EC0578">
              <w:t xml:space="preserve">XXX </w:t>
            </w:r>
            <w:r w:rsidR="00506506">
              <w:t>Apply c</w:t>
            </w:r>
            <w:r w:rsidR="00506506" w:rsidRPr="00506506">
              <w:t>ommunication protocols in vegetation clearing and clean-up operations in bushfire zone</w:t>
            </w:r>
            <w:r w:rsidR="00506506" w:rsidRPr="00506506" w:rsidDel="00586836">
              <w:t xml:space="preserve"> 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491EFFBD" w:rsidR="00FC325D" w:rsidRDefault="00FC325D" w:rsidP="0035416A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4545D9EA" w14:textId="77777777" w:rsidR="006F74AF" w:rsidRPr="00FC325D" w:rsidRDefault="006F74AF" w:rsidP="0035416A">
            <w:pPr>
              <w:pStyle w:val="SIText"/>
            </w:pPr>
          </w:p>
          <w:p w14:paraId="7E28FD1D" w14:textId="6CEDE5A6" w:rsidR="006F74AF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proofErr w:type="gramStart"/>
            <w:r w:rsidR="0053779C">
              <w:t>participated</w:t>
            </w:r>
            <w:proofErr w:type="gramEnd"/>
            <w:r w:rsidR="0053779C">
              <w:t xml:space="preserve"> in </w:t>
            </w:r>
            <w:r w:rsidR="00B429B3">
              <w:t xml:space="preserve">a </w:t>
            </w:r>
            <w:r w:rsidR="0053779C">
              <w:t xml:space="preserve">bushfire </w:t>
            </w:r>
            <w:r w:rsidR="00BE3150" w:rsidRPr="00051DF3">
              <w:t xml:space="preserve">vegetation </w:t>
            </w:r>
            <w:r w:rsidR="00D25AC1">
              <w:t xml:space="preserve">clearing </w:t>
            </w:r>
            <w:r w:rsidR="00B429B3">
              <w:t xml:space="preserve">or </w:t>
            </w:r>
            <w:r w:rsidR="00B429B3" w:rsidRPr="00051DF3">
              <w:t>clean-up</w:t>
            </w:r>
            <w:r w:rsidR="00B429B3" w:rsidRPr="00B429B3">
              <w:t xml:space="preserve"> operation </w:t>
            </w:r>
            <w:r w:rsidR="00BE3150" w:rsidRPr="00051DF3">
              <w:t xml:space="preserve">on </w:t>
            </w:r>
            <w:r w:rsidR="00BE3150">
              <w:t xml:space="preserve">the fire ground or in the </w:t>
            </w:r>
            <w:r w:rsidR="00BE3150" w:rsidRPr="00051DF3">
              <w:t xml:space="preserve">immediate/short term post-fire recovery phase </w:t>
            </w:r>
            <w:r w:rsidR="0053779C">
              <w:t xml:space="preserve">in </w:t>
            </w:r>
            <w:r w:rsidR="00EC0578">
              <w:t>two different</w:t>
            </w:r>
            <w:r w:rsidR="00AB7C42">
              <w:t xml:space="preserve"> locations</w:t>
            </w:r>
            <w:r w:rsidR="002A2F27">
              <w:t>,</w:t>
            </w:r>
            <w:r w:rsidR="00BE3150" w:rsidRPr="00051DF3">
              <w:t xml:space="preserve"> </w:t>
            </w:r>
            <w:r w:rsidR="002A2F27">
              <w:t xml:space="preserve">either on </w:t>
            </w:r>
            <w:r w:rsidR="00BE3150" w:rsidRPr="00051DF3">
              <w:t xml:space="preserve">private </w:t>
            </w:r>
            <w:r w:rsidR="002A2F27">
              <w:t>or</w:t>
            </w:r>
            <w:r w:rsidR="00BE3150" w:rsidRPr="00051DF3">
              <w:t xml:space="preserve"> public land including main roads</w:t>
            </w:r>
            <w:r w:rsidR="002A2F27">
              <w:t>.</w:t>
            </w:r>
            <w:r w:rsidR="0017716E">
              <w:t xml:space="preserve"> </w:t>
            </w:r>
          </w:p>
          <w:p w14:paraId="15BD5596" w14:textId="77777777" w:rsidR="006F74AF" w:rsidRDefault="006F74AF" w:rsidP="00AB7C42">
            <w:pPr>
              <w:pStyle w:val="SIText"/>
            </w:pPr>
          </w:p>
          <w:p w14:paraId="73A5B68C" w14:textId="48447ED3" w:rsidR="006F74AF" w:rsidRDefault="006F74AF" w:rsidP="00AB7C42">
            <w:pPr>
              <w:pStyle w:val="SIText"/>
            </w:pPr>
            <w:r>
              <w:t>In performing each of these activities, the individual has:</w:t>
            </w:r>
          </w:p>
          <w:p w14:paraId="52C76B9F" w14:textId="77FB85D3" w:rsidR="0053779C" w:rsidRPr="0053779C" w:rsidRDefault="00255659" w:rsidP="0053779C">
            <w:pPr>
              <w:pStyle w:val="SIBulletList1"/>
            </w:pPr>
            <w:r w:rsidRPr="00255659">
              <w:t>communicate</w:t>
            </w:r>
            <w:r w:rsidR="006F74AF">
              <w:t>d</w:t>
            </w:r>
            <w:r w:rsidRPr="00255659">
              <w:t xml:space="preserve"> effectively with </w:t>
            </w:r>
            <w:r w:rsidR="00894C05">
              <w:t xml:space="preserve">people involved in </w:t>
            </w:r>
            <w:r w:rsidR="00BB7B6D">
              <w:t xml:space="preserve">the </w:t>
            </w:r>
            <w:r w:rsidR="002A2F27" w:rsidRPr="002A2F27">
              <w:t xml:space="preserve">bushfire </w:t>
            </w:r>
            <w:r w:rsidR="00894C05">
              <w:t>vegetation operation</w:t>
            </w:r>
            <w:r w:rsidRPr="00255659">
              <w:t xml:space="preserve"> in line with the command and communications structure</w:t>
            </w:r>
          </w:p>
          <w:p w14:paraId="490AFBD0" w14:textId="6F45DF91" w:rsidR="0053779C" w:rsidRDefault="0053779C" w:rsidP="0053779C">
            <w:pPr>
              <w:pStyle w:val="SIBulletList1"/>
            </w:pPr>
            <w:r>
              <w:t>u</w:t>
            </w:r>
            <w:r w:rsidRPr="0053779C">
              <w:t>se</w:t>
            </w:r>
            <w:r w:rsidR="00581141">
              <w:t>d</w:t>
            </w:r>
            <w:r w:rsidRPr="0053779C">
              <w:t xml:space="preserve"> correct terminology </w:t>
            </w:r>
            <w:r>
              <w:t xml:space="preserve">when </w:t>
            </w:r>
            <w:r w:rsidR="00AF18CD">
              <w:t>communicating</w:t>
            </w:r>
            <w:r w:rsidRPr="0053779C">
              <w:t xml:space="preserve"> with </w:t>
            </w:r>
            <w:r w:rsidR="00894C05">
              <w:t xml:space="preserve">people </w:t>
            </w:r>
            <w:r w:rsidR="00894C05" w:rsidRPr="00894C05">
              <w:t xml:space="preserve">involved in </w:t>
            </w:r>
            <w:r w:rsidR="00BB7B6D">
              <w:t xml:space="preserve">the </w:t>
            </w:r>
            <w:r w:rsidR="00894C05" w:rsidRPr="00894C05">
              <w:t>bushfire vegetation operation</w:t>
            </w:r>
            <w:r w:rsidR="002A2F27" w:rsidRPr="002A2F27">
              <w:t xml:space="preserve"> </w:t>
            </w:r>
          </w:p>
          <w:p w14:paraId="37DFD560" w14:textId="2516A1ED" w:rsidR="0053779C" w:rsidRPr="0053779C" w:rsidRDefault="0053779C" w:rsidP="0053779C">
            <w:pPr>
              <w:pStyle w:val="SIBulletList1"/>
            </w:pPr>
            <w:r>
              <w:t>participated in briefing and debriefing activities</w:t>
            </w:r>
          </w:p>
          <w:p w14:paraId="178070EC" w14:textId="013CD813" w:rsidR="000E714F" w:rsidRDefault="0053779C" w:rsidP="0053779C">
            <w:pPr>
              <w:pStyle w:val="SIBulletList1"/>
            </w:pPr>
            <w:r>
              <w:t xml:space="preserve">communicated complex information related to </w:t>
            </w:r>
            <w:r w:rsidR="00BB7B6D">
              <w:t xml:space="preserve">the </w:t>
            </w:r>
            <w:r>
              <w:t>bushfire</w:t>
            </w:r>
            <w:r w:rsidR="002A2F27" w:rsidRPr="002A2F27">
              <w:t xml:space="preserve"> vegetation </w:t>
            </w:r>
            <w:r>
              <w:t>operation according to chain of command</w:t>
            </w:r>
          </w:p>
          <w:p w14:paraId="1B35CB00" w14:textId="405100EA" w:rsidR="00AF18CD" w:rsidRPr="000754EC" w:rsidRDefault="00B429B3" w:rsidP="002911D4">
            <w:pPr>
              <w:pStyle w:val="SIBulletList1"/>
            </w:pPr>
            <w:r>
              <w:t xml:space="preserve">recognised </w:t>
            </w:r>
            <w:r w:rsidRPr="00A323D9">
              <w:t>communication</w:t>
            </w:r>
            <w:r>
              <w:t xml:space="preserve"> b</w:t>
            </w:r>
            <w:r w:rsidRPr="00A323D9">
              <w:t xml:space="preserve">arriers </w:t>
            </w:r>
            <w:r>
              <w:t xml:space="preserve">or </w:t>
            </w:r>
            <w:proofErr w:type="gramStart"/>
            <w:r>
              <w:t>possible conflict</w:t>
            </w:r>
            <w:proofErr w:type="gramEnd"/>
            <w:r>
              <w:t xml:space="preserve"> situations</w:t>
            </w:r>
            <w:r w:rsidRPr="00A323D9">
              <w:t xml:space="preserve"> </w:t>
            </w:r>
            <w:r>
              <w:t xml:space="preserve">with team members or others in </w:t>
            </w:r>
            <w:r w:rsidR="00BB7B6D">
              <w:t xml:space="preserve">the </w:t>
            </w:r>
            <w:r>
              <w:t>bushfire zone, and devised solutions within own area of responsibility</w:t>
            </w:r>
            <w:r w:rsidR="00BB7B6D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39FB3F7E" w14:textId="7E9CD7D0" w:rsidR="00320BD2" w:rsidRDefault="0058114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bushfire </w:t>
            </w:r>
            <w:r w:rsidR="00953A8D">
              <w:rPr>
                <w:rFonts w:eastAsiaTheme="minorHAnsi"/>
              </w:rPr>
              <w:t xml:space="preserve">and post-bushfire </w:t>
            </w:r>
            <w:r w:rsidR="00523F81">
              <w:rPr>
                <w:rFonts w:eastAsiaTheme="minorHAnsi"/>
              </w:rPr>
              <w:t>command and communications structure</w:t>
            </w:r>
            <w:r w:rsidR="00953A8D">
              <w:rPr>
                <w:rFonts w:eastAsiaTheme="minorHAnsi"/>
              </w:rPr>
              <w:t xml:space="preserve"> including:</w:t>
            </w:r>
            <w:r w:rsidR="00523F81">
              <w:rPr>
                <w:rFonts w:eastAsiaTheme="minorHAnsi"/>
              </w:rPr>
              <w:t xml:space="preserve"> </w:t>
            </w:r>
          </w:p>
          <w:p w14:paraId="21695F82" w14:textId="062E05A7" w:rsidR="00320BD2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management structure</w:t>
            </w:r>
          </w:p>
          <w:p w14:paraId="585AED18" w14:textId="559A9A2E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communications plan</w:t>
            </w:r>
          </w:p>
          <w:p w14:paraId="78212B9D" w14:textId="2C79F378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radio channels</w:t>
            </w:r>
          </w:p>
          <w:p w14:paraId="5D7DFB3D" w14:textId="3C9AC3B4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strategic telephone numbers</w:t>
            </w:r>
          </w:p>
          <w:p w14:paraId="1852A62C" w14:textId="7A2A6B6F" w:rsidR="009A0E99" w:rsidRPr="00AB7C42" w:rsidRDefault="009A0E99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digital platforms</w:t>
            </w:r>
          </w:p>
          <w:p w14:paraId="45CF6E06" w14:textId="01B175CA" w:rsidR="0053779C" w:rsidRDefault="0053779C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purpose, scheduling and format of briefings and debriefings</w:t>
            </w:r>
            <w:r w:rsidR="000C4BC9">
              <w:rPr>
                <w:rFonts w:eastAsiaTheme="minorHAnsi"/>
              </w:rPr>
              <w:t xml:space="preserve"> related to </w:t>
            </w:r>
            <w:r w:rsidR="000C4BC9">
              <w:t xml:space="preserve">bushfire </w:t>
            </w:r>
            <w:r w:rsidR="000C4BC9" w:rsidRPr="000C4BC9">
              <w:t>vegetation operations</w:t>
            </w:r>
          </w:p>
          <w:p w14:paraId="287EE49E" w14:textId="712FB175" w:rsidR="00523F81" w:rsidRPr="0053779C" w:rsidRDefault="00523F8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bushfire warnings and advice</w:t>
            </w:r>
            <w:r w:rsidR="000C4BC9">
              <w:rPr>
                <w:rFonts w:eastAsiaTheme="minorHAnsi"/>
              </w:rPr>
              <w:t xml:space="preserve"> applicable in bushfire zones</w:t>
            </w:r>
          </w:p>
          <w:p w14:paraId="74DF3158" w14:textId="23751607" w:rsidR="0053779C" w:rsidRPr="0053779C" w:rsidRDefault="0053779C" w:rsidP="0053779C">
            <w:pPr>
              <w:pStyle w:val="SIBulletList1"/>
            </w:pPr>
            <w:r>
              <w:t xml:space="preserve">bushfire recovery plans </w:t>
            </w:r>
            <w:r w:rsidR="00FF36DF">
              <w:t xml:space="preserve">and workplace procedures in relation to bushfire vegetation operations </w:t>
            </w:r>
          </w:p>
          <w:p w14:paraId="426CE099" w14:textId="5DDAC656" w:rsidR="0053779C" w:rsidRPr="0053779C" w:rsidRDefault="0053779C" w:rsidP="0053779C">
            <w:pPr>
              <w:pStyle w:val="SIBulletList1"/>
            </w:pPr>
            <w:r w:rsidRPr="0053779C">
              <w:t xml:space="preserve">layout of area under control and potential obstacles for </w:t>
            </w:r>
            <w:r>
              <w:t xml:space="preserve">contractors and </w:t>
            </w:r>
            <w:r w:rsidR="003B78D7">
              <w:t>others</w:t>
            </w:r>
            <w:r>
              <w:t xml:space="preserve"> involved in bushfire </w:t>
            </w:r>
            <w:r w:rsidR="000C4BC9">
              <w:t xml:space="preserve">vegetation </w:t>
            </w:r>
            <w:r w:rsidR="003B78D7">
              <w:t>operations</w:t>
            </w:r>
          </w:p>
          <w:p w14:paraId="65F12C70" w14:textId="6BC47A99" w:rsidR="0053779C" w:rsidRPr="0053779C" w:rsidRDefault="0053779C" w:rsidP="0053779C">
            <w:pPr>
              <w:pStyle w:val="SIBulletList1"/>
            </w:pPr>
            <w:r w:rsidRPr="0053779C">
              <w:t>procedures for contacting emergency personnel and other relevant stakeholders</w:t>
            </w:r>
            <w:r w:rsidR="000C4BC9">
              <w:t xml:space="preserve"> </w:t>
            </w:r>
            <w:r w:rsidR="00FF36DF">
              <w:t>during</w:t>
            </w:r>
            <w:r w:rsidR="000C4BC9">
              <w:t xml:space="preserve"> bushfire </w:t>
            </w:r>
            <w:r w:rsidR="000C4BC9" w:rsidRPr="000C4BC9">
              <w:t>vegetation operations</w:t>
            </w:r>
          </w:p>
          <w:p w14:paraId="4C16DDAF" w14:textId="342059AA" w:rsidR="000C4BC9" w:rsidRPr="000C4BC9" w:rsidRDefault="003B78D7" w:rsidP="000C4BC9">
            <w:pPr>
              <w:pStyle w:val="SIBulletList1"/>
            </w:pPr>
            <w:r w:rsidRPr="0053779C">
              <w:t>safe working</w:t>
            </w:r>
            <w:r w:rsidR="0053779C" w:rsidRPr="0053779C">
              <w:t xml:space="preserve"> system and workplace procedures</w:t>
            </w:r>
            <w:r w:rsidR="000C4BC9">
              <w:t xml:space="preserve"> in bushfire </w:t>
            </w:r>
            <w:r w:rsidR="000C4BC9" w:rsidRPr="000C4BC9">
              <w:t>vegetation operations</w:t>
            </w:r>
          </w:p>
          <w:p w14:paraId="2DE0D72B" w14:textId="3FF52121" w:rsidR="009A0E99" w:rsidRDefault="009A0E99" w:rsidP="0053779C">
            <w:pPr>
              <w:pStyle w:val="SIBulletList1"/>
            </w:pPr>
            <w:r>
              <w:t xml:space="preserve">stakeholders in bushfire </w:t>
            </w:r>
            <w:r w:rsidR="002911D4">
              <w:t xml:space="preserve">and post-bushfire </w:t>
            </w:r>
            <w:r w:rsidR="000C4BC9">
              <w:t xml:space="preserve">vegetation </w:t>
            </w:r>
            <w:r>
              <w:t>operations</w:t>
            </w:r>
            <w:r w:rsidR="00953A8D">
              <w:t xml:space="preserve"> including:</w:t>
            </w:r>
          </w:p>
          <w:p w14:paraId="6DA2E40A" w14:textId="77777777" w:rsidR="009A0E99" w:rsidRDefault="009A0E99" w:rsidP="009A0E99">
            <w:pPr>
              <w:pStyle w:val="SIBulletList2"/>
            </w:pPr>
            <w:r>
              <w:t>contractors</w:t>
            </w:r>
          </w:p>
          <w:p w14:paraId="10E343CB" w14:textId="1A6794F3" w:rsidR="009A0E99" w:rsidRDefault="009A0E99" w:rsidP="009A0E99">
            <w:pPr>
              <w:pStyle w:val="SIBulletList2"/>
            </w:pPr>
            <w:r>
              <w:t>bushfire agency</w:t>
            </w:r>
          </w:p>
          <w:p w14:paraId="3BDB6695" w14:textId="593993AD" w:rsidR="009A0E99" w:rsidRDefault="009A0E99" w:rsidP="009A0E99">
            <w:pPr>
              <w:pStyle w:val="SIBulletList2"/>
            </w:pPr>
            <w:r w:rsidRPr="009A0E99">
              <w:t>bushfire recovery personnel</w:t>
            </w:r>
          </w:p>
          <w:p w14:paraId="40754A94" w14:textId="14F8721C" w:rsidR="009A0E99" w:rsidRDefault="009A0E99" w:rsidP="009A0E99">
            <w:pPr>
              <w:pStyle w:val="SIBulletList2"/>
            </w:pPr>
            <w:r w:rsidRPr="009A0E99">
              <w:t>people affected by bushfires</w:t>
            </w:r>
          </w:p>
          <w:p w14:paraId="6AC83A9A" w14:textId="6AFB2989" w:rsidR="009A0E99" w:rsidRPr="0053779C" w:rsidRDefault="009A0E99" w:rsidP="009A0E99">
            <w:pPr>
              <w:pStyle w:val="SIBulletList2"/>
            </w:pPr>
            <w:r w:rsidRPr="009A0E99">
              <w:t>community representatives</w:t>
            </w:r>
          </w:p>
          <w:p w14:paraId="3D260097" w14:textId="3A04BDE3" w:rsidR="00581141" w:rsidRDefault="00581141" w:rsidP="0053779C">
            <w:pPr>
              <w:pStyle w:val="SIBulletList1"/>
            </w:pPr>
            <w:r>
              <w:t xml:space="preserve">terminology used in bushfire </w:t>
            </w:r>
            <w:r w:rsidR="00953A8D">
              <w:t xml:space="preserve">and post-bushfire </w:t>
            </w:r>
            <w:r>
              <w:t>operations</w:t>
            </w:r>
            <w:r w:rsidR="002911D4">
              <w:t xml:space="preserve"> and in relation to bushfire </w:t>
            </w:r>
            <w:r w:rsidR="00D32834" w:rsidRPr="00506506">
              <w:t>vegetation clearing and clean-up</w:t>
            </w:r>
            <w:r w:rsidR="00D32834">
              <w:t xml:space="preserve"> operations</w:t>
            </w:r>
          </w:p>
          <w:p w14:paraId="1497A604" w14:textId="602E7FA5" w:rsidR="00A304EE" w:rsidRDefault="00A304EE" w:rsidP="0053779C">
            <w:pPr>
              <w:pStyle w:val="SIBulletList1"/>
            </w:pPr>
            <w:r>
              <w:t xml:space="preserve">procedures for communicating and </w:t>
            </w:r>
            <w:r w:rsidR="00621B9E">
              <w:t xml:space="preserve">confirming understanding of </w:t>
            </w:r>
            <w:r>
              <w:t xml:space="preserve">complex information </w:t>
            </w:r>
            <w:r w:rsidR="00621B9E">
              <w:t xml:space="preserve">related to </w:t>
            </w:r>
            <w:r w:rsidR="00D32834">
              <w:t xml:space="preserve">bushfire </w:t>
            </w:r>
            <w:r w:rsidR="00D32834" w:rsidRPr="00D32834">
              <w:t>vegetation operations</w:t>
            </w:r>
          </w:p>
          <w:p w14:paraId="0BF4178F" w14:textId="62F59191" w:rsidR="00FE3148" w:rsidRPr="0007203E" w:rsidRDefault="00581141" w:rsidP="00581141">
            <w:pPr>
              <w:pStyle w:val="SIBulletList1"/>
            </w:pPr>
            <w:r>
              <w:t xml:space="preserve">typical </w:t>
            </w:r>
            <w:r w:rsidRPr="00581141">
              <w:t>communication difficulties and problems</w:t>
            </w:r>
            <w:r>
              <w:t xml:space="preserve"> that may occur in bushfire </w:t>
            </w:r>
            <w:r w:rsidR="00D32834">
              <w:t>vege</w:t>
            </w:r>
            <w:r w:rsidR="00953A8D">
              <w:t>t</w:t>
            </w:r>
            <w:r w:rsidR="00D32834">
              <w:t xml:space="preserve">ation </w:t>
            </w:r>
            <w:r>
              <w:t>operations</w:t>
            </w:r>
            <w:r w:rsidR="0053779C">
              <w:t xml:space="preserve"> </w:t>
            </w:r>
            <w:r w:rsidR="0053779C" w:rsidRPr="0053779C">
              <w:t xml:space="preserve">and the </w:t>
            </w:r>
            <w:proofErr w:type="gramStart"/>
            <w:r w:rsidR="0053779C" w:rsidRPr="0053779C">
              <w:t>appropriate action</w:t>
            </w:r>
            <w:proofErr w:type="gramEnd"/>
            <w:r w:rsidR="0053779C" w:rsidRPr="0053779C">
              <w:t xml:space="preserve"> to be taken in each case.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530ADF6D" w14:textId="77777777" w:rsidR="00CE160A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E4BC302" w14:textId="77777777" w:rsidR="00953A8D" w:rsidRPr="00953A8D" w:rsidRDefault="00953A8D" w:rsidP="00953A8D">
            <w:pPr>
              <w:pStyle w:val="SIBulletList1"/>
            </w:pPr>
            <w:r w:rsidRPr="002A606B">
              <w:t>physical conditions:</w:t>
            </w:r>
          </w:p>
          <w:p w14:paraId="64444F7B" w14:textId="28BBA01B" w:rsidR="00FC325D" w:rsidRPr="00FC325D" w:rsidRDefault="00953A8D" w:rsidP="00DE4A60">
            <w:pPr>
              <w:pStyle w:val="SIBulletList2"/>
            </w:pPr>
            <w:r w:rsidRPr="000665C1">
              <w:t xml:space="preserve">skills must be </w:t>
            </w:r>
            <w:proofErr w:type="gramStart"/>
            <w:r w:rsidRPr="000665C1">
              <w:t>demonstrated</w:t>
            </w:r>
            <w:proofErr w:type="gramEnd"/>
            <w:r w:rsidRPr="000665C1">
              <w:t xml:space="preserve"> in</w:t>
            </w:r>
            <w:r w:rsidRPr="00953A8D">
              <w:t xml:space="preserve"> a work environment or an environment that accurately represents workplace conditions</w:t>
            </w:r>
            <w:r w:rsidR="00FC325D"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lastRenderedPageBreak/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C275FFB" w:rsidR="008E2FD6" w:rsidRDefault="00AF18CD" w:rsidP="008E2FD6">
            <w:pPr>
              <w:pStyle w:val="SIBulletList2"/>
            </w:pPr>
            <w:r>
              <w:t>communication plan</w:t>
            </w:r>
            <w:r w:rsidR="00953A8D">
              <w:t xml:space="preserve"> used in bushfire </w:t>
            </w:r>
            <w:r w:rsidR="00953A8D" w:rsidRPr="00953A8D">
              <w:t>and post-bushfire operations</w:t>
            </w:r>
          </w:p>
          <w:p w14:paraId="1ADDBD62" w14:textId="07CEBBE9" w:rsidR="00AE4E4E" w:rsidRDefault="00AE4E4E" w:rsidP="008E2FD6">
            <w:pPr>
              <w:pStyle w:val="SIBulletList2"/>
            </w:pPr>
            <w:r>
              <w:t>communications systems</w:t>
            </w:r>
            <w:r w:rsidR="00AF18CD">
              <w:t xml:space="preserve"> used in bushfire </w:t>
            </w:r>
            <w:r w:rsidR="00953A8D">
              <w:t xml:space="preserve">and post-bushfire </w:t>
            </w:r>
            <w:r w:rsidR="00AF18CD">
              <w:t>operations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72B515F6" w14:textId="77777777" w:rsidR="00953A8D" w:rsidRDefault="00AF18CD" w:rsidP="00EE4378">
            <w:pPr>
              <w:pStyle w:val="SIBulletList2"/>
            </w:pPr>
            <w:r>
              <w:t xml:space="preserve">organisational description of chain of command in </w:t>
            </w:r>
            <w:r w:rsidR="00953A8D">
              <w:t xml:space="preserve">bushfire </w:t>
            </w:r>
            <w:r w:rsidR="00953A8D" w:rsidRPr="00953A8D">
              <w:t>and post-bushfire operations</w:t>
            </w:r>
            <w:r w:rsidR="00953A8D">
              <w:t>.</w:t>
            </w:r>
          </w:p>
          <w:p w14:paraId="128F4D6E" w14:textId="5137C6B2" w:rsidR="00EE4378" w:rsidRPr="00EE4378" w:rsidRDefault="00953A8D" w:rsidP="00DE4A60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953A8D" w:rsidDel="00953A8D">
              <w:t xml:space="preserve"> </w:t>
            </w: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4C75B" w14:textId="77777777" w:rsidR="00634438" w:rsidRDefault="00634438" w:rsidP="00BF3F0A">
      <w:r>
        <w:separator/>
      </w:r>
    </w:p>
    <w:p w14:paraId="7FF0DD40" w14:textId="77777777" w:rsidR="00634438" w:rsidRDefault="00634438"/>
  </w:endnote>
  <w:endnote w:type="continuationSeparator" w:id="0">
    <w:p w14:paraId="7474315F" w14:textId="77777777" w:rsidR="00634438" w:rsidRDefault="00634438" w:rsidP="00BF3F0A">
      <w:r>
        <w:continuationSeparator/>
      </w:r>
    </w:p>
    <w:p w14:paraId="2896FCC1" w14:textId="77777777" w:rsidR="00634438" w:rsidRDefault="00634438"/>
  </w:endnote>
  <w:endnote w:type="continuationNotice" w:id="1">
    <w:p w14:paraId="03907938" w14:textId="77777777" w:rsidR="00634438" w:rsidRDefault="00634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E6E4" w14:textId="77777777" w:rsidR="00634438" w:rsidRDefault="00634438" w:rsidP="00BF3F0A">
      <w:r>
        <w:separator/>
      </w:r>
    </w:p>
    <w:p w14:paraId="0B3B96A4" w14:textId="77777777" w:rsidR="00634438" w:rsidRDefault="00634438"/>
  </w:footnote>
  <w:footnote w:type="continuationSeparator" w:id="0">
    <w:p w14:paraId="3C0BE057" w14:textId="77777777" w:rsidR="00634438" w:rsidRDefault="00634438" w:rsidP="00BF3F0A">
      <w:r>
        <w:continuationSeparator/>
      </w:r>
    </w:p>
    <w:p w14:paraId="2EAA4BB0" w14:textId="77777777" w:rsidR="00634438" w:rsidRDefault="00634438"/>
  </w:footnote>
  <w:footnote w:type="continuationNotice" w:id="1">
    <w:p w14:paraId="1B9E2B5B" w14:textId="77777777" w:rsidR="00634438" w:rsidRDefault="006344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7D8D2FD4" w:rsidR="00B5633D" w:rsidRPr="00956978" w:rsidRDefault="00507499" w:rsidP="00DE4A60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506506">
      <w:t>COT3</w:t>
    </w:r>
    <w:r w:rsidR="009B23A1" w:rsidRPr="00D2012C">
      <w:t xml:space="preserve">XXX </w:t>
    </w:r>
    <w:r w:rsidR="00506506">
      <w:t xml:space="preserve">Apply communication protocols in vegetation clearing and clean-up operations in </w:t>
    </w:r>
    <w:r w:rsidR="00506506" w:rsidRPr="006454BA">
      <w:t>bushfire</w:t>
    </w:r>
    <w:r w:rsidR="00506506">
      <w:t xml:space="preserve"> zone</w:t>
    </w:r>
    <w:r w:rsidR="00506506" w:rsidDel="0050650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3F96BA6"/>
    <w:multiLevelType w:val="multilevel"/>
    <w:tmpl w:val="17C65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EB4B33"/>
    <w:multiLevelType w:val="multilevel"/>
    <w:tmpl w:val="2FD46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9"/>
  </w:num>
  <w:num w:numId="4">
    <w:abstractNumId w:val="41"/>
  </w:num>
  <w:num w:numId="5">
    <w:abstractNumId w:val="4"/>
  </w:num>
  <w:num w:numId="6">
    <w:abstractNumId w:val="22"/>
  </w:num>
  <w:num w:numId="7">
    <w:abstractNumId w:val="7"/>
  </w:num>
  <w:num w:numId="8">
    <w:abstractNumId w:val="1"/>
  </w:num>
  <w:num w:numId="9">
    <w:abstractNumId w:val="39"/>
  </w:num>
  <w:num w:numId="10">
    <w:abstractNumId w:val="29"/>
  </w:num>
  <w:num w:numId="11">
    <w:abstractNumId w:val="38"/>
  </w:num>
  <w:num w:numId="12">
    <w:abstractNumId w:val="35"/>
  </w:num>
  <w:num w:numId="13">
    <w:abstractNumId w:val="43"/>
  </w:num>
  <w:num w:numId="14">
    <w:abstractNumId w:val="13"/>
  </w:num>
  <w:num w:numId="15">
    <w:abstractNumId w:val="14"/>
  </w:num>
  <w:num w:numId="16">
    <w:abstractNumId w:val="44"/>
  </w:num>
  <w:num w:numId="17">
    <w:abstractNumId w:val="28"/>
  </w:num>
  <w:num w:numId="18">
    <w:abstractNumId w:val="3"/>
  </w:num>
  <w:num w:numId="19">
    <w:abstractNumId w:val="25"/>
  </w:num>
  <w:num w:numId="20">
    <w:abstractNumId w:val="35"/>
  </w:num>
  <w:num w:numId="21">
    <w:abstractNumId w:val="2"/>
  </w:num>
  <w:num w:numId="22">
    <w:abstractNumId w:val="12"/>
  </w:num>
  <w:num w:numId="23">
    <w:abstractNumId w:val="35"/>
  </w:num>
  <w:num w:numId="24">
    <w:abstractNumId w:val="33"/>
  </w:num>
  <w:num w:numId="25">
    <w:abstractNumId w:val="34"/>
  </w:num>
  <w:num w:numId="26">
    <w:abstractNumId w:val="6"/>
  </w:num>
  <w:num w:numId="27">
    <w:abstractNumId w:val="6"/>
  </w:num>
  <w:num w:numId="28">
    <w:abstractNumId w:val="18"/>
  </w:num>
  <w:num w:numId="29">
    <w:abstractNumId w:val="10"/>
  </w:num>
  <w:num w:numId="30">
    <w:abstractNumId w:val="20"/>
  </w:num>
  <w:num w:numId="31">
    <w:abstractNumId w:val="32"/>
  </w:num>
  <w:num w:numId="32">
    <w:abstractNumId w:val="0"/>
  </w:num>
  <w:num w:numId="33">
    <w:abstractNumId w:val="31"/>
  </w:num>
  <w:num w:numId="34">
    <w:abstractNumId w:val="11"/>
  </w:num>
  <w:num w:numId="35">
    <w:abstractNumId w:val="8"/>
  </w:num>
  <w:num w:numId="36">
    <w:abstractNumId w:val="30"/>
  </w:num>
  <w:num w:numId="37">
    <w:abstractNumId w:val="5"/>
  </w:num>
  <w:num w:numId="38">
    <w:abstractNumId w:val="36"/>
  </w:num>
  <w:num w:numId="39">
    <w:abstractNumId w:val="40"/>
  </w:num>
  <w:num w:numId="40">
    <w:abstractNumId w:val="17"/>
  </w:num>
  <w:num w:numId="41">
    <w:abstractNumId w:val="24"/>
  </w:num>
  <w:num w:numId="42">
    <w:abstractNumId w:val="21"/>
  </w:num>
  <w:num w:numId="43">
    <w:abstractNumId w:val="26"/>
  </w:num>
  <w:num w:numId="44">
    <w:abstractNumId w:val="37"/>
  </w:num>
  <w:num w:numId="45">
    <w:abstractNumId w:val="27"/>
  </w:num>
  <w:num w:numId="46">
    <w:abstractNumId w:val="42"/>
  </w:num>
  <w:num w:numId="47">
    <w:abstractNumId w:val="0"/>
  </w:num>
  <w:num w:numId="48">
    <w:abstractNumId w:val="19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gFAAKkcV4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4761"/>
    <w:rsid w:val="00026F9E"/>
    <w:rsid w:val="000275AE"/>
    <w:rsid w:val="00027B54"/>
    <w:rsid w:val="00041E59"/>
    <w:rsid w:val="00050094"/>
    <w:rsid w:val="000510BA"/>
    <w:rsid w:val="00051DF3"/>
    <w:rsid w:val="00064BFE"/>
    <w:rsid w:val="00065448"/>
    <w:rsid w:val="00066173"/>
    <w:rsid w:val="00070B3E"/>
    <w:rsid w:val="00070C0F"/>
    <w:rsid w:val="00071F95"/>
    <w:rsid w:val="0007203E"/>
    <w:rsid w:val="000737BB"/>
    <w:rsid w:val="00074E47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C4BC9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3FAE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2F9D"/>
    <w:rsid w:val="0025514A"/>
    <w:rsid w:val="00255659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11D4"/>
    <w:rsid w:val="00293E32"/>
    <w:rsid w:val="002970C3"/>
    <w:rsid w:val="002A25D2"/>
    <w:rsid w:val="002A2A57"/>
    <w:rsid w:val="002A2F2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5BAE"/>
    <w:rsid w:val="00331DAD"/>
    <w:rsid w:val="0033669A"/>
    <w:rsid w:val="00337E82"/>
    <w:rsid w:val="00341F3B"/>
    <w:rsid w:val="00346FDC"/>
    <w:rsid w:val="0034799E"/>
    <w:rsid w:val="00350BB1"/>
    <w:rsid w:val="00352C83"/>
    <w:rsid w:val="0035300D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B78D7"/>
    <w:rsid w:val="003C13AE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4366"/>
    <w:rsid w:val="00434ECE"/>
    <w:rsid w:val="004369ED"/>
    <w:rsid w:val="00444423"/>
    <w:rsid w:val="00451A3F"/>
    <w:rsid w:val="00452F3E"/>
    <w:rsid w:val="00454D42"/>
    <w:rsid w:val="004640AE"/>
    <w:rsid w:val="00464CDF"/>
    <w:rsid w:val="004679E3"/>
    <w:rsid w:val="00471313"/>
    <w:rsid w:val="00473BC2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0C66"/>
    <w:rsid w:val="004B29B7"/>
    <w:rsid w:val="004B4D1B"/>
    <w:rsid w:val="004B7A28"/>
    <w:rsid w:val="004C17FC"/>
    <w:rsid w:val="004C1E4E"/>
    <w:rsid w:val="004C2244"/>
    <w:rsid w:val="004C29A9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1A9F"/>
    <w:rsid w:val="004E481B"/>
    <w:rsid w:val="004E5FAE"/>
    <w:rsid w:val="004E6245"/>
    <w:rsid w:val="004E6741"/>
    <w:rsid w:val="004E7094"/>
    <w:rsid w:val="004F1FF0"/>
    <w:rsid w:val="004F322E"/>
    <w:rsid w:val="004F3B49"/>
    <w:rsid w:val="004F5DC7"/>
    <w:rsid w:val="004F772B"/>
    <w:rsid w:val="004F78DA"/>
    <w:rsid w:val="00500F6A"/>
    <w:rsid w:val="00502F9B"/>
    <w:rsid w:val="00506506"/>
    <w:rsid w:val="00507499"/>
    <w:rsid w:val="005132BC"/>
    <w:rsid w:val="005145AB"/>
    <w:rsid w:val="00520E9A"/>
    <w:rsid w:val="00522811"/>
    <w:rsid w:val="00523F81"/>
    <w:rsid w:val="005248C1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1141"/>
    <w:rsid w:val="00583902"/>
    <w:rsid w:val="005855BE"/>
    <w:rsid w:val="00586836"/>
    <w:rsid w:val="00586D56"/>
    <w:rsid w:val="00594F73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BD1"/>
    <w:rsid w:val="005C5D19"/>
    <w:rsid w:val="005C68D9"/>
    <w:rsid w:val="005C7FC9"/>
    <w:rsid w:val="005D1AFD"/>
    <w:rsid w:val="005D534C"/>
    <w:rsid w:val="005E2E08"/>
    <w:rsid w:val="005E51E6"/>
    <w:rsid w:val="005F027A"/>
    <w:rsid w:val="005F33CC"/>
    <w:rsid w:val="005F4293"/>
    <w:rsid w:val="005F771F"/>
    <w:rsid w:val="006073AB"/>
    <w:rsid w:val="00611A62"/>
    <w:rsid w:val="006121D4"/>
    <w:rsid w:val="00612945"/>
    <w:rsid w:val="00613B49"/>
    <w:rsid w:val="00616845"/>
    <w:rsid w:val="00620E8E"/>
    <w:rsid w:val="00621B9E"/>
    <w:rsid w:val="00622332"/>
    <w:rsid w:val="00622716"/>
    <w:rsid w:val="00632CDE"/>
    <w:rsid w:val="00633CFE"/>
    <w:rsid w:val="00634438"/>
    <w:rsid w:val="00634FCA"/>
    <w:rsid w:val="006429BF"/>
    <w:rsid w:val="00643D1B"/>
    <w:rsid w:val="006452B8"/>
    <w:rsid w:val="006454BA"/>
    <w:rsid w:val="006479C2"/>
    <w:rsid w:val="00652BE0"/>
    <w:rsid w:val="00652E62"/>
    <w:rsid w:val="00654BBC"/>
    <w:rsid w:val="0066520F"/>
    <w:rsid w:val="00670B9A"/>
    <w:rsid w:val="00672064"/>
    <w:rsid w:val="00675661"/>
    <w:rsid w:val="00684019"/>
    <w:rsid w:val="00686A49"/>
    <w:rsid w:val="00687B62"/>
    <w:rsid w:val="00690C44"/>
    <w:rsid w:val="0069107F"/>
    <w:rsid w:val="006969D9"/>
    <w:rsid w:val="006A0A85"/>
    <w:rsid w:val="006A1D0F"/>
    <w:rsid w:val="006A2B68"/>
    <w:rsid w:val="006A329E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E76B5"/>
    <w:rsid w:val="006F0D02"/>
    <w:rsid w:val="006F10FE"/>
    <w:rsid w:val="006F3622"/>
    <w:rsid w:val="006F62F7"/>
    <w:rsid w:val="006F74AF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4E21"/>
    <w:rsid w:val="00757005"/>
    <w:rsid w:val="00760819"/>
    <w:rsid w:val="00761DBE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60B7"/>
    <w:rsid w:val="00786DC8"/>
    <w:rsid w:val="00796261"/>
    <w:rsid w:val="007A1827"/>
    <w:rsid w:val="007A300D"/>
    <w:rsid w:val="007A3ACD"/>
    <w:rsid w:val="007B4670"/>
    <w:rsid w:val="007B7438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7F5C82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77DED"/>
    <w:rsid w:val="00886790"/>
    <w:rsid w:val="008908DE"/>
    <w:rsid w:val="00894C05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40CD"/>
    <w:rsid w:val="00944C09"/>
    <w:rsid w:val="009527CB"/>
    <w:rsid w:val="00953835"/>
    <w:rsid w:val="00953A8D"/>
    <w:rsid w:val="00954C83"/>
    <w:rsid w:val="009552C8"/>
    <w:rsid w:val="00956978"/>
    <w:rsid w:val="009604BC"/>
    <w:rsid w:val="00960F6C"/>
    <w:rsid w:val="00961E4C"/>
    <w:rsid w:val="0096342E"/>
    <w:rsid w:val="00963C18"/>
    <w:rsid w:val="00967674"/>
    <w:rsid w:val="00967802"/>
    <w:rsid w:val="00970747"/>
    <w:rsid w:val="00971B7C"/>
    <w:rsid w:val="0097445B"/>
    <w:rsid w:val="00977612"/>
    <w:rsid w:val="009841CA"/>
    <w:rsid w:val="00990724"/>
    <w:rsid w:val="00997BFC"/>
    <w:rsid w:val="009A0D32"/>
    <w:rsid w:val="009A0D86"/>
    <w:rsid w:val="009A0E99"/>
    <w:rsid w:val="009A132D"/>
    <w:rsid w:val="009A1721"/>
    <w:rsid w:val="009A5900"/>
    <w:rsid w:val="009A6E6C"/>
    <w:rsid w:val="009A6F3F"/>
    <w:rsid w:val="009B23A1"/>
    <w:rsid w:val="009B331A"/>
    <w:rsid w:val="009B4A2A"/>
    <w:rsid w:val="009C1C0E"/>
    <w:rsid w:val="009C2650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216A8"/>
    <w:rsid w:val="00A223A6"/>
    <w:rsid w:val="00A24DE0"/>
    <w:rsid w:val="00A261A6"/>
    <w:rsid w:val="00A304EE"/>
    <w:rsid w:val="00A323D9"/>
    <w:rsid w:val="00A3639E"/>
    <w:rsid w:val="00A4157F"/>
    <w:rsid w:val="00A4234E"/>
    <w:rsid w:val="00A42676"/>
    <w:rsid w:val="00A5092E"/>
    <w:rsid w:val="00A51113"/>
    <w:rsid w:val="00A554D6"/>
    <w:rsid w:val="00A56E14"/>
    <w:rsid w:val="00A6476B"/>
    <w:rsid w:val="00A76990"/>
    <w:rsid w:val="00A76C6C"/>
    <w:rsid w:val="00A776BF"/>
    <w:rsid w:val="00A82FCB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0732"/>
    <w:rsid w:val="00AC187E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2C6D"/>
    <w:rsid w:val="00B0656C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429B3"/>
    <w:rsid w:val="00B443EE"/>
    <w:rsid w:val="00B46C60"/>
    <w:rsid w:val="00B47F32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7541"/>
    <w:rsid w:val="00BB1755"/>
    <w:rsid w:val="00BB23F4"/>
    <w:rsid w:val="00BB4A65"/>
    <w:rsid w:val="00BB7B6D"/>
    <w:rsid w:val="00BB7C24"/>
    <w:rsid w:val="00BC5075"/>
    <w:rsid w:val="00BC5265"/>
    <w:rsid w:val="00BC5419"/>
    <w:rsid w:val="00BD3B0F"/>
    <w:rsid w:val="00BE2D7D"/>
    <w:rsid w:val="00BE3150"/>
    <w:rsid w:val="00BE3284"/>
    <w:rsid w:val="00BE3DC7"/>
    <w:rsid w:val="00BE511A"/>
    <w:rsid w:val="00BE79F3"/>
    <w:rsid w:val="00BF0991"/>
    <w:rsid w:val="00BF1D4C"/>
    <w:rsid w:val="00BF3F0A"/>
    <w:rsid w:val="00C00523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36B9E"/>
    <w:rsid w:val="00C4083C"/>
    <w:rsid w:val="00C40FB7"/>
    <w:rsid w:val="00C43898"/>
    <w:rsid w:val="00C46CC4"/>
    <w:rsid w:val="00C51EC3"/>
    <w:rsid w:val="00C540A7"/>
    <w:rsid w:val="00C578E9"/>
    <w:rsid w:val="00C63E77"/>
    <w:rsid w:val="00C70626"/>
    <w:rsid w:val="00C70846"/>
    <w:rsid w:val="00C72860"/>
    <w:rsid w:val="00C73582"/>
    <w:rsid w:val="00C73B90"/>
    <w:rsid w:val="00C742EC"/>
    <w:rsid w:val="00C9130E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4E9D"/>
    <w:rsid w:val="00CD4F4D"/>
    <w:rsid w:val="00CD5C5C"/>
    <w:rsid w:val="00CD7EB0"/>
    <w:rsid w:val="00CE0536"/>
    <w:rsid w:val="00CE1516"/>
    <w:rsid w:val="00CE160A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AC1"/>
    <w:rsid w:val="00D25D16"/>
    <w:rsid w:val="00D32124"/>
    <w:rsid w:val="00D32834"/>
    <w:rsid w:val="00D33136"/>
    <w:rsid w:val="00D34BB8"/>
    <w:rsid w:val="00D43BBE"/>
    <w:rsid w:val="00D52CB7"/>
    <w:rsid w:val="00D54C76"/>
    <w:rsid w:val="00D556A3"/>
    <w:rsid w:val="00D6238C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7A67"/>
    <w:rsid w:val="00DD0726"/>
    <w:rsid w:val="00DD1A96"/>
    <w:rsid w:val="00DD2473"/>
    <w:rsid w:val="00DD6B74"/>
    <w:rsid w:val="00DE4A60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199B"/>
    <w:rsid w:val="00F01F6F"/>
    <w:rsid w:val="00F03993"/>
    <w:rsid w:val="00F069BD"/>
    <w:rsid w:val="00F06F7C"/>
    <w:rsid w:val="00F123C8"/>
    <w:rsid w:val="00F1480E"/>
    <w:rsid w:val="00F1497D"/>
    <w:rsid w:val="00F15CB4"/>
    <w:rsid w:val="00F1660D"/>
    <w:rsid w:val="00F16AAC"/>
    <w:rsid w:val="00F20BDE"/>
    <w:rsid w:val="00F22B51"/>
    <w:rsid w:val="00F33FF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A2451"/>
    <w:rsid w:val="00FB232E"/>
    <w:rsid w:val="00FB30D3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792C"/>
    <w:rsid w:val="00FF36DF"/>
    <w:rsid w:val="00FF3BF3"/>
    <w:rsid w:val="00FF58F8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2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6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9FFF07-E32F-4CB0-8F10-F90373EA6DD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89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29</cp:revision>
  <cp:lastPrinted>2016-05-27T05:21:00Z</cp:lastPrinted>
  <dcterms:created xsi:type="dcterms:W3CDTF">2021-11-16T08:32:00Z</dcterms:created>
  <dcterms:modified xsi:type="dcterms:W3CDTF">2022-01-28T00:06:00Z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