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AAB6" w14:textId="77777777" w:rsidR="000E25E6" w:rsidRDefault="000E25E6" w:rsidP="00FD557D">
      <w:pPr>
        <w:pStyle w:val="SIHeading2"/>
      </w:pPr>
    </w:p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62FFA" w14:paraId="3215F999" w14:textId="77777777" w:rsidTr="00146EEC">
        <w:tc>
          <w:tcPr>
            <w:tcW w:w="2689" w:type="dxa"/>
          </w:tcPr>
          <w:p w14:paraId="13FF39D2" w14:textId="09A602D8" w:rsidR="00262FFA" w:rsidRPr="00262FFA" w:rsidRDefault="00262FFA" w:rsidP="008F2E1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62FFA">
              <w:rPr>
                <w:rStyle w:val="SITemporaryText-blue"/>
                <w:color w:val="auto"/>
                <w:sz w:val="20"/>
              </w:rPr>
              <w:t xml:space="preserve">Release </w:t>
            </w:r>
            <w:r w:rsidR="008F2E1C" w:rsidRPr="008F2E1C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2015CB67" w:rsidR="00262FFA" w:rsidRPr="00262FFA" w:rsidRDefault="00262FFA" w:rsidP="00262FFA">
            <w:pPr>
              <w:pStyle w:val="SIText"/>
            </w:pPr>
            <w:r w:rsidRPr="00262FFA">
              <w:t xml:space="preserve">This version released with Agriculture, Horticulture and Conservation and Land Management Training Package </w:t>
            </w:r>
            <w:r w:rsidRPr="00262FFA">
              <w:rPr>
                <w:rStyle w:val="SITemporaryText-blue"/>
                <w:color w:val="auto"/>
                <w:sz w:val="20"/>
              </w:rPr>
              <w:t>Version 8.0.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40DC132F" w:rsidR="00F1480E" w:rsidRPr="005404CB" w:rsidRDefault="00A67F30" w:rsidP="005404CB">
            <w:pPr>
              <w:pStyle w:val="SIUNITCODE"/>
            </w:pPr>
            <w:r w:rsidRPr="00DC63C5">
              <w:t>AHCILM</w:t>
            </w:r>
            <w:r w:rsidR="004D4623">
              <w:t>5</w:t>
            </w:r>
            <w:r w:rsidR="008F2E1C">
              <w:t>X</w:t>
            </w:r>
            <w:r w:rsidR="004D4623">
              <w:t>01</w:t>
            </w:r>
          </w:p>
        </w:tc>
        <w:tc>
          <w:tcPr>
            <w:tcW w:w="3604" w:type="pct"/>
            <w:shd w:val="clear" w:color="auto" w:fill="auto"/>
          </w:tcPr>
          <w:p w14:paraId="27BB1922" w14:textId="5F5F35AC" w:rsidR="00F1480E" w:rsidRPr="005404CB" w:rsidRDefault="004D4623" w:rsidP="005404CB">
            <w:pPr>
              <w:pStyle w:val="SIUnittitle"/>
            </w:pPr>
            <w:r w:rsidRPr="004D4623">
              <w:t>Conduct field research into natural and cultural resources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4408C9" w14:textId="77777777" w:rsidR="00A8767C" w:rsidRPr="00A8767C" w:rsidRDefault="00A8767C" w:rsidP="00A8767C">
            <w:r w:rsidRPr="00A8767C">
              <w:t>This unit of competency describes the skills and knowledge required to conduct field research into natural resource and cultural areas for resource management and related purposes.</w:t>
            </w:r>
          </w:p>
          <w:p w14:paraId="2B11EEDF" w14:textId="77777777" w:rsidR="00A8767C" w:rsidRPr="00A8767C" w:rsidRDefault="00A8767C" w:rsidP="00A8767C">
            <w:r w:rsidRPr="00A8767C">
              <w:t>This unit applies to individuals who work autonomously and apply judgement and defined responsibility in known or changing contexts and within broad but established parameters.</w:t>
            </w:r>
          </w:p>
          <w:p w14:paraId="6A05B18F" w14:textId="77777777" w:rsidR="00A8767C" w:rsidRPr="00A8767C" w:rsidRDefault="00A8767C" w:rsidP="00A8767C">
            <w:r w:rsidRPr="00A8767C">
              <w:t>No occupational licensing, legislative or certification requirements are known to apply to this unit at the time of publication.</w:t>
            </w:r>
          </w:p>
          <w:p w14:paraId="32E6AB5E" w14:textId="042833E1" w:rsidR="00373436" w:rsidRPr="000754EC" w:rsidRDefault="00A8767C" w:rsidP="00A8767C">
            <w:pPr>
              <w:pStyle w:val="SIText"/>
            </w:pPr>
            <w:r w:rsidRPr="00A8767C">
              <w:t>In addition to legal responsibilities, all units of competency dealing with animals in the AHC Training Package have the requirements for animals to be handled humanely to minimise stress and discomfort</w:t>
            </w:r>
            <w:r w:rsidR="00110043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43CD904D" w:rsidR="00F1480E" w:rsidRPr="005404CB" w:rsidRDefault="00C52EBA" w:rsidP="00107D6E">
            <w:r w:rsidRPr="00C52EBA">
              <w:t>Indigenous Land Management (ILM)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8767C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7A2F765E" w:rsidR="00A8767C" w:rsidRPr="00A8767C" w:rsidRDefault="00A8767C" w:rsidP="00A8767C">
            <w:pPr>
              <w:pStyle w:val="SIText"/>
            </w:pPr>
            <w:r w:rsidRPr="00335A96">
              <w:t>1.</w:t>
            </w:r>
            <w:r w:rsidR="009C101F">
              <w:t xml:space="preserve"> </w:t>
            </w:r>
            <w:r w:rsidRPr="00335A96">
              <w:t>Review existing knowledge</w:t>
            </w:r>
          </w:p>
        </w:tc>
        <w:tc>
          <w:tcPr>
            <w:tcW w:w="3604" w:type="pct"/>
            <w:shd w:val="clear" w:color="auto" w:fill="auto"/>
          </w:tcPr>
          <w:p w14:paraId="594ADD9D" w14:textId="0882DC10" w:rsidR="00A8767C" w:rsidRPr="00A8767C" w:rsidRDefault="00A8767C" w:rsidP="00A8767C">
            <w:r w:rsidRPr="00335A96">
              <w:t>1.1</w:t>
            </w:r>
            <w:r w:rsidR="009C101F">
              <w:t xml:space="preserve"> </w:t>
            </w:r>
            <w:r w:rsidRPr="00335A96">
              <w:t xml:space="preserve">Examine existing </w:t>
            </w:r>
            <w:r w:rsidRPr="00A8767C">
              <w:t>information gathered through investigation and enterprise recording processes to determine key features</w:t>
            </w:r>
          </w:p>
          <w:p w14:paraId="2824BD22" w14:textId="1DD92985" w:rsidR="00A8767C" w:rsidRPr="00A8767C" w:rsidRDefault="00A8767C" w:rsidP="00A8767C">
            <w:r w:rsidRPr="00335A96">
              <w:t>1.2</w:t>
            </w:r>
            <w:r w:rsidR="009C101F">
              <w:t xml:space="preserve"> </w:t>
            </w:r>
            <w:r w:rsidRPr="00335A96">
              <w:t>Review oral evidence, where it exists</w:t>
            </w:r>
          </w:p>
          <w:p w14:paraId="247886D0" w14:textId="2B88FF31" w:rsidR="00A8767C" w:rsidRPr="00A8767C" w:rsidRDefault="00A8767C" w:rsidP="00A8767C">
            <w:r w:rsidRPr="00335A96">
              <w:t>1.3</w:t>
            </w:r>
            <w:r w:rsidR="009C101F">
              <w:t xml:space="preserve"> </w:t>
            </w:r>
            <w:r w:rsidRPr="00335A96">
              <w:t>Inspect sites to assess condition and availability of further information</w:t>
            </w:r>
          </w:p>
          <w:p w14:paraId="3ED89BA6" w14:textId="00449AEA" w:rsidR="00A8767C" w:rsidRPr="00A8767C" w:rsidRDefault="00A8767C" w:rsidP="00A8767C">
            <w:r w:rsidRPr="00335A96">
              <w:t>1.4</w:t>
            </w:r>
            <w:r w:rsidR="009C101F">
              <w:t xml:space="preserve"> </w:t>
            </w:r>
            <w:r w:rsidRPr="00335A96">
              <w:t xml:space="preserve">Identify information, </w:t>
            </w:r>
            <w:proofErr w:type="gramStart"/>
            <w:r w:rsidRPr="00335A96">
              <w:t>records</w:t>
            </w:r>
            <w:proofErr w:type="gramEnd"/>
            <w:r w:rsidRPr="00335A96">
              <w:t xml:space="preserve"> and places previously destroyed or damaged or under threat as factors to be incorporated in the assessment process, strategies and plans</w:t>
            </w:r>
          </w:p>
          <w:p w14:paraId="16D81117" w14:textId="557F34F1" w:rsidR="00A8767C" w:rsidRPr="00A8767C" w:rsidRDefault="00A8767C" w:rsidP="00A8767C">
            <w:r w:rsidRPr="00335A96">
              <w:t>1.5</w:t>
            </w:r>
            <w:r w:rsidR="009C101F">
              <w:t xml:space="preserve"> </w:t>
            </w:r>
            <w:r w:rsidRPr="00335A96">
              <w:t>Assess scope of information for adequacy against the requirements of legislation, Codes of Practice, Burra Charter guidelines and protocols</w:t>
            </w:r>
          </w:p>
          <w:p w14:paraId="7A145467" w14:textId="184ECBEF" w:rsidR="00A8767C" w:rsidRPr="00A8767C" w:rsidRDefault="00A8767C" w:rsidP="00A8767C">
            <w:r w:rsidRPr="00335A96">
              <w:t>1.6</w:t>
            </w:r>
            <w:r w:rsidR="009C101F">
              <w:t xml:space="preserve"> </w:t>
            </w:r>
            <w:r w:rsidRPr="00335A96">
              <w:t>Identify appropriate database, geographic information system and other electronic and manual recording systems for data collection</w:t>
            </w:r>
          </w:p>
          <w:p w14:paraId="78F6E455" w14:textId="64F2FF51" w:rsidR="00A8767C" w:rsidRPr="00A8767C" w:rsidRDefault="00A8767C" w:rsidP="00A8767C">
            <w:r w:rsidRPr="00335A96">
              <w:t>1.7</w:t>
            </w:r>
            <w:r w:rsidR="009C101F">
              <w:t xml:space="preserve"> </w:t>
            </w:r>
            <w:r w:rsidRPr="00335A96">
              <w:t>Identify and access sources of expertise in research environments, identification of pollution, degradation and disturbance, and national and international issues and agreements within and external to the enterprise</w:t>
            </w:r>
          </w:p>
          <w:p w14:paraId="1F245A98" w14:textId="15BD003C" w:rsidR="00A8767C" w:rsidRPr="00A8767C" w:rsidRDefault="00A8767C" w:rsidP="00A8767C">
            <w:r w:rsidRPr="00335A96">
              <w:t>1.8</w:t>
            </w:r>
            <w:r w:rsidR="009C101F">
              <w:t xml:space="preserve"> </w:t>
            </w:r>
            <w:r w:rsidRPr="00335A96">
              <w:t>Identify and record areas of inadequate information</w:t>
            </w:r>
          </w:p>
        </w:tc>
      </w:tr>
      <w:tr w:rsidR="00A8767C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79A5D452" w:rsidR="00A8767C" w:rsidRPr="00A8767C" w:rsidRDefault="00A8767C" w:rsidP="00A8767C">
            <w:pPr>
              <w:pStyle w:val="SIText"/>
            </w:pPr>
            <w:r w:rsidRPr="00335A96">
              <w:t>2.</w:t>
            </w:r>
            <w:r w:rsidR="009C101F">
              <w:t xml:space="preserve"> </w:t>
            </w:r>
            <w:r w:rsidRPr="00335A96">
              <w:t>Identify stakeholders</w:t>
            </w:r>
          </w:p>
        </w:tc>
        <w:tc>
          <w:tcPr>
            <w:tcW w:w="3604" w:type="pct"/>
            <w:shd w:val="clear" w:color="auto" w:fill="auto"/>
          </w:tcPr>
          <w:p w14:paraId="026619DE" w14:textId="2F0EBD76" w:rsidR="00A8767C" w:rsidRPr="00A8767C" w:rsidRDefault="00A8767C" w:rsidP="00A8767C">
            <w:r w:rsidRPr="00335A96">
              <w:t>2.1</w:t>
            </w:r>
            <w:r w:rsidR="009C101F">
              <w:t xml:space="preserve"> </w:t>
            </w:r>
            <w:r w:rsidRPr="00335A96">
              <w:t>Identify stakeholders in conjunction with local Communities and groups, and government documentation and interviews under the direction of a relevant cultural reference group</w:t>
            </w:r>
          </w:p>
          <w:p w14:paraId="21FAFD8B" w14:textId="552E970E" w:rsidR="00A8767C" w:rsidRPr="00A8767C" w:rsidRDefault="00A8767C" w:rsidP="00A8767C">
            <w:r w:rsidRPr="00335A96">
              <w:t>2.2</w:t>
            </w:r>
            <w:r w:rsidR="009C101F">
              <w:t xml:space="preserve"> </w:t>
            </w:r>
            <w:r w:rsidRPr="00A8767C">
              <w:t>Investigate and record the current and relevant past land tenure for the place/area</w:t>
            </w:r>
          </w:p>
          <w:p w14:paraId="34DD7133" w14:textId="0AFA5567" w:rsidR="00A8767C" w:rsidRPr="00A8767C" w:rsidRDefault="00A8767C" w:rsidP="00A8767C">
            <w:r w:rsidRPr="00335A96">
              <w:t>2.3</w:t>
            </w:r>
            <w:r w:rsidR="009C101F">
              <w:t xml:space="preserve"> </w:t>
            </w:r>
            <w:r w:rsidRPr="00335A96">
              <w:t xml:space="preserve">Determine </w:t>
            </w:r>
            <w:r w:rsidR="00110043">
              <w:t>Aboriginal and/or Torres Strait Islander</w:t>
            </w:r>
            <w:r w:rsidRPr="00335A96">
              <w:t xml:space="preserve"> interests through culturally appropriate approaches to regional and Community organisations and individuals</w:t>
            </w:r>
          </w:p>
          <w:p w14:paraId="2E4C88BF" w14:textId="26D3AB1C" w:rsidR="00A8767C" w:rsidRPr="00A8767C" w:rsidRDefault="00A8767C" w:rsidP="00A8767C">
            <w:r w:rsidRPr="00335A96">
              <w:t>2.4</w:t>
            </w:r>
            <w:r w:rsidR="009C101F">
              <w:t xml:space="preserve"> </w:t>
            </w:r>
            <w:r w:rsidRPr="00335A96">
              <w:t>Apply proper protocols and conduct key consultations approaches to regional and Community organisations and individuals</w:t>
            </w:r>
          </w:p>
          <w:p w14:paraId="0DCB6FBD" w14:textId="4DA7ED13" w:rsidR="00A8767C" w:rsidRPr="00A8767C" w:rsidRDefault="00A8767C" w:rsidP="00A8767C">
            <w:pPr>
              <w:pStyle w:val="SIText"/>
            </w:pPr>
            <w:r w:rsidRPr="00335A96">
              <w:t>2.5</w:t>
            </w:r>
            <w:r w:rsidR="009C101F">
              <w:t xml:space="preserve"> </w:t>
            </w:r>
            <w:r w:rsidRPr="00335A96">
              <w:t xml:space="preserve">Comply with privacy requirements according to the directions of stakeholders and legislative and enterprise requirements </w:t>
            </w:r>
          </w:p>
        </w:tc>
      </w:tr>
      <w:tr w:rsidR="00A8767C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52BEA61F" w:rsidR="00A8767C" w:rsidRPr="00A8767C" w:rsidRDefault="00A8767C" w:rsidP="00A8767C">
            <w:pPr>
              <w:pStyle w:val="SIText"/>
            </w:pPr>
            <w:r w:rsidRPr="00335A96">
              <w:lastRenderedPageBreak/>
              <w:t>3.</w:t>
            </w:r>
            <w:r w:rsidR="009C101F">
              <w:t xml:space="preserve"> </w:t>
            </w:r>
            <w:r w:rsidRPr="00335A96">
              <w:t>Develop research approach</w:t>
            </w:r>
          </w:p>
        </w:tc>
        <w:tc>
          <w:tcPr>
            <w:tcW w:w="3604" w:type="pct"/>
            <w:shd w:val="clear" w:color="auto" w:fill="auto"/>
          </w:tcPr>
          <w:p w14:paraId="227DBD2D" w14:textId="0CF864D1" w:rsidR="00A8767C" w:rsidRPr="00A8767C" w:rsidRDefault="00A8767C" w:rsidP="00A8767C">
            <w:r w:rsidRPr="00335A96">
              <w:t>3.1</w:t>
            </w:r>
            <w:r w:rsidR="009C101F">
              <w:t xml:space="preserve"> </w:t>
            </w:r>
            <w:r w:rsidRPr="00335A96">
              <w:t>Determine objectives of the field research in conjunction with those commissioning the research</w:t>
            </w:r>
          </w:p>
          <w:p w14:paraId="4CCF28E9" w14:textId="6F7E77B2" w:rsidR="00A8767C" w:rsidRPr="00A8767C" w:rsidRDefault="00A8767C" w:rsidP="00A8767C">
            <w:r w:rsidRPr="00335A96">
              <w:t>3.2</w:t>
            </w:r>
            <w:r w:rsidR="009C101F">
              <w:t xml:space="preserve"> </w:t>
            </w:r>
            <w:r w:rsidRPr="00335A96">
              <w:t>Use objectives to identify specific types of investigation, techniques to be used, and physical areas of investigation</w:t>
            </w:r>
          </w:p>
          <w:p w14:paraId="42614A03" w14:textId="55FF3CD9" w:rsidR="00A8767C" w:rsidRPr="00A8767C" w:rsidRDefault="00A8767C" w:rsidP="00A8767C">
            <w:r w:rsidRPr="00335A96">
              <w:t>3.3</w:t>
            </w:r>
            <w:r w:rsidR="009C101F">
              <w:t xml:space="preserve"> </w:t>
            </w:r>
            <w:r w:rsidRPr="00335A96">
              <w:t>Assess the types of investigation and techniques selected for hazards and risks in designated environment, including the work health and safety requirements, access issues, and management of the research in a range of weather and area conditions</w:t>
            </w:r>
          </w:p>
          <w:p w14:paraId="296126FD" w14:textId="705ADF0D" w:rsidR="00A8767C" w:rsidRPr="00A8767C" w:rsidRDefault="00A8767C" w:rsidP="00A8767C">
            <w:r w:rsidRPr="00335A96">
              <w:t>3.4</w:t>
            </w:r>
            <w:r w:rsidR="009C101F">
              <w:t xml:space="preserve"> </w:t>
            </w:r>
            <w:r w:rsidRPr="00335A96">
              <w:t>Review existing information and data records to determine the starting points for the fieldwork</w:t>
            </w:r>
          </w:p>
          <w:p w14:paraId="0F217FD8" w14:textId="028848D6" w:rsidR="00A8767C" w:rsidRPr="00A8767C" w:rsidRDefault="00A8767C" w:rsidP="00A8767C">
            <w:r w:rsidRPr="00335A96">
              <w:t>3.5</w:t>
            </w:r>
            <w:r w:rsidR="009C101F">
              <w:t xml:space="preserve"> </w:t>
            </w:r>
            <w:r w:rsidRPr="00335A96">
              <w:t>Ensure research methodology is consistent with the research objectives and in accordance with established natural resource management practice</w:t>
            </w:r>
          </w:p>
          <w:p w14:paraId="13324355" w14:textId="5029D41E" w:rsidR="00A8767C" w:rsidRPr="00A8767C" w:rsidRDefault="00A8767C" w:rsidP="00A8767C">
            <w:r w:rsidRPr="00335A96">
              <w:t>3.6</w:t>
            </w:r>
            <w:r w:rsidR="009C101F">
              <w:t xml:space="preserve"> </w:t>
            </w:r>
            <w:r w:rsidRPr="00335A96">
              <w:t>Identify required resources to establish and maintain the research program within the required time schedules and ensure they are appropriate to the environments that will be encountered</w:t>
            </w:r>
          </w:p>
          <w:p w14:paraId="0A4DE0C2" w14:textId="291C87AF" w:rsidR="00A8767C" w:rsidRPr="00A8767C" w:rsidRDefault="00A8767C" w:rsidP="00A8767C">
            <w:r w:rsidRPr="00335A96">
              <w:t>3.7</w:t>
            </w:r>
            <w:r w:rsidR="009C101F">
              <w:t xml:space="preserve"> </w:t>
            </w:r>
            <w:r w:rsidRPr="00335A96">
              <w:t>Select personnel for their competency in research techniques and safe operation in the expected environmental and cultural conditions</w:t>
            </w:r>
          </w:p>
          <w:p w14:paraId="68B433E3" w14:textId="30517784" w:rsidR="00A8767C" w:rsidRPr="00A8767C" w:rsidRDefault="00A8767C" w:rsidP="00A8767C">
            <w:r w:rsidRPr="00335A96">
              <w:t>3.8</w:t>
            </w:r>
            <w:r w:rsidR="009C101F">
              <w:t xml:space="preserve"> </w:t>
            </w:r>
            <w:r w:rsidRPr="00335A96">
              <w:t>Identify stakeholders to be included in the consultation process</w:t>
            </w:r>
          </w:p>
          <w:p w14:paraId="64377B42" w14:textId="7BBBF1A1" w:rsidR="00A8767C" w:rsidRPr="00A8767C" w:rsidRDefault="00A8767C" w:rsidP="00A8767C">
            <w:r w:rsidRPr="00335A96">
              <w:t>3.9</w:t>
            </w:r>
            <w:r w:rsidR="009C101F">
              <w:t xml:space="preserve"> </w:t>
            </w:r>
            <w:r w:rsidRPr="00335A96">
              <w:t>Estimate and submit costs of field research for approval</w:t>
            </w:r>
          </w:p>
          <w:p w14:paraId="3F806D1E" w14:textId="45CA7D31" w:rsidR="00A8767C" w:rsidRPr="00A8767C" w:rsidRDefault="00A8767C" w:rsidP="00A8767C">
            <w:r w:rsidRPr="00335A96">
              <w:t>3.10</w:t>
            </w:r>
            <w:r w:rsidR="009C101F">
              <w:t xml:space="preserve"> </w:t>
            </w:r>
            <w:r w:rsidRPr="00335A96">
              <w:t>Establish sampling and recording processes for research information according to best practice and scientific standards</w:t>
            </w:r>
          </w:p>
          <w:p w14:paraId="401AE837" w14:textId="58F52EA7" w:rsidR="00A8767C" w:rsidRPr="00A8767C" w:rsidRDefault="00A8767C" w:rsidP="00A8767C">
            <w:pPr>
              <w:pStyle w:val="SIText"/>
            </w:pPr>
            <w:r w:rsidRPr="00335A96">
              <w:t>3.11</w:t>
            </w:r>
            <w:r w:rsidR="009C101F">
              <w:t xml:space="preserve"> </w:t>
            </w:r>
            <w:r w:rsidRPr="00335A96">
              <w:t xml:space="preserve">Ensure investigations comply with Burra Charter guidelines and other legislative requirements. </w:t>
            </w:r>
          </w:p>
        </w:tc>
      </w:tr>
      <w:tr w:rsidR="00A8767C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1F80A235" w:rsidR="00A8767C" w:rsidRPr="00A8767C" w:rsidRDefault="00A8767C" w:rsidP="00A8767C">
            <w:pPr>
              <w:pStyle w:val="SIText"/>
            </w:pPr>
            <w:r w:rsidRPr="00335A96">
              <w:t>4.</w:t>
            </w:r>
            <w:r w:rsidR="009C101F">
              <w:t xml:space="preserve"> </w:t>
            </w:r>
            <w:r w:rsidRPr="00335A96">
              <w:t>Conduct field investigations</w:t>
            </w:r>
          </w:p>
        </w:tc>
        <w:tc>
          <w:tcPr>
            <w:tcW w:w="3604" w:type="pct"/>
            <w:shd w:val="clear" w:color="auto" w:fill="auto"/>
          </w:tcPr>
          <w:p w14:paraId="1FD147D5" w14:textId="0C45249B" w:rsidR="00A8767C" w:rsidRPr="00A8767C" w:rsidRDefault="00A8767C" w:rsidP="00A8767C">
            <w:r w:rsidRPr="00335A96">
              <w:t>4.1</w:t>
            </w:r>
            <w:r w:rsidR="009C101F">
              <w:t xml:space="preserve"> </w:t>
            </w:r>
            <w:r w:rsidRPr="00335A96">
              <w:t>Undertake consultation and fieldwork to obtain information required to meet investigation objectives</w:t>
            </w:r>
          </w:p>
          <w:p w14:paraId="3ABD819C" w14:textId="2796745A" w:rsidR="00A8767C" w:rsidRPr="00A8767C" w:rsidRDefault="00A8767C" w:rsidP="00A8767C">
            <w:r w:rsidRPr="00335A96">
              <w:t>4.2</w:t>
            </w:r>
            <w:r w:rsidR="009C101F">
              <w:t xml:space="preserve"> </w:t>
            </w:r>
            <w:r w:rsidRPr="00335A96">
              <w:t>Follow work health and safety, environmental sustainability and biosecurity policies and procedures when working in field</w:t>
            </w:r>
          </w:p>
          <w:p w14:paraId="1321FF3D" w14:textId="66D3491B" w:rsidR="00A8767C" w:rsidRPr="00A8767C" w:rsidRDefault="00A8767C" w:rsidP="00A8767C">
            <w:r w:rsidRPr="00335A96">
              <w:t>4.3</w:t>
            </w:r>
            <w:r w:rsidR="009C101F">
              <w:t xml:space="preserve"> </w:t>
            </w:r>
            <w:r w:rsidRPr="00335A96">
              <w:t xml:space="preserve">Adjust previously determined methodology </w:t>
            </w:r>
            <w:proofErr w:type="gramStart"/>
            <w:r w:rsidRPr="00335A96">
              <w:t>in light of</w:t>
            </w:r>
            <w:proofErr w:type="gramEnd"/>
            <w:r w:rsidRPr="00335A96">
              <w:t xml:space="preserve"> progressive results and stakeholder feedback</w:t>
            </w:r>
          </w:p>
          <w:p w14:paraId="1A49782A" w14:textId="4BBEC6C9" w:rsidR="00A8767C" w:rsidRPr="00A8767C" w:rsidRDefault="00A8767C" w:rsidP="00A8767C">
            <w:r w:rsidRPr="00335A96">
              <w:t>4.4</w:t>
            </w:r>
            <w:r w:rsidR="009C101F">
              <w:t xml:space="preserve"> </w:t>
            </w:r>
            <w:r w:rsidRPr="00335A96">
              <w:t xml:space="preserve">Coordinate observations, </w:t>
            </w:r>
            <w:r w:rsidRPr="00A8767C">
              <w:t>records and monitoring in accordance with scientific practice and to meet research objectives</w:t>
            </w:r>
          </w:p>
          <w:p w14:paraId="0F93B528" w14:textId="1996B573" w:rsidR="00A8767C" w:rsidRPr="00A8767C" w:rsidRDefault="00A8767C" w:rsidP="00A8767C">
            <w:r w:rsidRPr="00335A96">
              <w:t>4.5</w:t>
            </w:r>
            <w:r w:rsidR="009C101F">
              <w:t xml:space="preserve"> </w:t>
            </w:r>
            <w:r w:rsidRPr="00335A96">
              <w:t xml:space="preserve">Determine ecological, </w:t>
            </w:r>
            <w:proofErr w:type="gramStart"/>
            <w:r w:rsidRPr="00335A96">
              <w:t>biological</w:t>
            </w:r>
            <w:proofErr w:type="gramEnd"/>
            <w:r w:rsidRPr="00335A96">
              <w:t xml:space="preserve"> and geological, microbiological and entomological diversity within specified area</w:t>
            </w:r>
          </w:p>
          <w:p w14:paraId="30998777" w14:textId="5EB85ECE" w:rsidR="00A8767C" w:rsidRPr="00A8767C" w:rsidRDefault="00A8767C" w:rsidP="00A8767C">
            <w:r w:rsidRPr="00335A96">
              <w:t>4.6</w:t>
            </w:r>
            <w:r w:rsidR="009C101F">
              <w:t xml:space="preserve"> </w:t>
            </w:r>
            <w:r w:rsidRPr="00335A96">
              <w:t>Identify and record evidence of cultural resources in area</w:t>
            </w:r>
          </w:p>
          <w:p w14:paraId="0CEEA219" w14:textId="4E6E5146" w:rsidR="00A8767C" w:rsidRPr="00A8767C" w:rsidRDefault="00A8767C" w:rsidP="00A8767C">
            <w:r w:rsidRPr="00335A96">
              <w:t>4.7</w:t>
            </w:r>
            <w:r w:rsidR="009C101F">
              <w:t xml:space="preserve"> </w:t>
            </w:r>
            <w:r w:rsidRPr="00335A96">
              <w:t>Identify impacts from areas external to natural and cultural resources in area under investigation</w:t>
            </w:r>
          </w:p>
          <w:p w14:paraId="39CD3F99" w14:textId="3C25AB69" w:rsidR="00A8767C" w:rsidRPr="00A8767C" w:rsidRDefault="00A8767C" w:rsidP="00A8767C">
            <w:r w:rsidRPr="00335A96">
              <w:t>4.8</w:t>
            </w:r>
            <w:r w:rsidR="009C101F">
              <w:t xml:space="preserve"> </w:t>
            </w:r>
            <w:r w:rsidRPr="00335A96">
              <w:t xml:space="preserve">Deploy equipment, </w:t>
            </w:r>
            <w:proofErr w:type="gramStart"/>
            <w:r w:rsidRPr="00335A96">
              <w:t>techniques</w:t>
            </w:r>
            <w:proofErr w:type="gramEnd"/>
            <w:r w:rsidRPr="00335A96">
              <w:t xml:space="preserve"> and people to carry out investigations</w:t>
            </w:r>
          </w:p>
          <w:p w14:paraId="120D91FF" w14:textId="4959996F" w:rsidR="00A8767C" w:rsidRPr="00A8767C" w:rsidRDefault="00A8767C" w:rsidP="00A8767C">
            <w:r w:rsidRPr="00335A96">
              <w:t>4.9</w:t>
            </w:r>
            <w:r w:rsidR="009C101F">
              <w:t xml:space="preserve"> </w:t>
            </w:r>
            <w:r w:rsidRPr="00335A96">
              <w:t>Document and approve each field operation according to legislative and enterprise requirements for work in the research environment</w:t>
            </w:r>
          </w:p>
          <w:p w14:paraId="2DA6AD11" w14:textId="58A645B7" w:rsidR="00A8767C" w:rsidRPr="00A8767C" w:rsidRDefault="00A8767C" w:rsidP="00A8767C">
            <w:r w:rsidRPr="00335A96">
              <w:t>4.10</w:t>
            </w:r>
            <w:r w:rsidR="009C101F">
              <w:t xml:space="preserve"> </w:t>
            </w:r>
            <w:r w:rsidRPr="00335A96">
              <w:t xml:space="preserve">Source appropriate equipment and skills for the capture, </w:t>
            </w:r>
            <w:proofErr w:type="gramStart"/>
            <w:r w:rsidRPr="00335A96">
              <w:t>management</w:t>
            </w:r>
            <w:proofErr w:type="gramEnd"/>
            <w:r w:rsidRPr="00335A96">
              <w:t xml:space="preserve"> and sampling of animal species</w:t>
            </w:r>
          </w:p>
          <w:p w14:paraId="501003DF" w14:textId="25B18296" w:rsidR="00A8767C" w:rsidRPr="00A8767C" w:rsidRDefault="00A8767C" w:rsidP="00A8767C">
            <w:pPr>
              <w:pStyle w:val="SIText"/>
            </w:pPr>
            <w:r w:rsidRPr="00335A96">
              <w:t>4.11</w:t>
            </w:r>
            <w:r w:rsidR="009C101F">
              <w:t xml:space="preserve"> </w:t>
            </w:r>
            <w:r w:rsidRPr="00335A96">
              <w:t>Analyse information for impact on previously held hypothesis and other resources</w:t>
            </w:r>
          </w:p>
        </w:tc>
      </w:tr>
      <w:tr w:rsidR="00A8767C" w:rsidRPr="00963A46" w14:paraId="65FD3A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97CFF3" w14:textId="1884A4F7" w:rsidR="00A8767C" w:rsidRPr="004E66AC" w:rsidRDefault="00A8767C" w:rsidP="00A8767C">
            <w:pPr>
              <w:pStyle w:val="SIText"/>
            </w:pPr>
            <w:r w:rsidRPr="00335A96">
              <w:t>5.</w:t>
            </w:r>
            <w:r w:rsidR="009C101F">
              <w:t xml:space="preserve"> </w:t>
            </w:r>
            <w:r w:rsidRPr="00335A96">
              <w:t>Develop process for involving decision-makers</w:t>
            </w:r>
          </w:p>
        </w:tc>
        <w:tc>
          <w:tcPr>
            <w:tcW w:w="3604" w:type="pct"/>
            <w:shd w:val="clear" w:color="auto" w:fill="auto"/>
          </w:tcPr>
          <w:p w14:paraId="43DC8E39" w14:textId="49369874" w:rsidR="00A8767C" w:rsidRPr="00A8767C" w:rsidRDefault="00A8767C" w:rsidP="00A8767C">
            <w:r w:rsidRPr="00335A96">
              <w:t>5.1</w:t>
            </w:r>
            <w:r w:rsidR="009C101F">
              <w:t xml:space="preserve"> </w:t>
            </w:r>
            <w:r w:rsidRPr="00335A96">
              <w:t>Use information on stakeholders to determine interests held by organisations, groups and individuals and cultural dimensions</w:t>
            </w:r>
          </w:p>
          <w:p w14:paraId="7F48E7BC" w14:textId="7819F46C" w:rsidR="00A8767C" w:rsidRPr="00A8767C" w:rsidRDefault="00A8767C" w:rsidP="00A8767C">
            <w:r w:rsidRPr="00335A96">
              <w:t>5.2</w:t>
            </w:r>
            <w:r w:rsidR="009C101F">
              <w:t xml:space="preserve"> </w:t>
            </w:r>
            <w:r w:rsidRPr="00335A96">
              <w:t>Define issues to be addressed with interest groups</w:t>
            </w:r>
          </w:p>
          <w:p w14:paraId="2AEF1EFE" w14:textId="1CA43806" w:rsidR="00A8767C" w:rsidRPr="00A8767C" w:rsidRDefault="00A8767C" w:rsidP="00A8767C">
            <w:r w:rsidRPr="00335A96">
              <w:t>5.3</w:t>
            </w:r>
            <w:r w:rsidR="009C101F">
              <w:t xml:space="preserve"> </w:t>
            </w:r>
            <w:r w:rsidRPr="00A8767C">
              <w:t xml:space="preserve">Develop consultation and decision-making process to address the issues with individuals, </w:t>
            </w:r>
            <w:proofErr w:type="gramStart"/>
            <w:r w:rsidRPr="00A8767C">
              <w:t>groups</w:t>
            </w:r>
            <w:proofErr w:type="gramEnd"/>
            <w:r w:rsidRPr="00A8767C">
              <w:t xml:space="preserve"> and organisations in a culturally appropriate manner</w:t>
            </w:r>
          </w:p>
          <w:p w14:paraId="3284CE51" w14:textId="609290BF" w:rsidR="00A8767C" w:rsidRPr="00A8767C" w:rsidRDefault="00A8767C" w:rsidP="00A8767C">
            <w:r w:rsidRPr="00335A96">
              <w:t>5.4</w:t>
            </w:r>
            <w:r w:rsidR="009C101F">
              <w:t xml:space="preserve"> </w:t>
            </w:r>
            <w:r w:rsidRPr="00335A96">
              <w:t>Provide appropriate time for consultative processes within groups and between individuals to occur and to obtain feedback on issues</w:t>
            </w:r>
          </w:p>
          <w:p w14:paraId="65115BD7" w14:textId="68CCF66A" w:rsidR="00A8767C" w:rsidRDefault="00A8767C" w:rsidP="00A8767C">
            <w:pPr>
              <w:pStyle w:val="SIText"/>
            </w:pPr>
            <w:r w:rsidRPr="00335A96">
              <w:t>5.5</w:t>
            </w:r>
            <w:r w:rsidR="009C101F">
              <w:t xml:space="preserve"> </w:t>
            </w:r>
            <w:r w:rsidRPr="00335A96">
              <w:t>Form a decision-making group, such as cultural reference groups and other groups, where assistance is required to direct investigation, access information to address issues or review the significance of place or area</w:t>
            </w:r>
          </w:p>
        </w:tc>
      </w:tr>
      <w:tr w:rsidR="00A8767C" w:rsidRPr="00963A46" w14:paraId="516C18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1132AE" w14:textId="662B0610" w:rsidR="00A8767C" w:rsidRPr="004E66AC" w:rsidRDefault="00A8767C" w:rsidP="00A8767C">
            <w:pPr>
              <w:pStyle w:val="SIText"/>
            </w:pPr>
            <w:r w:rsidRPr="00335A96">
              <w:lastRenderedPageBreak/>
              <w:t>6.</w:t>
            </w:r>
            <w:r w:rsidR="009C101F">
              <w:t xml:space="preserve"> </w:t>
            </w:r>
            <w:r w:rsidRPr="00335A96">
              <w:t>Report on the field investigation</w:t>
            </w:r>
          </w:p>
        </w:tc>
        <w:tc>
          <w:tcPr>
            <w:tcW w:w="3604" w:type="pct"/>
            <w:shd w:val="clear" w:color="auto" w:fill="auto"/>
          </w:tcPr>
          <w:p w14:paraId="2A1B6F4D" w14:textId="7BE31636" w:rsidR="00A8767C" w:rsidRPr="00A8767C" w:rsidRDefault="00A8767C" w:rsidP="00A8767C">
            <w:r w:rsidRPr="00335A96">
              <w:t>6.1</w:t>
            </w:r>
            <w:r w:rsidR="009C101F">
              <w:t xml:space="preserve"> </w:t>
            </w:r>
            <w:r w:rsidRPr="00335A96">
              <w:t>Consult stakeholders on draft findings</w:t>
            </w:r>
          </w:p>
          <w:p w14:paraId="7989B084" w14:textId="595F2410" w:rsidR="00A8767C" w:rsidRPr="00A8767C" w:rsidRDefault="00A8767C" w:rsidP="00A8767C">
            <w:r w:rsidRPr="00335A96">
              <w:t>6.2</w:t>
            </w:r>
            <w:r w:rsidR="009C101F">
              <w:t xml:space="preserve"> </w:t>
            </w:r>
            <w:r w:rsidRPr="00335A96">
              <w:t>Document the basis for the determination of outcomes to legislative requirements, the organisation</w:t>
            </w:r>
            <w:r w:rsidRPr="00A8767C">
              <w:t>’s policies and practices, and international and national processes</w:t>
            </w:r>
          </w:p>
          <w:p w14:paraId="02D21B40" w14:textId="2AB21526" w:rsidR="00A8767C" w:rsidRDefault="00A8767C" w:rsidP="00A8767C">
            <w:pPr>
              <w:pStyle w:val="SIText"/>
            </w:pPr>
            <w:r w:rsidRPr="00335A96">
              <w:t>6.3</w:t>
            </w:r>
            <w:r w:rsidR="009C101F">
              <w:t xml:space="preserve"> </w:t>
            </w:r>
            <w:r w:rsidRPr="00335A96">
              <w:t>Submit the determination of significance report to the organisation and its external review processes as required by legislation and Codes of Practice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10043" w:rsidRPr="00336FCA" w:rsidDel="00423CB2" w14:paraId="3B729F70" w14:textId="77777777" w:rsidTr="00CA2922">
        <w:tc>
          <w:tcPr>
            <w:tcW w:w="1396" w:type="pct"/>
          </w:tcPr>
          <w:p w14:paraId="6DA827DB" w14:textId="4ACE9251" w:rsidR="00110043" w:rsidRPr="00110043" w:rsidRDefault="00110043" w:rsidP="00110043">
            <w:pPr>
              <w:pStyle w:val="SIText"/>
            </w:pPr>
            <w:r w:rsidRPr="00110043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57401004" w:rsidR="00110043" w:rsidRPr="00110043" w:rsidRDefault="00110043" w:rsidP="00110043">
            <w:pPr>
              <w:pStyle w:val="SIBulletList1"/>
            </w:pPr>
            <w:r w:rsidRPr="00110043">
              <w:rPr>
                <w:rStyle w:val="SITemporaryText-blue"/>
                <w:color w:val="auto"/>
                <w:sz w:val="20"/>
              </w:rPr>
              <w:t xml:space="preserve">Interpret, </w:t>
            </w:r>
            <w:proofErr w:type="gramStart"/>
            <w:r w:rsidRPr="00110043">
              <w:rPr>
                <w:rStyle w:val="SITemporaryText-blue"/>
                <w:color w:val="auto"/>
                <w:sz w:val="20"/>
              </w:rPr>
              <w:t>analyse</w:t>
            </w:r>
            <w:proofErr w:type="gramEnd"/>
            <w:r w:rsidRPr="00110043">
              <w:rPr>
                <w:rStyle w:val="SITemporaryText-blue"/>
                <w:color w:val="auto"/>
                <w:sz w:val="20"/>
              </w:rPr>
              <w:t xml:space="preserve"> and extract information from a range of sources including legal documents, policies and procedures</w:t>
            </w:r>
          </w:p>
        </w:tc>
      </w:tr>
      <w:tr w:rsidR="00110043" w:rsidRPr="00336FCA" w:rsidDel="00423CB2" w14:paraId="1F277416" w14:textId="77777777" w:rsidTr="00CA2922">
        <w:tc>
          <w:tcPr>
            <w:tcW w:w="1396" w:type="pct"/>
          </w:tcPr>
          <w:p w14:paraId="375B6168" w14:textId="2EA47DD4" w:rsidR="00110043" w:rsidRPr="00110043" w:rsidRDefault="00110043" w:rsidP="00110043">
            <w:pPr>
              <w:pStyle w:val="SIText"/>
            </w:pPr>
            <w:r w:rsidRPr="00110043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6A7A42EC" w:rsidR="00110043" w:rsidRPr="00110043" w:rsidRDefault="00110043" w:rsidP="00110043">
            <w:pPr>
              <w:pStyle w:val="SIBulletList1"/>
              <w:rPr>
                <w:rFonts w:eastAsia="Calibri"/>
              </w:rPr>
            </w:pPr>
            <w:r w:rsidRPr="00110043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43C7552A" w14:textId="3CCCA8C1" w:rsidR="00041E59" w:rsidRPr="005404CB" w:rsidRDefault="00DD029C" w:rsidP="00DD029C">
            <w:r w:rsidRPr="00DD029C">
              <w:t>AHCILM5X01</w:t>
            </w:r>
            <w:r>
              <w:t xml:space="preserve"> </w:t>
            </w:r>
            <w:r w:rsidR="00A50FB1" w:rsidRPr="00335A96">
              <w:t>Conduct field research into natural and cultural resources</w:t>
            </w:r>
          </w:p>
        </w:tc>
        <w:tc>
          <w:tcPr>
            <w:tcW w:w="1105" w:type="pct"/>
          </w:tcPr>
          <w:p w14:paraId="2D12C374" w14:textId="281CDF05" w:rsidR="00A50FB1" w:rsidRDefault="00A50FB1" w:rsidP="00A50FB1">
            <w:r w:rsidRPr="00335A96">
              <w:t>AHCILM501 Conduct field research into natural and cultural resources</w:t>
            </w:r>
          </w:p>
          <w:p w14:paraId="511AFB9C" w14:textId="0381FEA5" w:rsidR="00041E59" w:rsidRPr="005404CB" w:rsidRDefault="00041E59" w:rsidP="00DD029C"/>
        </w:tc>
        <w:tc>
          <w:tcPr>
            <w:tcW w:w="1251" w:type="pct"/>
          </w:tcPr>
          <w:p w14:paraId="41B475F7" w14:textId="77777777" w:rsidR="00262FFA" w:rsidRDefault="00262FFA" w:rsidP="005404CB">
            <w:pPr>
              <w:pStyle w:val="SIText"/>
            </w:pPr>
            <w:r w:rsidRPr="00262FFA">
              <w:t xml:space="preserve">Minor changes to Application </w:t>
            </w:r>
          </w:p>
          <w:p w14:paraId="002D0C8F" w14:textId="77777777" w:rsidR="00262FFA" w:rsidRDefault="00262FFA" w:rsidP="005404CB">
            <w:pPr>
              <w:pStyle w:val="SIText"/>
            </w:pPr>
            <w:r w:rsidRPr="00262FFA">
              <w:t xml:space="preserve">Minor changes to Elements and Performance Criteria Added Foundation Skills Revised Performance Evidence to express assessment in terms of frequency </w:t>
            </w:r>
          </w:p>
          <w:p w14:paraId="60029783" w14:textId="77777777" w:rsidR="00262FFA" w:rsidRDefault="00262FFA" w:rsidP="005404CB">
            <w:pPr>
              <w:pStyle w:val="SIText"/>
            </w:pPr>
            <w:r w:rsidRPr="00262FFA">
              <w:t xml:space="preserve">Revised Knowledge Evidence </w:t>
            </w:r>
          </w:p>
          <w:p w14:paraId="13DE65D9" w14:textId="5B47793A" w:rsidR="00041E59" w:rsidRPr="005404CB" w:rsidRDefault="00262FFA" w:rsidP="005404CB">
            <w:pPr>
              <w:pStyle w:val="SIText"/>
            </w:pPr>
            <w:r w:rsidRPr="00262FFA">
              <w:t>Revised Assessment Conditions to include Assessor requirements</w:t>
            </w:r>
          </w:p>
        </w:tc>
        <w:tc>
          <w:tcPr>
            <w:tcW w:w="1616" w:type="pct"/>
          </w:tcPr>
          <w:p w14:paraId="55F5E868" w14:textId="58C99504" w:rsidR="00041E59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  <w:p w14:paraId="61B2FC37" w14:textId="345916B9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01B47581" w:rsidR="00F1480E" w:rsidRPr="005404CB" w:rsidRDefault="00FD4FF6" w:rsidP="005404CB">
            <w:pPr>
              <w:pStyle w:val="SIText"/>
            </w:pPr>
            <w:r w:rsidRPr="00FD4FF6">
              <w:t>https://vetnet.gov.au/Pages/TrainingDocs.aspx?q=c6399549-9c62-4a5e-bf1a-524b2322cf72.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714B489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D029C" w:rsidRPr="00DD029C">
              <w:t>AHCILM5X01</w:t>
            </w:r>
            <w:r w:rsidR="00DD029C">
              <w:t xml:space="preserve"> </w:t>
            </w:r>
            <w:r w:rsidR="004D4623" w:rsidRPr="004D4623">
              <w:t>Conduct field research into natural and cultural resources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4967CCF3" w:rsidR="007A300D" w:rsidRPr="00A50FB1" w:rsidRDefault="007A300D" w:rsidP="00A50FB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A50FB1" w:rsidRPr="00A50FB1">
              <w:rPr>
                <w:rStyle w:val="SITemporaryText-blue"/>
                <w:color w:val="auto"/>
                <w:sz w:val="20"/>
              </w:rPr>
              <w:t>on at least one occasion</w:t>
            </w:r>
            <w:r w:rsidRPr="00A50FB1">
              <w:rPr>
                <w:rStyle w:val="SITemporaryText-blue"/>
                <w:color w:val="auto"/>
                <w:sz w:val="20"/>
              </w:rPr>
              <w:t>:</w:t>
            </w:r>
          </w:p>
          <w:p w14:paraId="0F83EF19" w14:textId="78F5ACFB" w:rsidR="00A8767C" w:rsidRPr="00A50FB1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use</w:t>
            </w:r>
            <w:r w:rsidR="00A50FB1" w:rsidRPr="00A50FB1">
              <w:rPr>
                <w:rStyle w:val="SITemporaryText-blue"/>
                <w:color w:val="auto"/>
                <w:sz w:val="20"/>
              </w:rPr>
              <w:t>d</w:t>
            </w:r>
            <w:r w:rsidRPr="00A50FB1">
              <w:rPr>
                <w:rStyle w:val="SITemporaryText-blue"/>
                <w:color w:val="auto"/>
                <w:sz w:val="20"/>
              </w:rPr>
              <w:t xml:space="preserve"> a range of electronic and manual recording systems to support research</w:t>
            </w:r>
          </w:p>
          <w:p w14:paraId="537850F2" w14:textId="043D6620" w:rsidR="00A8767C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identif</w:t>
            </w:r>
            <w:r w:rsidR="00A50FB1" w:rsidRPr="00A50FB1">
              <w:rPr>
                <w:rStyle w:val="SITemporaryText-blue"/>
                <w:color w:val="auto"/>
                <w:sz w:val="20"/>
              </w:rPr>
              <w:t>ied</w:t>
            </w:r>
            <w:r w:rsidRPr="00A50FB1">
              <w:rPr>
                <w:rStyle w:val="SITemporaryText-blue"/>
                <w:color w:val="auto"/>
                <w:sz w:val="20"/>
              </w:rPr>
              <w:t xml:space="preserve"> stakeholders including current tenure, </w:t>
            </w:r>
            <w:r w:rsidR="00A50FB1" w:rsidRPr="00A50FB1">
              <w:rPr>
                <w:rStyle w:val="SITemporaryText-blue"/>
                <w:color w:val="auto"/>
                <w:sz w:val="20"/>
              </w:rPr>
              <w:t>local Aboriginal and/or Torres Strait Islander</w:t>
            </w:r>
            <w:r w:rsidRPr="00A50FB1">
              <w:rPr>
                <w:rStyle w:val="SITemporaryText-blue"/>
                <w:color w:val="auto"/>
                <w:sz w:val="20"/>
              </w:rPr>
              <w:t xml:space="preserve"> history and community interest</w:t>
            </w:r>
          </w:p>
          <w:p w14:paraId="428387DB" w14:textId="5F67A7AD" w:rsidR="00110043" w:rsidRPr="00110043" w:rsidRDefault="00110043" w:rsidP="0011004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10043">
              <w:rPr>
                <w:rStyle w:val="SITemporaryText-blue"/>
                <w:color w:val="auto"/>
                <w:sz w:val="20"/>
              </w:rPr>
              <w:t>sought permission from local Aboriginal and/or Torres Strait Islander communities and/or authorities</w:t>
            </w:r>
            <w:r>
              <w:rPr>
                <w:rStyle w:val="SITemporaryText-blue"/>
              </w:rPr>
              <w:t xml:space="preserve"> </w:t>
            </w:r>
            <w:r w:rsidRPr="00110043">
              <w:rPr>
                <w:rStyle w:val="SITemporaryText-blue"/>
                <w:color w:val="auto"/>
                <w:sz w:val="20"/>
              </w:rPr>
              <w:t>where required</w:t>
            </w:r>
          </w:p>
          <w:p w14:paraId="49C63CF7" w14:textId="2FE9EE18" w:rsidR="00A8767C" w:rsidRPr="00A50FB1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review</w:t>
            </w:r>
            <w:r w:rsidR="00A50FB1" w:rsidRPr="00A50FB1">
              <w:rPr>
                <w:rStyle w:val="SITemporaryText-blue"/>
                <w:color w:val="auto"/>
                <w:sz w:val="20"/>
              </w:rPr>
              <w:t>ed</w:t>
            </w:r>
            <w:r w:rsidRPr="00A50FB1">
              <w:rPr>
                <w:rStyle w:val="SITemporaryText-blue"/>
                <w:color w:val="auto"/>
                <w:sz w:val="20"/>
              </w:rPr>
              <w:t xml:space="preserve"> existing knowledge of national and cultural resources and sites using literature reviews, site inspections, </w:t>
            </w:r>
            <w:proofErr w:type="gramStart"/>
            <w:r w:rsidRPr="00A50FB1">
              <w:rPr>
                <w:rStyle w:val="SITemporaryText-blue"/>
                <w:color w:val="auto"/>
                <w:sz w:val="20"/>
              </w:rPr>
              <w:t>consultation</w:t>
            </w:r>
            <w:proofErr w:type="gramEnd"/>
            <w:r w:rsidRPr="00A50FB1">
              <w:rPr>
                <w:rStyle w:val="SITemporaryText-blue"/>
                <w:color w:val="auto"/>
                <w:sz w:val="20"/>
              </w:rPr>
              <w:t xml:space="preserve"> and expert advice</w:t>
            </w:r>
          </w:p>
          <w:p w14:paraId="551D9C88" w14:textId="43A6676F" w:rsidR="00A8767C" w:rsidRPr="00A50FB1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develop</w:t>
            </w:r>
            <w:r w:rsidR="00A50FB1" w:rsidRPr="00A50FB1">
              <w:rPr>
                <w:rStyle w:val="SITemporaryText-blue"/>
                <w:color w:val="auto"/>
                <w:sz w:val="20"/>
              </w:rPr>
              <w:t>ed</w:t>
            </w:r>
            <w:r w:rsidRPr="00A50FB1">
              <w:rPr>
                <w:rStyle w:val="SITemporaryText-blue"/>
                <w:color w:val="auto"/>
                <w:sz w:val="20"/>
              </w:rPr>
              <w:t xml:space="preserve"> research objectives and research design</w:t>
            </w:r>
          </w:p>
          <w:p w14:paraId="6C0AEE36" w14:textId="61DAF70C" w:rsidR="00A8767C" w:rsidRPr="00A50FB1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coordinate</w:t>
            </w:r>
            <w:r w:rsidR="00A50FB1" w:rsidRPr="00A50FB1">
              <w:rPr>
                <w:rStyle w:val="SITemporaryText-blue"/>
                <w:color w:val="auto"/>
                <w:sz w:val="20"/>
              </w:rPr>
              <w:t>d</w:t>
            </w:r>
            <w:r w:rsidRPr="00A50FB1">
              <w:rPr>
                <w:rStyle w:val="SITemporaryText-blue"/>
                <w:color w:val="auto"/>
                <w:sz w:val="20"/>
              </w:rPr>
              <w:t xml:space="preserve"> staff and resources for research project </w:t>
            </w:r>
          </w:p>
          <w:p w14:paraId="7A618187" w14:textId="6403BFAB" w:rsidR="00A8767C" w:rsidRPr="00A50FB1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conduct</w:t>
            </w:r>
            <w:r w:rsidR="00A50FB1" w:rsidRPr="00A50FB1">
              <w:rPr>
                <w:rStyle w:val="SITemporaryText-blue"/>
                <w:color w:val="auto"/>
                <w:sz w:val="20"/>
              </w:rPr>
              <w:t>ed</w:t>
            </w:r>
            <w:r w:rsidRPr="00A50FB1">
              <w:rPr>
                <w:rStyle w:val="SITemporaryText-blue"/>
                <w:color w:val="auto"/>
                <w:sz w:val="20"/>
              </w:rPr>
              <w:t xml:space="preserve"> field investigations to investigate impacts on fauna, </w:t>
            </w:r>
            <w:proofErr w:type="gramStart"/>
            <w:r w:rsidRPr="00A50FB1">
              <w:rPr>
                <w:rStyle w:val="SITemporaryText-blue"/>
                <w:color w:val="auto"/>
                <w:sz w:val="20"/>
              </w:rPr>
              <w:t>flora</w:t>
            </w:r>
            <w:proofErr w:type="gramEnd"/>
            <w:r w:rsidRPr="00A50FB1">
              <w:rPr>
                <w:rStyle w:val="SITemporaryText-blue"/>
                <w:color w:val="auto"/>
                <w:sz w:val="20"/>
              </w:rPr>
              <w:t xml:space="preserve"> and natural resources of the site</w:t>
            </w:r>
          </w:p>
          <w:p w14:paraId="09B31840" w14:textId="7EDCFA67" w:rsidR="00A8767C" w:rsidRPr="00A50FB1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facilitate</w:t>
            </w:r>
            <w:r w:rsidR="00A50FB1" w:rsidRPr="00A50FB1">
              <w:rPr>
                <w:rStyle w:val="SITemporaryText-blue"/>
                <w:color w:val="auto"/>
                <w:sz w:val="20"/>
              </w:rPr>
              <w:t>d</w:t>
            </w:r>
            <w:r w:rsidRPr="00A50FB1">
              <w:rPr>
                <w:rStyle w:val="SITemporaryText-blue"/>
                <w:color w:val="auto"/>
                <w:sz w:val="20"/>
              </w:rPr>
              <w:t xml:space="preserve"> a consultation and decision-making process </w:t>
            </w:r>
          </w:p>
          <w:p w14:paraId="36B5FAA2" w14:textId="74023720" w:rsidR="00A8767C" w:rsidRPr="00A50FB1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report</w:t>
            </w:r>
            <w:r w:rsidR="00A50FB1" w:rsidRPr="00A50FB1">
              <w:rPr>
                <w:rStyle w:val="SITemporaryText-blue"/>
                <w:color w:val="auto"/>
                <w:sz w:val="20"/>
              </w:rPr>
              <w:t>ed</w:t>
            </w:r>
            <w:r w:rsidRPr="00A50FB1">
              <w:rPr>
                <w:rStyle w:val="SITemporaryText-blue"/>
                <w:color w:val="auto"/>
                <w:sz w:val="20"/>
              </w:rPr>
              <w:t xml:space="preserve"> on the field investigation to enterprise and legislative requirements</w:t>
            </w:r>
          </w:p>
          <w:p w14:paraId="7E5CF935" w14:textId="41C90A6F" w:rsidR="00A8767C" w:rsidRPr="00A50FB1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appl</w:t>
            </w:r>
            <w:r w:rsidR="00A50FB1" w:rsidRPr="00A50FB1">
              <w:rPr>
                <w:rStyle w:val="SITemporaryText-blue"/>
                <w:color w:val="auto"/>
                <w:sz w:val="20"/>
              </w:rPr>
              <w:t>ied</w:t>
            </w:r>
            <w:r w:rsidRPr="00A50FB1">
              <w:rPr>
                <w:rStyle w:val="SITemporaryText-blue"/>
                <w:color w:val="auto"/>
                <w:sz w:val="20"/>
              </w:rPr>
              <w:t xml:space="preserve"> work health and safety practices in field investigations</w:t>
            </w:r>
          </w:p>
          <w:p w14:paraId="4FD156B8" w14:textId="235C6407" w:rsidR="00A8767C" w:rsidRPr="00A50FB1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appl</w:t>
            </w:r>
            <w:r w:rsidR="00A50FB1" w:rsidRPr="00A50FB1">
              <w:rPr>
                <w:rStyle w:val="SITemporaryText-blue"/>
                <w:color w:val="auto"/>
                <w:sz w:val="20"/>
              </w:rPr>
              <w:t>ied</w:t>
            </w:r>
            <w:r w:rsidRPr="00A50FB1">
              <w:rPr>
                <w:rStyle w:val="SITemporaryText-blue"/>
                <w:color w:val="auto"/>
                <w:sz w:val="20"/>
              </w:rPr>
              <w:t xml:space="preserve"> biosecurity measures in the context of own work</w:t>
            </w:r>
          </w:p>
          <w:p w14:paraId="17782DFF" w14:textId="2432A750" w:rsidR="00556C4C" w:rsidRPr="005404CB" w:rsidRDefault="00A8767C" w:rsidP="00A50FB1">
            <w:pPr>
              <w:pStyle w:val="SIBulletList1"/>
            </w:pPr>
            <w:r w:rsidRPr="00A50FB1">
              <w:rPr>
                <w:rStyle w:val="SITemporaryText-blue"/>
                <w:color w:val="auto"/>
                <w:sz w:val="20"/>
              </w:rPr>
              <w:t>appl</w:t>
            </w:r>
            <w:r w:rsidR="00A50FB1" w:rsidRPr="00A50FB1">
              <w:rPr>
                <w:rStyle w:val="SITemporaryText-blue"/>
                <w:color w:val="auto"/>
                <w:sz w:val="20"/>
              </w:rPr>
              <w:t>ied</w:t>
            </w:r>
            <w:r w:rsidRPr="00A50FB1">
              <w:rPr>
                <w:rStyle w:val="SITemporaryText-blue"/>
                <w:color w:val="auto"/>
                <w:sz w:val="20"/>
              </w:rPr>
              <w:t xml:space="preserve"> appropriate sustainability practices in the context of own work</w:t>
            </w:r>
            <w:r w:rsidR="00C52EBA" w:rsidRPr="00A50FB1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1D8F7D4A" w14:textId="328C4374" w:rsidR="00A8767C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application of conservation legislation, charters, Codes of Practice relating to natural and cultural resource areas</w:t>
            </w:r>
          </w:p>
          <w:p w14:paraId="4A048365" w14:textId="0F910544" w:rsidR="00110043" w:rsidRPr="00110043" w:rsidRDefault="00110043" w:rsidP="0011004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10043">
              <w:rPr>
                <w:rStyle w:val="SITemporaryText-blue"/>
                <w:color w:val="auto"/>
                <w:sz w:val="20"/>
              </w:rPr>
              <w:t>differences between native title legislation and land rights</w:t>
            </w:r>
          </w:p>
          <w:p w14:paraId="24C6529B" w14:textId="114331CA" w:rsidR="00A8767C" w:rsidRPr="00A50FB1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 xml:space="preserve">systems and processes for assessing </w:t>
            </w:r>
            <w:r w:rsidR="00A50FB1" w:rsidRPr="00A50FB1">
              <w:rPr>
                <w:rStyle w:val="SITemporaryText-blue"/>
                <w:color w:val="auto"/>
                <w:sz w:val="20"/>
              </w:rPr>
              <w:t xml:space="preserve">cultural </w:t>
            </w:r>
            <w:r w:rsidRPr="00A50FB1">
              <w:rPr>
                <w:rStyle w:val="SITemporaryText-blue"/>
                <w:color w:val="auto"/>
                <w:sz w:val="20"/>
              </w:rPr>
              <w:t>significance</w:t>
            </w:r>
          </w:p>
          <w:p w14:paraId="675BCC2A" w14:textId="33F4B172" w:rsidR="00A8767C" w:rsidRPr="00A50FB1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 xml:space="preserve">ecology and biological diversity of the area under assessment, including aspects of living organisms, habitats and </w:t>
            </w:r>
            <w:r w:rsidR="00A50FB1" w:rsidRPr="00A50FB1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A50FB1">
              <w:rPr>
                <w:rStyle w:val="SITemporaryText-blue"/>
                <w:color w:val="auto"/>
                <w:sz w:val="20"/>
              </w:rPr>
              <w:t>communities, and interactions between species</w:t>
            </w:r>
          </w:p>
          <w:p w14:paraId="47B44884" w14:textId="77777777" w:rsidR="00A8767C" w:rsidRPr="00A50FB1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geological diversity including aspects of stratigraphy, palaeontology, paedology, and soil classification of the area under assessment</w:t>
            </w:r>
          </w:p>
          <w:p w14:paraId="6A4EC0F3" w14:textId="77777777" w:rsidR="00A8767C" w:rsidRPr="00A50FB1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microbiology including entomology for the area under assessment</w:t>
            </w:r>
          </w:p>
          <w:p w14:paraId="6A4D11AD" w14:textId="77777777" w:rsidR="00A8767C" w:rsidRPr="00A50FB1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accepted scientific processes, including conservation processes and charters</w:t>
            </w:r>
          </w:p>
          <w:p w14:paraId="29AC0D2A" w14:textId="77777777" w:rsidR="00A8767C" w:rsidRPr="00A50FB1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major impacts on natural resources, such as geological settings, ecological processes, and interaction between natural and cultural processes</w:t>
            </w:r>
          </w:p>
          <w:p w14:paraId="4881CCA3" w14:textId="77777777" w:rsidR="00A8767C" w:rsidRPr="00A50FB1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monitoring requirements including fabric deterioration, damage and likely causes of deterioration and damage</w:t>
            </w:r>
          </w:p>
          <w:p w14:paraId="369474E3" w14:textId="77777777" w:rsidR="00A8767C" w:rsidRPr="00A50FB1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relevant legislation and agreements that apply to area, including a good understanding of the concepts and potential operation of the Burra Charter</w:t>
            </w:r>
          </w:p>
          <w:p w14:paraId="58F25B26" w14:textId="785502FA" w:rsidR="00F1480E" w:rsidRPr="005404CB" w:rsidRDefault="00A8767C" w:rsidP="00A50FB1">
            <w:pPr>
              <w:pStyle w:val="SIBulletList1"/>
            </w:pPr>
            <w:r w:rsidRPr="00A50FB1">
              <w:rPr>
                <w:rStyle w:val="SITemporaryText-blue"/>
                <w:color w:val="auto"/>
                <w:sz w:val="20"/>
              </w:rPr>
              <w:t>legislation under which enterprise operates and research is commissioned</w:t>
            </w:r>
            <w:r w:rsidR="00BC6986" w:rsidRPr="00A50FB1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A50FB1" w:rsidRPr="00A55106" w14:paraId="020BD5D3" w14:textId="77777777" w:rsidTr="00CA2922">
        <w:tc>
          <w:tcPr>
            <w:tcW w:w="5000" w:type="pct"/>
            <w:shd w:val="clear" w:color="auto" w:fill="auto"/>
          </w:tcPr>
          <w:p w14:paraId="01072B30" w14:textId="77777777" w:rsidR="00A50FB1" w:rsidRPr="00A50FB1" w:rsidRDefault="00A50FB1" w:rsidP="00A50FB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B107DD9" w14:textId="77777777" w:rsidR="00A50FB1" w:rsidRPr="00A50FB1" w:rsidRDefault="00A50FB1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12B8A429" w14:textId="77777777" w:rsidR="00A50FB1" w:rsidRPr="00A50FB1" w:rsidRDefault="00A50FB1" w:rsidP="00A50FB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507E6BF5" w14:textId="77777777" w:rsidR="00A50FB1" w:rsidRPr="00A50FB1" w:rsidRDefault="00A50FB1" w:rsidP="00A50FB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50FB1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D007AE6" w14:textId="77777777" w:rsidR="00A50FB1" w:rsidRPr="00A50FB1" w:rsidRDefault="00A50FB1" w:rsidP="00A50FB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50FB1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3677801A" w14:textId="77777777" w:rsidR="00A50FB1" w:rsidRPr="00A50FB1" w:rsidRDefault="00A50FB1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217A4847" w14:textId="77777777" w:rsidR="00A50FB1" w:rsidRPr="00A50FB1" w:rsidRDefault="00A50FB1" w:rsidP="00A50FB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6B3395AC" w14:textId="77777777" w:rsidR="00A50FB1" w:rsidRPr="00A50FB1" w:rsidRDefault="00A50FB1" w:rsidP="00A50FB1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3501C512" w14:textId="77777777" w:rsidR="00A50FB1" w:rsidRPr="00A50FB1" w:rsidRDefault="00A50FB1" w:rsidP="00A50FB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lastRenderedPageBreak/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1FF2186F" w14:textId="77777777" w:rsidR="00A50FB1" w:rsidRPr="00A50FB1" w:rsidRDefault="00A50FB1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25A02C73" w14:textId="77777777" w:rsidR="00A50FB1" w:rsidRPr="00A50FB1" w:rsidRDefault="00A50FB1" w:rsidP="00A50FB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0CD5EE41" w14:textId="77777777" w:rsidR="00A50FB1" w:rsidRPr="00A50FB1" w:rsidRDefault="00A50FB1" w:rsidP="00A50FB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0621E91E" w:rsidR="00A50FB1" w:rsidRPr="00A50FB1" w:rsidRDefault="00A50FB1" w:rsidP="00A50FB1">
            <w:pPr>
              <w:pStyle w:val="SIBulletList2"/>
              <w:rPr>
                <w:rFonts w:eastAsia="Calibri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accompanied by, or in communication with, an Aboriginal and/or Torres Strait Islander person who is a recognised member of the community with experience and knowledge of local cultural protocols.</w:t>
            </w:r>
            <w:r w:rsidRPr="00A50FB1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64A8851C" w:rsidR="00F1480E" w:rsidRPr="005404CB" w:rsidRDefault="00A50FB1" w:rsidP="005404CB">
            <w:pPr>
              <w:pStyle w:val="SIText"/>
            </w:pPr>
            <w:r w:rsidRPr="00FD4FF6">
              <w:t>https://vetnet.gov.au/Pages/TrainingDocs.aspx?q=c6399549-9c62-4a5e-bf1a-524b2322cf72.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ECDB7" w14:textId="77777777" w:rsidR="00107D6E" w:rsidRDefault="00107D6E" w:rsidP="00BF3F0A">
      <w:r>
        <w:separator/>
      </w:r>
    </w:p>
    <w:p w14:paraId="59A6C78F" w14:textId="77777777" w:rsidR="00107D6E" w:rsidRDefault="00107D6E"/>
  </w:endnote>
  <w:endnote w:type="continuationSeparator" w:id="0">
    <w:p w14:paraId="0F6FCE3C" w14:textId="77777777" w:rsidR="00107D6E" w:rsidRDefault="00107D6E" w:rsidP="00BF3F0A">
      <w:r>
        <w:continuationSeparator/>
      </w:r>
    </w:p>
    <w:p w14:paraId="4F477E95" w14:textId="77777777" w:rsidR="00107D6E" w:rsidRDefault="00107D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5BE4F" w14:textId="77777777" w:rsidR="00107D6E" w:rsidRDefault="00107D6E" w:rsidP="00BF3F0A">
      <w:r>
        <w:separator/>
      </w:r>
    </w:p>
    <w:p w14:paraId="6E1291E5" w14:textId="77777777" w:rsidR="00107D6E" w:rsidRDefault="00107D6E"/>
  </w:footnote>
  <w:footnote w:type="continuationSeparator" w:id="0">
    <w:p w14:paraId="51BF7CC4" w14:textId="77777777" w:rsidR="00107D6E" w:rsidRDefault="00107D6E" w:rsidP="00BF3F0A">
      <w:r>
        <w:continuationSeparator/>
      </w:r>
    </w:p>
    <w:p w14:paraId="3A224904" w14:textId="77777777" w:rsidR="00107D6E" w:rsidRDefault="00107D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59F51C50" w:rsidR="009C2650" w:rsidRPr="004D4623" w:rsidRDefault="00DD029C" w:rsidP="004D4623">
    <w:sdt>
      <w:sdtPr>
        <w:id w:val="1296259662"/>
        <w:docPartObj>
          <w:docPartGallery w:val="Watermarks"/>
          <w:docPartUnique/>
        </w:docPartObj>
      </w:sdtPr>
      <w:sdtEndPr/>
      <w:sdtContent>
        <w:r>
          <w:pict w14:anchorId="6062D1D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Pr="00DD029C">
      <w:t xml:space="preserve"> </w:t>
    </w:r>
    <w:r w:rsidRPr="00DC63C5">
      <w:t>AHCILM</w:t>
    </w:r>
    <w:r>
      <w:t>5X01</w:t>
    </w:r>
    <w:r>
      <w:t xml:space="preserve"> </w:t>
    </w:r>
    <w:r w:rsidR="004D4623" w:rsidRPr="00335A96">
      <w:t>Conduct field research into natural and cultural resources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7793"/>
    <w:rsid w:val="0001108F"/>
    <w:rsid w:val="000115E2"/>
    <w:rsid w:val="000126D0"/>
    <w:rsid w:val="0001296A"/>
    <w:rsid w:val="00016803"/>
    <w:rsid w:val="00023992"/>
    <w:rsid w:val="000275AE"/>
    <w:rsid w:val="000338F5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10043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2FFA"/>
    <w:rsid w:val="0026394F"/>
    <w:rsid w:val="00264057"/>
    <w:rsid w:val="00267AF6"/>
    <w:rsid w:val="0027315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9A1"/>
    <w:rsid w:val="004D0D5F"/>
    <w:rsid w:val="004D1569"/>
    <w:rsid w:val="004D44B1"/>
    <w:rsid w:val="004D4623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2E1C"/>
    <w:rsid w:val="008F32F6"/>
    <w:rsid w:val="00916CD7"/>
    <w:rsid w:val="00920927"/>
    <w:rsid w:val="00921315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AC4"/>
    <w:rsid w:val="0099486D"/>
    <w:rsid w:val="00997359"/>
    <w:rsid w:val="00997BFC"/>
    <w:rsid w:val="009A5900"/>
    <w:rsid w:val="009A6E6C"/>
    <w:rsid w:val="009A6F3F"/>
    <w:rsid w:val="009B331A"/>
    <w:rsid w:val="009C101F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5092E"/>
    <w:rsid w:val="00A50FB1"/>
    <w:rsid w:val="00A51CB1"/>
    <w:rsid w:val="00A554D6"/>
    <w:rsid w:val="00A56E14"/>
    <w:rsid w:val="00A6476B"/>
    <w:rsid w:val="00A67F30"/>
    <w:rsid w:val="00A76C6C"/>
    <w:rsid w:val="00A87356"/>
    <w:rsid w:val="00A8767C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023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CC5"/>
    <w:rsid w:val="00D632BB"/>
    <w:rsid w:val="00D71E43"/>
    <w:rsid w:val="00D727F3"/>
    <w:rsid w:val="00D73695"/>
    <w:rsid w:val="00D753A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3C5"/>
    <w:rsid w:val="00DD029C"/>
    <w:rsid w:val="00DD0726"/>
    <w:rsid w:val="00E238E6"/>
    <w:rsid w:val="00E321DA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C7A22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4FF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Development</Project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3d44116e-70db-4910-8b47-972289d17e01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9F7488-D068-4F43-8CCE-F08C0E25F9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</TotalTime>
  <Pages>6</Pages>
  <Words>1748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Cathy Beven</cp:lastModifiedBy>
  <cp:revision>11</cp:revision>
  <cp:lastPrinted>2016-05-27T05:21:00Z</cp:lastPrinted>
  <dcterms:created xsi:type="dcterms:W3CDTF">2021-08-05T04:44:00Z</dcterms:created>
  <dcterms:modified xsi:type="dcterms:W3CDTF">2022-02-20T23:40:00Z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