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0312D" w14:paraId="695EF0CC" w14:textId="77777777" w:rsidTr="00146EEC">
        <w:tc>
          <w:tcPr>
            <w:tcW w:w="2689" w:type="dxa"/>
          </w:tcPr>
          <w:p w14:paraId="3752BE50" w14:textId="25849789" w:rsidR="00B0312D" w:rsidRPr="003700BA" w:rsidRDefault="00B0312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C50B7A" w:rsidRPr="00C6334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39C07E38" w:rsidR="00B0312D" w:rsidRPr="00B0312D" w:rsidRDefault="00B0312D" w:rsidP="00B0312D">
            <w:pPr>
              <w:pStyle w:val="SIText"/>
              <w:rPr>
                <w:rStyle w:val="SITemporaryText-blue"/>
              </w:rPr>
            </w:pPr>
            <w:r w:rsidRPr="00B0312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A06D7F3" w:rsidR="00F1480E" w:rsidRPr="005404CB" w:rsidRDefault="000D3018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23976902" w:rsidR="00F1480E" w:rsidRPr="005404CB" w:rsidRDefault="000D3018" w:rsidP="005404CB">
            <w:pPr>
              <w:pStyle w:val="SIUnittitle"/>
            </w:pPr>
            <w:r>
              <w:t xml:space="preserve">Conduct </w:t>
            </w:r>
            <w:r w:rsidR="00AB2EAC" w:rsidRPr="00AB2EAC">
              <w:t>heat plant</w:t>
            </w:r>
            <w:r>
              <w:t xml:space="preserve">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DD0558" w14:textId="07BFC3C8" w:rsidR="00D14287" w:rsidRPr="00617279" w:rsidRDefault="00F1480E" w:rsidP="00617279">
            <w:pPr>
              <w:pStyle w:val="SIText"/>
            </w:pPr>
            <w:r w:rsidRPr="00617279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D14287" w:rsidRPr="00617279">
              <w:t xml:space="preserve"> </w:t>
            </w:r>
            <w:r w:rsidR="00176857">
              <w:t xml:space="preserve">prepare for, </w:t>
            </w:r>
            <w:r w:rsidR="00D14287" w:rsidRPr="00617279">
              <w:t>start up, operate</w:t>
            </w:r>
            <w:r w:rsidR="00617279">
              <w:t>, shut down</w:t>
            </w:r>
            <w:r w:rsidR="00D14287" w:rsidRPr="00617279">
              <w:t xml:space="preserve"> and store an energy producing heat plant.</w:t>
            </w:r>
          </w:p>
          <w:p w14:paraId="14DEB5E5" w14:textId="77777777" w:rsidR="00D14287" w:rsidRPr="00617279" w:rsidRDefault="00D14287" w:rsidP="00617279">
            <w:pPr>
              <w:pStyle w:val="SIText"/>
            </w:pPr>
          </w:p>
          <w:p w14:paraId="6F22C467" w14:textId="18E42CE4" w:rsidR="00D14287" w:rsidRPr="00617279" w:rsidRDefault="00D14287" w:rsidP="00617279">
            <w:pPr>
              <w:pStyle w:val="SIText"/>
            </w:pPr>
            <w:r w:rsidRPr="00617279">
              <w:t>The unit applies to</w:t>
            </w:r>
            <w:r w:rsidR="00C50B7A">
              <w:t xml:space="preserve"> individual</w:t>
            </w:r>
            <w:r w:rsidR="00327E56">
              <w:t>s</w:t>
            </w:r>
            <w:r w:rsidR="00C50B7A">
              <w:t xml:space="preserve"> who operate</w:t>
            </w:r>
            <w:r w:rsidRPr="00617279">
              <w:t xml:space="preserve"> heat plant</w:t>
            </w:r>
            <w:r w:rsidR="00327E56">
              <w:t>s</w:t>
            </w:r>
            <w:r w:rsidRPr="00617279">
              <w:t xml:space="preserve"> i</w:t>
            </w:r>
            <w:r w:rsidR="00327E56">
              <w:t>n</w:t>
            </w:r>
            <w:r w:rsidRPr="00617279">
              <w:t xml:space="preserve"> </w:t>
            </w:r>
            <w:r w:rsidR="005D79B0">
              <w:t xml:space="preserve">a </w:t>
            </w:r>
            <w:r w:rsidRPr="00617279">
              <w:t>timber</w:t>
            </w:r>
            <w:r w:rsidR="00382531">
              <w:t xml:space="preserve"> or wood products production facility</w:t>
            </w:r>
            <w:r w:rsidRPr="00617279">
              <w:t>.</w:t>
            </w:r>
          </w:p>
          <w:p w14:paraId="6B9B2FB8" w14:textId="77777777" w:rsidR="00E04714" w:rsidRDefault="00E04714" w:rsidP="00617279">
            <w:pPr>
              <w:pStyle w:val="SIText"/>
            </w:pPr>
          </w:p>
          <w:p w14:paraId="6E924644" w14:textId="2151E60C" w:rsidR="00501806" w:rsidRDefault="00501806" w:rsidP="00C63342">
            <w:r w:rsidRPr="000D23F1">
              <w:t xml:space="preserve">All work must be carried out to </w:t>
            </w:r>
            <w:r w:rsidRPr="00501806">
              <w:t>comply with workplace procedures, according to state/territory health and safety regulations, legislation and standards that apply to the workplace.</w:t>
            </w:r>
          </w:p>
          <w:p w14:paraId="7538BBAA" w14:textId="77777777" w:rsidR="00501806" w:rsidRPr="00617279" w:rsidRDefault="00501806" w:rsidP="00617279">
            <w:pPr>
              <w:pStyle w:val="SIText"/>
            </w:pPr>
          </w:p>
          <w:p w14:paraId="30C6ACCB" w14:textId="0755DBCA" w:rsidR="00373436" w:rsidRPr="000754EC" w:rsidRDefault="00D14287" w:rsidP="00C63342">
            <w:pPr>
              <w:pStyle w:val="SIText"/>
            </w:pPr>
            <w:r w:rsidRPr="00617279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B8289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27FAECE4" w:rsidR="005E022A" w:rsidRPr="005E022A" w:rsidRDefault="00C87830" w:rsidP="00D14287">
            <w:pPr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428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18E522A" w:rsidR="00D14287" w:rsidRPr="00D14287" w:rsidRDefault="00D14287" w:rsidP="00D14287">
            <w:pPr>
              <w:pStyle w:val="SIText"/>
            </w:pPr>
            <w:r w:rsidRPr="00D14287">
              <w:t xml:space="preserve">1. Prepare for </w:t>
            </w:r>
            <w:r w:rsidR="00C87830">
              <w:t xml:space="preserve">heat plant </w:t>
            </w:r>
            <w:r w:rsidRPr="00D14287">
              <w:t>operation</w:t>
            </w:r>
            <w:r w:rsidR="00C87830">
              <w:t>s</w:t>
            </w:r>
          </w:p>
        </w:tc>
        <w:tc>
          <w:tcPr>
            <w:tcW w:w="3604" w:type="pct"/>
            <w:shd w:val="clear" w:color="auto" w:fill="auto"/>
          </w:tcPr>
          <w:p w14:paraId="792AEFD9" w14:textId="03DD8205" w:rsidR="00D14287" w:rsidRDefault="00D14287" w:rsidP="00D14287">
            <w:r w:rsidRPr="00D14287">
              <w:t xml:space="preserve">1.1 </w:t>
            </w:r>
            <w:r w:rsidR="004D1429">
              <w:t xml:space="preserve">Determine job requirements from </w:t>
            </w:r>
            <w:r w:rsidR="00E04714">
              <w:t>work</w:t>
            </w:r>
            <w:r w:rsidRPr="00D14287">
              <w:t xml:space="preserve"> order </w:t>
            </w:r>
            <w:r w:rsidR="00E04714">
              <w:t xml:space="preserve">or instruction </w:t>
            </w:r>
            <w:r w:rsidRPr="00D14287">
              <w:t>and where required check with appropriate personnel</w:t>
            </w:r>
          </w:p>
          <w:p w14:paraId="7DAE17DC" w14:textId="77777777" w:rsidR="00C84E72" w:rsidRPr="00C84E72" w:rsidRDefault="00C84E72" w:rsidP="00C84E72">
            <w:pPr>
              <w:pStyle w:val="SIText"/>
            </w:pPr>
            <w:r w:rsidRPr="00D4073A">
              <w:t>1.</w:t>
            </w:r>
            <w:r w:rsidRPr="00C84E72">
              <w:t>2 Confirm workplace health and safety requirements, including emergency procedures, and environmental procedures for the tasks</w:t>
            </w:r>
          </w:p>
          <w:p w14:paraId="1AD65CDE" w14:textId="08797227" w:rsidR="00C84E72" w:rsidRPr="00C84E72" w:rsidRDefault="00C84E72" w:rsidP="00C84E72">
            <w:r w:rsidRPr="00B44D9D">
              <w:t>1.</w:t>
            </w:r>
            <w:r w:rsidRPr="00C84E72">
              <w:t>3 Identify hazards, assess risks and determine control measures</w:t>
            </w:r>
            <w:r w:rsidR="00FA1BB7">
              <w:t xml:space="preserve"> associated with energy generating heat banks</w:t>
            </w:r>
          </w:p>
          <w:p w14:paraId="7F405436" w14:textId="459DA8B7" w:rsidR="00D14287" w:rsidRDefault="00D14287" w:rsidP="00D14287">
            <w:r w:rsidRPr="00D14287">
              <w:t>1.</w:t>
            </w:r>
            <w:r w:rsidR="00C84E72">
              <w:t>4</w:t>
            </w:r>
            <w:r w:rsidRPr="00D14287">
              <w:t xml:space="preserve"> Select appropriate personal protective equipment</w:t>
            </w:r>
            <w:r w:rsidR="00E04714">
              <w:t xml:space="preserve"> </w:t>
            </w:r>
            <w:r w:rsidRPr="00D14287">
              <w:t>and check for operational effectiveness</w:t>
            </w:r>
          </w:p>
          <w:p w14:paraId="14713790" w14:textId="31B8ED37" w:rsidR="00BB7A6E" w:rsidRDefault="00D14287" w:rsidP="00BB7A6E">
            <w:r w:rsidRPr="00D14287">
              <w:t>1.</w:t>
            </w:r>
            <w:r w:rsidR="00BB7A6E">
              <w:t>5</w:t>
            </w:r>
            <w:r w:rsidR="00BB7A6E" w:rsidRPr="00D14287">
              <w:t xml:space="preserve"> </w:t>
            </w:r>
            <w:r w:rsidRPr="00D14287">
              <w:t>Identify and set quantity of energy to be generated for allocated process</w:t>
            </w:r>
            <w:r w:rsidR="00263D74">
              <w:t xml:space="preserve"> as specified in work order</w:t>
            </w:r>
          </w:p>
          <w:p w14:paraId="1F081F5C" w14:textId="7E10573D" w:rsidR="00BB7A6E" w:rsidRPr="00BB7A6E" w:rsidRDefault="00BB7A6E" w:rsidP="00BB7A6E">
            <w:r>
              <w:t>1</w:t>
            </w:r>
            <w:r w:rsidRPr="00D14287">
              <w:t>.</w:t>
            </w:r>
            <w:r>
              <w:t>6</w:t>
            </w:r>
            <w:r w:rsidRPr="00D14287">
              <w:t xml:space="preserve"> </w:t>
            </w:r>
            <w:r w:rsidRPr="00BB7A6E">
              <w:t>Check heat plant chemicals for correct labelling to ensure compliance with safety and regulatory requirements</w:t>
            </w:r>
          </w:p>
          <w:p w14:paraId="2523AD6F" w14:textId="71B762F9" w:rsidR="00D14287" w:rsidRPr="00D14287" w:rsidRDefault="00BB7A6E" w:rsidP="00BB7A6E">
            <w:r>
              <w:t>1.7</w:t>
            </w:r>
            <w:r w:rsidRPr="00BB7A6E">
              <w:t xml:space="preserve"> Complete pre-operational safety and pre-start-up checks to ensure operational effectiveness</w:t>
            </w:r>
            <w:r>
              <w:t xml:space="preserve"> of heat plant</w:t>
            </w:r>
          </w:p>
        </w:tc>
      </w:tr>
      <w:tr w:rsidR="00D14287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1234F1E" w:rsidR="00D14287" w:rsidRPr="00D14287" w:rsidRDefault="00D14287" w:rsidP="00D14287">
            <w:pPr>
              <w:pStyle w:val="SIText"/>
            </w:pPr>
            <w:r w:rsidRPr="00D14287">
              <w:t>2. Operate and monitor heat plant</w:t>
            </w:r>
          </w:p>
        </w:tc>
        <w:tc>
          <w:tcPr>
            <w:tcW w:w="3604" w:type="pct"/>
            <w:shd w:val="clear" w:color="auto" w:fill="auto"/>
          </w:tcPr>
          <w:p w14:paraId="12A9F027" w14:textId="30771275" w:rsidR="009108B4" w:rsidRDefault="00D14287" w:rsidP="00D14287">
            <w:r w:rsidRPr="00D14287">
              <w:t>2.</w:t>
            </w:r>
            <w:r w:rsidR="00BB7BE2">
              <w:t>1</w:t>
            </w:r>
            <w:r w:rsidRPr="00D14287">
              <w:t xml:space="preserve"> Start </w:t>
            </w:r>
            <w:r w:rsidR="000F65F5">
              <w:t xml:space="preserve">heat </w:t>
            </w:r>
            <w:r w:rsidRPr="00D14287">
              <w:t xml:space="preserve">plant </w:t>
            </w:r>
            <w:r w:rsidR="009108B4" w:rsidRPr="009108B4">
              <w:t>according to workplace procedures</w:t>
            </w:r>
            <w:r w:rsidR="009108B4">
              <w:t xml:space="preserve"> </w:t>
            </w:r>
          </w:p>
          <w:p w14:paraId="127DB28E" w14:textId="41283279" w:rsidR="00D14287" w:rsidRPr="00D14287" w:rsidRDefault="009108B4" w:rsidP="00D14287">
            <w:r>
              <w:t>2.</w:t>
            </w:r>
            <w:r w:rsidR="00BB7BE2">
              <w:t>2</w:t>
            </w:r>
            <w:r>
              <w:t xml:space="preserve"> </w:t>
            </w:r>
            <w:r w:rsidR="00504A82">
              <w:t xml:space="preserve">Assess </w:t>
            </w:r>
            <w:r w:rsidR="00BC1091">
              <w:t xml:space="preserve">heat plant condition for anomalies during </w:t>
            </w:r>
            <w:r w:rsidR="00C32D87">
              <w:t>start up and rectify or report to relevant personnel according to workplace procedures</w:t>
            </w:r>
          </w:p>
          <w:p w14:paraId="1F14FBE3" w14:textId="14B3E7CA" w:rsidR="00D14287" w:rsidRPr="00D14287" w:rsidRDefault="00D14287" w:rsidP="00D14287">
            <w:r w:rsidRPr="00D14287">
              <w:t>2.</w:t>
            </w:r>
            <w:r w:rsidR="00BB7BE2">
              <w:t>3</w:t>
            </w:r>
            <w:r w:rsidRPr="00D14287">
              <w:t xml:space="preserve"> Monitor heat plant operation, diagnose status and adjust to maintain safe and efficient operation</w:t>
            </w:r>
          </w:p>
          <w:p w14:paraId="030FEAD7" w14:textId="42DB3A2A" w:rsidR="00D14287" w:rsidRPr="00D14287" w:rsidRDefault="00D14287" w:rsidP="00D14287">
            <w:r w:rsidRPr="00D14287">
              <w:t>2.</w:t>
            </w:r>
            <w:r w:rsidR="00BB7BE2">
              <w:t>4</w:t>
            </w:r>
            <w:r w:rsidRPr="00D14287">
              <w:t xml:space="preserve"> </w:t>
            </w:r>
            <w:r w:rsidR="00611042">
              <w:t xml:space="preserve">Shut down heat plant </w:t>
            </w:r>
            <w:r w:rsidRPr="00D14287">
              <w:t>in cases of fire</w:t>
            </w:r>
            <w:r w:rsidR="00E572B4">
              <w:t xml:space="preserve"> according to </w:t>
            </w:r>
            <w:r w:rsidR="00E572B4" w:rsidRPr="00E572B4">
              <w:t>emergency procedure</w:t>
            </w:r>
          </w:p>
          <w:p w14:paraId="7AD6C893" w14:textId="514EE6DB" w:rsidR="00D14287" w:rsidRPr="00D14287" w:rsidRDefault="00D14287" w:rsidP="00D14287">
            <w:pPr>
              <w:pStyle w:val="SIText"/>
            </w:pPr>
            <w:r w:rsidRPr="00D14287">
              <w:t>2.</w:t>
            </w:r>
            <w:r w:rsidR="00BB7BE2">
              <w:t>5</w:t>
            </w:r>
            <w:r w:rsidRPr="00D14287">
              <w:t xml:space="preserve"> </w:t>
            </w:r>
            <w:r w:rsidR="003C478D">
              <w:t>R</w:t>
            </w:r>
            <w:r w:rsidR="00E572B4">
              <w:t xml:space="preserve">ecord and report heat plant operations and </w:t>
            </w:r>
            <w:r w:rsidRPr="00D14287">
              <w:t>fuel efficiency to appropriate personnel</w:t>
            </w:r>
          </w:p>
        </w:tc>
      </w:tr>
      <w:tr w:rsidR="00D14287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20C67DB" w:rsidR="00D14287" w:rsidRPr="00D14287" w:rsidRDefault="00D14287" w:rsidP="00D14287">
            <w:pPr>
              <w:pStyle w:val="SIText"/>
            </w:pPr>
            <w:r w:rsidRPr="00D14287">
              <w:t>3. Shut down and store heat plant</w:t>
            </w:r>
          </w:p>
        </w:tc>
        <w:tc>
          <w:tcPr>
            <w:tcW w:w="3604" w:type="pct"/>
            <w:shd w:val="clear" w:color="auto" w:fill="auto"/>
          </w:tcPr>
          <w:p w14:paraId="74A26F2A" w14:textId="19C85870" w:rsidR="00944E83" w:rsidRPr="00944E83" w:rsidRDefault="00944E83" w:rsidP="00944E83">
            <w:r w:rsidRPr="00516F18">
              <w:t xml:space="preserve">3.1 </w:t>
            </w:r>
            <w:r w:rsidRPr="00944E83">
              <w:t xml:space="preserve">Isolate and shut down </w:t>
            </w:r>
            <w:r>
              <w:t>heat plant</w:t>
            </w:r>
            <w:r w:rsidRPr="00944E83">
              <w:t xml:space="preserve"> according to workplace safety procedures </w:t>
            </w:r>
          </w:p>
          <w:p w14:paraId="5FF49C0F" w14:textId="00417CC9" w:rsidR="00D14287" w:rsidRPr="00D14287" w:rsidRDefault="00D14287" w:rsidP="00D14287">
            <w:r w:rsidRPr="00D14287">
              <w:t xml:space="preserve">3.2 Remove or replace valves and fittings </w:t>
            </w:r>
            <w:r w:rsidR="009108B4">
              <w:t>according to workplace</w:t>
            </w:r>
            <w:r w:rsidRPr="00D14287">
              <w:t xml:space="preserve"> procedures</w:t>
            </w:r>
            <w:r w:rsidR="009108B4">
              <w:t>,</w:t>
            </w:r>
            <w:r w:rsidRPr="00D14287">
              <w:t xml:space="preserve"> if required</w:t>
            </w:r>
          </w:p>
          <w:p w14:paraId="4613E475" w14:textId="6E35725B" w:rsidR="00D14287" w:rsidRPr="00D14287" w:rsidRDefault="00D14287" w:rsidP="00D14287">
            <w:r w:rsidRPr="00D14287">
              <w:t xml:space="preserve">3.3 Maintain cleanliness of heat plant and plant room </w:t>
            </w:r>
            <w:r w:rsidR="009108B4">
              <w:t>according to workplace procedures</w:t>
            </w:r>
          </w:p>
          <w:p w14:paraId="043043C2" w14:textId="46625692" w:rsidR="00D14287" w:rsidRPr="00D14287" w:rsidRDefault="00D14287" w:rsidP="00D14287">
            <w:r w:rsidRPr="00D14287">
              <w:t xml:space="preserve">3.4 </w:t>
            </w:r>
            <w:r w:rsidR="000D77D6">
              <w:t>S</w:t>
            </w:r>
            <w:r w:rsidRPr="00D14287">
              <w:t xml:space="preserve">elect storage mode and store heat plant </w:t>
            </w:r>
            <w:r w:rsidR="009108B4">
              <w:t xml:space="preserve">according to workplace procedures </w:t>
            </w:r>
          </w:p>
          <w:p w14:paraId="598F789C" w14:textId="0854D287" w:rsidR="00D14287" w:rsidRPr="00D14287" w:rsidRDefault="00D14287" w:rsidP="00D14287">
            <w:pPr>
              <w:pStyle w:val="SIText"/>
            </w:pPr>
            <w:r w:rsidRPr="00D14287">
              <w:t>3.5 Record and report and equipment faults and maintenance requirements to appropriate personnel</w:t>
            </w:r>
          </w:p>
        </w:tc>
      </w:tr>
    </w:tbl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D45B4" w:rsidRPr="00336FCA" w:rsidDel="00423CB2" w14:paraId="78396A8C" w14:textId="77777777" w:rsidTr="00CA2922">
        <w:tc>
          <w:tcPr>
            <w:tcW w:w="1396" w:type="pct"/>
          </w:tcPr>
          <w:p w14:paraId="5B614251" w14:textId="5F2B0AFE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Reading</w:t>
            </w:r>
          </w:p>
        </w:tc>
        <w:tc>
          <w:tcPr>
            <w:tcW w:w="3604" w:type="pct"/>
          </w:tcPr>
          <w:p w14:paraId="3D3A14B6" w14:textId="459FF103" w:rsidR="008D45B4" w:rsidRPr="00584E44" w:rsidRDefault="0044404B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 xml:space="preserve">Interpret </w:t>
            </w:r>
            <w:r w:rsidR="008D45B4" w:rsidRPr="00584E44">
              <w:t xml:space="preserve">routine technical documents </w:t>
            </w:r>
            <w:r w:rsidR="00C14DEA" w:rsidRPr="00584E44">
              <w:t>such as instruction manual for heat plant</w:t>
            </w:r>
          </w:p>
        </w:tc>
      </w:tr>
      <w:tr w:rsidR="008D45B4" w:rsidRPr="00336FCA" w:rsidDel="00423CB2" w14:paraId="3D3DB336" w14:textId="77777777" w:rsidTr="00CA2922">
        <w:tc>
          <w:tcPr>
            <w:tcW w:w="1396" w:type="pct"/>
          </w:tcPr>
          <w:p w14:paraId="1ADBC606" w14:textId="37BED80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Writing</w:t>
            </w:r>
          </w:p>
        </w:tc>
        <w:tc>
          <w:tcPr>
            <w:tcW w:w="3604" w:type="pct"/>
          </w:tcPr>
          <w:p w14:paraId="08A857D1" w14:textId="7FE2FAB3" w:rsidR="008D45B4" w:rsidRPr="00584E44" w:rsidRDefault="008D45B4" w:rsidP="0091328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4E44">
              <w:t xml:space="preserve">Complete </w:t>
            </w:r>
            <w:r w:rsidR="00300D43" w:rsidRPr="00584E44">
              <w:t xml:space="preserve">routine records for heat plant </w:t>
            </w:r>
            <w:r w:rsidR="00F74229" w:rsidRPr="00584E44">
              <w:t xml:space="preserve">operations, equipment faults and maintenance requirements </w:t>
            </w:r>
          </w:p>
        </w:tc>
      </w:tr>
      <w:tr w:rsidR="008D45B4" w:rsidRPr="00336FCA" w:rsidDel="00423CB2" w14:paraId="5340F468" w14:textId="77777777" w:rsidTr="00CA2922">
        <w:tc>
          <w:tcPr>
            <w:tcW w:w="1396" w:type="pct"/>
          </w:tcPr>
          <w:p w14:paraId="0310E0A2" w14:textId="58755AFD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Oral Communication</w:t>
            </w:r>
          </w:p>
        </w:tc>
        <w:tc>
          <w:tcPr>
            <w:tcW w:w="3604" w:type="pct"/>
          </w:tcPr>
          <w:p w14:paraId="72697881" w14:textId="41B8AFB8" w:rsidR="008D45B4" w:rsidRPr="00584E44" w:rsidRDefault="00BC61F1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Ask questions and actively listen to clarify contents of operational orders</w:t>
            </w:r>
          </w:p>
        </w:tc>
      </w:tr>
      <w:tr w:rsidR="008D45B4" w:rsidRPr="00336FCA" w:rsidDel="00423CB2" w14:paraId="073672F2" w14:textId="77777777" w:rsidTr="00CA2922">
        <w:tc>
          <w:tcPr>
            <w:tcW w:w="1396" w:type="pct"/>
          </w:tcPr>
          <w:p w14:paraId="7DED2A3F" w14:textId="2BAC921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Numeracy</w:t>
            </w:r>
          </w:p>
        </w:tc>
        <w:tc>
          <w:tcPr>
            <w:tcW w:w="3604" w:type="pct"/>
          </w:tcPr>
          <w:p w14:paraId="50561AE5" w14:textId="7E549FC2" w:rsidR="00BE7D1E" w:rsidRPr="00584E44" w:rsidRDefault="00F74229" w:rsidP="00913285">
            <w:pPr>
              <w:pStyle w:val="SIBulletList1"/>
            </w:pPr>
            <w:r w:rsidRPr="00584E44">
              <w:t xml:space="preserve">Interpret </w:t>
            </w:r>
            <w:r w:rsidR="00BC61F1" w:rsidRPr="00584E44">
              <w:t>basic numerical machine settings</w:t>
            </w:r>
            <w:r w:rsidR="00BE7D1E" w:rsidRPr="00584E44">
              <w:t>,</w:t>
            </w:r>
            <w:r w:rsidR="00BC61F1" w:rsidRPr="00584E44">
              <w:t xml:space="preserve"> </w:t>
            </w:r>
            <w:r w:rsidR="00BE7D1E" w:rsidRPr="00584E44">
              <w:t xml:space="preserve">gauges and data recording equipment </w:t>
            </w:r>
          </w:p>
          <w:p w14:paraId="15BA8768" w14:textId="7EC7DD6D" w:rsidR="008D45B4" w:rsidRPr="00584E44" w:rsidRDefault="00BC61F1" w:rsidP="00913285">
            <w:pPr>
              <w:pStyle w:val="SIBulletList1"/>
              <w:rPr>
                <w:rFonts w:eastAsia="Calibri"/>
              </w:rPr>
            </w:pPr>
            <w:r w:rsidRPr="00584E44">
              <w:t>Record numerical data involving fuel efficiency</w:t>
            </w:r>
          </w:p>
          <w:p w14:paraId="122742B2" w14:textId="6EF837C7" w:rsidR="00486429" w:rsidRPr="00584E44" w:rsidRDefault="00486429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Measure and record chemical usage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EF360A0" w14:textId="500DE2AA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FWPCOT3XXX C</w:t>
            </w:r>
            <w:r w:rsidR="00B14CA8" w:rsidRPr="00E80937">
              <w:t xml:space="preserve">onduct heat plant operations </w:t>
            </w:r>
          </w:p>
        </w:tc>
        <w:tc>
          <w:tcPr>
            <w:tcW w:w="1105" w:type="pct"/>
          </w:tcPr>
          <w:p w14:paraId="79CE9F35" w14:textId="49069104" w:rsidR="00041E59" w:rsidRPr="00E80937" w:rsidRDefault="00BC61F1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61813A4F" w14:textId="6DBAC186" w:rsidR="00E80937" w:rsidRPr="00E80937" w:rsidRDefault="00E80937" w:rsidP="00C63342">
            <w:pPr>
              <w:pStyle w:val="SIText"/>
            </w:pPr>
            <w:r w:rsidRPr="00E80937">
              <w:t>Redesigned unit that includes content from 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E80937">
              <w:t>FWPCOT4207</w:t>
            </w:r>
          </w:p>
          <w:p w14:paraId="095174EC" w14:textId="7A745D85" w:rsidR="0011714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Plan and coordinate heat plant operations</w:t>
            </w:r>
            <w:r w:rsidRPr="00C63342" w:rsidDel="00E8093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14FF4985" w14:textId="5D34BCB0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>Not e</w:t>
            </w:r>
            <w:r w:rsidR="00916CD7" w:rsidRPr="00E80937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600FDC79" w:rsidR="00916CD7" w:rsidRPr="00E80937" w:rsidRDefault="00916CD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D58F1" w14:paraId="158D6CC5" w14:textId="77777777" w:rsidTr="00F33FF2">
        <w:tc>
          <w:tcPr>
            <w:tcW w:w="1028" w:type="pct"/>
          </w:tcPr>
          <w:p w14:paraId="752ECEB6" w14:textId="2197B5F4" w:rsidR="007B631A" w:rsidRPr="00E80937" w:rsidRDefault="00E80937" w:rsidP="00E80937">
            <w:pPr>
              <w:pStyle w:val="SIText"/>
            </w:pPr>
            <w:r w:rsidRPr="00E80937">
              <w:t>FWPCOT3XXX Conduct heat plant operations</w:t>
            </w:r>
          </w:p>
        </w:tc>
        <w:tc>
          <w:tcPr>
            <w:tcW w:w="1105" w:type="pct"/>
          </w:tcPr>
          <w:p w14:paraId="6544A434" w14:textId="77777777" w:rsidR="00BC4764" w:rsidRPr="00E80937" w:rsidRDefault="00BC4764" w:rsidP="00C63342">
            <w:pPr>
              <w:pStyle w:val="SIText"/>
            </w:pPr>
            <w:r w:rsidRPr="00E80937">
              <w:t>FWPCOT4207</w:t>
            </w:r>
          </w:p>
          <w:p w14:paraId="1FBD0279" w14:textId="155C5B0D" w:rsidR="007B631A" w:rsidRPr="00E80937" w:rsidRDefault="00BC4764" w:rsidP="00E80937">
            <w:pPr>
              <w:pStyle w:val="SIText"/>
            </w:pPr>
            <w:r w:rsidRPr="00E80937">
              <w:t>Plan and coordinate heat plant operations</w:t>
            </w:r>
          </w:p>
        </w:tc>
        <w:tc>
          <w:tcPr>
            <w:tcW w:w="1251" w:type="pct"/>
          </w:tcPr>
          <w:p w14:paraId="2570188D" w14:textId="77777777" w:rsidR="00E80937" w:rsidRPr="00E80937" w:rsidRDefault="00E80937" w:rsidP="00C63342">
            <w:pPr>
              <w:pStyle w:val="SIText"/>
            </w:pPr>
            <w:r w:rsidRPr="00E80937">
              <w:t>Redesigned unit that includes content from 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E80937">
              <w:t>FWPCOT4207</w:t>
            </w:r>
          </w:p>
          <w:p w14:paraId="31149F9E" w14:textId="586AA799" w:rsidR="007B631A" w:rsidRPr="00C63342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Plan and coordinate heat plant operations</w:t>
            </w:r>
          </w:p>
        </w:tc>
        <w:tc>
          <w:tcPr>
            <w:tcW w:w="1616" w:type="pct"/>
          </w:tcPr>
          <w:p w14:paraId="6C901496" w14:textId="77777777" w:rsidR="00E80937" w:rsidRPr="00C63342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F3C4B0F" w14:textId="77777777" w:rsidR="007B631A" w:rsidRPr="00E80937" w:rsidRDefault="007B631A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99AEDC7" w:rsidR="005E022A" w:rsidRPr="005404CB" w:rsidRDefault="00520E9A" w:rsidP="0011714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2E58FA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80937" w:rsidRPr="00AB2EAC">
              <w:t>FWP</w:t>
            </w:r>
            <w:r w:rsidR="00E80937">
              <w:t>COT3XXX</w:t>
            </w:r>
            <w:r w:rsidR="00E80937" w:rsidRPr="00AB2EAC">
              <w:t xml:space="preserve"> </w:t>
            </w:r>
            <w:r w:rsidR="00E80937">
              <w:t>C</w:t>
            </w:r>
            <w:r w:rsidR="007E4532">
              <w:t>onduct</w:t>
            </w:r>
            <w:r w:rsidR="007E4532" w:rsidRPr="00AB2EAC">
              <w:t xml:space="preserve"> </w:t>
            </w:r>
            <w:r w:rsidR="00AB2EAC" w:rsidRPr="00AB2EAC">
              <w:t>heat plant</w:t>
            </w:r>
            <w:r w:rsidR="007E4532">
              <w:t xml:space="preserve">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345A14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345A14">
              <w:rPr>
                <w:rStyle w:val="SITemporaryText-blue"/>
                <w:color w:val="auto"/>
                <w:sz w:val="20"/>
              </w:rPr>
              <w:t>in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345A14" w:rsidRDefault="007A300D" w:rsidP="00345A14">
            <w:pPr>
              <w:pStyle w:val="SIText"/>
            </w:pPr>
          </w:p>
          <w:p w14:paraId="4DBC1068" w14:textId="3C44CCD0" w:rsidR="00926168" w:rsidRPr="003700BA" w:rsidRDefault="007A300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001FC1" w:rsidRPr="003700BA">
              <w:rPr>
                <w:rStyle w:val="SITemporaryText-blue"/>
                <w:color w:val="auto"/>
                <w:sz w:val="20"/>
              </w:rPr>
              <w:t xml:space="preserve">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prepared for, started up, monitored and shut down </w:t>
            </w:r>
            <w:r w:rsidR="00926168" w:rsidRPr="00C63342">
              <w:rPr>
                <w:rStyle w:val="SITemporaryText-blue"/>
                <w:color w:val="auto"/>
                <w:sz w:val="20"/>
              </w:rPr>
              <w:t>heat plant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 operations for </w:t>
            </w:r>
            <w:r w:rsidR="00C01178" w:rsidRPr="003700BA">
              <w:t xml:space="preserve">a timber or wood products production facility for two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production cycle</w:t>
            </w:r>
            <w:r w:rsidR="00C01178" w:rsidRPr="003700BA">
              <w:t xml:space="preserve"> with different </w:t>
            </w:r>
            <w:r w:rsidR="007970D3">
              <w:t xml:space="preserve">specified </w:t>
            </w:r>
            <w:r w:rsidR="00C01178" w:rsidRPr="003700BA">
              <w:t>energy generation requirements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.</w:t>
            </w:r>
          </w:p>
          <w:p w14:paraId="32877A9B" w14:textId="77777777" w:rsidR="00926168" w:rsidRPr="003700BA" w:rsidRDefault="00926168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0AA0EF3" w14:textId="367221DA" w:rsidR="00835F7C" w:rsidRPr="003700BA" w:rsidRDefault="00926168" w:rsidP="003700BA">
            <w:pPr>
              <w:pStyle w:val="SIText"/>
            </w:pPr>
            <w:r w:rsidRPr="00C63342">
              <w:rPr>
                <w:rStyle w:val="SITemporaryText-blue"/>
                <w:color w:val="auto"/>
                <w:sz w:val="20"/>
              </w:rPr>
              <w:t>I</w:t>
            </w:r>
            <w:r w:rsidR="0042290C" w:rsidRPr="003700BA">
              <w:rPr>
                <w:rStyle w:val="SITemporaryText-blue"/>
                <w:color w:val="auto"/>
                <w:sz w:val="20"/>
              </w:rPr>
              <w:t>n the course of this work</w:t>
            </w:r>
            <w:r w:rsidRPr="00C63342">
              <w:rPr>
                <w:rStyle w:val="SITemporaryText-blue"/>
                <w:color w:val="auto"/>
                <w:sz w:val="20"/>
              </w:rPr>
              <w:t>, the individual</w:t>
            </w:r>
            <w:r w:rsidR="0042290C" w:rsidRPr="003700BA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376CA03E" w14:textId="77777777" w:rsidR="00326D43" w:rsidRPr="00326D43" w:rsidRDefault="00326D43" w:rsidP="00326D43">
            <w:pPr>
              <w:pStyle w:val="SIBulletList1"/>
            </w:pPr>
            <w:r w:rsidRPr="00F501A4">
              <w:t xml:space="preserve">followed workplace health and safety </w:t>
            </w:r>
            <w:r w:rsidRPr="00326D43">
              <w:t>requirements</w:t>
            </w:r>
          </w:p>
          <w:p w14:paraId="5D4C408A" w14:textId="079E9B4F" w:rsidR="00326D43" w:rsidRPr="00326D43" w:rsidRDefault="00326D43" w:rsidP="00326D43">
            <w:pPr>
              <w:pStyle w:val="SIBulletList1"/>
            </w:pPr>
            <w:r w:rsidRPr="00F501A4">
              <w:t xml:space="preserve">conducted pre-operational checks </w:t>
            </w:r>
            <w:r w:rsidRPr="00326D43">
              <w:t xml:space="preserve">on </w:t>
            </w:r>
            <w:r w:rsidR="00A35128">
              <w:t>heat plant</w:t>
            </w:r>
          </w:p>
          <w:p w14:paraId="5154DC0D" w14:textId="77777777" w:rsidR="00326D43" w:rsidRPr="00326D43" w:rsidRDefault="00326D43" w:rsidP="00326D43">
            <w:pPr>
              <w:pStyle w:val="SIBulletList1"/>
            </w:pPr>
            <w:r w:rsidRPr="00F501A4">
              <w:t xml:space="preserve">diagnosed </w:t>
            </w:r>
            <w:r w:rsidRPr="00326D43">
              <w:t>and adjusted control settings during operation</w:t>
            </w:r>
          </w:p>
          <w:p w14:paraId="3F8ACA78" w14:textId="77777777" w:rsidR="00326D43" w:rsidRPr="00326D43" w:rsidRDefault="00326D43" w:rsidP="00326D43">
            <w:pPr>
              <w:pStyle w:val="SIBulletList1"/>
            </w:pPr>
            <w:r>
              <w:t xml:space="preserve">identified and </w:t>
            </w:r>
            <w:r w:rsidRPr="00326D43">
              <w:t>rectified boiler operating faults</w:t>
            </w:r>
          </w:p>
          <w:p w14:paraId="4A863F13" w14:textId="77777777" w:rsidR="00326D43" w:rsidRPr="00326D43" w:rsidRDefault="00326D43" w:rsidP="00326D43">
            <w:pPr>
              <w:pStyle w:val="SIBulletList1"/>
            </w:pPr>
            <w:r>
              <w:t xml:space="preserve">handled and </w:t>
            </w:r>
            <w:r w:rsidRPr="00326D43">
              <w:t>labelled boiler house chemicals correctly</w:t>
            </w:r>
          </w:p>
          <w:p w14:paraId="1B2EA1CF" w14:textId="77777777" w:rsidR="00326D43" w:rsidRPr="00326D43" w:rsidRDefault="00326D43" w:rsidP="00326D43">
            <w:pPr>
              <w:pStyle w:val="SIBulletList1"/>
            </w:pPr>
            <w:r>
              <w:t>p</w:t>
            </w:r>
            <w:r w:rsidRPr="00326D43">
              <w:t>repared steam boiler for periodic inspection</w:t>
            </w:r>
          </w:p>
          <w:p w14:paraId="4FB37A08" w14:textId="25863A54" w:rsidR="00C51A7C" w:rsidRPr="005404CB" w:rsidRDefault="00326D43" w:rsidP="00C63342">
            <w:pPr>
              <w:pStyle w:val="SIBulletList1"/>
            </w:pPr>
            <w:r w:rsidRPr="00DB3AEE">
              <w:t>complete</w:t>
            </w:r>
            <w:r w:rsidRPr="00326D43">
              <w:t>d operational and maintenance reports</w:t>
            </w:r>
            <w:r w:rsidR="00A35128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0F7BC29" w14:textId="77777777" w:rsidR="00BC62CB" w:rsidRPr="00BC62CB" w:rsidRDefault="00BC62CB" w:rsidP="000E10AB">
            <w:pPr>
              <w:pStyle w:val="SIBulletList1"/>
            </w:pPr>
            <w:r w:rsidRPr="00BC62CB">
              <w:t>environmental protection practices for heat plant operations:</w:t>
            </w:r>
          </w:p>
          <w:p w14:paraId="0AFA2E57" w14:textId="77777777" w:rsidR="00BC62CB" w:rsidRPr="00BC62CB" w:rsidRDefault="00BC62CB" w:rsidP="00D1388B">
            <w:pPr>
              <w:pStyle w:val="SIBulletList2"/>
            </w:pPr>
            <w:r w:rsidRPr="00BC62CB">
              <w:t>cleaning plant, tools and equipment</w:t>
            </w:r>
          </w:p>
          <w:p w14:paraId="3AD070FC" w14:textId="77777777" w:rsidR="00BC62CB" w:rsidRPr="00BC62CB" w:rsidRDefault="00BC62CB" w:rsidP="00D1388B">
            <w:pPr>
              <w:pStyle w:val="SIBulletList2"/>
            </w:pPr>
            <w:r w:rsidRPr="00BC62CB">
              <w:t>disposing of hazardous substances</w:t>
            </w:r>
          </w:p>
          <w:p w14:paraId="698B41EB" w14:textId="77777777" w:rsidR="00BC62CB" w:rsidRPr="00BC62CB" w:rsidRDefault="00BC62CB" w:rsidP="00BC62CB">
            <w:pPr>
              <w:pStyle w:val="SIBulletList1"/>
            </w:pPr>
            <w:r w:rsidRPr="00BC62CB">
              <w:t>characteristics and dangers of heat and energy generated by heat plants</w:t>
            </w:r>
          </w:p>
          <w:p w14:paraId="1E6CD46D" w14:textId="77777777" w:rsidR="00BC62CB" w:rsidRPr="00BC62CB" w:rsidRDefault="00BC62CB" w:rsidP="00BC62CB">
            <w:pPr>
              <w:pStyle w:val="SIBulletList1"/>
            </w:pPr>
            <w:r w:rsidRPr="00BC62CB">
              <w:t>purpose, features and operation of energy generating heat plants</w:t>
            </w:r>
          </w:p>
          <w:p w14:paraId="0D392824" w14:textId="77777777" w:rsidR="009C1B21" w:rsidRDefault="009C1B21" w:rsidP="00BC62CB">
            <w:pPr>
              <w:pStyle w:val="SIBulletList1"/>
            </w:pPr>
            <w:r w:rsidRPr="009C1B21">
              <w:t xml:space="preserve">energy generation capacity of workplace heat plants </w:t>
            </w:r>
          </w:p>
          <w:p w14:paraId="501E1D55" w14:textId="6D205A68" w:rsidR="00BC62CB" w:rsidRPr="00BC62CB" w:rsidRDefault="00BC62CB" w:rsidP="00BC62CB">
            <w:pPr>
              <w:pStyle w:val="SIBulletList1"/>
            </w:pPr>
            <w:r w:rsidRPr="00BC62CB">
              <w:t>processes for heat plant start</w:t>
            </w:r>
            <w:r w:rsidR="00D1388B">
              <w:t xml:space="preserve"> </w:t>
            </w:r>
            <w:r w:rsidRPr="00BC62CB">
              <w:t>up, shutdown, cleaning and storage</w:t>
            </w:r>
          </w:p>
          <w:p w14:paraId="2E582783" w14:textId="77777777" w:rsidR="00BC62CB" w:rsidRPr="00BC62CB" w:rsidRDefault="00BC62CB" w:rsidP="00BC62CB">
            <w:pPr>
              <w:pStyle w:val="SIBulletList1"/>
            </w:pPr>
            <w:r w:rsidRPr="00BC62CB">
              <w:t>range of data used to evaluate heat plant performance:</w:t>
            </w:r>
          </w:p>
          <w:p w14:paraId="06F09A12" w14:textId="77777777" w:rsidR="00BC62CB" w:rsidRPr="00BC62CB" w:rsidRDefault="00BC62CB" w:rsidP="00BC62CB">
            <w:pPr>
              <w:pStyle w:val="SIBulletList2"/>
            </w:pPr>
            <w:r w:rsidRPr="00BC62CB">
              <w:t>heat levels</w:t>
            </w:r>
          </w:p>
          <w:p w14:paraId="575350F8" w14:textId="77777777" w:rsidR="00BC62CB" w:rsidRPr="00BC62CB" w:rsidRDefault="00BC62CB" w:rsidP="00BC62CB">
            <w:pPr>
              <w:pStyle w:val="SIBulletList2"/>
            </w:pPr>
            <w:r w:rsidRPr="00BC62CB">
              <w:t>pressure levels</w:t>
            </w:r>
          </w:p>
          <w:p w14:paraId="32562F48" w14:textId="77777777" w:rsidR="00BC62CB" w:rsidRPr="00BC62CB" w:rsidRDefault="00BC62CB" w:rsidP="00BC62CB">
            <w:pPr>
              <w:pStyle w:val="SIBulletList2"/>
            </w:pPr>
            <w:r w:rsidRPr="00BC62CB">
              <w:t>energy generation levels</w:t>
            </w:r>
          </w:p>
          <w:p w14:paraId="2F60BA4B" w14:textId="77777777" w:rsidR="00BC62CB" w:rsidRPr="00BC62CB" w:rsidRDefault="00BC62CB" w:rsidP="00BC62CB">
            <w:pPr>
              <w:pStyle w:val="SIBulletList2"/>
            </w:pPr>
            <w:r w:rsidRPr="00BC62CB">
              <w:t>heat build-up</w:t>
            </w:r>
          </w:p>
          <w:p w14:paraId="2CD7A09F" w14:textId="77777777" w:rsidR="00BC62CB" w:rsidRPr="00BC62CB" w:rsidRDefault="00BC62CB" w:rsidP="00BC62CB">
            <w:pPr>
              <w:pStyle w:val="SIBulletList2"/>
            </w:pPr>
            <w:r w:rsidRPr="00BC62CB">
              <w:t>system overload information</w:t>
            </w:r>
          </w:p>
          <w:p w14:paraId="6739B147" w14:textId="77777777" w:rsidR="00BC62CB" w:rsidRPr="00BC62CB" w:rsidRDefault="00BC62CB" w:rsidP="00BC62CB">
            <w:pPr>
              <w:pStyle w:val="SIBulletList2"/>
            </w:pPr>
            <w:r w:rsidRPr="00BC62CB">
              <w:t>monitor fuel usage</w:t>
            </w:r>
          </w:p>
          <w:p w14:paraId="2B52CF81" w14:textId="77777777" w:rsidR="00BC62CB" w:rsidRPr="00BC62CB" w:rsidRDefault="00BC62CB" w:rsidP="00BC62CB">
            <w:pPr>
              <w:pStyle w:val="SIBulletList2"/>
            </w:pPr>
            <w:r w:rsidRPr="00BC62CB">
              <w:t>past performance records</w:t>
            </w:r>
          </w:p>
          <w:p w14:paraId="1D728549" w14:textId="291AC136" w:rsidR="00613E33" w:rsidRDefault="00613E33" w:rsidP="00BC62CB">
            <w:pPr>
              <w:pStyle w:val="SIBulletList1"/>
            </w:pPr>
            <w:r>
              <w:t xml:space="preserve">types, uses and labelling of </w:t>
            </w:r>
            <w:r w:rsidRPr="00613E33">
              <w:t>heat plant chemicals</w:t>
            </w:r>
            <w:r w:rsidR="00C40AD2">
              <w:t>, including safe handl</w:t>
            </w:r>
            <w:r w:rsidR="00B960F9">
              <w:t>ing</w:t>
            </w:r>
            <w:r w:rsidR="00C40AD2">
              <w:t xml:space="preserve"> and storage</w:t>
            </w:r>
            <w:r w:rsidRPr="00613E33">
              <w:t xml:space="preserve"> </w:t>
            </w:r>
          </w:p>
          <w:p w14:paraId="22EF521F" w14:textId="7D46BAA0" w:rsidR="00BC62CB" w:rsidRPr="00BC62CB" w:rsidRDefault="00BC62CB" w:rsidP="00BC62CB">
            <w:pPr>
              <w:pStyle w:val="SIBulletList1"/>
            </w:pPr>
            <w:r w:rsidRPr="00BC62CB">
              <w:t>methods used to:</w:t>
            </w:r>
          </w:p>
          <w:p w14:paraId="6EFA35C6" w14:textId="77777777" w:rsidR="00874B9E" w:rsidRDefault="008241CD" w:rsidP="007D0EB3">
            <w:pPr>
              <w:pStyle w:val="SIBulletList2"/>
            </w:pPr>
            <w:r>
              <w:t>m</w:t>
            </w:r>
            <w:r w:rsidRPr="008241CD">
              <w:t xml:space="preserve">onitor </w:t>
            </w:r>
            <w:r w:rsidR="00874B9E">
              <w:t xml:space="preserve">operation and diagnose status of </w:t>
            </w:r>
            <w:r w:rsidRPr="008241CD">
              <w:t xml:space="preserve">heat plant </w:t>
            </w:r>
          </w:p>
          <w:p w14:paraId="522E22F6" w14:textId="77777777" w:rsidR="00BC62CB" w:rsidRPr="00BC62CB" w:rsidRDefault="00BC62CB" w:rsidP="00BC62CB">
            <w:pPr>
              <w:pStyle w:val="SIBulletList2"/>
            </w:pPr>
            <w:r w:rsidRPr="00BC62CB">
              <w:t>remove valves and fittings</w:t>
            </w:r>
          </w:p>
          <w:p w14:paraId="4F001DF2" w14:textId="77777777" w:rsidR="00BC62CB" w:rsidRPr="00BC62CB" w:rsidRDefault="00BC62CB" w:rsidP="00BC62CB">
            <w:pPr>
              <w:pStyle w:val="SIBulletList2"/>
            </w:pPr>
            <w:r w:rsidRPr="00BC62CB">
              <w:t>clean plant and plant room</w:t>
            </w:r>
          </w:p>
          <w:p w14:paraId="528999F1" w14:textId="7885D341" w:rsidR="00BC62CB" w:rsidRPr="00BC62CB" w:rsidRDefault="00D1388B" w:rsidP="00BC62CB">
            <w:pPr>
              <w:pStyle w:val="SIBulletList1"/>
            </w:pPr>
            <w:r>
              <w:t>workplace</w:t>
            </w:r>
            <w:r w:rsidR="00BC62CB" w:rsidRPr="00BC62CB">
              <w:t xml:space="preserve"> procedures specific to operating heat plants:</w:t>
            </w:r>
          </w:p>
          <w:p w14:paraId="03E381E7" w14:textId="1D4EAE89" w:rsidR="00BC62CB" w:rsidRPr="00BC62CB" w:rsidRDefault="00BC62CB" w:rsidP="00BC62CB">
            <w:pPr>
              <w:pStyle w:val="SIBulletList2"/>
            </w:pPr>
            <w:r w:rsidRPr="00BC62CB">
              <w:t>health and safety with particular emphasis on</w:t>
            </w:r>
            <w:r w:rsidR="009F45C9">
              <w:t xml:space="preserve"> emergency shutdown,</w:t>
            </w:r>
            <w:r w:rsidRPr="00BC62CB">
              <w:t xml:space="preserve"> equipment lock out and use of personal protective equipment</w:t>
            </w:r>
          </w:p>
          <w:p w14:paraId="49FB3C1B" w14:textId="77777777" w:rsidR="00BC62CB" w:rsidRPr="00BC62CB" w:rsidRDefault="00BC62CB" w:rsidP="00BC62CB">
            <w:pPr>
              <w:pStyle w:val="SIBulletList2"/>
            </w:pPr>
            <w:r w:rsidRPr="00BC62CB">
              <w:t>communication reporting lines</w:t>
            </w:r>
          </w:p>
          <w:p w14:paraId="3001B9EA" w14:textId="0C89F35D" w:rsidR="00C51A7C" w:rsidRPr="005404CB" w:rsidRDefault="00BC62CB" w:rsidP="009F45C9">
            <w:pPr>
              <w:pStyle w:val="SIBulletList2"/>
            </w:pPr>
            <w:r w:rsidRPr="00BC62CB">
              <w:t xml:space="preserve">recording and reporting </w:t>
            </w:r>
            <w:r w:rsidR="00731538">
              <w:t xml:space="preserve">on </w:t>
            </w:r>
            <w:r w:rsidR="00731538" w:rsidRPr="00BC62CB">
              <w:t>operat</w:t>
            </w:r>
            <w:r w:rsidR="00731538">
              <w:t xml:space="preserve">ional and </w:t>
            </w:r>
            <w:r w:rsidRPr="00BC62CB">
              <w:t xml:space="preserve">fuel efficiency </w:t>
            </w:r>
            <w:r w:rsidR="00731538">
              <w:t>data</w:t>
            </w:r>
            <w:r w:rsidRPr="00BC62CB">
              <w:t>, equipment faults and maintenance requirements</w:t>
            </w:r>
            <w:r w:rsidR="009F45C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BB0E621" w14:textId="493F0DE9" w:rsidR="00FB35DB" w:rsidRPr="00FB35DB" w:rsidRDefault="00FB35DB" w:rsidP="00FB35DB">
            <w:pPr>
              <w:pStyle w:val="SIText"/>
            </w:pPr>
            <w:r w:rsidRPr="00FB35DB">
              <w:t xml:space="preserve">Assessment of the skills in this unit of competency must take place under the following conditions: </w:t>
            </w:r>
          </w:p>
          <w:p w14:paraId="4C797A32" w14:textId="77777777" w:rsidR="00FB35DB" w:rsidRPr="00FB35DB" w:rsidRDefault="00FB35DB" w:rsidP="00FB35DB">
            <w:pPr>
              <w:pStyle w:val="SIBulletList1"/>
            </w:pPr>
            <w:r w:rsidRPr="00FB35DB">
              <w:t>physical conditions:</w:t>
            </w:r>
          </w:p>
          <w:p w14:paraId="6B51B3E4" w14:textId="77777777" w:rsidR="00FB35DB" w:rsidRPr="00FB35DB" w:rsidRDefault="00FB35DB" w:rsidP="00C63342">
            <w:pPr>
              <w:pStyle w:val="SIBulletList2"/>
            </w:pPr>
            <w:r w:rsidRPr="00FB35DB">
              <w:t>skills must be demonstrated in a work environment or an environment that accurately represents workplace conditions</w:t>
            </w:r>
          </w:p>
          <w:p w14:paraId="386F28F7" w14:textId="77777777" w:rsidR="00FB35DB" w:rsidRPr="00FB35DB" w:rsidRDefault="00FB35DB" w:rsidP="00FB35DB">
            <w:pPr>
              <w:pStyle w:val="SIBulletList1"/>
            </w:pPr>
            <w:r w:rsidRPr="00FB35DB">
              <w:t>resources, equipment and materials:</w:t>
            </w:r>
          </w:p>
          <w:p w14:paraId="54C7FD4A" w14:textId="77777777" w:rsidR="005A44B5" w:rsidRPr="005A44B5" w:rsidRDefault="005A44B5" w:rsidP="005A44B5">
            <w:pPr>
              <w:pStyle w:val="SIBulletList2"/>
            </w:pPr>
            <w:r w:rsidRPr="005A44B5">
              <w:lastRenderedPageBreak/>
              <w:t>energy generating heat plant</w:t>
            </w:r>
          </w:p>
          <w:p w14:paraId="1EFD9305" w14:textId="77777777" w:rsidR="00970306" w:rsidRPr="00970306" w:rsidRDefault="00970306" w:rsidP="00970306">
            <w:pPr>
              <w:pStyle w:val="SIBulletList2"/>
            </w:pPr>
            <w:r w:rsidRPr="0048061F">
              <w:t>boiler house chemicals and labels</w:t>
            </w:r>
          </w:p>
          <w:p w14:paraId="14395949" w14:textId="77777777" w:rsidR="00665412" w:rsidRPr="00665412" w:rsidRDefault="00665412" w:rsidP="00665412">
            <w:pPr>
              <w:pStyle w:val="SIBulletList2"/>
            </w:pPr>
            <w:r>
              <w:t>valves and tools for replacing valves</w:t>
            </w:r>
          </w:p>
          <w:p w14:paraId="174CD9CD" w14:textId="77777777" w:rsidR="005A44B5" w:rsidRDefault="005A44B5" w:rsidP="005A44B5">
            <w:pPr>
              <w:pStyle w:val="SIBulletList2"/>
            </w:pPr>
            <w:r w:rsidRPr="005A44B5">
              <w:t>personal protective equipment suitable for operating heat plants</w:t>
            </w:r>
          </w:p>
          <w:p w14:paraId="497B1E26" w14:textId="77777777" w:rsidR="00FB35DB" w:rsidRPr="00FB35DB" w:rsidRDefault="00FB35DB" w:rsidP="00FB35DB">
            <w:pPr>
              <w:pStyle w:val="SIBulletList1"/>
            </w:pPr>
            <w:r w:rsidRPr="00FB35DB">
              <w:t>specifications:</w:t>
            </w:r>
          </w:p>
          <w:p w14:paraId="11F24466" w14:textId="7C5C3E3B" w:rsidR="00767FF0" w:rsidRPr="00767FF0" w:rsidRDefault="00FB35DB" w:rsidP="00767FF0">
            <w:pPr>
              <w:pStyle w:val="SIBulletList2"/>
            </w:pPr>
            <w:r w:rsidRPr="00FB35DB">
              <w:t xml:space="preserve">workplace procedures for </w:t>
            </w:r>
            <w:r w:rsidR="00767FF0">
              <w:t xml:space="preserve">operation of </w:t>
            </w:r>
            <w:r w:rsidR="00767FF0" w:rsidRPr="00767FF0">
              <w:t>energy generating heat plant</w:t>
            </w:r>
            <w:r w:rsidR="009846DE">
              <w:t>s</w:t>
            </w:r>
          </w:p>
          <w:p w14:paraId="12A56233" w14:textId="4E6308FD" w:rsidR="00B2220D" w:rsidRDefault="00B2220D" w:rsidP="00767FF0">
            <w:pPr>
              <w:pStyle w:val="SIBulletList2"/>
            </w:pPr>
            <w:r w:rsidRPr="00FF4FF2">
              <w:t>templates for documenting relevant information</w:t>
            </w:r>
            <w:r w:rsidRPr="00767FF0">
              <w:t xml:space="preserve"> </w:t>
            </w:r>
            <w:r>
              <w:t xml:space="preserve">on </w:t>
            </w:r>
            <w:r w:rsidRPr="00767FF0">
              <w:t>heat plant</w:t>
            </w:r>
            <w:r>
              <w:t>s</w:t>
            </w:r>
            <w:r w:rsidR="00AA02AE">
              <w:t xml:space="preserve"> operations</w:t>
            </w:r>
          </w:p>
          <w:p w14:paraId="2EB41C76" w14:textId="789B4939" w:rsidR="00A526B3" w:rsidRDefault="00A526B3" w:rsidP="00767FF0">
            <w:pPr>
              <w:pStyle w:val="SIBulletList2"/>
            </w:pPr>
            <w:r w:rsidRPr="00FF4FF2">
              <w:t>manufacturer safety data sheets for chemicals used in</w:t>
            </w:r>
            <w:r>
              <w:t xml:space="preserve"> </w:t>
            </w:r>
            <w:r w:rsidRPr="00767FF0">
              <w:t>heat plant</w:t>
            </w:r>
            <w:r>
              <w:t>s operations</w:t>
            </w:r>
          </w:p>
          <w:p w14:paraId="2D2EB7C4" w14:textId="248F419F" w:rsidR="00FB35DB" w:rsidRPr="00FB35DB" w:rsidRDefault="00FB35DB" w:rsidP="00767FF0">
            <w:pPr>
              <w:pStyle w:val="SIBulletList2"/>
            </w:pPr>
            <w:r w:rsidRPr="00FB35DB">
              <w:t xml:space="preserve">workplace </w:t>
            </w:r>
            <w:r w:rsidR="00A526B3">
              <w:t xml:space="preserve">health and safety and </w:t>
            </w:r>
            <w:r w:rsidR="007421AA">
              <w:t xml:space="preserve">environmental </w:t>
            </w:r>
            <w:r w:rsidRPr="00FB35DB">
              <w:t xml:space="preserve">policies and procedures applicable to </w:t>
            </w:r>
            <w:r w:rsidR="00767FF0" w:rsidRPr="00767FF0">
              <w:t>energy generating heat plant</w:t>
            </w:r>
            <w:r w:rsidR="00767FF0">
              <w:t>s</w:t>
            </w:r>
            <w:r w:rsidR="007421AA">
              <w:t>.</w:t>
            </w:r>
          </w:p>
          <w:p w14:paraId="3E2D788D" w14:textId="77777777" w:rsidR="007421AA" w:rsidRDefault="007421AA" w:rsidP="00767FF0">
            <w:pPr>
              <w:pStyle w:val="SIText"/>
            </w:pPr>
          </w:p>
          <w:p w14:paraId="1D28DFF6" w14:textId="53AA0FD0" w:rsidR="00C51A7C" w:rsidRPr="005404CB" w:rsidRDefault="00FB35DB" w:rsidP="00767FF0">
            <w:pPr>
              <w:pStyle w:val="SIText"/>
              <w:rPr>
                <w:rFonts w:eastAsia="Calibri"/>
              </w:rPr>
            </w:pPr>
            <w:r w:rsidRPr="00FB35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5A9F" w14:textId="77777777" w:rsidR="001A03B6" w:rsidRDefault="001A03B6" w:rsidP="00BF3F0A">
      <w:r>
        <w:separator/>
      </w:r>
    </w:p>
    <w:p w14:paraId="49AF4CB8" w14:textId="77777777" w:rsidR="001A03B6" w:rsidRDefault="001A03B6"/>
  </w:endnote>
  <w:endnote w:type="continuationSeparator" w:id="0">
    <w:p w14:paraId="72B11257" w14:textId="77777777" w:rsidR="001A03B6" w:rsidRDefault="001A03B6" w:rsidP="00BF3F0A">
      <w:r>
        <w:continuationSeparator/>
      </w:r>
    </w:p>
    <w:p w14:paraId="0E197684" w14:textId="77777777" w:rsidR="001A03B6" w:rsidRDefault="001A0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8672" w14:textId="77777777" w:rsidR="001A03B6" w:rsidRDefault="001A03B6" w:rsidP="00BF3F0A">
      <w:r>
        <w:separator/>
      </w:r>
    </w:p>
    <w:p w14:paraId="59FE7E9B" w14:textId="77777777" w:rsidR="001A03B6" w:rsidRDefault="001A03B6"/>
  </w:footnote>
  <w:footnote w:type="continuationSeparator" w:id="0">
    <w:p w14:paraId="71108178" w14:textId="77777777" w:rsidR="001A03B6" w:rsidRDefault="001A03B6" w:rsidP="00BF3F0A">
      <w:r>
        <w:continuationSeparator/>
      </w:r>
    </w:p>
    <w:p w14:paraId="2143B97A" w14:textId="77777777" w:rsidR="001A03B6" w:rsidRDefault="001A0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0B43FAF" w:rsidR="009C2650" w:rsidRPr="000754EC" w:rsidRDefault="0091328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7E98" w:rsidRPr="00AB2EAC">
      <w:t>FW</w:t>
    </w:r>
    <w:r w:rsidR="00E37E98">
      <w:t>PCOT3XXX</w:t>
    </w:r>
    <w:r w:rsidR="00E37E98" w:rsidRPr="00AB2EAC">
      <w:t xml:space="preserve"> </w:t>
    </w:r>
    <w:r w:rsidR="000D3018">
      <w:t>C</w:t>
    </w:r>
    <w:r w:rsidR="002E3CEC">
      <w:t xml:space="preserve">onduct </w:t>
    </w:r>
    <w:r w:rsidR="00AB2EAC" w:rsidRPr="00AB2EAC">
      <w:t>heat plant</w:t>
    </w:r>
    <w:r w:rsidR="002E3CEC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86538C"/>
    <w:multiLevelType w:val="hybridMultilevel"/>
    <w:tmpl w:val="447A5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wMbcwNjY0MLFU0lEKTi0uzszPAykwrgUAByqkPiwAAAA="/>
  </w:docVars>
  <w:rsids>
    <w:rsidRoot w:val="005E022A"/>
    <w:rsid w:val="000014B9"/>
    <w:rsid w:val="00001E68"/>
    <w:rsid w:val="00001FC1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56E0B"/>
    <w:rsid w:val="00064BFE"/>
    <w:rsid w:val="00070B3E"/>
    <w:rsid w:val="00071F95"/>
    <w:rsid w:val="000737BB"/>
    <w:rsid w:val="00074E47"/>
    <w:rsid w:val="000754EC"/>
    <w:rsid w:val="0009093B"/>
    <w:rsid w:val="000A5441"/>
    <w:rsid w:val="000A6D56"/>
    <w:rsid w:val="000B09F4"/>
    <w:rsid w:val="000B2022"/>
    <w:rsid w:val="000C149A"/>
    <w:rsid w:val="000C224E"/>
    <w:rsid w:val="000D3018"/>
    <w:rsid w:val="000D77D6"/>
    <w:rsid w:val="000E10AB"/>
    <w:rsid w:val="000E25E6"/>
    <w:rsid w:val="000E2C86"/>
    <w:rsid w:val="000F29F2"/>
    <w:rsid w:val="000F65F5"/>
    <w:rsid w:val="00101659"/>
    <w:rsid w:val="001031E1"/>
    <w:rsid w:val="00105AEA"/>
    <w:rsid w:val="001074C9"/>
    <w:rsid w:val="001078BF"/>
    <w:rsid w:val="00117149"/>
    <w:rsid w:val="00133957"/>
    <w:rsid w:val="001372F6"/>
    <w:rsid w:val="00144385"/>
    <w:rsid w:val="00146EEC"/>
    <w:rsid w:val="0015022B"/>
    <w:rsid w:val="00151D55"/>
    <w:rsid w:val="00151D93"/>
    <w:rsid w:val="00156EF3"/>
    <w:rsid w:val="00176857"/>
    <w:rsid w:val="00176E4F"/>
    <w:rsid w:val="0018546B"/>
    <w:rsid w:val="001A03B6"/>
    <w:rsid w:val="001A6A3E"/>
    <w:rsid w:val="001A7B6D"/>
    <w:rsid w:val="001B34D5"/>
    <w:rsid w:val="001B404D"/>
    <w:rsid w:val="001B513A"/>
    <w:rsid w:val="001C0A75"/>
    <w:rsid w:val="001C1306"/>
    <w:rsid w:val="001D30EB"/>
    <w:rsid w:val="001D5C1B"/>
    <w:rsid w:val="001D7F5B"/>
    <w:rsid w:val="001E0695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74"/>
    <w:rsid w:val="00267AF6"/>
    <w:rsid w:val="0027224F"/>
    <w:rsid w:val="00276DB8"/>
    <w:rsid w:val="00282664"/>
    <w:rsid w:val="00285FB8"/>
    <w:rsid w:val="002970C3"/>
    <w:rsid w:val="002A4CD3"/>
    <w:rsid w:val="002A6CC4"/>
    <w:rsid w:val="002B0CE3"/>
    <w:rsid w:val="002B44FD"/>
    <w:rsid w:val="002C3D28"/>
    <w:rsid w:val="002C55E9"/>
    <w:rsid w:val="002D0C8B"/>
    <w:rsid w:val="002D330A"/>
    <w:rsid w:val="002D663E"/>
    <w:rsid w:val="002E0532"/>
    <w:rsid w:val="002E170C"/>
    <w:rsid w:val="002E193E"/>
    <w:rsid w:val="002E3CEC"/>
    <w:rsid w:val="00300D43"/>
    <w:rsid w:val="00305EFF"/>
    <w:rsid w:val="00310A6A"/>
    <w:rsid w:val="003144E6"/>
    <w:rsid w:val="00326D43"/>
    <w:rsid w:val="00327E56"/>
    <w:rsid w:val="00337E82"/>
    <w:rsid w:val="00345A14"/>
    <w:rsid w:val="00346FDC"/>
    <w:rsid w:val="00350BB1"/>
    <w:rsid w:val="00352C83"/>
    <w:rsid w:val="00363095"/>
    <w:rsid w:val="00366805"/>
    <w:rsid w:val="003700BA"/>
    <w:rsid w:val="0037067D"/>
    <w:rsid w:val="00373436"/>
    <w:rsid w:val="00376C4F"/>
    <w:rsid w:val="0038253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78D"/>
    <w:rsid w:val="003C7152"/>
    <w:rsid w:val="003D2E73"/>
    <w:rsid w:val="003E72B6"/>
    <w:rsid w:val="003E7BBE"/>
    <w:rsid w:val="00405603"/>
    <w:rsid w:val="004127E3"/>
    <w:rsid w:val="0042290C"/>
    <w:rsid w:val="0043212E"/>
    <w:rsid w:val="00434366"/>
    <w:rsid w:val="00434ECE"/>
    <w:rsid w:val="0044404B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1BC5"/>
    <w:rsid w:val="004832D2"/>
    <w:rsid w:val="00485559"/>
    <w:rsid w:val="00486429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79A1"/>
    <w:rsid w:val="004D0D5F"/>
    <w:rsid w:val="004D1429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06"/>
    <w:rsid w:val="00504A82"/>
    <w:rsid w:val="005145AB"/>
    <w:rsid w:val="00516F18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E44"/>
    <w:rsid w:val="005A1D70"/>
    <w:rsid w:val="005A3AA5"/>
    <w:rsid w:val="005A44B5"/>
    <w:rsid w:val="005A6C9C"/>
    <w:rsid w:val="005A74DC"/>
    <w:rsid w:val="005B5146"/>
    <w:rsid w:val="005B6EF0"/>
    <w:rsid w:val="005D1AFD"/>
    <w:rsid w:val="005D79B0"/>
    <w:rsid w:val="005E022A"/>
    <w:rsid w:val="005E2582"/>
    <w:rsid w:val="005E51E6"/>
    <w:rsid w:val="005F027A"/>
    <w:rsid w:val="005F33CC"/>
    <w:rsid w:val="005F771F"/>
    <w:rsid w:val="00611042"/>
    <w:rsid w:val="006121D4"/>
    <w:rsid w:val="00613B49"/>
    <w:rsid w:val="00613E33"/>
    <w:rsid w:val="00616845"/>
    <w:rsid w:val="00617279"/>
    <w:rsid w:val="00620E8E"/>
    <w:rsid w:val="00633CFE"/>
    <w:rsid w:val="00634FCA"/>
    <w:rsid w:val="00637577"/>
    <w:rsid w:val="00643D1B"/>
    <w:rsid w:val="006452B8"/>
    <w:rsid w:val="00652E62"/>
    <w:rsid w:val="00665412"/>
    <w:rsid w:val="006720C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65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538"/>
    <w:rsid w:val="00733335"/>
    <w:rsid w:val="0073404B"/>
    <w:rsid w:val="007341FF"/>
    <w:rsid w:val="007404E9"/>
    <w:rsid w:val="007421AA"/>
    <w:rsid w:val="007444CF"/>
    <w:rsid w:val="007511CF"/>
    <w:rsid w:val="00752C75"/>
    <w:rsid w:val="00757005"/>
    <w:rsid w:val="00761DBE"/>
    <w:rsid w:val="0076523B"/>
    <w:rsid w:val="00767FF0"/>
    <w:rsid w:val="00771B60"/>
    <w:rsid w:val="00781D77"/>
    <w:rsid w:val="00783549"/>
    <w:rsid w:val="007860B7"/>
    <w:rsid w:val="00786DC8"/>
    <w:rsid w:val="007970D3"/>
    <w:rsid w:val="007A300D"/>
    <w:rsid w:val="007B631A"/>
    <w:rsid w:val="007C1CB2"/>
    <w:rsid w:val="007D0EB3"/>
    <w:rsid w:val="007D5A78"/>
    <w:rsid w:val="007E3BD1"/>
    <w:rsid w:val="007E4532"/>
    <w:rsid w:val="007F1563"/>
    <w:rsid w:val="007F1EB2"/>
    <w:rsid w:val="007F44DB"/>
    <w:rsid w:val="007F5A8B"/>
    <w:rsid w:val="007F6F3E"/>
    <w:rsid w:val="00817D51"/>
    <w:rsid w:val="00823530"/>
    <w:rsid w:val="00823FF4"/>
    <w:rsid w:val="008241CD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16DD"/>
    <w:rsid w:val="00851BE5"/>
    <w:rsid w:val="008545EB"/>
    <w:rsid w:val="00865011"/>
    <w:rsid w:val="00874B9E"/>
    <w:rsid w:val="0088427E"/>
    <w:rsid w:val="00886790"/>
    <w:rsid w:val="008908DE"/>
    <w:rsid w:val="008A12ED"/>
    <w:rsid w:val="008A1B44"/>
    <w:rsid w:val="008A3880"/>
    <w:rsid w:val="008A39D3"/>
    <w:rsid w:val="008A55D2"/>
    <w:rsid w:val="008B2C77"/>
    <w:rsid w:val="008B4AD2"/>
    <w:rsid w:val="008B663E"/>
    <w:rsid w:val="008B7138"/>
    <w:rsid w:val="008C0B73"/>
    <w:rsid w:val="008D45B4"/>
    <w:rsid w:val="008E260C"/>
    <w:rsid w:val="008E39BE"/>
    <w:rsid w:val="008E62EC"/>
    <w:rsid w:val="008F32F6"/>
    <w:rsid w:val="0090323E"/>
    <w:rsid w:val="009108B4"/>
    <w:rsid w:val="00913285"/>
    <w:rsid w:val="00916CD7"/>
    <w:rsid w:val="00920927"/>
    <w:rsid w:val="00921B38"/>
    <w:rsid w:val="00923720"/>
    <w:rsid w:val="00926168"/>
    <w:rsid w:val="009278C9"/>
    <w:rsid w:val="00932CD7"/>
    <w:rsid w:val="00944C09"/>
    <w:rsid w:val="00944E83"/>
    <w:rsid w:val="009527CB"/>
    <w:rsid w:val="00953835"/>
    <w:rsid w:val="00960F6C"/>
    <w:rsid w:val="00970306"/>
    <w:rsid w:val="00970747"/>
    <w:rsid w:val="009846DE"/>
    <w:rsid w:val="00993E64"/>
    <w:rsid w:val="00997BFC"/>
    <w:rsid w:val="009A5900"/>
    <w:rsid w:val="009A6E6C"/>
    <w:rsid w:val="009A6F3F"/>
    <w:rsid w:val="009B331A"/>
    <w:rsid w:val="009C1B21"/>
    <w:rsid w:val="009C2650"/>
    <w:rsid w:val="009D15E2"/>
    <w:rsid w:val="009D15FE"/>
    <w:rsid w:val="009D5D2C"/>
    <w:rsid w:val="009E2147"/>
    <w:rsid w:val="009F0DCC"/>
    <w:rsid w:val="009F11CA"/>
    <w:rsid w:val="009F45C9"/>
    <w:rsid w:val="00A0695B"/>
    <w:rsid w:val="00A13052"/>
    <w:rsid w:val="00A2085E"/>
    <w:rsid w:val="00A216A8"/>
    <w:rsid w:val="00A223A6"/>
    <w:rsid w:val="00A316A8"/>
    <w:rsid w:val="00A35128"/>
    <w:rsid w:val="00A3639E"/>
    <w:rsid w:val="00A5092E"/>
    <w:rsid w:val="00A526B3"/>
    <w:rsid w:val="00A554D6"/>
    <w:rsid w:val="00A56E14"/>
    <w:rsid w:val="00A6476B"/>
    <w:rsid w:val="00A73D20"/>
    <w:rsid w:val="00A76C6C"/>
    <w:rsid w:val="00A87356"/>
    <w:rsid w:val="00A92DD1"/>
    <w:rsid w:val="00AA02AE"/>
    <w:rsid w:val="00AA1CD5"/>
    <w:rsid w:val="00AA5338"/>
    <w:rsid w:val="00AA5D02"/>
    <w:rsid w:val="00AB1B8E"/>
    <w:rsid w:val="00AB2EA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12D"/>
    <w:rsid w:val="00B0712C"/>
    <w:rsid w:val="00B12013"/>
    <w:rsid w:val="00B14CA8"/>
    <w:rsid w:val="00B2220D"/>
    <w:rsid w:val="00B22C67"/>
    <w:rsid w:val="00B27DF4"/>
    <w:rsid w:val="00B3508F"/>
    <w:rsid w:val="00B4219F"/>
    <w:rsid w:val="00B443EE"/>
    <w:rsid w:val="00B50EFE"/>
    <w:rsid w:val="00B560C8"/>
    <w:rsid w:val="00B61150"/>
    <w:rsid w:val="00B65BC7"/>
    <w:rsid w:val="00B65C34"/>
    <w:rsid w:val="00B746B9"/>
    <w:rsid w:val="00B80CC8"/>
    <w:rsid w:val="00B848D4"/>
    <w:rsid w:val="00B865B7"/>
    <w:rsid w:val="00B86FCA"/>
    <w:rsid w:val="00B960F9"/>
    <w:rsid w:val="00BA1CB1"/>
    <w:rsid w:val="00BA4178"/>
    <w:rsid w:val="00BA482D"/>
    <w:rsid w:val="00BB1755"/>
    <w:rsid w:val="00BB23F4"/>
    <w:rsid w:val="00BB7A6E"/>
    <w:rsid w:val="00BB7BE2"/>
    <w:rsid w:val="00BC1091"/>
    <w:rsid w:val="00BC12A5"/>
    <w:rsid w:val="00BC4764"/>
    <w:rsid w:val="00BC5075"/>
    <w:rsid w:val="00BC5419"/>
    <w:rsid w:val="00BC61F1"/>
    <w:rsid w:val="00BC62CB"/>
    <w:rsid w:val="00BD3B0F"/>
    <w:rsid w:val="00BE5889"/>
    <w:rsid w:val="00BE7D1E"/>
    <w:rsid w:val="00BF1D4C"/>
    <w:rsid w:val="00BF3F0A"/>
    <w:rsid w:val="00C00009"/>
    <w:rsid w:val="00C01178"/>
    <w:rsid w:val="00C04238"/>
    <w:rsid w:val="00C143C3"/>
    <w:rsid w:val="00C14DEA"/>
    <w:rsid w:val="00C1739B"/>
    <w:rsid w:val="00C21ADE"/>
    <w:rsid w:val="00C23D97"/>
    <w:rsid w:val="00C26067"/>
    <w:rsid w:val="00C30A29"/>
    <w:rsid w:val="00C317DC"/>
    <w:rsid w:val="00C32D87"/>
    <w:rsid w:val="00C40AD2"/>
    <w:rsid w:val="00C50B7A"/>
    <w:rsid w:val="00C51A7C"/>
    <w:rsid w:val="00C51DC3"/>
    <w:rsid w:val="00C578E9"/>
    <w:rsid w:val="00C63342"/>
    <w:rsid w:val="00C70626"/>
    <w:rsid w:val="00C72860"/>
    <w:rsid w:val="00C72A48"/>
    <w:rsid w:val="00C73582"/>
    <w:rsid w:val="00C73B90"/>
    <w:rsid w:val="00C742EC"/>
    <w:rsid w:val="00C84E72"/>
    <w:rsid w:val="00C87830"/>
    <w:rsid w:val="00C96AF3"/>
    <w:rsid w:val="00C97CCC"/>
    <w:rsid w:val="00CA0274"/>
    <w:rsid w:val="00CA139A"/>
    <w:rsid w:val="00CA1E4E"/>
    <w:rsid w:val="00CB746F"/>
    <w:rsid w:val="00CC1B1D"/>
    <w:rsid w:val="00CC451E"/>
    <w:rsid w:val="00CD4E9D"/>
    <w:rsid w:val="00CD4F4D"/>
    <w:rsid w:val="00CE5B30"/>
    <w:rsid w:val="00CE7D19"/>
    <w:rsid w:val="00CF0CF5"/>
    <w:rsid w:val="00CF2B3E"/>
    <w:rsid w:val="00D0201F"/>
    <w:rsid w:val="00D03685"/>
    <w:rsid w:val="00D07D4E"/>
    <w:rsid w:val="00D115AA"/>
    <w:rsid w:val="00D1388B"/>
    <w:rsid w:val="00D14287"/>
    <w:rsid w:val="00D145BE"/>
    <w:rsid w:val="00D15263"/>
    <w:rsid w:val="00D2035A"/>
    <w:rsid w:val="00D20C57"/>
    <w:rsid w:val="00D25D16"/>
    <w:rsid w:val="00D26B39"/>
    <w:rsid w:val="00D32124"/>
    <w:rsid w:val="00D54C76"/>
    <w:rsid w:val="00D632BB"/>
    <w:rsid w:val="00D67EB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AEE"/>
    <w:rsid w:val="00DC1D69"/>
    <w:rsid w:val="00DC5A3A"/>
    <w:rsid w:val="00DD0726"/>
    <w:rsid w:val="00DF5D39"/>
    <w:rsid w:val="00E04714"/>
    <w:rsid w:val="00E238E6"/>
    <w:rsid w:val="00E34CD8"/>
    <w:rsid w:val="00E35064"/>
    <w:rsid w:val="00E3681D"/>
    <w:rsid w:val="00E37E98"/>
    <w:rsid w:val="00E40225"/>
    <w:rsid w:val="00E501F0"/>
    <w:rsid w:val="00E572B4"/>
    <w:rsid w:val="00E6166D"/>
    <w:rsid w:val="00E80937"/>
    <w:rsid w:val="00E853A2"/>
    <w:rsid w:val="00E91BFF"/>
    <w:rsid w:val="00E92933"/>
    <w:rsid w:val="00E93FE2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6C4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229"/>
    <w:rsid w:val="00F76191"/>
    <w:rsid w:val="00F76CC6"/>
    <w:rsid w:val="00F8207A"/>
    <w:rsid w:val="00F83D7C"/>
    <w:rsid w:val="00FA1BB7"/>
    <w:rsid w:val="00FB232E"/>
    <w:rsid w:val="00FB35DB"/>
    <w:rsid w:val="00FD557D"/>
    <w:rsid w:val="00FD58F1"/>
    <w:rsid w:val="00FE0282"/>
    <w:rsid w:val="00FE124D"/>
    <w:rsid w:val="00FE792C"/>
    <w:rsid w:val="00FF190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B27D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09C16-E8AF-44D2-B3AC-6A990B7FA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122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151</cp:revision>
  <cp:lastPrinted>2016-05-27T05:21:00Z</cp:lastPrinted>
  <dcterms:created xsi:type="dcterms:W3CDTF">2021-08-18T01:46:00Z</dcterms:created>
  <dcterms:modified xsi:type="dcterms:W3CDTF">2022-01-31T03:03:00Z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