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7A6F42" w14:paraId="695EF0CC" w14:textId="77777777" w:rsidTr="00146EEC">
        <w:tc>
          <w:tcPr>
            <w:tcW w:w="2689" w:type="dxa"/>
          </w:tcPr>
          <w:p w14:paraId="3752BE50" w14:textId="6A2E34A8" w:rsidR="007A6F42" w:rsidRPr="007A6F42" w:rsidRDefault="007A6F42" w:rsidP="007A6F42">
            <w:pPr>
              <w:pStyle w:val="SIText"/>
              <w:rPr>
                <w:rStyle w:val="SITemporaryText-blue"/>
              </w:rPr>
            </w:pPr>
            <w:r w:rsidRPr="004F5EB5">
              <w:t xml:space="preserve">Release </w:t>
            </w:r>
            <w:r w:rsidR="00C619FF">
              <w:t>1</w:t>
            </w:r>
          </w:p>
        </w:tc>
        <w:tc>
          <w:tcPr>
            <w:tcW w:w="6939" w:type="dxa"/>
          </w:tcPr>
          <w:p w14:paraId="7C5BD09C" w14:textId="64CC5054" w:rsidR="007A6F42" w:rsidRPr="007A6F42" w:rsidRDefault="007A6F42" w:rsidP="007A6F42">
            <w:pPr>
              <w:pStyle w:val="SIText"/>
              <w:rPr>
                <w:rStyle w:val="SITemporaryText-blue"/>
              </w:rPr>
            </w:pPr>
            <w:r w:rsidRPr="004F5EB5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1FB6E4FC" w:rsidR="00F1480E" w:rsidRPr="005404CB" w:rsidRDefault="00C619FF" w:rsidP="005404CB">
            <w:pPr>
              <w:pStyle w:val="SIUNITCODE"/>
            </w:pPr>
            <w:r>
              <w:t>FWPTMM3XXX</w:t>
            </w:r>
          </w:p>
        </w:tc>
        <w:tc>
          <w:tcPr>
            <w:tcW w:w="3604" w:type="pct"/>
            <w:shd w:val="clear" w:color="auto" w:fill="auto"/>
          </w:tcPr>
          <w:p w14:paraId="731773B3" w14:textId="467B64CC" w:rsidR="00F1480E" w:rsidRPr="005404CB" w:rsidRDefault="00626DAB" w:rsidP="005404CB">
            <w:pPr>
              <w:pStyle w:val="SIUnittitle"/>
            </w:pPr>
            <w:r w:rsidRPr="00626DAB">
              <w:t>Plane and sand engineered wood product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46AF889" w14:textId="6C3E3D4B" w:rsidR="00626DAB" w:rsidRPr="00626DAB" w:rsidRDefault="00F1480E" w:rsidP="00E50C4E">
            <w:pPr>
              <w:pStyle w:val="SIText"/>
            </w:pPr>
            <w:r w:rsidRPr="00BA2422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626DAB" w:rsidRPr="00626DAB">
              <w:t>plane and sand the surfaces of engineered wood products in a timber manufacturing facility, optimising product thickness while retaining its integrity.</w:t>
            </w:r>
          </w:p>
          <w:p w14:paraId="159D5D31" w14:textId="77777777" w:rsidR="00626DAB" w:rsidRDefault="00626DAB" w:rsidP="00626DAB"/>
          <w:p w14:paraId="66CD6C45" w14:textId="2AC2610E" w:rsidR="00626DAB" w:rsidRPr="00626DAB" w:rsidRDefault="00626DAB" w:rsidP="00626DAB">
            <w:r w:rsidRPr="00626DAB">
              <w:t xml:space="preserve">The unit applies to individuals who </w:t>
            </w:r>
            <w:r w:rsidR="005533AA">
              <w:t xml:space="preserve">operate </w:t>
            </w:r>
            <w:proofErr w:type="spellStart"/>
            <w:r w:rsidR="00576F77">
              <w:t>planing</w:t>
            </w:r>
            <w:proofErr w:type="spellEnd"/>
            <w:r w:rsidR="00576F77">
              <w:t xml:space="preserve"> and sanding equipment used in the production of engineered</w:t>
            </w:r>
            <w:r w:rsidR="002122EE">
              <w:t xml:space="preserve"> </w:t>
            </w:r>
            <w:r w:rsidR="00576F77">
              <w:t>wood products</w:t>
            </w:r>
            <w:r w:rsidRPr="00626DAB">
              <w:t>.</w:t>
            </w:r>
          </w:p>
          <w:p w14:paraId="76EA5A6C" w14:textId="77777777" w:rsidR="00626DAB" w:rsidRDefault="00626DAB" w:rsidP="00626DAB"/>
          <w:p w14:paraId="71BF7E5C" w14:textId="510CE642" w:rsidR="00626DAB" w:rsidRPr="00626DAB" w:rsidRDefault="00626DAB" w:rsidP="00626DAB">
            <w:r w:rsidRPr="00626DAB">
              <w:t>All work must be carried out to comply with workplace procedures, according to state/territory health and safety regulations, legislation and standards that apply to the workplace.</w:t>
            </w:r>
          </w:p>
          <w:p w14:paraId="535509BA" w14:textId="77777777" w:rsidR="00626DAB" w:rsidRDefault="00626DAB" w:rsidP="00626DAB"/>
          <w:p w14:paraId="30C6ACCB" w14:textId="3637B4F6" w:rsidR="00373436" w:rsidRPr="000754EC" w:rsidRDefault="00626DAB" w:rsidP="006841EF">
            <w:r w:rsidRPr="00626DAB">
              <w:t>No licensing, legislative 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12261B5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3872C7D0" w:rsidR="005E022A" w:rsidRPr="005E022A" w:rsidRDefault="00DC6149" w:rsidP="00D67EB5">
            <w:pPr>
              <w:rPr>
                <w:rStyle w:val="SITemporaryText-blue"/>
              </w:rPr>
            </w:pPr>
            <w:r w:rsidRPr="00DC6149">
              <w:t>Timber Manufactured Products</w:t>
            </w:r>
            <w:r>
              <w:t xml:space="preserve"> (TMM)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26DAB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7F1301DD" w:rsidR="00626DAB" w:rsidRPr="00626DAB" w:rsidRDefault="00626DAB" w:rsidP="00626DAB">
            <w:pPr>
              <w:pStyle w:val="SIText"/>
            </w:pPr>
            <w:r w:rsidRPr="00626DAB">
              <w:t xml:space="preserve">1. Prepare for </w:t>
            </w:r>
            <w:proofErr w:type="spellStart"/>
            <w:r w:rsidRPr="00626DAB">
              <w:t>planing</w:t>
            </w:r>
            <w:proofErr w:type="spellEnd"/>
            <w:r w:rsidRPr="00626DAB">
              <w:t xml:space="preserve"> and sanding engineered wood product</w:t>
            </w:r>
          </w:p>
        </w:tc>
        <w:tc>
          <w:tcPr>
            <w:tcW w:w="3604" w:type="pct"/>
            <w:shd w:val="clear" w:color="auto" w:fill="auto"/>
          </w:tcPr>
          <w:p w14:paraId="513BA2CB" w14:textId="363AC59A" w:rsidR="00AB60AA" w:rsidRDefault="00626DAB" w:rsidP="00626DAB">
            <w:r w:rsidRPr="00626DAB">
              <w:t xml:space="preserve">1.1 </w:t>
            </w:r>
            <w:r w:rsidR="00DC6149">
              <w:t xml:space="preserve">Determine job requirements from </w:t>
            </w:r>
            <w:r w:rsidRPr="00626DAB">
              <w:t>work order</w:t>
            </w:r>
            <w:r w:rsidR="00007235">
              <w:t xml:space="preserve"> or instructions, and </w:t>
            </w:r>
            <w:r w:rsidR="00007235" w:rsidRPr="00007235">
              <w:t>where required, check with appropriate personnel</w:t>
            </w:r>
          </w:p>
          <w:p w14:paraId="5ADD3F0B" w14:textId="77777777" w:rsidR="00007235" w:rsidRPr="00007235" w:rsidRDefault="00007235" w:rsidP="00007235">
            <w:pPr>
              <w:pStyle w:val="SIText"/>
            </w:pPr>
            <w:r w:rsidRPr="00007235">
              <w:t>1.2 Confirm safety and environmental requirements for the task, including use of personal protective equipment, according to workplace procedures</w:t>
            </w:r>
          </w:p>
          <w:p w14:paraId="350CA4A0" w14:textId="639DF952" w:rsidR="00007235" w:rsidRPr="00007235" w:rsidRDefault="00007235" w:rsidP="00007235">
            <w:pPr>
              <w:pStyle w:val="SIText"/>
            </w:pPr>
            <w:r w:rsidRPr="00007235">
              <w:t xml:space="preserve">1.3 Identify, assess and take actions to mitigate hazards and associated risks with </w:t>
            </w:r>
            <w:r w:rsidR="001460D2" w:rsidRPr="001460D2">
              <w:t>engineered wood product dressing operation</w:t>
            </w:r>
          </w:p>
          <w:p w14:paraId="2523AD6F" w14:textId="204C22D4" w:rsidR="00626DAB" w:rsidRPr="00626DAB" w:rsidRDefault="00626DAB" w:rsidP="00626DAB">
            <w:pPr>
              <w:pStyle w:val="SIText"/>
            </w:pPr>
            <w:r w:rsidRPr="00626DAB">
              <w:t>1.</w:t>
            </w:r>
            <w:r w:rsidR="001460D2">
              <w:t>4</w:t>
            </w:r>
            <w:r w:rsidRPr="00626DAB">
              <w:t xml:space="preserve"> Obtain type and quantity of engineered wood product for </w:t>
            </w:r>
            <w:proofErr w:type="spellStart"/>
            <w:r w:rsidRPr="00626DAB">
              <w:t>planing</w:t>
            </w:r>
            <w:proofErr w:type="spellEnd"/>
            <w:r w:rsidRPr="00626DAB">
              <w:t xml:space="preserve"> and sanding from the production process</w:t>
            </w:r>
          </w:p>
        </w:tc>
      </w:tr>
      <w:tr w:rsidR="00626DAB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2BD82305" w:rsidR="00626DAB" w:rsidRPr="00626DAB" w:rsidRDefault="00626DAB" w:rsidP="00626DAB">
            <w:pPr>
              <w:pStyle w:val="SIText"/>
            </w:pPr>
            <w:r w:rsidRPr="00626DAB">
              <w:t>2. Plane and sand engineered wood product</w:t>
            </w:r>
          </w:p>
        </w:tc>
        <w:tc>
          <w:tcPr>
            <w:tcW w:w="3604" w:type="pct"/>
            <w:shd w:val="clear" w:color="auto" w:fill="auto"/>
          </w:tcPr>
          <w:p w14:paraId="7E61A422" w14:textId="6BF91B5D" w:rsidR="00626DAB" w:rsidRPr="00626DAB" w:rsidRDefault="00626DAB" w:rsidP="00626DAB">
            <w:r w:rsidRPr="00626DAB">
              <w:t>2.</w:t>
            </w:r>
            <w:r w:rsidR="00AE6260">
              <w:t>1</w:t>
            </w:r>
            <w:r w:rsidRPr="00626DAB">
              <w:t xml:space="preserve"> Complete </w:t>
            </w:r>
            <w:r w:rsidR="00423702" w:rsidRPr="00626DAB">
              <w:t>pre-start-up</w:t>
            </w:r>
            <w:r w:rsidRPr="00626DAB">
              <w:t xml:space="preserve"> checks and set </w:t>
            </w:r>
            <w:proofErr w:type="spellStart"/>
            <w:r w:rsidRPr="00626DAB">
              <w:t>planing</w:t>
            </w:r>
            <w:proofErr w:type="spellEnd"/>
            <w:r w:rsidRPr="00626DAB">
              <w:t xml:space="preserve"> and sanding thickness and feed rate for optimal product recovery</w:t>
            </w:r>
          </w:p>
          <w:p w14:paraId="02E2B4F3" w14:textId="4E9BA0F1" w:rsidR="00626DAB" w:rsidRPr="00626DAB" w:rsidRDefault="00626DAB" w:rsidP="00626DAB">
            <w:r w:rsidRPr="00626DAB">
              <w:t>2.</w:t>
            </w:r>
            <w:r w:rsidR="00AE6260">
              <w:t>2</w:t>
            </w:r>
            <w:r w:rsidRPr="00626DAB">
              <w:t xml:space="preserve"> Position material and feed at a rate appropriate to machine speed, capacity, engineered wood product thickness and condition</w:t>
            </w:r>
          </w:p>
          <w:p w14:paraId="4E4486D9" w14:textId="437A1597" w:rsidR="00626DAB" w:rsidRPr="00626DAB" w:rsidRDefault="00626DAB" w:rsidP="00626DAB">
            <w:r w:rsidRPr="00626DAB">
              <w:t>2.</w:t>
            </w:r>
            <w:r w:rsidR="00AE6260">
              <w:t>3</w:t>
            </w:r>
            <w:r w:rsidRPr="00626DAB">
              <w:t xml:space="preserve"> Plane and sand engineered wood product to specification and assess product visually throughout the process for thickness, finish quality and faults</w:t>
            </w:r>
          </w:p>
          <w:p w14:paraId="35F611FF" w14:textId="3D9B2C1B" w:rsidR="00626DAB" w:rsidRPr="00626DAB" w:rsidRDefault="00626DAB" w:rsidP="00626DAB">
            <w:r w:rsidRPr="00626DAB">
              <w:t>2.</w:t>
            </w:r>
            <w:r w:rsidR="00AE6260">
              <w:t>4</w:t>
            </w:r>
            <w:r w:rsidRPr="00626DAB">
              <w:t xml:space="preserve"> Coordinate outfeed to ensure efficient recovery of planed and sanded material</w:t>
            </w:r>
          </w:p>
          <w:p w14:paraId="7AD6C893" w14:textId="04F7D104" w:rsidR="00626DAB" w:rsidRPr="00626DAB" w:rsidRDefault="00626DAB" w:rsidP="00626DAB">
            <w:pPr>
              <w:pStyle w:val="SIText"/>
            </w:pPr>
            <w:r w:rsidRPr="00626DAB">
              <w:t>2.</w:t>
            </w:r>
            <w:r w:rsidR="00AE6260">
              <w:t>5</w:t>
            </w:r>
            <w:r w:rsidRPr="00626DAB">
              <w:t xml:space="preserve"> Check dust extraction equipment regularly and clean to avoid blockages</w:t>
            </w:r>
          </w:p>
        </w:tc>
      </w:tr>
      <w:tr w:rsidR="00626DAB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321A4BB0" w:rsidR="00626DAB" w:rsidRPr="00626DAB" w:rsidRDefault="00626DAB" w:rsidP="00626DAB">
            <w:pPr>
              <w:pStyle w:val="SIText"/>
            </w:pPr>
            <w:r w:rsidRPr="00626DAB">
              <w:t xml:space="preserve">3. Redistribute </w:t>
            </w:r>
            <w:r w:rsidR="00E64AF5" w:rsidRPr="00E64AF5">
              <w:t>finished engineered wood product</w:t>
            </w:r>
          </w:p>
        </w:tc>
        <w:tc>
          <w:tcPr>
            <w:tcW w:w="3604" w:type="pct"/>
            <w:shd w:val="clear" w:color="auto" w:fill="auto"/>
          </w:tcPr>
          <w:p w14:paraId="539AD4E1" w14:textId="77777777" w:rsidR="00626DAB" w:rsidRPr="00626DAB" w:rsidRDefault="00626DAB" w:rsidP="00626DAB">
            <w:r w:rsidRPr="00626DAB">
              <w:t>3.1 Grade finished engineered wood product for quality and use according to industry standards</w:t>
            </w:r>
          </w:p>
          <w:p w14:paraId="75E58C49" w14:textId="77777777" w:rsidR="00626DAB" w:rsidRPr="00626DAB" w:rsidRDefault="00626DAB" w:rsidP="00626DAB">
            <w:r w:rsidRPr="00626DAB">
              <w:t>3.2 Direct material to storage or processing operations according to workplace procedures</w:t>
            </w:r>
          </w:p>
          <w:p w14:paraId="0243B07A" w14:textId="77777777" w:rsidR="00626DAB" w:rsidRPr="00626DAB" w:rsidRDefault="00626DAB" w:rsidP="00626DAB">
            <w:r w:rsidRPr="00626DAB">
              <w:t>3.3 Dispose of sub-standard material according to environmental protection practices</w:t>
            </w:r>
          </w:p>
          <w:p w14:paraId="598F789C" w14:textId="79D5F7C8" w:rsidR="00626DAB" w:rsidRPr="00626DAB" w:rsidRDefault="00626DAB" w:rsidP="00626DAB">
            <w:pPr>
              <w:pStyle w:val="SIText"/>
            </w:pPr>
            <w:r w:rsidRPr="00626DAB">
              <w:t>3.4 Clean work area according to workplace health and safety procedures</w:t>
            </w:r>
          </w:p>
        </w:tc>
      </w:tr>
      <w:tr w:rsidR="00626DAB" w:rsidRPr="00963A46" w14:paraId="273AC2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C7F207" w14:textId="431691A1" w:rsidR="00626DAB" w:rsidRPr="00626DAB" w:rsidRDefault="00626DAB" w:rsidP="00626DAB">
            <w:pPr>
              <w:pStyle w:val="SIText"/>
            </w:pPr>
            <w:r w:rsidRPr="00626DAB">
              <w:lastRenderedPageBreak/>
              <w:t>4.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7A96E59B" w14:textId="77777777" w:rsidR="00626DAB" w:rsidRPr="00626DAB" w:rsidRDefault="00626DAB" w:rsidP="00626DAB">
            <w:r w:rsidRPr="00626DAB">
              <w:t>4.1 Lock out equipment according to workplace health and safety procedures</w:t>
            </w:r>
          </w:p>
          <w:p w14:paraId="09F3605A" w14:textId="35D6727C" w:rsidR="00626DAB" w:rsidRPr="00626DAB" w:rsidRDefault="00626DAB" w:rsidP="00626DAB">
            <w:r w:rsidRPr="00626DAB">
              <w:t xml:space="preserve">4.2 Check planer blades and sanding belts for </w:t>
            </w:r>
            <w:r w:rsidR="002122EE">
              <w:t>d</w:t>
            </w:r>
            <w:r w:rsidR="00C50DEA">
              <w:t>e</w:t>
            </w:r>
            <w:r w:rsidR="00460016">
              <w:t>terioration</w:t>
            </w:r>
            <w:r w:rsidR="002122EE" w:rsidRPr="00626DAB">
              <w:t xml:space="preserve"> </w:t>
            </w:r>
            <w:r w:rsidRPr="00626DAB">
              <w:t>or damage</w:t>
            </w:r>
          </w:p>
          <w:p w14:paraId="58C405AE" w14:textId="77777777" w:rsidR="00626DAB" w:rsidRPr="00626DAB" w:rsidRDefault="00626DAB" w:rsidP="00626DAB">
            <w:r w:rsidRPr="00626DAB">
              <w:t>4.3 Remove and replace planer blades and sanding belts according to manufacturer recommendations</w:t>
            </w:r>
          </w:p>
          <w:p w14:paraId="731ACBC2" w14:textId="77777777" w:rsidR="00626DAB" w:rsidRPr="00626DAB" w:rsidRDefault="00626DAB" w:rsidP="00626DAB">
            <w:r w:rsidRPr="00626DAB">
              <w:t>4.4 Keep machine area clear of dust and debris according to workplace health and safety procedures</w:t>
            </w:r>
          </w:p>
          <w:p w14:paraId="079CD8ED" w14:textId="6607D2BA" w:rsidR="00626DAB" w:rsidRPr="00626DAB" w:rsidRDefault="00626DAB" w:rsidP="00626DAB">
            <w:r w:rsidRPr="00626DAB">
              <w:t>4.5 Record and report production outcomes, equipment faults and maintenance requirements to appropriate personnel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CA2922">
        <w:trPr>
          <w:tblHeader/>
        </w:trPr>
        <w:tc>
          <w:tcPr>
            <w:tcW w:w="1396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31329" w:rsidRPr="00336FCA" w:rsidDel="00423CB2" w14:paraId="3D3DB336" w14:textId="77777777" w:rsidTr="00CA2922">
        <w:tc>
          <w:tcPr>
            <w:tcW w:w="1396" w:type="pct"/>
          </w:tcPr>
          <w:p w14:paraId="1ADBC606" w14:textId="7EF2C6D3" w:rsidR="00631329" w:rsidRPr="00631329" w:rsidRDefault="00631329" w:rsidP="00631329">
            <w:pPr>
              <w:pStyle w:val="SIText"/>
              <w:rPr>
                <w:rStyle w:val="SITemporaryText-red"/>
              </w:rPr>
            </w:pPr>
            <w:r w:rsidRPr="00016CF0">
              <w:t xml:space="preserve">Reading </w:t>
            </w:r>
          </w:p>
        </w:tc>
        <w:tc>
          <w:tcPr>
            <w:tcW w:w="3604" w:type="pct"/>
          </w:tcPr>
          <w:p w14:paraId="08A857D1" w14:textId="08E3609A" w:rsidR="00631329" w:rsidRPr="00E50C4E" w:rsidRDefault="00631329" w:rsidP="00EC4CF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C4CF9">
              <w:t xml:space="preserve">Read </w:t>
            </w:r>
            <w:r w:rsidR="004B7A60" w:rsidRPr="004B7A60">
              <w:t xml:space="preserve">routine information from work orders and manufacturer instructions </w:t>
            </w:r>
            <w:r w:rsidR="00E03CA1">
              <w:t xml:space="preserve">for </w:t>
            </w:r>
            <w:proofErr w:type="spellStart"/>
            <w:r w:rsidR="00E03CA1">
              <w:t>planing</w:t>
            </w:r>
            <w:proofErr w:type="spellEnd"/>
            <w:r w:rsidR="00E03CA1">
              <w:t xml:space="preserve"> and sanding operations</w:t>
            </w:r>
          </w:p>
        </w:tc>
      </w:tr>
      <w:tr w:rsidR="009D1DC7" w:rsidRPr="00336FCA" w:rsidDel="00423CB2" w14:paraId="1DEC7C1B" w14:textId="77777777" w:rsidTr="00CA2922">
        <w:tc>
          <w:tcPr>
            <w:tcW w:w="1396" w:type="pct"/>
          </w:tcPr>
          <w:p w14:paraId="68F5CB40" w14:textId="5CE897E2" w:rsidR="009D1DC7" w:rsidRPr="009D1DC7" w:rsidRDefault="009D1DC7" w:rsidP="009D1DC7">
            <w:pPr>
              <w:pStyle w:val="SIText"/>
            </w:pPr>
            <w:r w:rsidRPr="009D1DC7">
              <w:t xml:space="preserve">Oral communication </w:t>
            </w:r>
          </w:p>
        </w:tc>
        <w:tc>
          <w:tcPr>
            <w:tcW w:w="3604" w:type="pct"/>
          </w:tcPr>
          <w:p w14:paraId="38833DF4" w14:textId="62179723" w:rsidR="009D1DC7" w:rsidRPr="009D1DC7" w:rsidRDefault="009D1DC7" w:rsidP="009D1DC7">
            <w:pPr>
              <w:pStyle w:val="SIBulletList1"/>
            </w:pPr>
            <w:r w:rsidRPr="009D1DC7">
              <w:t>Ask open and closed probe questions and actively listen to clarify contents of work orders and production documentation</w:t>
            </w:r>
          </w:p>
        </w:tc>
      </w:tr>
      <w:tr w:rsidR="009D1DC7" w:rsidRPr="00336FCA" w:rsidDel="00423CB2" w14:paraId="073672F2" w14:textId="77777777" w:rsidTr="00CA2922">
        <w:tc>
          <w:tcPr>
            <w:tcW w:w="1396" w:type="pct"/>
          </w:tcPr>
          <w:p w14:paraId="7DED2A3F" w14:textId="6045AF58" w:rsidR="009D1DC7" w:rsidRPr="009D1DC7" w:rsidRDefault="009D1DC7" w:rsidP="009D1DC7">
            <w:pPr>
              <w:pStyle w:val="SIText"/>
              <w:rPr>
                <w:rStyle w:val="SITemporaryText-red"/>
              </w:rPr>
            </w:pPr>
            <w:r w:rsidRPr="009D1DC7">
              <w:t xml:space="preserve">Numeracy </w:t>
            </w:r>
          </w:p>
        </w:tc>
        <w:tc>
          <w:tcPr>
            <w:tcW w:w="3604" w:type="pct"/>
          </w:tcPr>
          <w:p w14:paraId="136957C2" w14:textId="2C01001D" w:rsidR="007C26C1" w:rsidRDefault="007C26C1" w:rsidP="009D1DC7">
            <w:pPr>
              <w:pStyle w:val="SIBulletList1"/>
            </w:pPr>
            <w:r w:rsidRPr="007C26C1">
              <w:t>Estimate quantities and dimensions of materials</w:t>
            </w:r>
            <w:r>
              <w:t xml:space="preserve"> used in </w:t>
            </w:r>
            <w:proofErr w:type="spellStart"/>
            <w:r w:rsidRPr="007C26C1">
              <w:t>planing</w:t>
            </w:r>
            <w:proofErr w:type="spellEnd"/>
            <w:r w:rsidRPr="007C26C1">
              <w:t xml:space="preserve"> and sanding operations</w:t>
            </w:r>
          </w:p>
          <w:p w14:paraId="122742B2" w14:textId="3255A328" w:rsidR="009D1DC7" w:rsidRPr="00E50C4E" w:rsidRDefault="009D1DC7" w:rsidP="009D1DC7">
            <w:pPr>
              <w:pStyle w:val="SIBulletList1"/>
              <w:rPr>
                <w:rStyle w:val="SITemporaryText-red"/>
                <w:rFonts w:eastAsia="Calibri"/>
              </w:rPr>
            </w:pPr>
            <w:r w:rsidRPr="009D1DC7">
              <w:t>Calculate the feed rate to optimise quality and quantity of production output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7"/>
        <w:gridCol w:w="2126"/>
        <w:gridCol w:w="2409"/>
        <w:gridCol w:w="3116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802344">
        <w:tc>
          <w:tcPr>
            <w:tcW w:w="1027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4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8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802344" w14:paraId="187D9B9A" w14:textId="77777777" w:rsidTr="00802344">
        <w:tc>
          <w:tcPr>
            <w:tcW w:w="1027" w:type="pct"/>
          </w:tcPr>
          <w:p w14:paraId="7426CEDA" w14:textId="64CF1740" w:rsidR="00802344" w:rsidRPr="00802344" w:rsidRDefault="00ED7FEA" w:rsidP="00462ABB">
            <w:pPr>
              <w:pStyle w:val="SIText"/>
            </w:pPr>
            <w:r w:rsidRPr="00626DAB">
              <w:t>FWP</w:t>
            </w:r>
            <w:r>
              <w:t>TMM</w:t>
            </w:r>
            <w:r w:rsidRPr="00626DAB">
              <w:t>3</w:t>
            </w:r>
            <w:r>
              <w:t>XXX</w:t>
            </w:r>
            <w:r w:rsidRPr="00626DAB">
              <w:t xml:space="preserve"> </w:t>
            </w:r>
            <w:r w:rsidR="00802344" w:rsidRPr="00626DAB">
              <w:t>Plane and sand engineered wood product</w:t>
            </w:r>
          </w:p>
        </w:tc>
        <w:tc>
          <w:tcPr>
            <w:tcW w:w="1104" w:type="pct"/>
          </w:tcPr>
          <w:p w14:paraId="333797A6" w14:textId="77BBEF14" w:rsidR="00802344" w:rsidRDefault="00802344" w:rsidP="00802344">
            <w:pPr>
              <w:pStyle w:val="SIText"/>
            </w:pPr>
            <w:r w:rsidRPr="00626DAB">
              <w:t>FWPCOT3268 Plane and sand engineered wood products</w:t>
            </w:r>
          </w:p>
          <w:p w14:paraId="0FDA696D" w14:textId="7FCFC3A1" w:rsidR="00802344" w:rsidRPr="00802344" w:rsidRDefault="00802344" w:rsidP="00802344">
            <w:pPr>
              <w:pStyle w:val="SIText"/>
            </w:pPr>
          </w:p>
        </w:tc>
        <w:tc>
          <w:tcPr>
            <w:tcW w:w="1251" w:type="pct"/>
          </w:tcPr>
          <w:p w14:paraId="490B212F" w14:textId="33785EB0" w:rsidR="00802344" w:rsidRPr="00802344" w:rsidRDefault="00ED7FEA" w:rsidP="00802344">
            <w:pPr>
              <w:pStyle w:val="SIText"/>
            </w:pPr>
            <w:r>
              <w:t xml:space="preserve">Minor edits to </w:t>
            </w:r>
            <w:r w:rsidR="00A64862">
              <w:t xml:space="preserve">unit title, </w:t>
            </w:r>
            <w:r w:rsidR="00462ABB">
              <w:t xml:space="preserve">Performance Criteria; </w:t>
            </w:r>
            <w:r w:rsidR="00802344" w:rsidRPr="00C20A67">
              <w:t xml:space="preserve">Updated </w:t>
            </w:r>
            <w:r w:rsidR="00802344" w:rsidRPr="00802344">
              <w:t>Foundation Skills</w:t>
            </w:r>
            <w:r w:rsidR="007F5893">
              <w:t>; Revised Performance Evidence</w:t>
            </w:r>
            <w:r w:rsidR="00813E29">
              <w:t>; Minor edits to Knowledge Evidence.</w:t>
            </w:r>
          </w:p>
        </w:tc>
        <w:tc>
          <w:tcPr>
            <w:tcW w:w="1618" w:type="pct"/>
          </w:tcPr>
          <w:p w14:paraId="4B04F6D1" w14:textId="32D991B3" w:rsidR="00802344" w:rsidRPr="00802344" w:rsidRDefault="00802344" w:rsidP="00802344">
            <w:pPr>
              <w:pStyle w:val="SIText"/>
            </w:pPr>
            <w:r w:rsidRPr="00C20A67">
              <w:t xml:space="preserve">Equivalent 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3C094F47" w:rsidR="005E022A" w:rsidRPr="005404CB" w:rsidRDefault="00520E9A" w:rsidP="00853EB2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63C65E0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62ABB" w:rsidRPr="00626DAB">
              <w:t>FWP</w:t>
            </w:r>
            <w:r w:rsidR="00462ABB">
              <w:t>TMM</w:t>
            </w:r>
            <w:r w:rsidR="00462ABB" w:rsidRPr="00626DAB">
              <w:t>3</w:t>
            </w:r>
            <w:r w:rsidR="00462ABB">
              <w:t>XXX</w:t>
            </w:r>
            <w:r w:rsidR="00462ABB" w:rsidRPr="00626DAB">
              <w:t xml:space="preserve"> </w:t>
            </w:r>
            <w:r w:rsidR="00626DAB" w:rsidRPr="00626DAB">
              <w:t>Plane and sand engineered wood product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E295C9B" w14:textId="77777777" w:rsidR="005A23F1" w:rsidRPr="00E50C4E" w:rsidRDefault="005A23F1" w:rsidP="00AC037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50C4E">
              <w:rPr>
                <w:rStyle w:val="SITemporaryText-blue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13D2A5B1" w14:textId="77777777" w:rsidR="005A23F1" w:rsidRPr="00AC0378" w:rsidRDefault="005A23F1" w:rsidP="00AC0378">
            <w:pPr>
              <w:pStyle w:val="SIText"/>
            </w:pPr>
          </w:p>
          <w:p w14:paraId="74FCFE64" w14:textId="46FBBFEF" w:rsidR="00C25683" w:rsidRPr="00B34AF7" w:rsidRDefault="005A23F1" w:rsidP="0035059B">
            <w:pPr>
              <w:pStyle w:val="SIText"/>
            </w:pPr>
            <w:r w:rsidRPr="0035059B">
              <w:t>There must be evidence that</w:t>
            </w:r>
            <w:r w:rsidR="00927F66" w:rsidRPr="0035059B">
              <w:t xml:space="preserve"> </w:t>
            </w:r>
            <w:r w:rsidRPr="0035059B">
              <w:t>the individual has</w:t>
            </w:r>
            <w:r w:rsidR="006D69D5" w:rsidRPr="0035059B">
              <w:t xml:space="preserve"> </w:t>
            </w:r>
            <w:proofErr w:type="spellStart"/>
            <w:r w:rsidR="006D69D5" w:rsidRPr="0035059B">
              <w:t>planed</w:t>
            </w:r>
            <w:proofErr w:type="spellEnd"/>
            <w:r w:rsidR="006D69D5" w:rsidRPr="0035059B">
              <w:t xml:space="preserve"> and sanded the surfaces of </w:t>
            </w:r>
            <w:r w:rsidR="00F4171D" w:rsidRPr="0035059B">
              <w:t xml:space="preserve">any </w:t>
            </w:r>
            <w:r w:rsidR="006D69D5" w:rsidRPr="0035059B">
              <w:t xml:space="preserve">engineered wood product </w:t>
            </w:r>
            <w:r w:rsidR="00AA32FF" w:rsidRPr="0035059B">
              <w:t xml:space="preserve">type </w:t>
            </w:r>
            <w:r w:rsidR="00252AB2" w:rsidRPr="00E50C4E">
              <w:rPr>
                <w:rStyle w:val="SITemporaryText-blue"/>
                <w:color w:val="auto"/>
                <w:sz w:val="20"/>
              </w:rPr>
              <w:t>for one production run</w:t>
            </w:r>
            <w:r w:rsidR="00AA32FF" w:rsidRPr="00E50C4E">
              <w:rPr>
                <w:rStyle w:val="SITemporaryText-blue"/>
                <w:color w:val="auto"/>
                <w:sz w:val="20"/>
              </w:rPr>
              <w:t>,</w:t>
            </w:r>
            <w:r w:rsidR="00252AB2" w:rsidRPr="00E50C4E">
              <w:rPr>
                <w:rStyle w:val="SITemporaryText-blue"/>
                <w:color w:val="auto"/>
                <w:sz w:val="20"/>
              </w:rPr>
              <w:t xml:space="preserve"> </w:t>
            </w:r>
            <w:r w:rsidR="00B34AF7" w:rsidRPr="00E50C4E">
              <w:rPr>
                <w:rStyle w:val="SITemporaryText-blue"/>
                <w:color w:val="auto"/>
                <w:sz w:val="20"/>
              </w:rPr>
              <w:t>according to workplace safety and operating procedures and as directed by work instructions</w:t>
            </w:r>
            <w:r w:rsidR="00126F5D" w:rsidRPr="0035059B">
              <w:t>,</w:t>
            </w:r>
            <w:r w:rsidR="006D69D5" w:rsidRPr="00B34AF7">
              <w:t xml:space="preserve"> using</w:t>
            </w:r>
            <w:r w:rsidR="00C87708" w:rsidRPr="00B34AF7">
              <w:t xml:space="preserve"> </w:t>
            </w:r>
            <w:r w:rsidR="00012426" w:rsidRPr="00B34AF7">
              <w:t xml:space="preserve">one of the following items of </w:t>
            </w:r>
            <w:r w:rsidR="00EC29CB" w:rsidRPr="00B34AF7">
              <w:t>equipment</w:t>
            </w:r>
            <w:r w:rsidR="00012426" w:rsidRPr="00B34AF7">
              <w:t>:</w:t>
            </w:r>
          </w:p>
          <w:p w14:paraId="11B94004" w14:textId="0B0C3639" w:rsidR="00C25683" w:rsidRPr="00C25683" w:rsidRDefault="00C25683" w:rsidP="00E50C4E">
            <w:pPr>
              <w:pStyle w:val="SIBulletList1"/>
            </w:pPr>
            <w:r w:rsidRPr="002921F9">
              <w:t>planer or thicknesser</w:t>
            </w:r>
          </w:p>
          <w:p w14:paraId="0AD99B05" w14:textId="2851D0BF" w:rsidR="00C25683" w:rsidRPr="00C25683" w:rsidRDefault="00C25683" w:rsidP="00E50C4E">
            <w:pPr>
              <w:pStyle w:val="SIBulletList1"/>
            </w:pPr>
            <w:r w:rsidRPr="002921F9">
              <w:t>surface planer or buzzer</w:t>
            </w:r>
          </w:p>
          <w:p w14:paraId="591CBFD1" w14:textId="443B395C" w:rsidR="00C25683" w:rsidRPr="00C25683" w:rsidRDefault="00C25683" w:rsidP="00E50C4E">
            <w:pPr>
              <w:pStyle w:val="SIBulletList1"/>
            </w:pPr>
            <w:r w:rsidRPr="002921F9">
              <w:t xml:space="preserve">drum </w:t>
            </w:r>
            <w:r w:rsidRPr="00C25683">
              <w:t>sander</w:t>
            </w:r>
          </w:p>
          <w:p w14:paraId="3EF7AD30" w14:textId="64C76BD3" w:rsidR="00C25683" w:rsidRPr="00C25683" w:rsidRDefault="00C25683" w:rsidP="00E50C4E">
            <w:pPr>
              <w:pStyle w:val="SIBulletList1"/>
            </w:pPr>
            <w:r w:rsidRPr="002921F9">
              <w:t>sander</w:t>
            </w:r>
          </w:p>
          <w:p w14:paraId="3EBBD25E" w14:textId="6D7CFB3B" w:rsidR="00C25683" w:rsidRPr="00C25683" w:rsidRDefault="00C25683" w:rsidP="00E50C4E">
            <w:pPr>
              <w:pStyle w:val="SIBulletList1"/>
            </w:pPr>
            <w:r w:rsidRPr="002921F9">
              <w:t>veneer sander</w:t>
            </w:r>
          </w:p>
          <w:p w14:paraId="1995E27E" w14:textId="77777777" w:rsidR="00F271C8" w:rsidRDefault="00C25683">
            <w:pPr>
              <w:pStyle w:val="SIBulletList1"/>
            </w:pPr>
            <w:r w:rsidRPr="002921F9">
              <w:t>stroke sander</w:t>
            </w:r>
          </w:p>
          <w:p w14:paraId="46824860" w14:textId="689CA827" w:rsidR="00C25683" w:rsidRPr="00C25683" w:rsidRDefault="00F271C8" w:rsidP="00E50C4E">
            <w:pPr>
              <w:pStyle w:val="SIBulletList1"/>
            </w:pPr>
            <w:r>
              <w:t xml:space="preserve">other </w:t>
            </w:r>
            <w:r w:rsidR="00661BC6" w:rsidRPr="00661BC6">
              <w:t xml:space="preserve">workplace </w:t>
            </w:r>
            <w:proofErr w:type="spellStart"/>
            <w:r w:rsidR="00661BC6" w:rsidRPr="00661BC6">
              <w:t>planing</w:t>
            </w:r>
            <w:proofErr w:type="spellEnd"/>
            <w:r w:rsidR="00661BC6" w:rsidRPr="00661BC6">
              <w:t xml:space="preserve"> or sanding </w:t>
            </w:r>
            <w:r w:rsidR="00E9666B">
              <w:t xml:space="preserve">equipment </w:t>
            </w:r>
            <w:r w:rsidR="00101D41">
              <w:t xml:space="preserve">for </w:t>
            </w:r>
            <w:r w:rsidR="00101D41" w:rsidRPr="00101D41">
              <w:t>engineered wood product</w:t>
            </w:r>
            <w:r w:rsidR="00661BC6">
              <w:t>s</w:t>
            </w:r>
            <w:r w:rsidR="00B34AF7">
              <w:t>.</w:t>
            </w:r>
          </w:p>
          <w:p w14:paraId="57381E89" w14:textId="77777777" w:rsidR="00EC29CB" w:rsidRPr="00AC0378" w:rsidRDefault="00EC29CB" w:rsidP="00E50C4E">
            <w:pPr>
              <w:pStyle w:val="SIText"/>
            </w:pPr>
          </w:p>
          <w:p w14:paraId="08B5934E" w14:textId="280F11C2" w:rsidR="00EC29CB" w:rsidRPr="005A23F1" w:rsidRDefault="00EC29CB" w:rsidP="00E50C4E">
            <w:pPr>
              <w:pStyle w:val="SIText"/>
            </w:pPr>
            <w:r>
              <w:t>In performing this task</w:t>
            </w:r>
            <w:r w:rsidR="00E14EDD">
              <w:t>,</w:t>
            </w:r>
            <w:r>
              <w:t xml:space="preserve"> the individual</w:t>
            </w:r>
            <w:r w:rsidR="00E14EDD">
              <w:t xml:space="preserve"> has</w:t>
            </w:r>
            <w:r>
              <w:t>:</w:t>
            </w:r>
          </w:p>
          <w:p w14:paraId="04F64ADF" w14:textId="554A4BF2" w:rsidR="00EC29CB" w:rsidRDefault="00B25FF5" w:rsidP="000235CD">
            <w:pPr>
              <w:pStyle w:val="SIBulletList1"/>
            </w:pPr>
            <w:r>
              <w:t>selected</w:t>
            </w:r>
            <w:r w:rsidR="00EC29CB">
              <w:t xml:space="preserve"> and used personal protective equipment</w:t>
            </w:r>
            <w:r w:rsidR="00AC0378">
              <w:t xml:space="preserve"> </w:t>
            </w:r>
            <w:r w:rsidR="00211A4D">
              <w:t>(</w:t>
            </w:r>
            <w:r w:rsidR="00AC0378">
              <w:t>PPE</w:t>
            </w:r>
            <w:r w:rsidR="00211A4D">
              <w:t>)</w:t>
            </w:r>
          </w:p>
          <w:p w14:paraId="66554178" w14:textId="78D2AFD2" w:rsidR="00656C24" w:rsidRDefault="00B25FF5" w:rsidP="000235CD">
            <w:pPr>
              <w:pStyle w:val="SIBulletList1"/>
            </w:pPr>
            <w:r>
              <w:t>performed pre</w:t>
            </w:r>
            <w:r w:rsidR="00211A4D">
              <w:t>-</w:t>
            </w:r>
            <w:r>
              <w:t>operational equipment checks</w:t>
            </w:r>
          </w:p>
          <w:p w14:paraId="53E2D6EA" w14:textId="72CD816F" w:rsidR="00003913" w:rsidRDefault="000235CD" w:rsidP="000235CD">
            <w:pPr>
              <w:pStyle w:val="SIBulletList1"/>
            </w:pPr>
            <w:r>
              <w:t>s</w:t>
            </w:r>
            <w:r w:rsidRPr="000235CD">
              <w:t xml:space="preserve">et </w:t>
            </w:r>
            <w:proofErr w:type="spellStart"/>
            <w:r w:rsidRPr="000235CD">
              <w:t>planing</w:t>
            </w:r>
            <w:proofErr w:type="spellEnd"/>
            <w:r w:rsidRPr="000235CD">
              <w:t xml:space="preserve"> and sanding thickness and feed rate </w:t>
            </w:r>
            <w:r w:rsidR="002D6BF6" w:rsidRPr="002D6BF6">
              <w:t xml:space="preserve">to equipment </w:t>
            </w:r>
            <w:r w:rsidRPr="000235CD">
              <w:t>for optimal product recovery</w:t>
            </w:r>
          </w:p>
          <w:p w14:paraId="79AE7813" w14:textId="747AF3D7" w:rsidR="000235CD" w:rsidRPr="000235CD" w:rsidRDefault="000235CD" w:rsidP="000235CD">
            <w:pPr>
              <w:pStyle w:val="SIBulletList1"/>
            </w:pPr>
            <w:r w:rsidRPr="000235CD">
              <w:t xml:space="preserve">assessed </w:t>
            </w:r>
            <w:r w:rsidR="00003913" w:rsidRPr="00003913">
              <w:t xml:space="preserve">visually </w:t>
            </w:r>
            <w:r w:rsidRPr="000235CD">
              <w:t>product thickness, finish quality, and faults throughout the process</w:t>
            </w:r>
          </w:p>
          <w:p w14:paraId="58B0F0C2" w14:textId="44AEE228" w:rsidR="00B25FF5" w:rsidRPr="00B25FF5" w:rsidRDefault="00B25FF5" w:rsidP="00E50C4E">
            <w:pPr>
              <w:pStyle w:val="SIBulletList1"/>
            </w:pPr>
            <w:r>
              <w:t xml:space="preserve">graded </w:t>
            </w:r>
            <w:r w:rsidR="007D3A34">
              <w:t xml:space="preserve">and </w:t>
            </w:r>
            <w:r w:rsidR="001C599D">
              <w:t xml:space="preserve">directed </w:t>
            </w:r>
            <w:r w:rsidRPr="00626DAB">
              <w:t xml:space="preserve">finished product to storage or </w:t>
            </w:r>
            <w:r w:rsidR="00AC0378">
              <w:t xml:space="preserve">further </w:t>
            </w:r>
            <w:r w:rsidRPr="00626DAB">
              <w:t>processing</w:t>
            </w:r>
          </w:p>
          <w:p w14:paraId="17111FD7" w14:textId="2D9808A6" w:rsidR="00B25FF5" w:rsidRPr="00B25FF5" w:rsidRDefault="00B25FF5" w:rsidP="00E50C4E">
            <w:pPr>
              <w:pStyle w:val="SIBulletList1"/>
            </w:pPr>
            <w:r>
              <w:t>d</w:t>
            </w:r>
            <w:r w:rsidRPr="00626DAB">
              <w:t>ispose</w:t>
            </w:r>
            <w:r>
              <w:t>d</w:t>
            </w:r>
            <w:r w:rsidRPr="00626DAB">
              <w:t xml:space="preserve"> of sub-standard </w:t>
            </w:r>
            <w:r>
              <w:t>product</w:t>
            </w:r>
          </w:p>
          <w:p w14:paraId="4FB37A08" w14:textId="5A042591" w:rsidR="00C51A7C" w:rsidRPr="005404CB" w:rsidRDefault="002921F9" w:rsidP="00E50C4E">
            <w:pPr>
              <w:pStyle w:val="SIBulletList1"/>
            </w:pPr>
            <w:r w:rsidRPr="002921F9">
              <w:t xml:space="preserve">conducted operator maintenance on </w:t>
            </w:r>
            <w:proofErr w:type="spellStart"/>
            <w:r w:rsidRPr="002921F9">
              <w:t>planing</w:t>
            </w:r>
            <w:proofErr w:type="spellEnd"/>
            <w:r w:rsidRPr="002921F9">
              <w:t xml:space="preserve"> and sanding equipment.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E50C4E" w:rsidRDefault="006E42FE" w:rsidP="00BC2A4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50C4E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451C34B" w14:textId="77777777" w:rsidR="002921F9" w:rsidRPr="002921F9" w:rsidRDefault="002921F9" w:rsidP="002921F9">
            <w:pPr>
              <w:pStyle w:val="SIBulletList1"/>
            </w:pPr>
            <w:r w:rsidRPr="002921F9">
              <w:t xml:space="preserve">health and safety hazards or risks related to operating equipment for </w:t>
            </w:r>
            <w:proofErr w:type="spellStart"/>
            <w:r w:rsidRPr="002921F9">
              <w:t>planing</w:t>
            </w:r>
            <w:proofErr w:type="spellEnd"/>
            <w:r w:rsidRPr="002921F9">
              <w:t xml:space="preserve"> and sanding engineered wood products, as identified through risk assessments, manufacturer technical information, regulations and industry health and safety guides</w:t>
            </w:r>
          </w:p>
          <w:p w14:paraId="6FBDD009" w14:textId="77777777" w:rsidR="002921F9" w:rsidRPr="002921F9" w:rsidRDefault="002921F9" w:rsidP="002921F9">
            <w:pPr>
              <w:pStyle w:val="SIBulletList1"/>
            </w:pPr>
            <w:r w:rsidRPr="002921F9">
              <w:t xml:space="preserve">workplace policies and procedures specific to </w:t>
            </w:r>
            <w:proofErr w:type="spellStart"/>
            <w:r w:rsidRPr="002921F9">
              <w:t>planing</w:t>
            </w:r>
            <w:proofErr w:type="spellEnd"/>
            <w:r w:rsidRPr="002921F9">
              <w:t xml:space="preserve"> and sanding engineered wood products:</w:t>
            </w:r>
          </w:p>
          <w:p w14:paraId="5FE2E786" w14:textId="335C1904" w:rsidR="002921F9" w:rsidRPr="002921F9" w:rsidRDefault="002921F9" w:rsidP="002921F9">
            <w:pPr>
              <w:pStyle w:val="SIBulletList2"/>
            </w:pPr>
            <w:r w:rsidRPr="002921F9">
              <w:t>health and safety, with particular emphasis on equipment lockout</w:t>
            </w:r>
            <w:r w:rsidR="005848A5">
              <w:t>, dust suppression</w:t>
            </w:r>
            <w:r w:rsidRPr="002921F9">
              <w:t xml:space="preserve"> and the use of </w:t>
            </w:r>
            <w:r w:rsidR="008A4B73">
              <w:t>PPE</w:t>
            </w:r>
          </w:p>
          <w:p w14:paraId="1ED8DC12" w14:textId="77777777" w:rsidR="002921F9" w:rsidRPr="002921F9" w:rsidRDefault="002921F9" w:rsidP="002921F9">
            <w:pPr>
              <w:pStyle w:val="SIBulletList2"/>
            </w:pPr>
            <w:r w:rsidRPr="002921F9">
              <w:t xml:space="preserve">use of timber </w:t>
            </w:r>
            <w:proofErr w:type="spellStart"/>
            <w:r w:rsidRPr="002921F9">
              <w:t>planing</w:t>
            </w:r>
            <w:proofErr w:type="spellEnd"/>
            <w:r w:rsidRPr="002921F9">
              <w:t xml:space="preserve"> and sanding equipment</w:t>
            </w:r>
          </w:p>
          <w:p w14:paraId="007F5098" w14:textId="77777777" w:rsidR="002921F9" w:rsidRPr="002921F9" w:rsidRDefault="002921F9" w:rsidP="002921F9">
            <w:pPr>
              <w:pStyle w:val="SIBulletList2"/>
            </w:pPr>
            <w:r w:rsidRPr="002921F9">
              <w:t>communication reporting lines</w:t>
            </w:r>
          </w:p>
          <w:p w14:paraId="2F439795" w14:textId="77777777" w:rsidR="002921F9" w:rsidRPr="002921F9" w:rsidRDefault="002921F9" w:rsidP="002921F9">
            <w:pPr>
              <w:pStyle w:val="SIBulletList2"/>
            </w:pPr>
            <w:r w:rsidRPr="002921F9">
              <w:t>recording and reporting production outcomes, equipment faults and maintenance requirements</w:t>
            </w:r>
          </w:p>
          <w:p w14:paraId="4F1B0A18" w14:textId="77777777" w:rsidR="002921F9" w:rsidRPr="002921F9" w:rsidRDefault="002921F9" w:rsidP="002921F9">
            <w:pPr>
              <w:pStyle w:val="SIBulletList1"/>
            </w:pPr>
            <w:r w:rsidRPr="002921F9">
              <w:t>environmental protection practices for engineered wood product manufacturing facility settings:</w:t>
            </w:r>
          </w:p>
          <w:p w14:paraId="5B5F0D53" w14:textId="77777777" w:rsidR="002921F9" w:rsidRPr="002921F9" w:rsidRDefault="002921F9" w:rsidP="002921F9">
            <w:pPr>
              <w:pStyle w:val="SIBulletList2"/>
            </w:pPr>
            <w:r w:rsidRPr="002921F9">
              <w:t>reducing water and energy use</w:t>
            </w:r>
          </w:p>
          <w:p w14:paraId="688F2023" w14:textId="77777777" w:rsidR="002921F9" w:rsidRPr="002921F9" w:rsidRDefault="002921F9" w:rsidP="002921F9">
            <w:pPr>
              <w:pStyle w:val="SIBulletList2"/>
            </w:pPr>
            <w:r w:rsidRPr="002921F9">
              <w:t>cleaning plant, tools and equipment</w:t>
            </w:r>
          </w:p>
          <w:p w14:paraId="55D0C9A3" w14:textId="77777777" w:rsidR="002921F9" w:rsidRPr="002921F9" w:rsidRDefault="002921F9" w:rsidP="002921F9">
            <w:pPr>
              <w:pStyle w:val="SIBulletList2"/>
            </w:pPr>
            <w:r w:rsidRPr="002921F9">
              <w:t>disposing of, recycling and reusing timber and other waste</w:t>
            </w:r>
          </w:p>
          <w:p w14:paraId="45D453C5" w14:textId="4EEFF5A4" w:rsidR="002921F9" w:rsidRPr="002921F9" w:rsidRDefault="00A250D2" w:rsidP="002921F9">
            <w:pPr>
              <w:pStyle w:val="SIBulletList1"/>
            </w:pPr>
            <w:r w:rsidRPr="00A250D2">
              <w:t xml:space="preserve">techniques </w:t>
            </w:r>
            <w:r>
              <w:t xml:space="preserve">for </w:t>
            </w:r>
            <w:r w:rsidR="002921F9" w:rsidRPr="002921F9">
              <w:t xml:space="preserve">planning and sanding </w:t>
            </w:r>
            <w:r w:rsidRPr="00A250D2">
              <w:t xml:space="preserve">engineered wood product </w:t>
            </w:r>
          </w:p>
          <w:p w14:paraId="7D9E996F" w14:textId="66AF710A" w:rsidR="002921F9" w:rsidRPr="002921F9" w:rsidRDefault="002921F9" w:rsidP="002921F9">
            <w:pPr>
              <w:pStyle w:val="SIBulletList1"/>
            </w:pPr>
            <w:r w:rsidRPr="002921F9">
              <w:t>methods of visual inspection of engineered wood product for thickness, finish quality and faults</w:t>
            </w:r>
          </w:p>
          <w:p w14:paraId="4871349B" w14:textId="77777777" w:rsidR="002921F9" w:rsidRPr="002921F9" w:rsidRDefault="002921F9" w:rsidP="002921F9">
            <w:pPr>
              <w:pStyle w:val="SIBulletList1"/>
            </w:pPr>
            <w:r w:rsidRPr="002921F9">
              <w:t>characteristics of relevant engineered wood product</w:t>
            </w:r>
          </w:p>
          <w:p w14:paraId="39FBECC2" w14:textId="3FCD449F" w:rsidR="002921F9" w:rsidRPr="002921F9" w:rsidRDefault="002921F9" w:rsidP="002921F9">
            <w:pPr>
              <w:pStyle w:val="SIBulletList1"/>
            </w:pPr>
            <w:r w:rsidRPr="002921F9">
              <w:t xml:space="preserve">typical flow of material supply in and out of the </w:t>
            </w:r>
            <w:proofErr w:type="spellStart"/>
            <w:r w:rsidRPr="002921F9">
              <w:t>planing</w:t>
            </w:r>
            <w:proofErr w:type="spellEnd"/>
            <w:r w:rsidRPr="002921F9">
              <w:t xml:space="preserve"> and sanding area</w:t>
            </w:r>
            <w:r w:rsidR="000429C7">
              <w:t xml:space="preserve"> in </w:t>
            </w:r>
            <w:r w:rsidR="003A0E28">
              <w:t>engineer</w:t>
            </w:r>
            <w:r w:rsidR="008766A3">
              <w:t>ed</w:t>
            </w:r>
            <w:r w:rsidR="003A0E28">
              <w:t xml:space="preserve"> wood products </w:t>
            </w:r>
            <w:r w:rsidR="00865207">
              <w:t>manufacturing setting</w:t>
            </w:r>
          </w:p>
          <w:p w14:paraId="10B6AF23" w14:textId="77777777" w:rsidR="002921F9" w:rsidRPr="002921F9" w:rsidRDefault="002921F9" w:rsidP="002921F9">
            <w:pPr>
              <w:pStyle w:val="SIBulletList1"/>
            </w:pPr>
            <w:r w:rsidRPr="002921F9">
              <w:t>typical workflow processes and sanding techniques for optimising thickness, finish and quality of engineered wood product</w:t>
            </w:r>
          </w:p>
          <w:p w14:paraId="4B699154" w14:textId="77777777" w:rsidR="002921F9" w:rsidRPr="002921F9" w:rsidRDefault="002921F9" w:rsidP="002921F9">
            <w:pPr>
              <w:pStyle w:val="SIBulletList1"/>
            </w:pPr>
            <w:r w:rsidRPr="002921F9">
              <w:t>typical engineered wood product defects and how they affect the ability to produce quality finished product:</w:t>
            </w:r>
          </w:p>
          <w:p w14:paraId="2BF92586" w14:textId="77777777" w:rsidR="002921F9" w:rsidRPr="002921F9" w:rsidRDefault="002921F9" w:rsidP="002921F9">
            <w:pPr>
              <w:pStyle w:val="SIBulletList2"/>
            </w:pPr>
            <w:r w:rsidRPr="002921F9">
              <w:t>warp</w:t>
            </w:r>
          </w:p>
          <w:p w14:paraId="10214FA3" w14:textId="77777777" w:rsidR="002921F9" w:rsidRPr="002921F9" w:rsidRDefault="002921F9" w:rsidP="002921F9">
            <w:pPr>
              <w:pStyle w:val="SIBulletList2"/>
            </w:pPr>
            <w:r w:rsidRPr="002921F9">
              <w:t>wane</w:t>
            </w:r>
          </w:p>
          <w:p w14:paraId="68F8DE67" w14:textId="77777777" w:rsidR="002921F9" w:rsidRPr="002921F9" w:rsidRDefault="002921F9" w:rsidP="002921F9">
            <w:pPr>
              <w:pStyle w:val="SIBulletList2"/>
            </w:pPr>
            <w:r w:rsidRPr="002921F9">
              <w:t>cupping</w:t>
            </w:r>
          </w:p>
          <w:p w14:paraId="2E790C7B" w14:textId="77777777" w:rsidR="002921F9" w:rsidRPr="002921F9" w:rsidRDefault="002921F9" w:rsidP="002921F9">
            <w:pPr>
              <w:pStyle w:val="SIBulletList2"/>
            </w:pPr>
            <w:r w:rsidRPr="002921F9">
              <w:t>shakes</w:t>
            </w:r>
          </w:p>
          <w:p w14:paraId="74E09635" w14:textId="77777777" w:rsidR="002921F9" w:rsidRPr="002921F9" w:rsidRDefault="002921F9" w:rsidP="002921F9">
            <w:pPr>
              <w:pStyle w:val="SIBulletList2"/>
            </w:pPr>
            <w:r w:rsidRPr="002921F9">
              <w:t>insect defects</w:t>
            </w:r>
          </w:p>
          <w:p w14:paraId="66EF730D" w14:textId="77777777" w:rsidR="002921F9" w:rsidRPr="002921F9" w:rsidRDefault="002921F9" w:rsidP="002921F9">
            <w:pPr>
              <w:pStyle w:val="SIBulletList2"/>
            </w:pPr>
            <w:r w:rsidRPr="002921F9">
              <w:t>knots</w:t>
            </w:r>
          </w:p>
          <w:p w14:paraId="0B1DA70C" w14:textId="77777777" w:rsidR="002921F9" w:rsidRPr="002921F9" w:rsidRDefault="002921F9" w:rsidP="002921F9">
            <w:pPr>
              <w:pStyle w:val="SIBulletList2"/>
            </w:pPr>
            <w:r w:rsidRPr="002921F9">
              <w:lastRenderedPageBreak/>
              <w:t>resin pockets</w:t>
            </w:r>
          </w:p>
          <w:p w14:paraId="0B9E2B5D" w14:textId="77777777" w:rsidR="002921F9" w:rsidRPr="002921F9" w:rsidRDefault="002921F9" w:rsidP="002921F9">
            <w:pPr>
              <w:pStyle w:val="SIBulletList2"/>
            </w:pPr>
            <w:r w:rsidRPr="002921F9">
              <w:t>lifting veneer</w:t>
            </w:r>
          </w:p>
          <w:p w14:paraId="4DF24482" w14:textId="77777777" w:rsidR="002921F9" w:rsidRPr="002921F9" w:rsidRDefault="002921F9" w:rsidP="002921F9">
            <w:pPr>
              <w:pStyle w:val="SIBulletList2"/>
            </w:pPr>
            <w:r w:rsidRPr="002921F9">
              <w:t>bonding problems</w:t>
            </w:r>
          </w:p>
          <w:p w14:paraId="623B1221" w14:textId="77777777" w:rsidR="002921F9" w:rsidRPr="002921F9" w:rsidRDefault="002921F9" w:rsidP="002921F9">
            <w:pPr>
              <w:pStyle w:val="SIBulletList1"/>
            </w:pPr>
            <w:r w:rsidRPr="002921F9">
              <w:t>key features of, and applicable terminology for, industry standard grades for re-classifying quality and use of planed and sanded engineered wood products</w:t>
            </w:r>
          </w:p>
          <w:p w14:paraId="21FECFB5" w14:textId="35067A89" w:rsidR="002921F9" w:rsidRPr="002921F9" w:rsidRDefault="002921F9" w:rsidP="00E50C4E">
            <w:pPr>
              <w:pStyle w:val="SIBulletList1"/>
            </w:pPr>
            <w:r w:rsidRPr="002921F9">
              <w:t>purpose, features and operation of equipment used to plane and sand engineered wood product</w:t>
            </w:r>
            <w:r w:rsidR="00A22859">
              <w:t xml:space="preserve"> in workplace environment</w:t>
            </w:r>
          </w:p>
          <w:p w14:paraId="3001B9EA" w14:textId="327479B8" w:rsidR="00C51A7C" w:rsidRPr="005404CB" w:rsidRDefault="002921F9" w:rsidP="00E50C4E">
            <w:pPr>
              <w:pStyle w:val="SIBulletList1"/>
            </w:pPr>
            <w:r w:rsidRPr="002921F9">
              <w:t>methods for assessing condition of planer blades and sanding belts.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36024F99" w14:textId="77777777" w:rsidR="00EF3268" w:rsidRPr="00E50C4E" w:rsidRDefault="00EF3268" w:rsidP="008902F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50C4E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5A316FE2" w14:textId="77777777" w:rsidR="00AD01FB" w:rsidRPr="00AD01FB" w:rsidRDefault="00AD01FB" w:rsidP="00AD01FB">
            <w:pPr>
              <w:pStyle w:val="SIBulletList1"/>
            </w:pPr>
            <w:r w:rsidRPr="00AD01FB">
              <w:t>physical conditions:</w:t>
            </w:r>
          </w:p>
          <w:p w14:paraId="359E14FB" w14:textId="203BD909" w:rsidR="00AD01FB" w:rsidRPr="00AD01FB" w:rsidRDefault="00AD01FB" w:rsidP="00AD01FB">
            <w:pPr>
              <w:pStyle w:val="SIBulletList2"/>
            </w:pPr>
            <w:r w:rsidRPr="00AD01FB">
              <w:t xml:space="preserve">skills must be demonstrated in </w:t>
            </w:r>
            <w:r w:rsidR="00555F01">
              <w:t xml:space="preserve">the workplace or </w:t>
            </w:r>
            <w:r w:rsidRPr="00AD01FB">
              <w:t>an environment that accurately represents workplace conditions</w:t>
            </w:r>
          </w:p>
          <w:p w14:paraId="0C97BFE5" w14:textId="77777777" w:rsidR="00AD01FB" w:rsidRPr="00AD01FB" w:rsidRDefault="00AD01FB" w:rsidP="00AD01FB">
            <w:pPr>
              <w:pStyle w:val="SIBulletList1"/>
            </w:pPr>
            <w:r w:rsidRPr="00AD01FB">
              <w:t>resources, equipment and materials:</w:t>
            </w:r>
          </w:p>
          <w:p w14:paraId="34A97E72" w14:textId="77777777" w:rsidR="00AD01FB" w:rsidRPr="00AD01FB" w:rsidRDefault="00AD01FB" w:rsidP="00AD01FB">
            <w:pPr>
              <w:pStyle w:val="SIBulletList2"/>
            </w:pPr>
            <w:proofErr w:type="spellStart"/>
            <w:r w:rsidRPr="00AD01FB">
              <w:t>planing</w:t>
            </w:r>
            <w:proofErr w:type="spellEnd"/>
            <w:r w:rsidRPr="00AD01FB">
              <w:t xml:space="preserve"> and sanding equipment</w:t>
            </w:r>
          </w:p>
          <w:p w14:paraId="6564B57A" w14:textId="77777777" w:rsidR="00AD01FB" w:rsidRPr="00AD01FB" w:rsidRDefault="00AD01FB" w:rsidP="00AD01FB">
            <w:pPr>
              <w:pStyle w:val="SIBulletList2"/>
            </w:pPr>
            <w:r w:rsidRPr="00AD01FB">
              <w:t>dust extraction equipment</w:t>
            </w:r>
          </w:p>
          <w:p w14:paraId="6392EFE5" w14:textId="77777777" w:rsidR="00AD01FB" w:rsidRPr="00AD01FB" w:rsidRDefault="00AD01FB" w:rsidP="00AD01FB">
            <w:pPr>
              <w:pStyle w:val="SIBulletList2"/>
            </w:pPr>
            <w:r w:rsidRPr="00AD01FB">
              <w:t>maintenance tools and equipment for planers and sanders</w:t>
            </w:r>
          </w:p>
          <w:p w14:paraId="170A1795" w14:textId="77777777" w:rsidR="00AD01FB" w:rsidRPr="00AD01FB" w:rsidRDefault="00AD01FB" w:rsidP="00AD01FB">
            <w:pPr>
              <w:pStyle w:val="SIBulletList2"/>
            </w:pPr>
            <w:r w:rsidRPr="00AD01FB">
              <w:t>planer blades and sanding belts</w:t>
            </w:r>
          </w:p>
          <w:p w14:paraId="79377E7A" w14:textId="77777777" w:rsidR="00AD01FB" w:rsidRPr="00AD01FB" w:rsidRDefault="00AD01FB" w:rsidP="00AD01FB">
            <w:pPr>
              <w:pStyle w:val="SIBulletList2"/>
            </w:pPr>
            <w:r w:rsidRPr="00AD01FB">
              <w:t xml:space="preserve">PPE suitable for </w:t>
            </w:r>
            <w:proofErr w:type="spellStart"/>
            <w:r w:rsidRPr="00AD01FB">
              <w:t>planing</w:t>
            </w:r>
            <w:proofErr w:type="spellEnd"/>
            <w:r w:rsidRPr="00AD01FB">
              <w:t xml:space="preserve"> and sanding engineered wood products</w:t>
            </w:r>
          </w:p>
          <w:p w14:paraId="60FBF5DF" w14:textId="77777777" w:rsidR="00AD01FB" w:rsidRPr="00AD01FB" w:rsidRDefault="00AD01FB" w:rsidP="00AD01FB">
            <w:pPr>
              <w:pStyle w:val="SIBulletList2"/>
            </w:pPr>
            <w:r w:rsidRPr="00AD01FB">
              <w:t xml:space="preserve">engineered wood products suitable for </w:t>
            </w:r>
            <w:proofErr w:type="spellStart"/>
            <w:r w:rsidRPr="00AD01FB">
              <w:t>planing</w:t>
            </w:r>
            <w:proofErr w:type="spellEnd"/>
            <w:r w:rsidRPr="00AD01FB">
              <w:t xml:space="preserve"> and sanding operations</w:t>
            </w:r>
          </w:p>
          <w:p w14:paraId="3D14470D" w14:textId="77777777" w:rsidR="00AD01FB" w:rsidRPr="00AD01FB" w:rsidRDefault="00AD01FB" w:rsidP="00AD01FB">
            <w:pPr>
              <w:pStyle w:val="SIBulletList1"/>
            </w:pPr>
            <w:r w:rsidRPr="00AD01FB">
              <w:t>specifications:</w:t>
            </w:r>
          </w:p>
          <w:p w14:paraId="4DF68BCC" w14:textId="77777777" w:rsidR="00AD01FB" w:rsidRPr="00AD01FB" w:rsidRDefault="00AD01FB" w:rsidP="00AD01FB">
            <w:pPr>
              <w:pStyle w:val="SIBulletList2"/>
            </w:pPr>
            <w:r w:rsidRPr="00AD01FB">
              <w:t>manufacturer instructions for use and maintenance of equipment</w:t>
            </w:r>
          </w:p>
          <w:p w14:paraId="065DF54B" w14:textId="4D4B6AE8" w:rsidR="00AD01FB" w:rsidRPr="00AD01FB" w:rsidRDefault="00AD01FB" w:rsidP="00AD01FB">
            <w:pPr>
              <w:pStyle w:val="SIBulletList2"/>
            </w:pPr>
            <w:r w:rsidRPr="00AD01FB">
              <w:t xml:space="preserve">work order </w:t>
            </w:r>
            <w:r w:rsidR="00B753EC">
              <w:t xml:space="preserve">or instructions </w:t>
            </w:r>
            <w:r w:rsidRPr="00AD01FB">
              <w:t xml:space="preserve">with specific instructions for </w:t>
            </w:r>
            <w:proofErr w:type="spellStart"/>
            <w:r w:rsidRPr="00AD01FB">
              <w:t>planing</w:t>
            </w:r>
            <w:proofErr w:type="spellEnd"/>
            <w:r w:rsidRPr="00AD01FB">
              <w:t xml:space="preserve"> and sanding engineered wood product</w:t>
            </w:r>
          </w:p>
          <w:p w14:paraId="28498195" w14:textId="6684665C" w:rsidR="00AD01FB" w:rsidRPr="00AD01FB" w:rsidRDefault="00AD01FB" w:rsidP="00AC7B90">
            <w:pPr>
              <w:pStyle w:val="SIBulletList2"/>
            </w:pPr>
            <w:r w:rsidRPr="00AD01FB">
              <w:t xml:space="preserve">workplace procedures for </w:t>
            </w:r>
            <w:proofErr w:type="spellStart"/>
            <w:r w:rsidRPr="00AD01FB">
              <w:t>planing</w:t>
            </w:r>
            <w:proofErr w:type="spellEnd"/>
            <w:r w:rsidRPr="00AD01FB">
              <w:t xml:space="preserve"> and sanding engineered wood product, including health and safety and emergency procedures and environmental protection procedures.</w:t>
            </w:r>
          </w:p>
          <w:p w14:paraId="7BC41337" w14:textId="77777777" w:rsidR="00AD01FB" w:rsidRDefault="00AD01FB" w:rsidP="00AD01FB"/>
          <w:p w14:paraId="1D28DFF6" w14:textId="16EA41A8" w:rsidR="00C51A7C" w:rsidRPr="005404CB" w:rsidRDefault="00AD01FB" w:rsidP="00E50C4E">
            <w:pPr>
              <w:rPr>
                <w:rFonts w:eastAsia="Calibri"/>
              </w:rPr>
            </w:pPr>
            <w:r w:rsidRPr="00AD01F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C08F2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F4092A6" w14:textId="581AFD78" w:rsidR="005E022A" w:rsidRPr="005404CB" w:rsidRDefault="005E022A" w:rsidP="005404CB">
            <w:pPr>
              <w:pStyle w:val="SIText"/>
            </w:pPr>
            <w:r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48EBF" w14:textId="77777777" w:rsidR="0083658B" w:rsidRDefault="0083658B" w:rsidP="00BF3F0A">
      <w:r>
        <w:separator/>
      </w:r>
    </w:p>
    <w:p w14:paraId="3534FDD8" w14:textId="77777777" w:rsidR="0083658B" w:rsidRDefault="0083658B"/>
  </w:endnote>
  <w:endnote w:type="continuationSeparator" w:id="0">
    <w:p w14:paraId="57315CC7" w14:textId="77777777" w:rsidR="0083658B" w:rsidRDefault="0083658B" w:rsidP="00BF3F0A">
      <w:r>
        <w:continuationSeparator/>
      </w:r>
    </w:p>
    <w:p w14:paraId="1BC128B2" w14:textId="77777777" w:rsidR="0083658B" w:rsidRDefault="008365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D1782" w14:textId="77777777" w:rsidR="00B04190" w:rsidRDefault="00B0419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4BFF4" w14:textId="77777777" w:rsidR="00B04190" w:rsidRDefault="00B0419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CA498" w14:textId="77777777" w:rsidR="0083658B" w:rsidRDefault="0083658B" w:rsidP="00BF3F0A">
      <w:r>
        <w:separator/>
      </w:r>
    </w:p>
    <w:p w14:paraId="0E6332F7" w14:textId="77777777" w:rsidR="0083658B" w:rsidRDefault="0083658B"/>
  </w:footnote>
  <w:footnote w:type="continuationSeparator" w:id="0">
    <w:p w14:paraId="7F00FFF1" w14:textId="77777777" w:rsidR="0083658B" w:rsidRDefault="0083658B" w:rsidP="00BF3F0A">
      <w:r>
        <w:continuationSeparator/>
      </w:r>
    </w:p>
    <w:p w14:paraId="6467CEEA" w14:textId="77777777" w:rsidR="0083658B" w:rsidRDefault="008365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170F9" w14:textId="77777777" w:rsidR="00B04190" w:rsidRDefault="00B0419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49746D5A" w:rsidR="009C2650" w:rsidRPr="000754EC" w:rsidRDefault="008A4B73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F70D7" w:rsidRPr="00626DAB">
      <w:t>FWP</w:t>
    </w:r>
    <w:r w:rsidR="001F70D7">
      <w:t>TMM</w:t>
    </w:r>
    <w:r w:rsidR="001F70D7" w:rsidRPr="00626DAB">
      <w:t>3</w:t>
    </w:r>
    <w:r w:rsidR="00B04190">
      <w:t>XXX</w:t>
    </w:r>
    <w:r w:rsidR="001F70D7" w:rsidRPr="00626DAB">
      <w:t xml:space="preserve"> </w:t>
    </w:r>
    <w:r w:rsidR="00626DAB" w:rsidRPr="00626DAB">
      <w:t>Plane and sand engineered wood product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217D3" w14:textId="77777777" w:rsidR="00B04190" w:rsidRDefault="00B0419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C6BBA"/>
    <w:multiLevelType w:val="hybridMultilevel"/>
    <w:tmpl w:val="0E8EE4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16366E"/>
    <w:multiLevelType w:val="multilevel"/>
    <w:tmpl w:val="C7CEAA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9C609B"/>
    <w:multiLevelType w:val="multilevel"/>
    <w:tmpl w:val="D828E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0364DF"/>
    <w:multiLevelType w:val="multilevel"/>
    <w:tmpl w:val="FAF2AC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872CAA"/>
    <w:multiLevelType w:val="multilevel"/>
    <w:tmpl w:val="3F2A9B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83F0521"/>
    <w:multiLevelType w:val="multilevel"/>
    <w:tmpl w:val="FB0CA7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8238A7"/>
    <w:multiLevelType w:val="multilevel"/>
    <w:tmpl w:val="377A99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162D65"/>
    <w:multiLevelType w:val="multilevel"/>
    <w:tmpl w:val="778A8C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8A7B83"/>
    <w:multiLevelType w:val="multilevel"/>
    <w:tmpl w:val="6D001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6C600D"/>
    <w:multiLevelType w:val="multilevel"/>
    <w:tmpl w:val="30326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9353D9"/>
    <w:multiLevelType w:val="multilevel"/>
    <w:tmpl w:val="F6EE92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659670E"/>
    <w:multiLevelType w:val="multilevel"/>
    <w:tmpl w:val="85AC7A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F0158E"/>
    <w:multiLevelType w:val="multilevel"/>
    <w:tmpl w:val="418283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872430"/>
    <w:multiLevelType w:val="multilevel"/>
    <w:tmpl w:val="D92CED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E452524"/>
    <w:multiLevelType w:val="multilevel"/>
    <w:tmpl w:val="181C2C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01A6D53"/>
    <w:multiLevelType w:val="multilevel"/>
    <w:tmpl w:val="B50631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7571637"/>
    <w:multiLevelType w:val="multilevel"/>
    <w:tmpl w:val="E01AD2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72505C"/>
    <w:multiLevelType w:val="multilevel"/>
    <w:tmpl w:val="6394C0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F885C2A"/>
    <w:multiLevelType w:val="multilevel"/>
    <w:tmpl w:val="16D2E4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10"/>
  </w:num>
  <w:num w:numId="4">
    <w:abstractNumId w:val="22"/>
  </w:num>
  <w:num w:numId="5">
    <w:abstractNumId w:val="15"/>
  </w:num>
  <w:num w:numId="6">
    <w:abstractNumId w:val="14"/>
  </w:num>
  <w:num w:numId="7">
    <w:abstractNumId w:val="21"/>
  </w:num>
  <w:num w:numId="8">
    <w:abstractNumId w:val="16"/>
  </w:num>
  <w:num w:numId="9">
    <w:abstractNumId w:val="20"/>
  </w:num>
  <w:num w:numId="10">
    <w:abstractNumId w:val="19"/>
  </w:num>
  <w:num w:numId="11">
    <w:abstractNumId w:val="8"/>
  </w:num>
  <w:num w:numId="12">
    <w:abstractNumId w:val="9"/>
  </w:num>
  <w:num w:numId="13">
    <w:abstractNumId w:val="5"/>
  </w:num>
  <w:num w:numId="14">
    <w:abstractNumId w:val="18"/>
  </w:num>
  <w:num w:numId="15">
    <w:abstractNumId w:val="11"/>
  </w:num>
  <w:num w:numId="16">
    <w:abstractNumId w:val="12"/>
  </w:num>
  <w:num w:numId="17">
    <w:abstractNumId w:val="2"/>
  </w:num>
  <w:num w:numId="18">
    <w:abstractNumId w:val="4"/>
  </w:num>
  <w:num w:numId="19">
    <w:abstractNumId w:val="23"/>
  </w:num>
  <w:num w:numId="20">
    <w:abstractNumId w:val="3"/>
  </w:num>
  <w:num w:numId="2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cxszAyMzQzNzcytzBU0lEKTi0uzszPAykwqQUAmog+6iwAAAA="/>
  </w:docVars>
  <w:rsids>
    <w:rsidRoot w:val="005E022A"/>
    <w:rsid w:val="000014B9"/>
    <w:rsid w:val="00003913"/>
    <w:rsid w:val="00005A15"/>
    <w:rsid w:val="00007235"/>
    <w:rsid w:val="0001108F"/>
    <w:rsid w:val="000115E2"/>
    <w:rsid w:val="00012426"/>
    <w:rsid w:val="000126D0"/>
    <w:rsid w:val="0001296A"/>
    <w:rsid w:val="00016803"/>
    <w:rsid w:val="00016CF0"/>
    <w:rsid w:val="000235CD"/>
    <w:rsid w:val="00023992"/>
    <w:rsid w:val="000275AE"/>
    <w:rsid w:val="00041E59"/>
    <w:rsid w:val="000429C7"/>
    <w:rsid w:val="00064BFE"/>
    <w:rsid w:val="00070B3E"/>
    <w:rsid w:val="00071F95"/>
    <w:rsid w:val="000737BB"/>
    <w:rsid w:val="00074E47"/>
    <w:rsid w:val="000754EC"/>
    <w:rsid w:val="0009093B"/>
    <w:rsid w:val="000A0711"/>
    <w:rsid w:val="000A5441"/>
    <w:rsid w:val="000B2022"/>
    <w:rsid w:val="000B35FF"/>
    <w:rsid w:val="000C149A"/>
    <w:rsid w:val="000C224E"/>
    <w:rsid w:val="000E25E6"/>
    <w:rsid w:val="000E2C86"/>
    <w:rsid w:val="000F29F2"/>
    <w:rsid w:val="00101659"/>
    <w:rsid w:val="00101D41"/>
    <w:rsid w:val="00105AEA"/>
    <w:rsid w:val="001078BF"/>
    <w:rsid w:val="00126F5D"/>
    <w:rsid w:val="00133957"/>
    <w:rsid w:val="001372F6"/>
    <w:rsid w:val="00144385"/>
    <w:rsid w:val="001460D2"/>
    <w:rsid w:val="00146EEC"/>
    <w:rsid w:val="00151D55"/>
    <w:rsid w:val="00151D93"/>
    <w:rsid w:val="00156EF3"/>
    <w:rsid w:val="00157ED5"/>
    <w:rsid w:val="00176E4F"/>
    <w:rsid w:val="0018546B"/>
    <w:rsid w:val="001A6A3E"/>
    <w:rsid w:val="001A7B6D"/>
    <w:rsid w:val="001B34D5"/>
    <w:rsid w:val="001B404D"/>
    <w:rsid w:val="001B513A"/>
    <w:rsid w:val="001C0A75"/>
    <w:rsid w:val="001C1306"/>
    <w:rsid w:val="001C599D"/>
    <w:rsid w:val="001D30EB"/>
    <w:rsid w:val="001D5C1B"/>
    <w:rsid w:val="001D7F5B"/>
    <w:rsid w:val="001E0849"/>
    <w:rsid w:val="001E16BC"/>
    <w:rsid w:val="001E16DF"/>
    <w:rsid w:val="001F2BA5"/>
    <w:rsid w:val="001F308D"/>
    <w:rsid w:val="001F70D7"/>
    <w:rsid w:val="00201A7C"/>
    <w:rsid w:val="0020761D"/>
    <w:rsid w:val="00211A4D"/>
    <w:rsid w:val="0021210E"/>
    <w:rsid w:val="002122EE"/>
    <w:rsid w:val="0021414D"/>
    <w:rsid w:val="00222FB9"/>
    <w:rsid w:val="00223124"/>
    <w:rsid w:val="00233143"/>
    <w:rsid w:val="00234444"/>
    <w:rsid w:val="00242293"/>
    <w:rsid w:val="00244EA7"/>
    <w:rsid w:val="00252AB2"/>
    <w:rsid w:val="002565B7"/>
    <w:rsid w:val="00262FC3"/>
    <w:rsid w:val="0026394F"/>
    <w:rsid w:val="00267AF6"/>
    <w:rsid w:val="00276DB8"/>
    <w:rsid w:val="00282664"/>
    <w:rsid w:val="00285FB8"/>
    <w:rsid w:val="002921F9"/>
    <w:rsid w:val="002970C3"/>
    <w:rsid w:val="002A4CD3"/>
    <w:rsid w:val="002A6CC4"/>
    <w:rsid w:val="002B3000"/>
    <w:rsid w:val="002C55E9"/>
    <w:rsid w:val="002D0C8B"/>
    <w:rsid w:val="002D330A"/>
    <w:rsid w:val="002D6BF6"/>
    <w:rsid w:val="002E170C"/>
    <w:rsid w:val="002E193E"/>
    <w:rsid w:val="00305EFF"/>
    <w:rsid w:val="00310A6A"/>
    <w:rsid w:val="00311F76"/>
    <w:rsid w:val="003144E6"/>
    <w:rsid w:val="00337E82"/>
    <w:rsid w:val="00346FDC"/>
    <w:rsid w:val="0035059B"/>
    <w:rsid w:val="00350B14"/>
    <w:rsid w:val="00350BB1"/>
    <w:rsid w:val="00352C83"/>
    <w:rsid w:val="00363095"/>
    <w:rsid w:val="00366805"/>
    <w:rsid w:val="0037067D"/>
    <w:rsid w:val="00373436"/>
    <w:rsid w:val="0038735B"/>
    <w:rsid w:val="003916D1"/>
    <w:rsid w:val="00394C90"/>
    <w:rsid w:val="003A03AA"/>
    <w:rsid w:val="003A0E28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3702"/>
    <w:rsid w:val="0043212E"/>
    <w:rsid w:val="00434366"/>
    <w:rsid w:val="00434ECE"/>
    <w:rsid w:val="00444423"/>
    <w:rsid w:val="00452F3E"/>
    <w:rsid w:val="00460016"/>
    <w:rsid w:val="0046239A"/>
    <w:rsid w:val="00462ABB"/>
    <w:rsid w:val="004640AE"/>
    <w:rsid w:val="00466F18"/>
    <w:rsid w:val="004679E3"/>
    <w:rsid w:val="00472ABF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04D2"/>
    <w:rsid w:val="004B29B7"/>
    <w:rsid w:val="004B7A28"/>
    <w:rsid w:val="004B7A60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756"/>
    <w:rsid w:val="005145AB"/>
    <w:rsid w:val="00520E9A"/>
    <w:rsid w:val="005248C1"/>
    <w:rsid w:val="00526134"/>
    <w:rsid w:val="005404CB"/>
    <w:rsid w:val="005405B2"/>
    <w:rsid w:val="005427C8"/>
    <w:rsid w:val="005446D1"/>
    <w:rsid w:val="005533AA"/>
    <w:rsid w:val="00555F01"/>
    <w:rsid w:val="00556C4C"/>
    <w:rsid w:val="00557369"/>
    <w:rsid w:val="00557D22"/>
    <w:rsid w:val="00564ADD"/>
    <w:rsid w:val="005708EB"/>
    <w:rsid w:val="00575BC6"/>
    <w:rsid w:val="00576F77"/>
    <w:rsid w:val="00583902"/>
    <w:rsid w:val="005848A5"/>
    <w:rsid w:val="005A1D70"/>
    <w:rsid w:val="005A23F1"/>
    <w:rsid w:val="005A3AA5"/>
    <w:rsid w:val="005A6C9C"/>
    <w:rsid w:val="005A74DC"/>
    <w:rsid w:val="005B5146"/>
    <w:rsid w:val="005D1AFD"/>
    <w:rsid w:val="005E022A"/>
    <w:rsid w:val="005E51E6"/>
    <w:rsid w:val="005F027A"/>
    <w:rsid w:val="005F33CC"/>
    <w:rsid w:val="005F6598"/>
    <w:rsid w:val="005F771F"/>
    <w:rsid w:val="006121D4"/>
    <w:rsid w:val="00613B49"/>
    <w:rsid w:val="00616845"/>
    <w:rsid w:val="00620E8E"/>
    <w:rsid w:val="00624168"/>
    <w:rsid w:val="00626DAB"/>
    <w:rsid w:val="00631329"/>
    <w:rsid w:val="00633CFE"/>
    <w:rsid w:val="00634FCA"/>
    <w:rsid w:val="00643D1B"/>
    <w:rsid w:val="006452B8"/>
    <w:rsid w:val="00652E62"/>
    <w:rsid w:val="00656C24"/>
    <w:rsid w:val="00661BC6"/>
    <w:rsid w:val="006720CB"/>
    <w:rsid w:val="006841EF"/>
    <w:rsid w:val="00686A49"/>
    <w:rsid w:val="00687B62"/>
    <w:rsid w:val="00690C44"/>
    <w:rsid w:val="00695C89"/>
    <w:rsid w:val="006969D9"/>
    <w:rsid w:val="006A2B68"/>
    <w:rsid w:val="006C2F32"/>
    <w:rsid w:val="006C4910"/>
    <w:rsid w:val="006D1AF9"/>
    <w:rsid w:val="006D38C3"/>
    <w:rsid w:val="006D4448"/>
    <w:rsid w:val="006D69D5"/>
    <w:rsid w:val="006D6DFD"/>
    <w:rsid w:val="006E2C4D"/>
    <w:rsid w:val="006E42FE"/>
    <w:rsid w:val="006F0D02"/>
    <w:rsid w:val="006F10FE"/>
    <w:rsid w:val="006F3396"/>
    <w:rsid w:val="006F3622"/>
    <w:rsid w:val="00703117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31B4"/>
    <w:rsid w:val="00757005"/>
    <w:rsid w:val="00761DBE"/>
    <w:rsid w:val="007639AB"/>
    <w:rsid w:val="0076523B"/>
    <w:rsid w:val="00771B60"/>
    <w:rsid w:val="00781D77"/>
    <w:rsid w:val="00783549"/>
    <w:rsid w:val="007860B7"/>
    <w:rsid w:val="00786DC8"/>
    <w:rsid w:val="007A300D"/>
    <w:rsid w:val="007A6F42"/>
    <w:rsid w:val="007C26C1"/>
    <w:rsid w:val="007D3A34"/>
    <w:rsid w:val="007D5A78"/>
    <w:rsid w:val="007E3BD1"/>
    <w:rsid w:val="007F1563"/>
    <w:rsid w:val="007F1EB2"/>
    <w:rsid w:val="007F44DB"/>
    <w:rsid w:val="007F5893"/>
    <w:rsid w:val="007F5A8B"/>
    <w:rsid w:val="00802344"/>
    <w:rsid w:val="00804AB9"/>
    <w:rsid w:val="00813E29"/>
    <w:rsid w:val="00817D51"/>
    <w:rsid w:val="00823530"/>
    <w:rsid w:val="00823FF4"/>
    <w:rsid w:val="00830267"/>
    <w:rsid w:val="008306E7"/>
    <w:rsid w:val="008322BE"/>
    <w:rsid w:val="00834BC8"/>
    <w:rsid w:val="0083658B"/>
    <w:rsid w:val="00837FD6"/>
    <w:rsid w:val="008466D8"/>
    <w:rsid w:val="00847B60"/>
    <w:rsid w:val="00850243"/>
    <w:rsid w:val="008516DD"/>
    <w:rsid w:val="00851BE5"/>
    <w:rsid w:val="00853EB2"/>
    <w:rsid w:val="008545EB"/>
    <w:rsid w:val="00864097"/>
    <w:rsid w:val="00865011"/>
    <w:rsid w:val="00865207"/>
    <w:rsid w:val="008766A3"/>
    <w:rsid w:val="00886790"/>
    <w:rsid w:val="008902F2"/>
    <w:rsid w:val="008908DE"/>
    <w:rsid w:val="008A12ED"/>
    <w:rsid w:val="008A3880"/>
    <w:rsid w:val="008A39D3"/>
    <w:rsid w:val="008A4B73"/>
    <w:rsid w:val="008A55D2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27F66"/>
    <w:rsid w:val="00932CD7"/>
    <w:rsid w:val="00936580"/>
    <w:rsid w:val="00944C09"/>
    <w:rsid w:val="009527CB"/>
    <w:rsid w:val="00953835"/>
    <w:rsid w:val="00960F6C"/>
    <w:rsid w:val="00970747"/>
    <w:rsid w:val="00993E64"/>
    <w:rsid w:val="00997BFC"/>
    <w:rsid w:val="009A5900"/>
    <w:rsid w:val="009A6E6C"/>
    <w:rsid w:val="009A6F3F"/>
    <w:rsid w:val="009B331A"/>
    <w:rsid w:val="009C2650"/>
    <w:rsid w:val="009D15E2"/>
    <w:rsid w:val="009D15FE"/>
    <w:rsid w:val="009D1DC7"/>
    <w:rsid w:val="009D5D2C"/>
    <w:rsid w:val="009D70B7"/>
    <w:rsid w:val="009F0DCC"/>
    <w:rsid w:val="009F11CA"/>
    <w:rsid w:val="00A04D83"/>
    <w:rsid w:val="00A0695B"/>
    <w:rsid w:val="00A13052"/>
    <w:rsid w:val="00A2085E"/>
    <w:rsid w:val="00A216A8"/>
    <w:rsid w:val="00A223A6"/>
    <w:rsid w:val="00A22859"/>
    <w:rsid w:val="00A250D2"/>
    <w:rsid w:val="00A3639E"/>
    <w:rsid w:val="00A5092E"/>
    <w:rsid w:val="00A554D6"/>
    <w:rsid w:val="00A56E14"/>
    <w:rsid w:val="00A6476B"/>
    <w:rsid w:val="00A64862"/>
    <w:rsid w:val="00A76C6C"/>
    <w:rsid w:val="00A87356"/>
    <w:rsid w:val="00A92DD1"/>
    <w:rsid w:val="00AA1CD5"/>
    <w:rsid w:val="00AA32FF"/>
    <w:rsid w:val="00AA5338"/>
    <w:rsid w:val="00AA5D02"/>
    <w:rsid w:val="00AB1B8E"/>
    <w:rsid w:val="00AB3EC1"/>
    <w:rsid w:val="00AB46DE"/>
    <w:rsid w:val="00AB60AA"/>
    <w:rsid w:val="00AC0378"/>
    <w:rsid w:val="00AC0696"/>
    <w:rsid w:val="00AC4C98"/>
    <w:rsid w:val="00AC5F6B"/>
    <w:rsid w:val="00AD01FB"/>
    <w:rsid w:val="00AD3896"/>
    <w:rsid w:val="00AD5B47"/>
    <w:rsid w:val="00AE1ED9"/>
    <w:rsid w:val="00AE32CB"/>
    <w:rsid w:val="00AE6260"/>
    <w:rsid w:val="00AF3957"/>
    <w:rsid w:val="00B04190"/>
    <w:rsid w:val="00B0712C"/>
    <w:rsid w:val="00B12013"/>
    <w:rsid w:val="00B2247B"/>
    <w:rsid w:val="00B22C67"/>
    <w:rsid w:val="00B25FF5"/>
    <w:rsid w:val="00B34AF7"/>
    <w:rsid w:val="00B3508F"/>
    <w:rsid w:val="00B443EE"/>
    <w:rsid w:val="00B560C8"/>
    <w:rsid w:val="00B61150"/>
    <w:rsid w:val="00B65BC7"/>
    <w:rsid w:val="00B746B9"/>
    <w:rsid w:val="00B753EC"/>
    <w:rsid w:val="00B848D4"/>
    <w:rsid w:val="00B865B7"/>
    <w:rsid w:val="00BA1CB1"/>
    <w:rsid w:val="00BA2422"/>
    <w:rsid w:val="00BA4178"/>
    <w:rsid w:val="00BA482D"/>
    <w:rsid w:val="00BB1755"/>
    <w:rsid w:val="00BB23F4"/>
    <w:rsid w:val="00BC2A41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0A67"/>
    <w:rsid w:val="00C21ADE"/>
    <w:rsid w:val="00C23D97"/>
    <w:rsid w:val="00C25683"/>
    <w:rsid w:val="00C26067"/>
    <w:rsid w:val="00C30A29"/>
    <w:rsid w:val="00C317DC"/>
    <w:rsid w:val="00C50DEA"/>
    <w:rsid w:val="00C51A7C"/>
    <w:rsid w:val="00C578E9"/>
    <w:rsid w:val="00C619FF"/>
    <w:rsid w:val="00C70626"/>
    <w:rsid w:val="00C72860"/>
    <w:rsid w:val="00C72A48"/>
    <w:rsid w:val="00C73582"/>
    <w:rsid w:val="00C73B90"/>
    <w:rsid w:val="00C742EC"/>
    <w:rsid w:val="00C87708"/>
    <w:rsid w:val="00C96AF3"/>
    <w:rsid w:val="00C97CCC"/>
    <w:rsid w:val="00CA0274"/>
    <w:rsid w:val="00CA139A"/>
    <w:rsid w:val="00CB746F"/>
    <w:rsid w:val="00CC451E"/>
    <w:rsid w:val="00CD4E9D"/>
    <w:rsid w:val="00CD4F4D"/>
    <w:rsid w:val="00CE1297"/>
    <w:rsid w:val="00CE5B30"/>
    <w:rsid w:val="00CE7D19"/>
    <w:rsid w:val="00CF0CF5"/>
    <w:rsid w:val="00CF2B3E"/>
    <w:rsid w:val="00D0201F"/>
    <w:rsid w:val="00D03685"/>
    <w:rsid w:val="00D07D4E"/>
    <w:rsid w:val="00D115AA"/>
    <w:rsid w:val="00D145BE"/>
    <w:rsid w:val="00D16258"/>
    <w:rsid w:val="00D2035A"/>
    <w:rsid w:val="00D20C57"/>
    <w:rsid w:val="00D25D16"/>
    <w:rsid w:val="00D32124"/>
    <w:rsid w:val="00D54C76"/>
    <w:rsid w:val="00D632BB"/>
    <w:rsid w:val="00D67EB5"/>
    <w:rsid w:val="00D71E43"/>
    <w:rsid w:val="00D727F3"/>
    <w:rsid w:val="00D73695"/>
    <w:rsid w:val="00D810DE"/>
    <w:rsid w:val="00D87D32"/>
    <w:rsid w:val="00D90E31"/>
    <w:rsid w:val="00D91188"/>
    <w:rsid w:val="00D92C83"/>
    <w:rsid w:val="00DA0A81"/>
    <w:rsid w:val="00DA3C10"/>
    <w:rsid w:val="00DA53B5"/>
    <w:rsid w:val="00DC1D69"/>
    <w:rsid w:val="00DC5A3A"/>
    <w:rsid w:val="00DC6149"/>
    <w:rsid w:val="00DD0726"/>
    <w:rsid w:val="00DD203D"/>
    <w:rsid w:val="00DF5D39"/>
    <w:rsid w:val="00E03CA1"/>
    <w:rsid w:val="00E051BB"/>
    <w:rsid w:val="00E14EDD"/>
    <w:rsid w:val="00E238E6"/>
    <w:rsid w:val="00E34CD8"/>
    <w:rsid w:val="00E35064"/>
    <w:rsid w:val="00E3681D"/>
    <w:rsid w:val="00E40225"/>
    <w:rsid w:val="00E501A3"/>
    <w:rsid w:val="00E501F0"/>
    <w:rsid w:val="00E50C4E"/>
    <w:rsid w:val="00E5478B"/>
    <w:rsid w:val="00E6166D"/>
    <w:rsid w:val="00E64AF5"/>
    <w:rsid w:val="00E853A2"/>
    <w:rsid w:val="00E91BFF"/>
    <w:rsid w:val="00E92933"/>
    <w:rsid w:val="00E94FAD"/>
    <w:rsid w:val="00E9666B"/>
    <w:rsid w:val="00EB0AA4"/>
    <w:rsid w:val="00EB5C88"/>
    <w:rsid w:val="00EC0469"/>
    <w:rsid w:val="00EC0C3E"/>
    <w:rsid w:val="00EC29CB"/>
    <w:rsid w:val="00EC4CF9"/>
    <w:rsid w:val="00ED7FEA"/>
    <w:rsid w:val="00EF01F8"/>
    <w:rsid w:val="00EF3268"/>
    <w:rsid w:val="00EF40EF"/>
    <w:rsid w:val="00EF47FE"/>
    <w:rsid w:val="00F069BD"/>
    <w:rsid w:val="00F1480E"/>
    <w:rsid w:val="00F1497D"/>
    <w:rsid w:val="00F16A43"/>
    <w:rsid w:val="00F16AAC"/>
    <w:rsid w:val="00F271C8"/>
    <w:rsid w:val="00F30C7D"/>
    <w:rsid w:val="00F33FF2"/>
    <w:rsid w:val="00F4171D"/>
    <w:rsid w:val="00F438FC"/>
    <w:rsid w:val="00F50FE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1B26"/>
    <w:rsid w:val="00FB232E"/>
    <w:rsid w:val="00FD557D"/>
    <w:rsid w:val="00FE0282"/>
    <w:rsid w:val="00FE124D"/>
    <w:rsid w:val="00FE792C"/>
    <w:rsid w:val="00FF445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8A55D2"/>
    <w:rPr>
      <w:b/>
      <w:bCs/>
    </w:rPr>
  </w:style>
  <w:style w:type="paragraph" w:styleId="Revision">
    <w:name w:val="Revision"/>
    <w:hidden/>
    <w:uiPriority w:val="99"/>
    <w:semiHidden/>
    <w:rsid w:val="0086409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0235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3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0D4C96-FF95-427D-88B5-A9B69146D9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114</TotalTime>
  <Pages>5</Pages>
  <Words>1306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132</cp:revision>
  <cp:lastPrinted>2016-05-27T05:21:00Z</cp:lastPrinted>
  <dcterms:created xsi:type="dcterms:W3CDTF">2021-08-18T01:46:00Z</dcterms:created>
  <dcterms:modified xsi:type="dcterms:W3CDTF">2022-01-31T03:01:00Z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