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19BE4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765975" w14:textId="77777777" w:rsidTr="00146EEC">
        <w:tc>
          <w:tcPr>
            <w:tcW w:w="2689" w:type="dxa"/>
          </w:tcPr>
          <w:p w14:paraId="69A618F7" w14:textId="77777777" w:rsidR="00F1480E" w:rsidRPr="005404CB" w:rsidRDefault="00830267" w:rsidP="005404CB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2418A4C8" w14:textId="77777777" w:rsidR="00F1480E" w:rsidRPr="005404CB" w:rsidRDefault="00830267" w:rsidP="005404CB">
            <w:pPr>
              <w:pStyle w:val="SIText-Bold"/>
            </w:pPr>
            <w:r w:rsidRPr="00A326C2">
              <w:t>Comments</w:t>
            </w:r>
          </w:p>
        </w:tc>
      </w:tr>
      <w:tr w:rsidR="00F1480E" w14:paraId="695EF0CC" w14:textId="77777777" w:rsidTr="00146EEC">
        <w:tc>
          <w:tcPr>
            <w:tcW w:w="2689" w:type="dxa"/>
          </w:tcPr>
          <w:p w14:paraId="3752BE50" w14:textId="40CEACC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Release</w:t>
            </w:r>
            <w:r w:rsidR="00337E82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proofErr w:type="gramStart"/>
            <w:r w:rsidR="00337E82" w:rsidRPr="00106EE2">
              <w:rPr>
                <w:rStyle w:val="SITemporaryText-blue"/>
                <w:color w:val="auto"/>
                <w:sz w:val="20"/>
              </w:rPr>
              <w:t>1</w:t>
            </w:r>
            <w:proofErr w:type="gramEnd"/>
          </w:p>
        </w:tc>
        <w:tc>
          <w:tcPr>
            <w:tcW w:w="6939" w:type="dxa"/>
          </w:tcPr>
          <w:p w14:paraId="7C5BD09C" w14:textId="0DBDDF58" w:rsidR="00F1480E" w:rsidRPr="00106EE2" w:rsidRDefault="00F1480E" w:rsidP="004C52FC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This version released with </w:t>
            </w:r>
            <w:r w:rsidR="0051042F" w:rsidRPr="004C52FC">
              <w:t>FWP Forest and Wood Products Training Package</w:t>
            </w:r>
            <w:r w:rsidR="004C52FC">
              <w:t xml:space="preserve"> </w:t>
            </w:r>
            <w:r w:rsidRPr="00106EE2">
              <w:rPr>
                <w:rStyle w:val="SITemporaryText-blue"/>
                <w:color w:val="auto"/>
                <w:sz w:val="20"/>
              </w:rPr>
              <w:t>Versi</w:t>
            </w:r>
            <w:r w:rsidR="0051042F" w:rsidRPr="00106EE2">
              <w:rPr>
                <w:rStyle w:val="SITemporaryText-blue"/>
                <w:color w:val="auto"/>
                <w:sz w:val="20"/>
              </w:rPr>
              <w:t xml:space="preserve">on 8.0. </w:t>
            </w:r>
          </w:p>
        </w:tc>
      </w:tr>
    </w:tbl>
    <w:p w14:paraId="7A48B35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5BE9E59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2146299" w14:textId="35FCE7C7" w:rsidR="00F1480E" w:rsidRPr="005404CB" w:rsidRDefault="00F82189" w:rsidP="005404CB">
            <w:pPr>
              <w:pStyle w:val="SIUNITCODE"/>
            </w:pPr>
            <w:r>
              <w:t>FWPCOT2</w:t>
            </w:r>
            <w:r w:rsidR="00E12C26">
              <w:t>XXX</w:t>
            </w:r>
          </w:p>
        </w:tc>
        <w:tc>
          <w:tcPr>
            <w:tcW w:w="3604" w:type="pct"/>
            <w:shd w:val="clear" w:color="auto" w:fill="auto"/>
          </w:tcPr>
          <w:p w14:paraId="731773B3" w14:textId="7BCE84FB" w:rsidR="00F1480E" w:rsidRPr="005404CB" w:rsidRDefault="00455C38" w:rsidP="005404CB">
            <w:pPr>
              <w:pStyle w:val="SIUnittitle"/>
            </w:pPr>
            <w:r>
              <w:t>Cut</w:t>
            </w:r>
            <w:r w:rsidRPr="002C5630">
              <w:t xml:space="preserve"> </w:t>
            </w:r>
            <w:r w:rsidR="008A6FC1">
              <w:t xml:space="preserve">timber or </w:t>
            </w:r>
            <w:r w:rsidR="00790571">
              <w:t xml:space="preserve">engineered </w:t>
            </w:r>
            <w:r w:rsidR="008A6FC1">
              <w:t>wood product</w:t>
            </w:r>
            <w:r w:rsidR="0000416B">
              <w:t xml:space="preserve"> to length</w:t>
            </w:r>
            <w:r>
              <w:t xml:space="preserve"> or</w:t>
            </w:r>
            <w:r w:rsidR="008253CC">
              <w:t xml:space="preserve"> </w:t>
            </w:r>
            <w:r w:rsidR="000F59C0">
              <w:t>dimensions</w:t>
            </w:r>
          </w:p>
        </w:tc>
      </w:tr>
      <w:tr w:rsidR="00F1480E" w:rsidRPr="00963A46" w14:paraId="50DFBF30" w14:textId="77777777" w:rsidTr="00CA2922">
        <w:tc>
          <w:tcPr>
            <w:tcW w:w="1396" w:type="pct"/>
            <w:shd w:val="clear" w:color="auto" w:fill="auto"/>
          </w:tcPr>
          <w:p w14:paraId="5CCDB424" w14:textId="77777777" w:rsidR="00F1480E" w:rsidRPr="005404CB" w:rsidRDefault="00FD557D" w:rsidP="005404CB">
            <w:pPr>
              <w:pStyle w:val="SIHeading2"/>
            </w:pPr>
            <w:r w:rsidRPr="00FD557D">
              <w:t>Application</w:t>
            </w:r>
          </w:p>
          <w:p w14:paraId="5A84B3ED" w14:textId="77777777" w:rsidR="00FD557D" w:rsidRPr="00923720" w:rsidRDefault="00FD557D" w:rsidP="005404CB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4C5541A" w14:textId="3CD085B3" w:rsidR="00B078EA" w:rsidRPr="003E6A6D" w:rsidRDefault="00F1480E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 xml:space="preserve">This unit of competency describes the skills and knowledge required to </w:t>
            </w:r>
            <w:r w:rsidR="0041085F" w:rsidRPr="003E6A6D">
              <w:rPr>
                <w:rStyle w:val="SITemporaryText-blue"/>
                <w:color w:val="auto"/>
                <w:sz w:val="20"/>
              </w:rPr>
              <w:t xml:space="preserve">prepare and </w:t>
            </w:r>
            <w:r w:rsidR="0049145B" w:rsidRPr="003E6A6D">
              <w:t xml:space="preserve">dock </w:t>
            </w:r>
            <w:r w:rsidR="00BE2096" w:rsidRPr="003E6A6D">
              <w:t xml:space="preserve">timber </w:t>
            </w:r>
            <w:r w:rsidR="00662589">
              <w:t>or</w:t>
            </w:r>
            <w:r w:rsidR="00BE2096" w:rsidRPr="003E6A6D">
              <w:t xml:space="preserve"> </w:t>
            </w:r>
            <w:r w:rsidR="00790571" w:rsidRPr="003E6A6D">
              <w:t xml:space="preserve">engineered </w:t>
            </w:r>
            <w:r w:rsidR="00BE2096" w:rsidRPr="003E6A6D">
              <w:t>wood product</w:t>
            </w:r>
            <w:r w:rsidR="0049145B" w:rsidRPr="003E6A6D">
              <w:t xml:space="preserve"> to length </w:t>
            </w:r>
            <w:r w:rsidR="000F59C0">
              <w:t xml:space="preserve">or dimensions </w:t>
            </w:r>
            <w:r w:rsidR="0049145B" w:rsidRPr="003E6A6D">
              <w:t xml:space="preserve">with a </w:t>
            </w:r>
            <w:proofErr w:type="gramStart"/>
            <w:r w:rsidR="0049145B" w:rsidRPr="003E6A6D">
              <w:t>power driven</w:t>
            </w:r>
            <w:proofErr w:type="gramEnd"/>
            <w:r w:rsidR="0049145B" w:rsidRPr="003E6A6D">
              <w:t xml:space="preserve"> saw</w:t>
            </w:r>
            <w:r w:rsidR="004C52FC" w:rsidRPr="003E6A6D">
              <w:t xml:space="preserve">, which </w:t>
            </w:r>
            <w:r w:rsidR="001B371C" w:rsidRPr="003E6A6D">
              <w:t xml:space="preserve">may include </w:t>
            </w:r>
            <w:r w:rsidR="0049145B" w:rsidRPr="003E6A6D">
              <w:t xml:space="preserve">a mechanical feed. </w:t>
            </w:r>
            <w:r w:rsidR="00B078EA" w:rsidRPr="003E6A6D">
              <w:t>The unit includes equipment maintenance on completion of operation.</w:t>
            </w:r>
          </w:p>
          <w:p w14:paraId="0112D309" w14:textId="77777777" w:rsidR="001B371C" w:rsidRPr="00106EE2" w:rsidRDefault="001B371C" w:rsidP="003E6A6D">
            <w:pPr>
              <w:pStyle w:val="SIText"/>
              <w:rPr>
                <w:rStyle w:val="SITemporaryText-blue"/>
                <w:color w:val="auto"/>
                <w:sz w:val="20"/>
              </w:rPr>
            </w:pPr>
          </w:p>
          <w:p w14:paraId="72682037" w14:textId="2BC06EE0" w:rsidR="00F1480E" w:rsidRPr="00106EE2" w:rsidRDefault="00F1480E" w:rsidP="00F55028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The unit applies to individuals who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cu</w:t>
            </w:r>
            <w:r w:rsidR="00796123" w:rsidRPr="00106EE2">
              <w:rPr>
                <w:rStyle w:val="SITemporaryText-blue"/>
                <w:color w:val="auto"/>
                <w:sz w:val="20"/>
              </w:rPr>
              <w:t>t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timber or </w:t>
            </w:r>
            <w:r w:rsidR="00004A5E" w:rsidRPr="00106EE2">
              <w:rPr>
                <w:rStyle w:val="SITemporaryText-blue"/>
                <w:color w:val="auto"/>
                <w:sz w:val="20"/>
              </w:rPr>
              <w:t xml:space="preserve">engineered </w:t>
            </w:r>
            <w:r w:rsidR="00BE2096" w:rsidRPr="00106EE2">
              <w:rPr>
                <w:rStyle w:val="SITemporaryText-blue"/>
                <w:color w:val="auto"/>
                <w:sz w:val="20"/>
              </w:rPr>
              <w:t>wood product</w:t>
            </w:r>
            <w:r w:rsidR="00004A5E" w:rsidRPr="00106EE2">
              <w:rPr>
                <w:rStyle w:val="SITemporaryText-blue"/>
                <w:color w:val="auto"/>
                <w:sz w:val="20"/>
              </w:rPr>
              <w:t>s</w:t>
            </w:r>
            <w:r w:rsidR="00BE2096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 xml:space="preserve">to length 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or </w:t>
            </w:r>
            <w:r w:rsidR="005E5C8F" w:rsidRPr="00106EE2">
              <w:rPr>
                <w:rStyle w:val="SITemporaryText-blue"/>
                <w:color w:val="auto"/>
                <w:sz w:val="20"/>
              </w:rPr>
              <w:t>dimensions</w:t>
            </w:r>
            <w:r w:rsidR="00C1159A" w:rsidRPr="00106EE2">
              <w:rPr>
                <w:rStyle w:val="SITemporaryText-blue"/>
                <w:color w:val="auto"/>
                <w:sz w:val="20"/>
              </w:rPr>
              <w:t xml:space="preserve"> </w:t>
            </w:r>
            <w:r w:rsidR="00796123" w:rsidRPr="00F55028">
              <w:t xml:space="preserve">with a </w:t>
            </w:r>
            <w:proofErr w:type="gramStart"/>
            <w:r w:rsidR="00796123" w:rsidRPr="00F55028">
              <w:t>power driven</w:t>
            </w:r>
            <w:proofErr w:type="gramEnd"/>
            <w:r w:rsidR="00796123" w:rsidRPr="00F55028">
              <w:t xml:space="preserve"> saw </w:t>
            </w:r>
            <w:r w:rsidR="001B371C" w:rsidRPr="00106EE2">
              <w:rPr>
                <w:rStyle w:val="SITemporaryText-blue"/>
                <w:color w:val="auto"/>
                <w:sz w:val="20"/>
              </w:rPr>
              <w:t>in a wood</w:t>
            </w:r>
            <w:r w:rsidR="00796123" w:rsidRPr="00106EE2">
              <w:rPr>
                <w:rStyle w:val="SITemporaryText-blue"/>
                <w:color w:val="auto"/>
                <w:sz w:val="20"/>
              </w:rPr>
              <w:t xml:space="preserve"> products work environment.</w:t>
            </w:r>
          </w:p>
          <w:p w14:paraId="485B8AE5" w14:textId="77777777" w:rsidR="00373436" w:rsidRPr="00106EE2" w:rsidRDefault="00373436" w:rsidP="003E6A6D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30C6ACCB" w14:textId="162D6509" w:rsidR="00373436" w:rsidRPr="000754EC" w:rsidRDefault="00373436" w:rsidP="00106EE2">
            <w:pPr>
              <w:pStyle w:val="SIText"/>
            </w:pPr>
            <w:r w:rsidRPr="003E6A6D">
              <w:rPr>
                <w:rStyle w:val="SITemporaryText-blue"/>
                <w:color w:val="auto"/>
                <w:sz w:val="20"/>
              </w:rPr>
              <w:t>No licensing, legislative or certification requirements apply to this u</w:t>
            </w:r>
            <w:r w:rsidR="00105AEA" w:rsidRPr="003E6A6D">
              <w:rPr>
                <w:rStyle w:val="SITemporaryText-blue"/>
                <w:color w:val="auto"/>
                <w:sz w:val="20"/>
              </w:rPr>
              <w:t>nit at the time of publication.</w:t>
            </w:r>
            <w:r w:rsidRPr="00B078EA">
              <w:rPr>
                <w:rStyle w:val="SITemporaryText-blue"/>
                <w:color w:val="auto"/>
                <w:sz w:val="20"/>
              </w:rPr>
              <w:t xml:space="preserve"> </w:t>
            </w:r>
          </w:p>
        </w:tc>
      </w:tr>
      <w:tr w:rsidR="00F1480E" w:rsidRPr="00963A46" w14:paraId="66E12D0A" w14:textId="77777777" w:rsidTr="00CA2922">
        <w:tc>
          <w:tcPr>
            <w:tcW w:w="1396" w:type="pct"/>
            <w:shd w:val="clear" w:color="auto" w:fill="auto"/>
          </w:tcPr>
          <w:p w14:paraId="32B66D4E" w14:textId="77777777" w:rsidR="00F1480E" w:rsidRPr="005404CB" w:rsidRDefault="00FD557D" w:rsidP="005404CB">
            <w:pPr>
              <w:pStyle w:val="SIHeading2"/>
            </w:pPr>
            <w:r w:rsidRPr="00923720">
              <w:lastRenderedPageBreak/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1B8C0D26" w14:textId="4CAE80A7" w:rsidR="00F1480E" w:rsidRPr="005404CB" w:rsidRDefault="00F1480E" w:rsidP="005404CB">
            <w:pPr>
              <w:pStyle w:val="SIText"/>
            </w:pPr>
            <w:r w:rsidRPr="008908DE">
              <w:t>Ni</w:t>
            </w:r>
            <w:r w:rsidR="007A300D" w:rsidRPr="005404CB">
              <w:t>l</w:t>
            </w:r>
          </w:p>
        </w:tc>
      </w:tr>
      <w:tr w:rsidR="00F1480E" w:rsidRPr="00963A46" w14:paraId="174CCAF4" w14:textId="77777777" w:rsidTr="00CA2922">
        <w:tc>
          <w:tcPr>
            <w:tcW w:w="1396" w:type="pct"/>
            <w:shd w:val="clear" w:color="auto" w:fill="auto"/>
          </w:tcPr>
          <w:p w14:paraId="6789C859" w14:textId="77777777" w:rsidR="00F1480E" w:rsidRPr="005404CB" w:rsidRDefault="00FD557D" w:rsidP="005404CB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BD7F7DE" w14:textId="1BCF5176" w:rsidR="005E022A" w:rsidRPr="0049383E" w:rsidRDefault="00004A5E" w:rsidP="00662014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>Common Technical (COT)</w:t>
            </w:r>
          </w:p>
        </w:tc>
      </w:tr>
    </w:tbl>
    <w:p w14:paraId="7812BB2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5B3CAD" w:rsidRPr="00963A46" w14:paraId="31D2D309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1A35A3C" w14:textId="77777777" w:rsidR="00F1480E" w:rsidRPr="005404CB" w:rsidRDefault="00FD557D" w:rsidP="005404CB">
            <w:pPr>
              <w:pStyle w:val="SIHeading2"/>
            </w:pPr>
            <w:r w:rsidRPr="00923720">
              <w:t>E</w:t>
            </w:r>
            <w:r w:rsidRPr="005404CB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72C95BC7" w14:textId="77777777" w:rsidR="00F1480E" w:rsidRPr="005404CB" w:rsidRDefault="00FD557D" w:rsidP="005404CB">
            <w:pPr>
              <w:pStyle w:val="SIHeading2"/>
            </w:pPr>
            <w:r w:rsidRPr="00923720">
              <w:t>Performance Criteria</w:t>
            </w:r>
          </w:p>
        </w:tc>
      </w:tr>
      <w:tr w:rsidR="005B3CAD" w:rsidRPr="00963A46" w14:paraId="38F7174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7FF6DB4E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C4833C6" w14:textId="77777777" w:rsidR="00F1480E" w:rsidRPr="005404CB" w:rsidRDefault="00F1480E" w:rsidP="005404CB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5404CB">
              <w:rPr>
                <w:rStyle w:val="SIText-Italic"/>
              </w:rPr>
              <w:t>demonstrate</w:t>
            </w:r>
            <w:proofErr w:type="gramEnd"/>
            <w:r w:rsidRPr="005404CB">
              <w:rPr>
                <w:rStyle w:val="SIText-Italic"/>
              </w:rPr>
              <w:t xml:space="preserve"> achievement of the element.</w:t>
            </w:r>
          </w:p>
        </w:tc>
      </w:tr>
      <w:tr w:rsidR="005B3CAD" w:rsidRPr="00963A46" w14:paraId="64C12EF3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8685223" w14:textId="60DF3B02" w:rsidR="00801280" w:rsidRPr="00801280" w:rsidRDefault="00801280" w:rsidP="00801280">
            <w:pPr>
              <w:pStyle w:val="SIText"/>
            </w:pPr>
            <w:r w:rsidRPr="00801280">
              <w:t xml:space="preserve">1. Prepare for </w:t>
            </w:r>
            <w:r w:rsidR="00C1159A">
              <w:t>cut</w:t>
            </w:r>
            <w:r w:rsidR="0062402F">
              <w:t>t</w:t>
            </w:r>
            <w:r w:rsidR="00C1159A">
              <w:t xml:space="preserve">ing </w:t>
            </w:r>
            <w:r w:rsidR="001374A0">
              <w:t>timber or engineered wood product</w:t>
            </w:r>
          </w:p>
        </w:tc>
        <w:tc>
          <w:tcPr>
            <w:tcW w:w="3604" w:type="pct"/>
            <w:shd w:val="clear" w:color="auto" w:fill="auto"/>
          </w:tcPr>
          <w:p w14:paraId="1F2026BC" w14:textId="77777777" w:rsidR="00B968DF" w:rsidRPr="00B968DF" w:rsidRDefault="00B968DF" w:rsidP="00106EE2">
            <w:pPr>
              <w:pStyle w:val="SIText"/>
            </w:pPr>
            <w:r w:rsidRPr="00B968DF">
              <w:t xml:space="preserve">1.1 Determine job requirements and cutting list from work order or instruction and, where </w:t>
            </w:r>
            <w:proofErr w:type="gramStart"/>
            <w:r w:rsidRPr="00B968DF">
              <w:t>required</w:t>
            </w:r>
            <w:proofErr w:type="gramEnd"/>
            <w:r w:rsidRPr="00B968DF">
              <w:t>, confirm with appropriate person</w:t>
            </w:r>
          </w:p>
          <w:p w14:paraId="2F7AAC46" w14:textId="77777777" w:rsidR="00B968DF" w:rsidRPr="00B968DF" w:rsidRDefault="00B968DF" w:rsidP="00106EE2">
            <w:pPr>
              <w:pStyle w:val="SIText"/>
            </w:pPr>
            <w:r w:rsidRPr="00B968DF">
              <w:t>1.2 Confirm safety requirements for cutting task according to workplace safety procedures</w:t>
            </w:r>
          </w:p>
          <w:p w14:paraId="102FD931" w14:textId="4644C321" w:rsidR="00B968DF" w:rsidRPr="00B968DF" w:rsidRDefault="00B968DF" w:rsidP="00106EE2">
            <w:pPr>
              <w:pStyle w:val="SIText"/>
            </w:pPr>
            <w:r w:rsidRPr="00B968DF">
              <w:t xml:space="preserve">1.3 Identify type and quantity of </w:t>
            </w:r>
            <w:r w:rsidR="00A61922">
              <w:t>product</w:t>
            </w:r>
            <w:r w:rsidRPr="00B968DF">
              <w:t xml:space="preserve"> to be cut and obtain</w:t>
            </w:r>
            <w:r w:rsidR="00041620">
              <w:t xml:space="preserve"> product</w:t>
            </w:r>
            <w:r w:rsidRPr="00B968DF">
              <w:t xml:space="preserve"> from storage</w:t>
            </w:r>
          </w:p>
          <w:p w14:paraId="16ABE586" w14:textId="56FEB628" w:rsidR="00B968DF" w:rsidRPr="00B968DF" w:rsidRDefault="00B968DF" w:rsidP="00106EE2">
            <w:pPr>
              <w:pStyle w:val="SIText"/>
            </w:pPr>
            <w:r w:rsidRPr="00B968DF">
              <w:t xml:space="preserve">1.4 Plan </w:t>
            </w:r>
            <w:r w:rsidR="00F571C5">
              <w:t>product</w:t>
            </w:r>
            <w:r w:rsidRPr="00B968DF">
              <w:t xml:space="preserve"> cutting patterns according to cutting list</w:t>
            </w:r>
          </w:p>
          <w:p w14:paraId="5B910C69" w14:textId="77777777" w:rsidR="00B968DF" w:rsidRPr="00B968DF" w:rsidRDefault="00B968DF" w:rsidP="00106EE2">
            <w:pPr>
              <w:pStyle w:val="SIText"/>
            </w:pPr>
            <w:r w:rsidRPr="00B968DF">
              <w:t xml:space="preserve">1.5 Select, </w:t>
            </w:r>
            <w:proofErr w:type="gramStart"/>
            <w:r w:rsidRPr="00B968DF">
              <w:t>fit</w:t>
            </w:r>
            <w:proofErr w:type="gramEnd"/>
            <w:r w:rsidRPr="00B968DF">
              <w:t xml:space="preserve"> and use personal protective equipment</w:t>
            </w:r>
          </w:p>
          <w:p w14:paraId="669603F7" w14:textId="77777777" w:rsidR="00B968DF" w:rsidRPr="00B968DF" w:rsidRDefault="00B968DF" w:rsidP="00106EE2">
            <w:pPr>
              <w:pStyle w:val="SIText"/>
            </w:pPr>
            <w:r w:rsidRPr="00B968DF">
              <w:t xml:space="preserve">1.6 Select </w:t>
            </w:r>
            <w:proofErr w:type="gramStart"/>
            <w:r w:rsidRPr="00B968DF">
              <w:t>appropriate cutting</w:t>
            </w:r>
            <w:proofErr w:type="gramEnd"/>
            <w:r w:rsidRPr="00B968DF">
              <w:t xml:space="preserve"> equipment and check for operational effectiveness according to manufacturer instructions</w:t>
            </w:r>
          </w:p>
          <w:p w14:paraId="2523AD6F" w14:textId="56564982" w:rsidR="00F17F05" w:rsidRPr="00801280" w:rsidRDefault="00B968DF" w:rsidP="00801280">
            <w:pPr>
              <w:pStyle w:val="SIText"/>
            </w:pPr>
            <w:r w:rsidRPr="00B968DF">
              <w:t>1.7 Set up saw sequences according to work order and cutting list</w:t>
            </w:r>
          </w:p>
        </w:tc>
      </w:tr>
      <w:tr w:rsidR="005B3CAD" w:rsidRPr="00963A46" w14:paraId="1CD9B48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423573F" w14:textId="0566674F" w:rsidR="00801280" w:rsidRPr="00801280" w:rsidRDefault="00801280" w:rsidP="00801280">
            <w:pPr>
              <w:pStyle w:val="SIText"/>
            </w:pPr>
            <w:r w:rsidRPr="00801280">
              <w:lastRenderedPageBreak/>
              <w:t xml:space="preserve">2. </w:t>
            </w:r>
            <w:r w:rsidR="00C1159A">
              <w:t>Cut</w:t>
            </w:r>
            <w:r w:rsidR="00C1159A" w:rsidRPr="00801280">
              <w:t xml:space="preserve"> </w:t>
            </w:r>
            <w:r w:rsidR="00403E72" w:rsidRPr="00403E72">
              <w:t>timber or engineered wood product</w:t>
            </w:r>
            <w:r w:rsidR="0005278B" w:rsidRPr="00801280">
              <w:t xml:space="preserve"> </w:t>
            </w:r>
            <w:r w:rsidRPr="00801280">
              <w:t>to length</w:t>
            </w:r>
            <w:r w:rsidR="00C1159A">
              <w:t xml:space="preserve"> or </w:t>
            </w:r>
            <w:r w:rsidR="0062402F">
              <w:t>dimensions</w:t>
            </w:r>
          </w:p>
        </w:tc>
        <w:tc>
          <w:tcPr>
            <w:tcW w:w="3604" w:type="pct"/>
            <w:shd w:val="clear" w:color="auto" w:fill="auto"/>
          </w:tcPr>
          <w:p w14:paraId="6C089E34" w14:textId="725EF4BD" w:rsidR="00801280" w:rsidRPr="00801280" w:rsidRDefault="00801280" w:rsidP="00106EE2">
            <w:pPr>
              <w:pStyle w:val="SIText"/>
            </w:pPr>
            <w:r w:rsidRPr="00801280">
              <w:t xml:space="preserve">2.1 Use equipment </w:t>
            </w:r>
            <w:r w:rsidR="00E17305">
              <w:t>according to workplace</w:t>
            </w:r>
            <w:r w:rsidRPr="00801280">
              <w:t xml:space="preserve"> safety procedures, manufacturer instructions and environmental protection practices</w:t>
            </w:r>
          </w:p>
          <w:p w14:paraId="21AA1931" w14:textId="4A2CD6AB" w:rsidR="00801280" w:rsidRPr="00801280" w:rsidRDefault="00801280" w:rsidP="00106EE2">
            <w:pPr>
              <w:pStyle w:val="SIText"/>
            </w:pPr>
            <w:r w:rsidRPr="00801280">
              <w:t xml:space="preserve">2.2 Mark </w:t>
            </w:r>
            <w:r w:rsidR="00E17305">
              <w:t xml:space="preserve">up </w:t>
            </w:r>
            <w:r w:rsidR="00403E72">
              <w:t>product</w:t>
            </w:r>
            <w:r w:rsidR="00E17305" w:rsidRPr="00801280">
              <w:t xml:space="preserve"> </w:t>
            </w:r>
            <w:r w:rsidRPr="00801280">
              <w:t>and set stops for cutting</w:t>
            </w:r>
          </w:p>
          <w:p w14:paraId="159540A6" w14:textId="2DE3BA98" w:rsidR="00801280" w:rsidRPr="00801280" w:rsidRDefault="00801280" w:rsidP="00106EE2">
            <w:pPr>
              <w:pStyle w:val="SIText"/>
            </w:pPr>
            <w:r w:rsidRPr="00801280">
              <w:t xml:space="preserve">2.3 Follow </w:t>
            </w:r>
            <w:r w:rsidR="0062402F">
              <w:t>cutting</w:t>
            </w:r>
            <w:r w:rsidR="0062402F" w:rsidRPr="00801280">
              <w:t xml:space="preserve"> </w:t>
            </w:r>
            <w:r w:rsidRPr="00801280">
              <w:t>sequence to produce required quantity</w:t>
            </w:r>
          </w:p>
          <w:p w14:paraId="19DDDD99" w14:textId="2D846974" w:rsidR="00801280" w:rsidRPr="00801280" w:rsidRDefault="00801280" w:rsidP="00106EE2">
            <w:pPr>
              <w:pStyle w:val="SIText"/>
            </w:pPr>
            <w:r w:rsidRPr="00801280">
              <w:t>2.4 Check cuts for length and</w:t>
            </w:r>
            <w:r w:rsidR="00BA46BD">
              <w:t>/or</w:t>
            </w:r>
            <w:r w:rsidRPr="00801280">
              <w:t xml:space="preserve"> </w:t>
            </w:r>
            <w:r w:rsidR="00BA46BD">
              <w:t>angle</w:t>
            </w:r>
            <w:r w:rsidR="00BA46BD" w:rsidRPr="00801280">
              <w:t xml:space="preserve"> </w:t>
            </w:r>
            <w:r w:rsidRPr="00801280">
              <w:t>within set tolerance</w:t>
            </w:r>
          </w:p>
          <w:p w14:paraId="6F8B0062" w14:textId="5BD24B7F" w:rsidR="00801280" w:rsidRPr="00801280" w:rsidRDefault="00801280" w:rsidP="00106EE2">
            <w:pPr>
              <w:pStyle w:val="SIText"/>
            </w:pPr>
            <w:r w:rsidRPr="00801280">
              <w:t>2.5 Dispose of incorrect cuts, off-</w:t>
            </w:r>
            <w:proofErr w:type="gramStart"/>
            <w:r w:rsidRPr="00801280">
              <w:t>cuts</w:t>
            </w:r>
            <w:proofErr w:type="gramEnd"/>
            <w:r w:rsidRPr="00801280">
              <w:t xml:space="preserve"> and sub-standard </w:t>
            </w:r>
            <w:r w:rsidR="00B07018">
              <w:t>products</w:t>
            </w:r>
            <w:r w:rsidR="00B07018" w:rsidRPr="00801280">
              <w:t xml:space="preserve"> </w:t>
            </w:r>
            <w:r w:rsidR="002C1C09">
              <w:t>according to</w:t>
            </w:r>
            <w:r w:rsidRPr="00801280">
              <w:t xml:space="preserve"> environmental protection practices</w:t>
            </w:r>
          </w:p>
          <w:p w14:paraId="429AAC95" w14:textId="2DA7386E" w:rsidR="00801280" w:rsidRPr="00801280" w:rsidRDefault="00801280" w:rsidP="00106EE2">
            <w:pPr>
              <w:pStyle w:val="SIText"/>
            </w:pPr>
            <w:r w:rsidRPr="00801280">
              <w:t>2.6 Monitor mechanical feed systems</w:t>
            </w:r>
            <w:r w:rsidR="00420D75">
              <w:t>,</w:t>
            </w:r>
            <w:r w:rsidR="008D6A1A">
              <w:t xml:space="preserve"> if fitted</w:t>
            </w:r>
          </w:p>
          <w:p w14:paraId="42DBA912" w14:textId="3A903FF4" w:rsidR="00801280" w:rsidRPr="00801280" w:rsidRDefault="00801280" w:rsidP="00106EE2">
            <w:pPr>
              <w:pStyle w:val="SIText"/>
            </w:pPr>
            <w:r w:rsidRPr="00801280">
              <w:t xml:space="preserve">2.7 Stack </w:t>
            </w:r>
            <w:r w:rsidR="00B07018">
              <w:t>product</w:t>
            </w:r>
            <w:r w:rsidR="00B07018" w:rsidRPr="00801280">
              <w:t xml:space="preserve"> </w:t>
            </w:r>
            <w:r w:rsidRPr="00801280">
              <w:t>in designated location safely</w:t>
            </w:r>
            <w:r w:rsidR="00420D75">
              <w:t xml:space="preserve"> </w:t>
            </w:r>
            <w:r w:rsidR="008D6A1A">
              <w:t>according to</w:t>
            </w:r>
            <w:r w:rsidRPr="00801280">
              <w:t xml:space="preserve"> work order</w:t>
            </w:r>
          </w:p>
          <w:p w14:paraId="7AD6C893" w14:textId="4AF23A4C" w:rsidR="00801280" w:rsidRPr="00801280" w:rsidRDefault="00801280" w:rsidP="008D6A1A">
            <w:pPr>
              <w:pStyle w:val="SIText"/>
            </w:pPr>
            <w:r w:rsidRPr="00801280">
              <w:t xml:space="preserve">2.8 Identify routine processing problems and resolve or report to </w:t>
            </w:r>
            <w:proofErr w:type="gramStart"/>
            <w:r w:rsidRPr="00801280">
              <w:t>appropriate personnel</w:t>
            </w:r>
            <w:proofErr w:type="gramEnd"/>
          </w:p>
        </w:tc>
      </w:tr>
      <w:tr w:rsidR="005B3CAD" w:rsidRPr="00963A46" w14:paraId="7012EE0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232FFE2" w14:textId="51158B16" w:rsidR="00801280" w:rsidRPr="00801280" w:rsidRDefault="00801280" w:rsidP="00801280">
            <w:pPr>
              <w:pStyle w:val="SIText"/>
            </w:pPr>
            <w:r w:rsidRPr="00801280">
              <w:t>3. Complete operator maintenance</w:t>
            </w:r>
          </w:p>
        </w:tc>
        <w:tc>
          <w:tcPr>
            <w:tcW w:w="3604" w:type="pct"/>
            <w:shd w:val="clear" w:color="auto" w:fill="auto"/>
          </w:tcPr>
          <w:p w14:paraId="1DCD5C1F" w14:textId="77777777" w:rsidR="0091036C" w:rsidRPr="0091036C" w:rsidRDefault="00801280" w:rsidP="00106EE2">
            <w:pPr>
              <w:pStyle w:val="SIText"/>
            </w:pPr>
            <w:r w:rsidRPr="00801280">
              <w:t xml:space="preserve">3.1 </w:t>
            </w:r>
            <w:r w:rsidR="0091036C" w:rsidRPr="0091036C">
              <w:t>Lock out equipment according to workplace safety procedures</w:t>
            </w:r>
          </w:p>
          <w:p w14:paraId="47D1D9B4" w14:textId="6B2EAE3B" w:rsidR="00801280" w:rsidRPr="00801280" w:rsidRDefault="00801280" w:rsidP="00106EE2">
            <w:pPr>
              <w:pStyle w:val="SIText"/>
            </w:pPr>
            <w:r w:rsidRPr="00801280">
              <w:t>3.2 Check saw blades for bluntness or damage</w:t>
            </w:r>
          </w:p>
          <w:p w14:paraId="5899B33E" w14:textId="2A301408" w:rsidR="00801280" w:rsidRPr="00801280" w:rsidRDefault="00801280" w:rsidP="00106EE2">
            <w:pPr>
              <w:pStyle w:val="SIText"/>
            </w:pPr>
            <w:r w:rsidRPr="00801280">
              <w:t xml:space="preserve">3.3 Remove and replace saw blades </w:t>
            </w:r>
            <w:r w:rsidR="00486DDB">
              <w:t>according to</w:t>
            </w:r>
            <w:r w:rsidRPr="00801280">
              <w:t xml:space="preserve"> manufacturer recommendations</w:t>
            </w:r>
          </w:p>
          <w:p w14:paraId="1B7E3E19" w14:textId="0AE0D6FE" w:rsidR="00801280" w:rsidRPr="00801280" w:rsidRDefault="00801280" w:rsidP="00106EE2">
            <w:pPr>
              <w:pStyle w:val="SIText"/>
            </w:pPr>
            <w:r w:rsidRPr="00801280">
              <w:t xml:space="preserve">3.4 Dispose of used blades </w:t>
            </w:r>
            <w:r w:rsidR="000437C3">
              <w:t>according to</w:t>
            </w:r>
            <w:r w:rsidRPr="00801280">
              <w:t xml:space="preserve"> environmental protection practices</w:t>
            </w:r>
          </w:p>
          <w:p w14:paraId="55210020" w14:textId="36D362C7" w:rsidR="00801280" w:rsidRPr="00801280" w:rsidRDefault="00801280" w:rsidP="00106EE2">
            <w:pPr>
              <w:pStyle w:val="SIText"/>
            </w:pPr>
            <w:r w:rsidRPr="00801280">
              <w:t xml:space="preserve">3.5 Complete basic non-specialist maintenance </w:t>
            </w:r>
            <w:r w:rsidR="00486DDB">
              <w:t>of</w:t>
            </w:r>
            <w:r w:rsidRPr="00801280">
              <w:t xml:space="preserve"> equipment</w:t>
            </w:r>
          </w:p>
          <w:p w14:paraId="6E0EAA8F" w14:textId="4B5F8461" w:rsidR="00801280" w:rsidRPr="00801280" w:rsidRDefault="00801280" w:rsidP="00106EE2">
            <w:pPr>
              <w:pStyle w:val="SIText"/>
            </w:pPr>
            <w:r w:rsidRPr="00801280">
              <w:t xml:space="preserve">3.6 Keep machine clear of dust and debris </w:t>
            </w:r>
            <w:r w:rsidR="000437C3">
              <w:t>according to workplace</w:t>
            </w:r>
            <w:r w:rsidRPr="00801280">
              <w:t xml:space="preserve"> safety procedures</w:t>
            </w:r>
          </w:p>
          <w:p w14:paraId="598F789C" w14:textId="2A666158" w:rsidR="00801280" w:rsidRPr="00801280" w:rsidRDefault="00801280" w:rsidP="000437C3">
            <w:pPr>
              <w:pStyle w:val="SIText"/>
            </w:pPr>
            <w:r w:rsidRPr="00801280">
              <w:t xml:space="preserve">3.7 Record and report equipment faults and maintenance requirements to </w:t>
            </w:r>
            <w:proofErr w:type="gramStart"/>
            <w:r w:rsidRPr="00801280">
              <w:t>appropriate personnel</w:t>
            </w:r>
            <w:proofErr w:type="gramEnd"/>
          </w:p>
        </w:tc>
      </w:tr>
    </w:tbl>
    <w:p w14:paraId="69831B6B" w14:textId="77777777" w:rsidR="005F771F" w:rsidRDefault="005F771F" w:rsidP="005F771F">
      <w:pPr>
        <w:pStyle w:val="SIText"/>
      </w:pPr>
    </w:p>
    <w:p w14:paraId="65BFC8A3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6951"/>
      </w:tblGrid>
      <w:tr w:rsidR="00F1480E" w:rsidRPr="00336FCA" w:rsidDel="00423CB2" w14:paraId="60560D32" w14:textId="77777777" w:rsidTr="00CA2922">
        <w:trPr>
          <w:tblHeader/>
        </w:trPr>
        <w:tc>
          <w:tcPr>
            <w:tcW w:w="5000" w:type="pct"/>
            <w:gridSpan w:val="2"/>
          </w:tcPr>
          <w:p w14:paraId="347F0551" w14:textId="77777777" w:rsidR="00F1480E" w:rsidRPr="005404CB" w:rsidRDefault="00FD557D" w:rsidP="005404CB">
            <w:pPr>
              <w:pStyle w:val="SIHeading2"/>
            </w:pPr>
            <w:r w:rsidRPr="00041E59">
              <w:lastRenderedPageBreak/>
              <w:t>F</w:t>
            </w:r>
            <w:r w:rsidRPr="005404CB">
              <w:t>oundation Skills</w:t>
            </w:r>
          </w:p>
          <w:p w14:paraId="07FBC235" w14:textId="77777777" w:rsidR="00F1480E" w:rsidRPr="005404CB" w:rsidRDefault="00F1480E" w:rsidP="00106EE2">
            <w:pPr>
              <w:pStyle w:val="SIText"/>
              <w:rPr>
                <w:rStyle w:val="SIText-Italic"/>
                <w:rFonts w:eastAsiaTheme="majorEastAsia"/>
                <w:b/>
              </w:rPr>
            </w:pPr>
            <w:r w:rsidRPr="005404CB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5404CB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5404CB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D7499A" w:rsidRPr="00336FCA" w:rsidDel="00423CB2" w14:paraId="143D9DCF" w14:textId="77777777" w:rsidTr="000437C3">
        <w:trPr>
          <w:tblHeader/>
        </w:trPr>
        <w:tc>
          <w:tcPr>
            <w:tcW w:w="1390" w:type="pct"/>
          </w:tcPr>
          <w:p w14:paraId="60451BDE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Skill</w:t>
            </w:r>
          </w:p>
        </w:tc>
        <w:tc>
          <w:tcPr>
            <w:tcW w:w="3610" w:type="pct"/>
          </w:tcPr>
          <w:p w14:paraId="564AF248" w14:textId="77777777" w:rsidR="00F1480E" w:rsidRPr="005404CB" w:rsidDel="00423CB2" w:rsidRDefault="00F1480E" w:rsidP="005404CB">
            <w:pPr>
              <w:pStyle w:val="SIText-Bold"/>
              <w:rPr>
                <w:rFonts w:eastAsiaTheme="majorEastAsia"/>
              </w:rPr>
            </w:pPr>
            <w:r w:rsidRPr="005404CB">
              <w:rPr>
                <w:rFonts w:eastAsiaTheme="majorEastAsia"/>
              </w:rPr>
              <w:t>Description</w:t>
            </w:r>
          </w:p>
        </w:tc>
      </w:tr>
      <w:tr w:rsidR="005B3CAD" w:rsidRPr="00336FCA" w:rsidDel="00423CB2" w14:paraId="3672FCDC" w14:textId="77777777" w:rsidTr="00106EE2">
        <w:tc>
          <w:tcPr>
            <w:tcW w:w="1390" w:type="pct"/>
          </w:tcPr>
          <w:p w14:paraId="1D6A3CC2" w14:textId="77777777" w:rsidR="000437C3" w:rsidRPr="000437C3" w:rsidRDefault="000437C3" w:rsidP="000437C3">
            <w:pPr>
              <w:pStyle w:val="SIText"/>
              <w:rPr>
                <w:rStyle w:val="SITemporaryText-red"/>
              </w:rPr>
            </w:pPr>
            <w:r w:rsidRPr="000437C3">
              <w:t xml:space="preserve">Reading </w:t>
            </w:r>
          </w:p>
        </w:tc>
        <w:tc>
          <w:tcPr>
            <w:tcW w:w="3610" w:type="pct"/>
          </w:tcPr>
          <w:p w14:paraId="1DD66950" w14:textId="37CC6196" w:rsidR="000437C3" w:rsidRPr="00106EE2" w:rsidRDefault="000E5E17" w:rsidP="00D7499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>
              <w:t>Interpret</w:t>
            </w:r>
            <w:r w:rsidR="005B3CAD">
              <w:t xml:space="preserve"> </w:t>
            </w:r>
            <w:r w:rsidR="000437C3" w:rsidRPr="00D7499A">
              <w:t>routi</w:t>
            </w:r>
            <w:r w:rsidR="00D7499A">
              <w:t>ne</w:t>
            </w:r>
            <w:r w:rsidR="000437C3" w:rsidRPr="00D7499A">
              <w:t xml:space="preserve"> workplace documents </w:t>
            </w:r>
            <w:r w:rsidR="000A1615">
              <w:t xml:space="preserve">relevant to </w:t>
            </w:r>
            <w:r w:rsidR="009933AA" w:rsidRPr="00D7499A">
              <w:t>cut</w:t>
            </w:r>
            <w:r w:rsidR="009933AA">
              <w:t>ting</w:t>
            </w:r>
            <w:r w:rsidR="00D7499A" w:rsidRPr="00D7499A">
              <w:t xml:space="preserve"> </w:t>
            </w:r>
            <w:r w:rsidR="00955944">
              <w:t xml:space="preserve">timber or engineered wood </w:t>
            </w:r>
            <w:r w:rsidR="00D7499A" w:rsidRPr="00D7499A">
              <w:t>products to required lengths</w:t>
            </w:r>
            <w:r w:rsidR="000A1615" w:rsidRPr="0000416B">
              <w:t xml:space="preserve"> </w:t>
            </w:r>
            <w:r w:rsidR="0008093B">
              <w:t xml:space="preserve">or dimensions using a </w:t>
            </w:r>
            <w:proofErr w:type="gramStart"/>
            <w:r w:rsidR="000A1615" w:rsidRPr="000A1615">
              <w:t>power driven</w:t>
            </w:r>
            <w:proofErr w:type="gramEnd"/>
            <w:r w:rsidR="000A1615" w:rsidRPr="000A1615">
              <w:t xml:space="preserve"> saw</w:t>
            </w:r>
          </w:p>
        </w:tc>
      </w:tr>
      <w:tr w:rsidR="00704E4B" w:rsidRPr="00336FCA" w:rsidDel="00423CB2" w14:paraId="7CF0D768" w14:textId="77777777" w:rsidTr="00270FE1">
        <w:tc>
          <w:tcPr>
            <w:tcW w:w="1390" w:type="pct"/>
          </w:tcPr>
          <w:p w14:paraId="2962990A" w14:textId="0AAF398D" w:rsidR="00704E4B" w:rsidRPr="00704E4B" w:rsidRDefault="00704E4B" w:rsidP="00704E4B">
            <w:pPr>
              <w:pStyle w:val="SIText"/>
            </w:pPr>
            <w:r w:rsidRPr="00704E4B">
              <w:t>Oral communication</w:t>
            </w:r>
          </w:p>
        </w:tc>
        <w:tc>
          <w:tcPr>
            <w:tcW w:w="3610" w:type="pct"/>
          </w:tcPr>
          <w:p w14:paraId="4695D3F2" w14:textId="7F3F7A7C" w:rsidR="00704E4B" w:rsidRPr="00704E4B" w:rsidDel="000E5E17" w:rsidRDefault="00704E4B" w:rsidP="00704E4B">
            <w:pPr>
              <w:pStyle w:val="SIBulletList1"/>
            </w:pPr>
            <w:r w:rsidRPr="00704E4B">
              <w:t>Ask questions and actively listen to clarify work orders and job tasks and report workplace issues</w:t>
            </w:r>
          </w:p>
        </w:tc>
      </w:tr>
      <w:tr w:rsidR="00704E4B" w:rsidRPr="00336FCA" w:rsidDel="00423CB2" w14:paraId="62CAA42A" w14:textId="77777777" w:rsidTr="000437C3">
        <w:tc>
          <w:tcPr>
            <w:tcW w:w="1390" w:type="pct"/>
          </w:tcPr>
          <w:p w14:paraId="273DEB8F" w14:textId="3E5639A9" w:rsidR="00704E4B" w:rsidRPr="00704E4B" w:rsidRDefault="00704E4B" w:rsidP="00704E4B">
            <w:pPr>
              <w:pStyle w:val="SIText"/>
              <w:rPr>
                <w:rStyle w:val="SITemporaryText-red"/>
              </w:rPr>
            </w:pPr>
            <w:r w:rsidRPr="00704E4B">
              <w:t xml:space="preserve">Numeracy </w:t>
            </w:r>
          </w:p>
        </w:tc>
        <w:tc>
          <w:tcPr>
            <w:tcW w:w="3610" w:type="pct"/>
          </w:tcPr>
          <w:p w14:paraId="0D82823A" w14:textId="6C3634D9" w:rsidR="00704E4B" w:rsidRPr="00704E4B" w:rsidRDefault="00704E4B" w:rsidP="00704E4B">
            <w:pPr>
              <w:pStyle w:val="SIBulletList1"/>
              <w:rPr>
                <w:rStyle w:val="SITemporaryText-red"/>
                <w:rFonts w:eastAsia="Calibri"/>
              </w:rPr>
            </w:pPr>
            <w:r w:rsidRPr="00704E4B">
              <w:t xml:space="preserve">Measure </w:t>
            </w:r>
            <w:r w:rsidR="001316FC" w:rsidRPr="001316FC">
              <w:t>timber or engineered wood products</w:t>
            </w:r>
            <w:r w:rsidR="001316FC" w:rsidRPr="001316FC" w:rsidDel="001316FC">
              <w:t xml:space="preserve"> </w:t>
            </w:r>
            <w:r w:rsidRPr="00704E4B">
              <w:t xml:space="preserve">in </w:t>
            </w:r>
            <w:r w:rsidR="0008093B">
              <w:t>cutting</w:t>
            </w:r>
            <w:r w:rsidRPr="00704E4B">
              <w:t xml:space="preserve"> operations</w:t>
            </w:r>
          </w:p>
        </w:tc>
      </w:tr>
    </w:tbl>
    <w:p w14:paraId="4EE45DF1" w14:textId="77777777" w:rsidR="00916CD7" w:rsidRDefault="00916CD7" w:rsidP="005F771F">
      <w:pPr>
        <w:pStyle w:val="SIText"/>
      </w:pPr>
    </w:p>
    <w:p w14:paraId="60ADCD4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DFB94A4" w14:textId="77777777" w:rsidTr="00F33FF2">
        <w:tc>
          <w:tcPr>
            <w:tcW w:w="5000" w:type="pct"/>
            <w:gridSpan w:val="4"/>
          </w:tcPr>
          <w:p w14:paraId="06A90A44" w14:textId="77777777" w:rsidR="00F1480E" w:rsidRPr="005404CB" w:rsidRDefault="00FD557D" w:rsidP="005404CB">
            <w:pPr>
              <w:pStyle w:val="SIHeading2"/>
            </w:pPr>
            <w:r w:rsidRPr="00923720">
              <w:t>U</w:t>
            </w:r>
            <w:r w:rsidRPr="005404CB">
              <w:t>nit Mapping Information</w:t>
            </w:r>
          </w:p>
        </w:tc>
      </w:tr>
      <w:tr w:rsidR="004B65F6" w14:paraId="4C1D6689" w14:textId="77777777" w:rsidTr="00F33FF2">
        <w:tc>
          <w:tcPr>
            <w:tcW w:w="1028" w:type="pct"/>
          </w:tcPr>
          <w:p w14:paraId="57822B6C" w14:textId="77777777" w:rsidR="00F1480E" w:rsidRPr="005404CB" w:rsidRDefault="00F1480E" w:rsidP="005404CB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7C8B1E4" w14:textId="77777777" w:rsidR="00F1480E" w:rsidRPr="005404CB" w:rsidRDefault="008322BE" w:rsidP="005404CB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5404CB">
              <w:t>version</w:t>
            </w:r>
          </w:p>
        </w:tc>
        <w:tc>
          <w:tcPr>
            <w:tcW w:w="1251" w:type="pct"/>
          </w:tcPr>
          <w:p w14:paraId="295D41A2" w14:textId="77777777" w:rsidR="00F1480E" w:rsidRPr="005404CB" w:rsidRDefault="00F1480E" w:rsidP="005404CB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ABBA77" w14:textId="77777777" w:rsidR="00F1480E" w:rsidRPr="005404CB" w:rsidRDefault="00F1480E" w:rsidP="005404CB">
            <w:pPr>
              <w:pStyle w:val="SIText-Bold"/>
            </w:pPr>
            <w:r w:rsidRPr="00923720">
              <w:t>Equivalence status</w:t>
            </w:r>
          </w:p>
        </w:tc>
      </w:tr>
      <w:tr w:rsidR="004B65F6" w14:paraId="187D9B9A" w14:textId="77777777" w:rsidTr="00F33FF2">
        <w:tc>
          <w:tcPr>
            <w:tcW w:w="1028" w:type="pct"/>
          </w:tcPr>
          <w:p w14:paraId="01D5B4D1" w14:textId="1A86B3EE" w:rsidR="000437C3" w:rsidRPr="000437C3" w:rsidRDefault="000437C3" w:rsidP="000437C3">
            <w:pPr>
              <w:pStyle w:val="SIText"/>
            </w:pPr>
            <w:r w:rsidRPr="000437C3">
              <w:t>FWP</w:t>
            </w:r>
            <w:r w:rsidR="00CE21C8">
              <w:t>COT2</w:t>
            </w:r>
            <w:r w:rsidRPr="000437C3">
              <w:t xml:space="preserve">XXX </w:t>
            </w:r>
            <w:r w:rsidR="00607014" w:rsidRPr="00607014">
              <w:t>Cut timber or engineered wood product to length or dimensions</w:t>
            </w:r>
            <w:r w:rsidR="00607014" w:rsidRPr="00607014" w:rsidDel="00CE21C8">
              <w:t xml:space="preserve"> </w:t>
            </w:r>
          </w:p>
          <w:p w14:paraId="7426CEDA" w14:textId="77777777" w:rsidR="005E022A" w:rsidRDefault="005E022A" w:rsidP="005404CB">
            <w:pPr>
              <w:pStyle w:val="SIText"/>
            </w:pPr>
          </w:p>
        </w:tc>
        <w:tc>
          <w:tcPr>
            <w:tcW w:w="1105" w:type="pct"/>
          </w:tcPr>
          <w:p w14:paraId="0FDA696D" w14:textId="63FE685F" w:rsidR="005E022A" w:rsidRDefault="00F54375" w:rsidP="005404CB">
            <w:pPr>
              <w:pStyle w:val="SIText"/>
            </w:pPr>
            <w:r w:rsidRPr="00F54375">
              <w:t>FWPCOT2234 Dock material to length</w:t>
            </w:r>
            <w:r w:rsidRPr="00F54375" w:rsidDel="00197DAA">
              <w:t xml:space="preserve"> </w:t>
            </w:r>
          </w:p>
        </w:tc>
        <w:tc>
          <w:tcPr>
            <w:tcW w:w="1251" w:type="pct"/>
          </w:tcPr>
          <w:p w14:paraId="490B212F" w14:textId="3F134CD7" w:rsidR="000753E5" w:rsidRDefault="0066693A" w:rsidP="005404CB">
            <w:pPr>
              <w:pStyle w:val="SIText"/>
            </w:pPr>
            <w:r w:rsidRPr="0066693A">
              <w:t xml:space="preserve">Redesigned unit that includes content from </w:t>
            </w:r>
            <w:r w:rsidR="00197DAA" w:rsidRPr="00197DAA">
              <w:t>FWPCOT2234</w:t>
            </w:r>
            <w:r w:rsidR="001E11F6">
              <w:t xml:space="preserve">, </w:t>
            </w:r>
            <w:r w:rsidR="00197DAA" w:rsidRPr="00197DAA">
              <w:t>FWPSAW2204</w:t>
            </w:r>
            <w:r w:rsidR="001E11F6">
              <w:t xml:space="preserve"> and </w:t>
            </w:r>
            <w:r w:rsidR="001E11F6" w:rsidRPr="001E11F6">
              <w:t>FWPWPP2213 Cut panels</w:t>
            </w:r>
            <w:r w:rsidR="00197DAA" w:rsidRPr="00197DAA">
              <w:t>.</w:t>
            </w:r>
          </w:p>
        </w:tc>
        <w:tc>
          <w:tcPr>
            <w:tcW w:w="1616" w:type="pct"/>
          </w:tcPr>
          <w:p w14:paraId="35FCDDB8" w14:textId="6277B104" w:rsidR="005E022A" w:rsidRDefault="005F10B8" w:rsidP="005404CB">
            <w:pPr>
              <w:pStyle w:val="SIText"/>
            </w:pPr>
            <w:r>
              <w:t>Not e</w:t>
            </w:r>
            <w:r w:rsidR="000753E5">
              <w:t>quivalent</w:t>
            </w:r>
          </w:p>
          <w:p w14:paraId="4B04F6D1" w14:textId="3DD6835F" w:rsidR="00ED44AF" w:rsidRDefault="00ED44AF" w:rsidP="005404CB">
            <w:pPr>
              <w:pStyle w:val="SIText"/>
            </w:pPr>
          </w:p>
        </w:tc>
      </w:tr>
      <w:tr w:rsidR="00931865" w14:paraId="5EF48734" w14:textId="77777777" w:rsidTr="00F33FF2">
        <w:tc>
          <w:tcPr>
            <w:tcW w:w="1028" w:type="pct"/>
          </w:tcPr>
          <w:p w14:paraId="374874BB" w14:textId="6BF7207E" w:rsidR="00931865" w:rsidRPr="000437C3" w:rsidRDefault="00F54375" w:rsidP="000437C3">
            <w:pPr>
              <w:pStyle w:val="SIText"/>
            </w:pPr>
            <w:r w:rsidRPr="00F54375">
              <w:t xml:space="preserve">FWPCOT2XXX </w:t>
            </w:r>
            <w:r w:rsidR="00607014" w:rsidRPr="00607014">
              <w:t xml:space="preserve">Cut timber or engineered wood product to length or dimensions </w:t>
            </w:r>
          </w:p>
        </w:tc>
        <w:tc>
          <w:tcPr>
            <w:tcW w:w="1105" w:type="pct"/>
          </w:tcPr>
          <w:p w14:paraId="71B30711" w14:textId="22651BF6" w:rsidR="00931865" w:rsidRPr="00EC5D94" w:rsidRDefault="00197DAA" w:rsidP="005404CB">
            <w:pPr>
              <w:pStyle w:val="SIText"/>
            </w:pPr>
            <w:r w:rsidRPr="00197DAA">
              <w:t>FWPSAW2204 Dock boards with mechanical feed</w:t>
            </w:r>
          </w:p>
        </w:tc>
        <w:tc>
          <w:tcPr>
            <w:tcW w:w="1251" w:type="pct"/>
          </w:tcPr>
          <w:p w14:paraId="7C230EE8" w14:textId="6B5988D4" w:rsidR="00931865" w:rsidRDefault="0066693A" w:rsidP="005404CB">
            <w:pPr>
              <w:pStyle w:val="SIText"/>
            </w:pPr>
            <w:r w:rsidRPr="0066693A">
              <w:t>Redesigned unit that includes content from FWPCOT2234</w:t>
            </w:r>
            <w:r w:rsidR="001E11F6">
              <w:t xml:space="preserve">, </w:t>
            </w:r>
            <w:r w:rsidRPr="0066693A">
              <w:t>FWPSAW2204</w:t>
            </w:r>
            <w:r w:rsidR="001E11F6">
              <w:t xml:space="preserve"> and </w:t>
            </w:r>
            <w:r w:rsidR="001E11F6" w:rsidRPr="001E11F6">
              <w:t>FWPWPP2213 Cut panels</w:t>
            </w:r>
            <w:r w:rsidRPr="0066693A">
              <w:t>.</w:t>
            </w:r>
          </w:p>
        </w:tc>
        <w:tc>
          <w:tcPr>
            <w:tcW w:w="1616" w:type="pct"/>
          </w:tcPr>
          <w:p w14:paraId="67FFE4AC" w14:textId="2974AAD7" w:rsidR="00931865" w:rsidRDefault="005F10B8" w:rsidP="005404CB">
            <w:pPr>
              <w:pStyle w:val="SIText"/>
            </w:pPr>
            <w:r w:rsidRPr="005F10B8">
              <w:t>Not equivalent</w:t>
            </w:r>
          </w:p>
        </w:tc>
      </w:tr>
      <w:tr w:rsidR="00A21E7A" w14:paraId="28E0D55A" w14:textId="77777777" w:rsidTr="00F33FF2">
        <w:tc>
          <w:tcPr>
            <w:tcW w:w="1028" w:type="pct"/>
          </w:tcPr>
          <w:p w14:paraId="2D1E13B1" w14:textId="241F7908" w:rsidR="00A21E7A" w:rsidRPr="00F54375" w:rsidRDefault="001A3D1F" w:rsidP="001A3D1F">
            <w:pPr>
              <w:pStyle w:val="SIText"/>
            </w:pPr>
            <w:r w:rsidRPr="001A3D1F">
              <w:t xml:space="preserve">FWPCOT2XXX </w:t>
            </w:r>
            <w:r w:rsidR="00607014" w:rsidRPr="00607014">
              <w:t>Cut timber or engineered wood product to length or dimensions</w:t>
            </w:r>
          </w:p>
        </w:tc>
        <w:tc>
          <w:tcPr>
            <w:tcW w:w="1105" w:type="pct"/>
          </w:tcPr>
          <w:p w14:paraId="75E625F2" w14:textId="71D12002" w:rsidR="00A21E7A" w:rsidRPr="00197DAA" w:rsidRDefault="004F5027" w:rsidP="005404CB">
            <w:pPr>
              <w:pStyle w:val="SIText"/>
            </w:pPr>
            <w:r w:rsidRPr="004F5027">
              <w:t>FWPWPP2213 Cut panels</w:t>
            </w:r>
          </w:p>
        </w:tc>
        <w:tc>
          <w:tcPr>
            <w:tcW w:w="1251" w:type="pct"/>
          </w:tcPr>
          <w:p w14:paraId="194A9B0B" w14:textId="7D0880E8" w:rsidR="00A21E7A" w:rsidRPr="0066693A" w:rsidRDefault="00DD3CA6" w:rsidP="005404CB">
            <w:pPr>
              <w:pStyle w:val="SIText"/>
            </w:pPr>
            <w:r w:rsidRPr="00DD3CA6">
              <w:t>Redesigned unit that includes content from FWPCOT2234, FWPSAW2204 and FWPWPP2213 Cut panels.</w:t>
            </w:r>
          </w:p>
        </w:tc>
        <w:tc>
          <w:tcPr>
            <w:tcW w:w="1616" w:type="pct"/>
          </w:tcPr>
          <w:p w14:paraId="5E2ABEA6" w14:textId="66469E73" w:rsidR="00A21E7A" w:rsidRPr="005F10B8" w:rsidRDefault="00DD3CA6" w:rsidP="005404CB">
            <w:pPr>
              <w:pStyle w:val="SIText"/>
            </w:pPr>
            <w:r w:rsidRPr="00DD3CA6">
              <w:t>Not equivalent</w:t>
            </w:r>
          </w:p>
        </w:tc>
      </w:tr>
    </w:tbl>
    <w:p w14:paraId="47740A9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B509E43" w14:textId="77777777" w:rsidTr="00CA2922">
        <w:tc>
          <w:tcPr>
            <w:tcW w:w="1396" w:type="pct"/>
            <w:shd w:val="clear" w:color="auto" w:fill="auto"/>
          </w:tcPr>
          <w:p w14:paraId="49C70C23" w14:textId="77777777" w:rsidR="00F1480E" w:rsidRPr="005404CB" w:rsidRDefault="00FD557D" w:rsidP="005404CB">
            <w:pPr>
              <w:pStyle w:val="SIHeading2"/>
            </w:pPr>
            <w:r w:rsidRPr="00CC451E">
              <w:t>L</w:t>
            </w:r>
            <w:r w:rsidRPr="005404CB">
              <w:t>inks</w:t>
            </w:r>
          </w:p>
        </w:tc>
        <w:tc>
          <w:tcPr>
            <w:tcW w:w="3604" w:type="pct"/>
            <w:shd w:val="clear" w:color="auto" w:fill="auto"/>
          </w:tcPr>
          <w:p w14:paraId="735E14CB" w14:textId="34F39C2E" w:rsidR="005E022A" w:rsidRPr="005404CB" w:rsidRDefault="00520E9A" w:rsidP="00ED44AF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 xml:space="preserve">: </w:t>
            </w:r>
            <w:r w:rsidR="005E022A" w:rsidRPr="005E022A">
              <w:t>https://vetnet.gov.au/Pages/TrainingDocs.aspx?q=0d96fe23-5747-4c01-9d6f-3509ff8d3d47</w:t>
            </w:r>
          </w:p>
        </w:tc>
      </w:tr>
    </w:tbl>
    <w:p w14:paraId="5ED46D8B" w14:textId="77777777" w:rsidR="00F1480E" w:rsidRDefault="00F1480E" w:rsidP="005F771F">
      <w:pPr>
        <w:pStyle w:val="SIText"/>
      </w:pPr>
    </w:p>
    <w:p w14:paraId="167B5B6B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E16C69F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56EDD42" w14:textId="77777777" w:rsidR="00556C4C" w:rsidRPr="005404CB" w:rsidRDefault="00556C4C" w:rsidP="005404CB">
            <w:pPr>
              <w:pStyle w:val="SIUnittitle"/>
            </w:pPr>
            <w:r w:rsidRPr="002C55E9">
              <w:t>T</w:t>
            </w:r>
            <w:r w:rsidRPr="005404CB">
              <w:t>ITLE</w:t>
            </w:r>
          </w:p>
        </w:tc>
        <w:tc>
          <w:tcPr>
            <w:tcW w:w="3522" w:type="pct"/>
            <w:shd w:val="clear" w:color="auto" w:fill="auto"/>
          </w:tcPr>
          <w:p w14:paraId="592AE818" w14:textId="445CAA3D" w:rsidR="00556C4C" w:rsidRPr="005404CB" w:rsidRDefault="00556C4C" w:rsidP="00106EE2">
            <w:pPr>
              <w:pStyle w:val="SIHeading2"/>
            </w:pPr>
            <w:r w:rsidRPr="00F56827">
              <w:t xml:space="preserve">Assessment requirements for </w:t>
            </w:r>
            <w:r w:rsidR="00CE21C8" w:rsidRPr="00CE21C8">
              <w:t xml:space="preserve">FWPCOT2XXX </w:t>
            </w:r>
            <w:r w:rsidR="00607014">
              <w:t>Cut</w:t>
            </w:r>
            <w:r w:rsidR="00CE21C8" w:rsidRPr="00CE21C8">
              <w:t xml:space="preserve"> timber or engineered wood product to length</w:t>
            </w:r>
            <w:r w:rsidR="00B82DBC">
              <w:t xml:space="preserve"> or </w:t>
            </w:r>
            <w:r w:rsidR="005E375A">
              <w:t>dimensions</w:t>
            </w:r>
          </w:p>
        </w:tc>
      </w:tr>
      <w:tr w:rsidR="00556C4C" w:rsidRPr="00A55106" w14:paraId="5362328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ACE9CCD" w14:textId="77777777" w:rsidR="00556C4C" w:rsidRPr="005404CB" w:rsidRDefault="00D71E43" w:rsidP="005404CB">
            <w:pPr>
              <w:pStyle w:val="SIHeading2"/>
            </w:pPr>
            <w:r>
              <w:t>Performance E</w:t>
            </w:r>
            <w:r w:rsidRPr="005404CB">
              <w:t>vidence</w:t>
            </w:r>
          </w:p>
        </w:tc>
      </w:tr>
      <w:tr w:rsidR="00556C4C" w:rsidRPr="00067E1C" w14:paraId="335D723A" w14:textId="77777777" w:rsidTr="00113678">
        <w:tc>
          <w:tcPr>
            <w:tcW w:w="5000" w:type="pct"/>
            <w:gridSpan w:val="2"/>
            <w:shd w:val="clear" w:color="auto" w:fill="auto"/>
          </w:tcPr>
          <w:p w14:paraId="793A0909" w14:textId="77777777" w:rsidR="0026394F" w:rsidRPr="00106EE2" w:rsidRDefault="006E42FE" w:rsidP="0042436A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An individual </w:t>
            </w:r>
            <w:proofErr w:type="gramStart"/>
            <w:r w:rsidRPr="00106EE2">
              <w:rPr>
                <w:rStyle w:val="SITemporaryText-blue"/>
                <w:color w:val="auto"/>
                <w:sz w:val="20"/>
              </w:rPr>
              <w:t>demonstrating</w:t>
            </w:r>
            <w:proofErr w:type="gramEnd"/>
            <w:r w:rsidRPr="00106EE2">
              <w:rPr>
                <w:rStyle w:val="SITemporaryText-blue"/>
                <w:color w:val="auto"/>
                <w:sz w:val="20"/>
              </w:rPr>
              <w:t xml:space="preserve"> competency</w:t>
            </w:r>
            <w:r w:rsidR="00717385" w:rsidRPr="00106EE2">
              <w:rPr>
                <w:rStyle w:val="SITemporaryText-blue"/>
                <w:color w:val="auto"/>
                <w:sz w:val="20"/>
              </w:rPr>
              <w:t xml:space="preserve"> must satisfy all of the elements and 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performance criteria </w:t>
            </w:r>
            <w:r w:rsidR="00717385" w:rsidRPr="00106EE2">
              <w:rPr>
                <w:rStyle w:val="SITemporaryText-blue"/>
                <w:color w:val="auto"/>
                <w:sz w:val="20"/>
              </w:rPr>
              <w:t>in</w:t>
            </w:r>
            <w:r w:rsidRPr="00106EE2">
              <w:rPr>
                <w:rStyle w:val="SITemporaryText-blue"/>
                <w:color w:val="auto"/>
                <w:sz w:val="20"/>
              </w:rPr>
              <w:t xml:space="preserve"> this unit. </w:t>
            </w:r>
          </w:p>
          <w:p w14:paraId="427998DA" w14:textId="77777777" w:rsidR="0026394F" w:rsidRPr="0042436A" w:rsidRDefault="0026394F" w:rsidP="0042436A">
            <w:pPr>
              <w:pStyle w:val="SIText"/>
            </w:pPr>
          </w:p>
          <w:p w14:paraId="5DA57045" w14:textId="78A327B0" w:rsidR="00C242F3" w:rsidRDefault="004201C7" w:rsidP="0042436A">
            <w:pPr>
              <w:pStyle w:val="SIText"/>
            </w:pPr>
            <w:r w:rsidRPr="0042436A">
              <w:t>There must be evidence that the individual has</w:t>
            </w:r>
            <w:r w:rsidR="00C242F3">
              <w:t xml:space="preserve"> cut</w:t>
            </w:r>
            <w:r w:rsidR="00857CEA">
              <w:t xml:space="preserve"> </w:t>
            </w:r>
            <w:r w:rsidR="00822417">
              <w:t xml:space="preserve">to </w:t>
            </w:r>
            <w:r w:rsidR="00966487" w:rsidRPr="00966487">
              <w:t xml:space="preserve">length or dimensions </w:t>
            </w:r>
            <w:r w:rsidR="00857CEA" w:rsidRPr="00857CEA">
              <w:t xml:space="preserve">three standard packs </w:t>
            </w:r>
            <w:r w:rsidR="00001642">
              <w:t xml:space="preserve">from </w:t>
            </w:r>
            <w:r w:rsidR="00857CEA">
              <w:t>one of the following product types</w:t>
            </w:r>
            <w:r w:rsidR="00FC5DB6" w:rsidRPr="0042436A">
              <w:t xml:space="preserve"> </w:t>
            </w:r>
            <w:r w:rsidR="00FC5DB6" w:rsidRPr="00FC5DB6">
              <w:t>for three different work orders</w:t>
            </w:r>
            <w:r w:rsidR="00857CEA">
              <w:t>:</w:t>
            </w:r>
            <w:r w:rsidR="005E375A">
              <w:t xml:space="preserve"> </w:t>
            </w:r>
            <w:r w:rsidRPr="0042436A">
              <w:t xml:space="preserve"> </w:t>
            </w:r>
          </w:p>
          <w:p w14:paraId="242B90A8" w14:textId="6B6729A7" w:rsidR="007B39D1" w:rsidRDefault="004201C7" w:rsidP="00106EE2">
            <w:pPr>
              <w:pStyle w:val="SIBulletList1"/>
            </w:pPr>
            <w:r w:rsidRPr="0042436A">
              <w:t>timber varying in lengths and sectional sizes</w:t>
            </w:r>
          </w:p>
          <w:p w14:paraId="02A2946A" w14:textId="1847E085" w:rsidR="00B82DBC" w:rsidRDefault="007B39D1" w:rsidP="00106EE2">
            <w:pPr>
              <w:pStyle w:val="SIBulletList1"/>
            </w:pPr>
            <w:r w:rsidRPr="007B39D1">
              <w:t>engineered wood product</w:t>
            </w:r>
            <w:r w:rsidR="00283CF6">
              <w:t>.</w:t>
            </w:r>
          </w:p>
          <w:p w14:paraId="75E61B67" w14:textId="77777777" w:rsidR="00B82DBC" w:rsidRDefault="00B82DBC" w:rsidP="0042436A">
            <w:pPr>
              <w:pStyle w:val="SIText"/>
            </w:pPr>
          </w:p>
          <w:p w14:paraId="2AD21FC8" w14:textId="76F3EA27" w:rsidR="00CE1083" w:rsidRDefault="00B82DBC" w:rsidP="0042436A">
            <w:pPr>
              <w:pStyle w:val="SIText"/>
            </w:pPr>
            <w:r>
              <w:t xml:space="preserve">In performing this task, the individual has used </w:t>
            </w:r>
            <w:r w:rsidR="009277C0">
              <w:t xml:space="preserve">one </w:t>
            </w:r>
            <w:r w:rsidR="005F0AA2">
              <w:t xml:space="preserve">of the following </w:t>
            </w:r>
            <w:r w:rsidR="00633528">
              <w:t xml:space="preserve">items of </w:t>
            </w:r>
            <w:r w:rsidR="009277C0" w:rsidRPr="009277C0">
              <w:t>equipment</w:t>
            </w:r>
            <w:r w:rsidR="00CE1083">
              <w:t>:</w:t>
            </w:r>
          </w:p>
          <w:p w14:paraId="0453DAA8" w14:textId="439F0D07" w:rsidR="00CE1083" w:rsidRPr="00CE1083" w:rsidRDefault="00CE1083" w:rsidP="00106EE2">
            <w:pPr>
              <w:pStyle w:val="SIBulletList1"/>
            </w:pPr>
            <w:r w:rsidRPr="00CE1083">
              <w:t>manually controlled docking and trimming saw</w:t>
            </w:r>
          </w:p>
          <w:p w14:paraId="1FF81B33" w14:textId="3BC644BA" w:rsidR="00CE1083" w:rsidRPr="00CE1083" w:rsidRDefault="00CE1083" w:rsidP="00106EE2">
            <w:pPr>
              <w:pStyle w:val="SIBulletList1"/>
            </w:pPr>
            <w:r w:rsidRPr="00CE1083">
              <w:t>bench saw</w:t>
            </w:r>
          </w:p>
          <w:p w14:paraId="0C3847E6" w14:textId="1781D1BD" w:rsidR="00CE1083" w:rsidRPr="00CE1083" w:rsidRDefault="00CE1083" w:rsidP="00106EE2">
            <w:pPr>
              <w:pStyle w:val="SIBulletList1"/>
            </w:pPr>
            <w:r w:rsidRPr="00CE1083">
              <w:t>radial arm saw</w:t>
            </w:r>
          </w:p>
          <w:p w14:paraId="662B0A42" w14:textId="544E2EEB" w:rsidR="00CE1083" w:rsidRPr="00CE1083" w:rsidRDefault="00CE1083" w:rsidP="00106EE2">
            <w:pPr>
              <w:pStyle w:val="SIBulletList1"/>
            </w:pPr>
            <w:r w:rsidRPr="00CE1083">
              <w:t>saw with adjustable angles</w:t>
            </w:r>
          </w:p>
          <w:p w14:paraId="1C357FAA" w14:textId="60EC764D" w:rsidR="00CE1083" w:rsidRPr="00CE1083" w:rsidRDefault="00CE1083" w:rsidP="00106EE2">
            <w:pPr>
              <w:pStyle w:val="SIBulletList1"/>
            </w:pPr>
            <w:r w:rsidRPr="00CE1083">
              <w:t>saw with mech</w:t>
            </w:r>
            <w:r w:rsidR="00981D98">
              <w:t>a</w:t>
            </w:r>
            <w:r w:rsidRPr="00CE1083">
              <w:t>nical feed</w:t>
            </w:r>
          </w:p>
          <w:p w14:paraId="4B6F4FA2" w14:textId="4D22E2C3" w:rsidR="00CE1083" w:rsidRPr="00CE1083" w:rsidRDefault="00CE1083" w:rsidP="00106EE2">
            <w:pPr>
              <w:pStyle w:val="SIBulletList1"/>
            </w:pPr>
            <w:r w:rsidRPr="00CE1083">
              <w:t>saw with one blade</w:t>
            </w:r>
          </w:p>
          <w:p w14:paraId="0AE39DDF" w14:textId="77777777" w:rsidR="00235B57" w:rsidRDefault="00CE1083" w:rsidP="00106EE2">
            <w:pPr>
              <w:pStyle w:val="SIBulletList1"/>
            </w:pPr>
            <w:r w:rsidRPr="00CE1083">
              <w:t>table saw</w:t>
            </w:r>
          </w:p>
          <w:p w14:paraId="16B352E6" w14:textId="173BD929" w:rsidR="00235B57" w:rsidRDefault="00235B57" w:rsidP="00106EE2">
            <w:pPr>
              <w:pStyle w:val="SIBulletList1"/>
            </w:pPr>
            <w:r>
              <w:t>saw with automatic feed</w:t>
            </w:r>
          </w:p>
          <w:p w14:paraId="386513E6" w14:textId="515D2A01" w:rsidR="00CE1083" w:rsidRDefault="003A77B7" w:rsidP="00106EE2">
            <w:pPr>
              <w:pStyle w:val="SIBulletList1"/>
            </w:pPr>
            <w:r w:rsidRPr="003A77B7">
              <w:t xml:space="preserve">other workplace </w:t>
            </w:r>
            <w:r w:rsidR="0040289D">
              <w:t>e</w:t>
            </w:r>
            <w:r w:rsidR="00F16714" w:rsidRPr="00F16714">
              <w:t xml:space="preserve">quipment </w:t>
            </w:r>
            <w:r w:rsidRPr="003A77B7">
              <w:t xml:space="preserve">for </w:t>
            </w:r>
            <w:r w:rsidR="0040289D">
              <w:t xml:space="preserve">cutting </w:t>
            </w:r>
            <w:r w:rsidR="00981D98" w:rsidRPr="00981D98">
              <w:t>timber or engineered wood product</w:t>
            </w:r>
            <w:r w:rsidR="00F16714">
              <w:t>s</w:t>
            </w:r>
            <w:r w:rsidR="0040289D">
              <w:t xml:space="preserve"> </w:t>
            </w:r>
            <w:r w:rsidR="0040289D" w:rsidRPr="0040289D">
              <w:t>to length or dimensions</w:t>
            </w:r>
            <w:r w:rsidR="00981D98">
              <w:t>.</w:t>
            </w:r>
          </w:p>
          <w:p w14:paraId="48CF2445" w14:textId="77777777" w:rsidR="00CE1083" w:rsidRDefault="00CE1083" w:rsidP="0042436A">
            <w:pPr>
              <w:pStyle w:val="SIText"/>
            </w:pPr>
          </w:p>
          <w:p w14:paraId="08664136" w14:textId="20E07E03" w:rsidR="004201C7" w:rsidRPr="00996DEC" w:rsidRDefault="00C242F3" w:rsidP="00106EE2">
            <w:pPr>
              <w:pStyle w:val="SIText"/>
            </w:pPr>
            <w:r w:rsidRPr="00996DEC">
              <w:t>Also</w:t>
            </w:r>
            <w:r w:rsidR="0038791D">
              <w:t>,</w:t>
            </w:r>
            <w:r w:rsidRPr="00996DEC">
              <w:t xml:space="preserve"> </w:t>
            </w:r>
            <w:r w:rsidRPr="00996DEC">
              <w:rPr>
                <w:rStyle w:val="SITemporaryText-blue"/>
                <w:color w:val="auto"/>
                <w:sz w:val="20"/>
              </w:rPr>
              <w:t>i</w:t>
            </w:r>
            <w:r w:rsidR="004B65F6" w:rsidRPr="00106EE2">
              <w:rPr>
                <w:rStyle w:val="SITemporaryText-blue"/>
                <w:color w:val="auto"/>
                <w:sz w:val="20"/>
              </w:rPr>
              <w:t>n performing this task</w:t>
            </w:r>
            <w:r w:rsidR="00D0772F" w:rsidRPr="00996DEC">
              <w:rPr>
                <w:rStyle w:val="SITemporaryText-blue"/>
                <w:color w:val="auto"/>
                <w:sz w:val="20"/>
              </w:rPr>
              <w:t>,</w:t>
            </w:r>
            <w:r w:rsidR="004B65F6" w:rsidRPr="00106EE2">
              <w:rPr>
                <w:rStyle w:val="SITemporaryText-blue"/>
                <w:color w:val="auto"/>
                <w:sz w:val="20"/>
              </w:rPr>
              <w:t xml:space="preserve"> the individual ha</w:t>
            </w:r>
            <w:r w:rsidR="009535C4" w:rsidRPr="00996DEC">
              <w:rPr>
                <w:rStyle w:val="SITemporaryText-blue"/>
                <w:color w:val="auto"/>
                <w:sz w:val="20"/>
              </w:rPr>
              <w:t>s</w:t>
            </w:r>
            <w:r w:rsidR="004B65F6" w:rsidRPr="00106EE2">
              <w:rPr>
                <w:rStyle w:val="SITemporaryText-blue"/>
                <w:color w:val="auto"/>
                <w:sz w:val="20"/>
              </w:rPr>
              <w:t>:</w:t>
            </w:r>
          </w:p>
          <w:p w14:paraId="0818831B" w14:textId="7860B984" w:rsidR="002C292E" w:rsidRPr="003F141E" w:rsidRDefault="002C292E" w:rsidP="004B65F6">
            <w:pPr>
              <w:pStyle w:val="SIBulletList1"/>
            </w:pPr>
            <w:r w:rsidRPr="003F141E">
              <w:t>follow</w:t>
            </w:r>
            <w:r w:rsidR="003F141E">
              <w:t>ed workplace</w:t>
            </w:r>
            <w:r w:rsidRPr="003F141E">
              <w:t xml:space="preserve"> procedures </w:t>
            </w:r>
            <w:r w:rsidR="004B65F6">
              <w:t xml:space="preserve">for </w:t>
            </w:r>
            <w:r w:rsidR="0000782F">
              <w:t>cutting operation</w:t>
            </w:r>
          </w:p>
          <w:p w14:paraId="39CC22F3" w14:textId="44ADD63F" w:rsidR="004B65F6" w:rsidRDefault="004B65F6" w:rsidP="004B65F6">
            <w:pPr>
              <w:pStyle w:val="SIBulletList1"/>
            </w:pPr>
            <w:r>
              <w:t>select</w:t>
            </w:r>
            <w:r w:rsidR="00FC3432">
              <w:t>e</w:t>
            </w:r>
            <w:r>
              <w:t>d</w:t>
            </w:r>
            <w:r w:rsidR="00FC3432">
              <w:t xml:space="preserve">, </w:t>
            </w:r>
            <w:proofErr w:type="gramStart"/>
            <w:r w:rsidR="00FC3432">
              <w:t>fitted</w:t>
            </w:r>
            <w:proofErr w:type="gramEnd"/>
            <w:r>
              <w:t xml:space="preserve"> and used personal protective equipment </w:t>
            </w:r>
            <w:r w:rsidR="004D0BB9">
              <w:t>(</w:t>
            </w:r>
            <w:r>
              <w:t>PPE</w:t>
            </w:r>
            <w:r w:rsidR="004D0BB9">
              <w:t>)</w:t>
            </w:r>
          </w:p>
          <w:p w14:paraId="44348C25" w14:textId="59097F20" w:rsidR="004B65F6" w:rsidRPr="003F141E" w:rsidRDefault="00EA1516" w:rsidP="004B65F6">
            <w:pPr>
              <w:pStyle w:val="SIBulletList1"/>
            </w:pPr>
            <w:r>
              <w:t>cut</w:t>
            </w:r>
            <w:r w:rsidRPr="003F141E">
              <w:t xml:space="preserve"> </w:t>
            </w:r>
            <w:r w:rsidR="00AE07B6">
              <w:t>products</w:t>
            </w:r>
            <w:r w:rsidR="008110A4" w:rsidRPr="003F141E">
              <w:t xml:space="preserve"> </w:t>
            </w:r>
            <w:r>
              <w:t xml:space="preserve">to length or dimensions </w:t>
            </w:r>
            <w:r w:rsidR="008110A4">
              <w:t>according to</w:t>
            </w:r>
            <w:r w:rsidR="002C292E" w:rsidRPr="003F141E">
              <w:t xml:space="preserve"> prescribed </w:t>
            </w:r>
            <w:r w:rsidR="008110A4">
              <w:t>workplace</w:t>
            </w:r>
            <w:r w:rsidR="008110A4" w:rsidRPr="003F141E">
              <w:t xml:space="preserve"> </w:t>
            </w:r>
            <w:r w:rsidR="002C292E" w:rsidRPr="003F141E">
              <w:t>tolerance</w:t>
            </w:r>
          </w:p>
          <w:p w14:paraId="295AEE60" w14:textId="418878AD" w:rsidR="004B65F6" w:rsidRPr="004B65F6" w:rsidRDefault="004B65F6" w:rsidP="00106EE2">
            <w:pPr>
              <w:pStyle w:val="SIBulletList1"/>
            </w:pPr>
            <w:r w:rsidRPr="004B65F6">
              <w:t xml:space="preserve">stacked cut </w:t>
            </w:r>
            <w:r w:rsidR="00E67327">
              <w:t>product</w:t>
            </w:r>
            <w:r w:rsidRPr="004B65F6">
              <w:t xml:space="preserve"> </w:t>
            </w:r>
            <w:r w:rsidR="004366CF">
              <w:t xml:space="preserve">in designated storage location </w:t>
            </w:r>
            <w:r w:rsidR="00777476">
              <w:t>according to common length and width</w:t>
            </w:r>
            <w:r w:rsidRPr="004B65F6">
              <w:t> </w:t>
            </w:r>
          </w:p>
          <w:p w14:paraId="4FB37A08" w14:textId="4C8007AC" w:rsidR="00C51A7C" w:rsidRPr="005404CB" w:rsidRDefault="004B65F6" w:rsidP="00106EE2">
            <w:pPr>
              <w:pStyle w:val="SIBulletList1"/>
            </w:pPr>
            <w:r w:rsidRPr="004B65F6">
              <w:t xml:space="preserve">completed </w:t>
            </w:r>
            <w:r w:rsidR="00BC1CFD">
              <w:t xml:space="preserve">operator </w:t>
            </w:r>
            <w:r w:rsidRPr="004B65F6">
              <w:t xml:space="preserve">maintenance on </w:t>
            </w:r>
            <w:r w:rsidR="00BC1CFD">
              <w:t>the saw used</w:t>
            </w:r>
            <w:r w:rsidRPr="004B65F6">
              <w:t>.</w:t>
            </w:r>
          </w:p>
        </w:tc>
      </w:tr>
    </w:tbl>
    <w:p w14:paraId="22F3F570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DF3C20D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41B7F6A" w14:textId="77777777" w:rsidR="00F1480E" w:rsidRPr="005404CB" w:rsidRDefault="00D71E43" w:rsidP="005404CB">
            <w:pPr>
              <w:pStyle w:val="SIHeading2"/>
            </w:pPr>
            <w:r w:rsidRPr="002C55E9">
              <w:t>K</w:t>
            </w:r>
            <w:r w:rsidRPr="005404CB">
              <w:t>nowledge Evidence</w:t>
            </w:r>
          </w:p>
        </w:tc>
      </w:tr>
      <w:tr w:rsidR="00F1480E" w:rsidRPr="00067E1C" w14:paraId="4D460BB1" w14:textId="77777777" w:rsidTr="00CA2922">
        <w:tc>
          <w:tcPr>
            <w:tcW w:w="5000" w:type="pct"/>
            <w:shd w:val="clear" w:color="auto" w:fill="auto"/>
          </w:tcPr>
          <w:p w14:paraId="7B683D91" w14:textId="77777777" w:rsidR="006E42FE" w:rsidRPr="00106EE2" w:rsidRDefault="006E42FE" w:rsidP="00A60870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106EE2">
              <w:rPr>
                <w:rStyle w:val="SITemporaryText-blue"/>
                <w:color w:val="auto"/>
                <w:sz w:val="20"/>
              </w:rPr>
              <w:t xml:space="preserve">An individual must be able to </w:t>
            </w:r>
            <w:proofErr w:type="gramStart"/>
            <w:r w:rsidRPr="00106EE2">
              <w:rPr>
                <w:rStyle w:val="SITemporaryText-blue"/>
                <w:color w:val="auto"/>
                <w:sz w:val="20"/>
              </w:rPr>
              <w:t>demonstrate</w:t>
            </w:r>
            <w:proofErr w:type="gramEnd"/>
            <w:r w:rsidRPr="00106EE2">
              <w:rPr>
                <w:rStyle w:val="SITemporaryText-blue"/>
                <w:color w:val="auto"/>
                <w:sz w:val="20"/>
              </w:rPr>
              <w:t xml:space="preserve"> the knowledge required to perform the tasks outlined in the elements and performance criteria of this unit. This includes knowledge of:</w:t>
            </w:r>
          </w:p>
          <w:p w14:paraId="12D16465" w14:textId="66B6B77A" w:rsidR="009C5CCF" w:rsidRPr="009C5CCF" w:rsidRDefault="009C5CCF" w:rsidP="00106EE2">
            <w:pPr>
              <w:pStyle w:val="SIBulletList1"/>
            </w:pPr>
            <w:r w:rsidRPr="009C5CCF">
              <w:t xml:space="preserve">workplace policies and procedures relevant to </w:t>
            </w:r>
            <w:r w:rsidR="00EA1516">
              <w:t>cutting</w:t>
            </w:r>
            <w:r w:rsidRPr="009C5CCF">
              <w:t xml:space="preserve"> </w:t>
            </w:r>
            <w:r w:rsidR="007042A1" w:rsidRPr="007042A1">
              <w:t>timber or engineered wood product</w:t>
            </w:r>
            <w:r w:rsidRPr="009C5CCF">
              <w:t xml:space="preserve"> </w:t>
            </w:r>
            <w:r w:rsidR="00EA1516">
              <w:t xml:space="preserve">using a </w:t>
            </w:r>
            <w:proofErr w:type="gramStart"/>
            <w:r w:rsidR="00EA1516">
              <w:t>power driven</w:t>
            </w:r>
            <w:proofErr w:type="gramEnd"/>
            <w:r w:rsidR="00EA1516">
              <w:t xml:space="preserve"> saw</w:t>
            </w:r>
          </w:p>
          <w:p w14:paraId="125D00B2" w14:textId="57679006" w:rsidR="009C5CCF" w:rsidRPr="009C5CCF" w:rsidRDefault="009C5CCF" w:rsidP="00106EE2">
            <w:pPr>
              <w:pStyle w:val="SIBulletList1"/>
            </w:pPr>
            <w:r w:rsidRPr="009C5CCF">
              <w:t xml:space="preserve">processes, </w:t>
            </w:r>
            <w:proofErr w:type="gramStart"/>
            <w:r w:rsidRPr="009C5CCF">
              <w:t>procedures</w:t>
            </w:r>
            <w:proofErr w:type="gramEnd"/>
            <w:r w:rsidRPr="009C5CCF">
              <w:t xml:space="preserve"> and techniques for </w:t>
            </w:r>
            <w:r w:rsidR="00B13F56">
              <w:t>cutting</w:t>
            </w:r>
            <w:r w:rsidRPr="009C5CCF">
              <w:t xml:space="preserve"> </w:t>
            </w:r>
            <w:r w:rsidR="00CB0BCC" w:rsidRPr="00CB0BCC">
              <w:t xml:space="preserve">timber or engineered wood product </w:t>
            </w:r>
            <w:r w:rsidRPr="009C5CCF">
              <w:t xml:space="preserve">to </w:t>
            </w:r>
            <w:r w:rsidR="00094E62">
              <w:t xml:space="preserve">length or </w:t>
            </w:r>
            <w:r w:rsidR="00B13F56">
              <w:t>dimensions</w:t>
            </w:r>
            <w:r w:rsidRPr="009C5CCF">
              <w:t>:</w:t>
            </w:r>
          </w:p>
          <w:p w14:paraId="14F076B2" w14:textId="3B0D0DC6" w:rsidR="009C5CCF" w:rsidRPr="009C5CCF" w:rsidRDefault="009C5CCF" w:rsidP="00106EE2">
            <w:pPr>
              <w:pStyle w:val="SIBulletList2"/>
            </w:pPr>
            <w:proofErr w:type="gramStart"/>
            <w:r w:rsidRPr="009C5CCF">
              <w:t>optimal</w:t>
            </w:r>
            <w:proofErr w:type="gramEnd"/>
            <w:r w:rsidRPr="009C5CCF">
              <w:t xml:space="preserve"> </w:t>
            </w:r>
            <w:r w:rsidR="00B13F56">
              <w:t>cutting</w:t>
            </w:r>
            <w:r w:rsidRPr="009C5CCF">
              <w:t xml:space="preserve"> practices to minimise waste </w:t>
            </w:r>
          </w:p>
          <w:p w14:paraId="68064FD2" w14:textId="77777777" w:rsidR="009C5CCF" w:rsidRPr="009C5CCF" w:rsidRDefault="009C5CCF" w:rsidP="00106EE2">
            <w:pPr>
              <w:pStyle w:val="SIBulletList2"/>
            </w:pPr>
            <w:r w:rsidRPr="009C5CCF">
              <w:t>use and maintenance of docking equipment</w:t>
            </w:r>
          </w:p>
          <w:p w14:paraId="55311E3A" w14:textId="7ED6255D" w:rsidR="009C5CCF" w:rsidRPr="009C5CCF" w:rsidRDefault="009C5CCF" w:rsidP="00106EE2">
            <w:pPr>
              <w:pStyle w:val="SIBulletList2"/>
            </w:pPr>
            <w:r w:rsidRPr="009C5CCF">
              <w:t xml:space="preserve">stacking finished </w:t>
            </w:r>
            <w:r w:rsidR="00B13F56">
              <w:t>products</w:t>
            </w:r>
          </w:p>
          <w:p w14:paraId="58618956" w14:textId="77777777" w:rsidR="009C5CCF" w:rsidRPr="009C5CCF" w:rsidRDefault="009C5CCF" w:rsidP="00106EE2">
            <w:pPr>
              <w:pStyle w:val="SIBulletList2"/>
            </w:pPr>
            <w:r w:rsidRPr="009C5CCF">
              <w:t>assessing saw blade condition</w:t>
            </w:r>
          </w:p>
          <w:p w14:paraId="30DE8228" w14:textId="77777777" w:rsidR="009C5CCF" w:rsidRPr="009C5CCF" w:rsidRDefault="009C5CCF" w:rsidP="00106EE2">
            <w:pPr>
              <w:pStyle w:val="SIBulletList2"/>
            </w:pPr>
            <w:r w:rsidRPr="009C5CCF">
              <w:t xml:space="preserve">cleaning plant, </w:t>
            </w:r>
            <w:proofErr w:type="gramStart"/>
            <w:r w:rsidRPr="009C5CCF">
              <w:t>tools</w:t>
            </w:r>
            <w:proofErr w:type="gramEnd"/>
            <w:r w:rsidRPr="009C5CCF">
              <w:t xml:space="preserve"> and equipment</w:t>
            </w:r>
          </w:p>
          <w:p w14:paraId="6334112B" w14:textId="78646914" w:rsidR="009C5CCF" w:rsidRPr="009C5CCF" w:rsidRDefault="009C5CCF" w:rsidP="00106EE2">
            <w:pPr>
              <w:pStyle w:val="SIBulletList2"/>
            </w:pPr>
            <w:r w:rsidRPr="009C5CCF">
              <w:t>recording and reporting equipment faults</w:t>
            </w:r>
            <w:r w:rsidR="00E67327">
              <w:t xml:space="preserve"> and maintenance requirements</w:t>
            </w:r>
          </w:p>
          <w:p w14:paraId="5F839A40" w14:textId="77777777" w:rsidR="009C5CCF" w:rsidRPr="009C5CCF" w:rsidRDefault="009C5CCF" w:rsidP="00106EE2">
            <w:pPr>
              <w:pStyle w:val="SIBulletList1"/>
            </w:pPr>
            <w:r w:rsidRPr="009C5CCF">
              <w:t>cutting patterns and sequences for single angles requiring one cutting pass or single vertical cuts</w:t>
            </w:r>
          </w:p>
          <w:p w14:paraId="37B0B688" w14:textId="7575124B" w:rsidR="000C6776" w:rsidRPr="000C6776" w:rsidRDefault="000C6776" w:rsidP="000C6776">
            <w:pPr>
              <w:pStyle w:val="SIBulletList1"/>
            </w:pPr>
            <w:r w:rsidRPr="000C6776">
              <w:t>industry standard lengths, cross sections, appearance grades</w:t>
            </w:r>
            <w:r w:rsidR="001D026C">
              <w:t>,</w:t>
            </w:r>
            <w:r w:rsidRPr="000C6776">
              <w:t xml:space="preserve"> </w:t>
            </w:r>
            <w:r w:rsidR="001D026C" w:rsidRPr="001D026C">
              <w:t>characteristics, properties</w:t>
            </w:r>
            <w:r w:rsidR="00574449">
              <w:t xml:space="preserve">, </w:t>
            </w:r>
            <w:proofErr w:type="gramStart"/>
            <w:r w:rsidR="00574449">
              <w:t>defects</w:t>
            </w:r>
            <w:proofErr w:type="gramEnd"/>
            <w:r w:rsidR="00574449">
              <w:t xml:space="preserve"> </w:t>
            </w:r>
            <w:r w:rsidR="001D026C" w:rsidRPr="001D026C">
              <w:t xml:space="preserve">and limitations </w:t>
            </w:r>
            <w:r w:rsidRPr="000C6776">
              <w:t>of timber or engineered wood product to be cut</w:t>
            </w:r>
          </w:p>
          <w:p w14:paraId="446D8301" w14:textId="528CBD90" w:rsidR="009C5CCF" w:rsidRPr="009C5CCF" w:rsidRDefault="009C5CCF" w:rsidP="00106EE2">
            <w:pPr>
              <w:pStyle w:val="SIBulletList1"/>
            </w:pPr>
            <w:r w:rsidRPr="009C5CCF">
              <w:t xml:space="preserve">workplace safety requirements related to </w:t>
            </w:r>
            <w:r w:rsidR="002F731F">
              <w:t>cutting</w:t>
            </w:r>
            <w:r w:rsidRPr="009C5CCF">
              <w:t xml:space="preserve"> </w:t>
            </w:r>
            <w:r w:rsidR="00995C64" w:rsidRPr="00995C64">
              <w:t>timber or engineered wood product</w:t>
            </w:r>
            <w:r w:rsidRPr="009C5CCF">
              <w:t xml:space="preserve"> to length</w:t>
            </w:r>
            <w:r w:rsidR="002F731F">
              <w:t xml:space="preserve"> or </w:t>
            </w:r>
            <w:r w:rsidR="00094E62">
              <w:t>dimensions</w:t>
            </w:r>
            <w:r w:rsidRPr="009C5CCF">
              <w:t>:</w:t>
            </w:r>
          </w:p>
          <w:p w14:paraId="3847A07F" w14:textId="77777777" w:rsidR="009C5CCF" w:rsidRPr="009C5CCF" w:rsidRDefault="009C5CCF" w:rsidP="00106EE2">
            <w:pPr>
              <w:pStyle w:val="SIBulletList2"/>
            </w:pPr>
            <w:r w:rsidRPr="009C5CCF">
              <w:t>hierarchy of control</w:t>
            </w:r>
          </w:p>
          <w:p w14:paraId="2EE4E787" w14:textId="4C99145C" w:rsidR="009C5CCF" w:rsidRPr="009C5CCF" w:rsidRDefault="009C5CCF" w:rsidP="00106EE2">
            <w:pPr>
              <w:pStyle w:val="SIBulletList2"/>
            </w:pPr>
            <w:r w:rsidRPr="009C5CCF">
              <w:t>PPE</w:t>
            </w:r>
          </w:p>
          <w:p w14:paraId="1E92F326" w14:textId="77777777" w:rsidR="009C5CCF" w:rsidRPr="009C5CCF" w:rsidRDefault="009C5CCF" w:rsidP="00106EE2">
            <w:pPr>
              <w:pStyle w:val="SIBulletList2"/>
            </w:pPr>
            <w:r w:rsidRPr="009C5CCF">
              <w:t>electrical hazards and use of residual current devices (RCD)</w:t>
            </w:r>
          </w:p>
          <w:p w14:paraId="0686A8C3" w14:textId="77777777" w:rsidR="009C5CCF" w:rsidRPr="009C5CCF" w:rsidRDefault="009C5CCF" w:rsidP="00106EE2">
            <w:pPr>
              <w:pStyle w:val="SIBulletList2"/>
            </w:pPr>
            <w:r w:rsidRPr="009C5CCF">
              <w:t>equipment lock-out</w:t>
            </w:r>
          </w:p>
          <w:p w14:paraId="7704FDE7" w14:textId="77777777" w:rsidR="009C5CCF" w:rsidRPr="009C5CCF" w:rsidRDefault="009C5CCF" w:rsidP="00106EE2">
            <w:pPr>
              <w:pStyle w:val="SIBulletList2"/>
            </w:pPr>
            <w:r w:rsidRPr="009C5CCF">
              <w:t>exposure to dust</w:t>
            </w:r>
          </w:p>
          <w:p w14:paraId="158D888C" w14:textId="77777777" w:rsidR="009C5CCF" w:rsidRPr="009C5CCF" w:rsidRDefault="009C5CCF" w:rsidP="00106EE2">
            <w:pPr>
              <w:pStyle w:val="SIBulletList2"/>
            </w:pPr>
            <w:r w:rsidRPr="009C5CCF">
              <w:t>exposure to excessive noise</w:t>
            </w:r>
          </w:p>
          <w:p w14:paraId="71BC1FA0" w14:textId="77777777" w:rsidR="009C5CCF" w:rsidRPr="009C5CCF" w:rsidRDefault="009C5CCF" w:rsidP="00106EE2">
            <w:pPr>
              <w:pStyle w:val="SIBulletList2"/>
            </w:pPr>
            <w:r w:rsidRPr="009C5CCF">
              <w:t>hazardous manual tasks</w:t>
            </w:r>
          </w:p>
          <w:p w14:paraId="684FC005" w14:textId="46068E38" w:rsidR="00D57941" w:rsidRDefault="009C5CCF">
            <w:pPr>
              <w:pStyle w:val="SIBulletList1"/>
            </w:pPr>
            <w:r w:rsidRPr="009C5CCF">
              <w:t xml:space="preserve">functional and operational features of tools and equipment used </w:t>
            </w:r>
            <w:r w:rsidR="0044101B" w:rsidRPr="0044101B">
              <w:t>in workplace</w:t>
            </w:r>
            <w:r w:rsidR="0044101B">
              <w:t xml:space="preserve"> </w:t>
            </w:r>
            <w:r w:rsidR="00D57941">
              <w:t xml:space="preserve">for </w:t>
            </w:r>
            <w:r w:rsidR="00D57941" w:rsidRPr="00D57941">
              <w:t>cutting timber or engineered wood product</w:t>
            </w:r>
            <w:r w:rsidR="00D57941">
              <w:t xml:space="preserve"> to </w:t>
            </w:r>
            <w:r w:rsidR="00094E62" w:rsidRPr="00094E62">
              <w:t>length or dimensions</w:t>
            </w:r>
          </w:p>
          <w:p w14:paraId="2A71649F" w14:textId="7B3E4EC5" w:rsidR="00494524" w:rsidRDefault="00935EDB">
            <w:pPr>
              <w:pStyle w:val="SIBulletList1"/>
            </w:pPr>
            <w:r>
              <w:t xml:space="preserve">methods for staking </w:t>
            </w:r>
            <w:r w:rsidR="00094E62">
              <w:t xml:space="preserve">finished </w:t>
            </w:r>
            <w:r w:rsidR="00094E62" w:rsidRPr="00094E62">
              <w:t xml:space="preserve">timber or engineered wood product </w:t>
            </w:r>
            <w:r>
              <w:t>products safe</w:t>
            </w:r>
            <w:r w:rsidR="00FA03C4">
              <w:t>ly</w:t>
            </w:r>
          </w:p>
          <w:p w14:paraId="0098D18B" w14:textId="1426E880" w:rsidR="005C5CFC" w:rsidRPr="002360CA" w:rsidRDefault="005C5CFC" w:rsidP="00106EE2">
            <w:pPr>
              <w:pStyle w:val="SIBulletList1"/>
            </w:pPr>
            <w:r w:rsidRPr="002360CA">
              <w:t>methods for assessing saw blade condition</w:t>
            </w:r>
          </w:p>
          <w:p w14:paraId="3001B9EA" w14:textId="408A3F5B" w:rsidR="00C51A7C" w:rsidRPr="005404CB" w:rsidRDefault="009C5CCF" w:rsidP="00106EE2">
            <w:pPr>
              <w:pStyle w:val="SIBulletList1"/>
            </w:pPr>
            <w:r w:rsidRPr="009C5CCF">
              <w:t>workplace and environmental requirements for waste disposal.</w:t>
            </w:r>
          </w:p>
        </w:tc>
      </w:tr>
    </w:tbl>
    <w:p w14:paraId="133B5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6181C4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7507EAA" w14:textId="77777777" w:rsidR="00F1480E" w:rsidRPr="005404CB" w:rsidRDefault="00D71E43" w:rsidP="005404CB">
            <w:pPr>
              <w:pStyle w:val="SIHeading2"/>
            </w:pPr>
            <w:r w:rsidRPr="002C55E9">
              <w:t>A</w:t>
            </w:r>
            <w:r w:rsidRPr="005404CB">
              <w:t>ssessment Conditions</w:t>
            </w:r>
          </w:p>
        </w:tc>
      </w:tr>
      <w:tr w:rsidR="00F1480E" w:rsidRPr="00A55106" w14:paraId="44249108" w14:textId="77777777" w:rsidTr="00CA2922">
        <w:tc>
          <w:tcPr>
            <w:tcW w:w="5000" w:type="pct"/>
            <w:shd w:val="clear" w:color="auto" w:fill="auto"/>
          </w:tcPr>
          <w:p w14:paraId="12292464" w14:textId="77777777" w:rsidR="000C1376" w:rsidRPr="000C1376" w:rsidRDefault="000C1376" w:rsidP="00106EE2">
            <w:pPr>
              <w:pStyle w:val="SIText"/>
            </w:pPr>
            <w:r w:rsidRPr="000C1376">
              <w:t>Assessment of the skills in this unit of competency must take place under the following conditions:</w:t>
            </w:r>
          </w:p>
          <w:p w14:paraId="4F65BBDC" w14:textId="77777777" w:rsidR="000C1376" w:rsidRPr="000C1376" w:rsidRDefault="000C1376" w:rsidP="00106EE2">
            <w:pPr>
              <w:pStyle w:val="SIBulletList1"/>
            </w:pPr>
            <w:r w:rsidRPr="000C1376">
              <w:t>physical conditions:</w:t>
            </w:r>
          </w:p>
          <w:p w14:paraId="0CE4D538" w14:textId="77777777" w:rsidR="000C1376" w:rsidRPr="000C1376" w:rsidRDefault="000C1376" w:rsidP="00106EE2">
            <w:pPr>
              <w:pStyle w:val="SIBulletList2"/>
            </w:pPr>
            <w:r w:rsidRPr="000C1376">
              <w:t xml:space="preserve">skills must be </w:t>
            </w:r>
            <w:proofErr w:type="gramStart"/>
            <w:r w:rsidRPr="000C1376">
              <w:t>demonstrated</w:t>
            </w:r>
            <w:proofErr w:type="gramEnd"/>
            <w:r w:rsidRPr="000C1376">
              <w:t xml:space="preserve"> in a manufacturing or processing facility or timber yard or an environment that accurately represents workplace conditions</w:t>
            </w:r>
          </w:p>
          <w:p w14:paraId="41D48735" w14:textId="77777777" w:rsidR="000C1376" w:rsidRPr="000C1376" w:rsidRDefault="000C1376" w:rsidP="00106EE2">
            <w:pPr>
              <w:pStyle w:val="SIBulletList1"/>
            </w:pPr>
            <w:r w:rsidRPr="000C1376">
              <w:t xml:space="preserve">resources, </w:t>
            </w:r>
            <w:proofErr w:type="gramStart"/>
            <w:r w:rsidRPr="000C1376">
              <w:t>equipment</w:t>
            </w:r>
            <w:proofErr w:type="gramEnd"/>
            <w:r w:rsidRPr="000C1376">
              <w:t xml:space="preserve"> and materials:</w:t>
            </w:r>
          </w:p>
          <w:p w14:paraId="1153C922" w14:textId="1D8D2B87" w:rsidR="000C1376" w:rsidRPr="000C1376" w:rsidRDefault="000C1376" w:rsidP="00106EE2">
            <w:pPr>
              <w:pStyle w:val="SIBulletList2"/>
            </w:pPr>
            <w:r w:rsidRPr="000C1376">
              <w:t xml:space="preserve">saw to </w:t>
            </w:r>
            <w:r w:rsidR="00C36D88">
              <w:t>cut</w:t>
            </w:r>
            <w:r w:rsidRPr="000C1376">
              <w:t xml:space="preserve"> </w:t>
            </w:r>
            <w:r w:rsidR="00C36D88" w:rsidRPr="00C36D88">
              <w:t xml:space="preserve">timber or engineered wood products </w:t>
            </w:r>
            <w:r w:rsidR="00C36D88">
              <w:t>to length</w:t>
            </w:r>
            <w:r w:rsidR="007C0998">
              <w:t xml:space="preserve"> or dimensions</w:t>
            </w:r>
          </w:p>
          <w:p w14:paraId="5657DEC3" w14:textId="5CDF1AA7" w:rsidR="000C1376" w:rsidRPr="000C1376" w:rsidRDefault="000C1376" w:rsidP="00106EE2">
            <w:pPr>
              <w:pStyle w:val="SIBulletList2"/>
            </w:pPr>
            <w:r w:rsidRPr="000C1376">
              <w:t>PPE</w:t>
            </w:r>
            <w:r w:rsidR="00BC1849">
              <w:t xml:space="preserve"> suitable to the work activity</w:t>
            </w:r>
            <w:r w:rsidRPr="000C1376">
              <w:t> </w:t>
            </w:r>
          </w:p>
          <w:p w14:paraId="0409CEA3" w14:textId="77777777" w:rsidR="000C1376" w:rsidRPr="000C1376" w:rsidRDefault="000C1376" w:rsidP="00106EE2">
            <w:pPr>
              <w:pStyle w:val="SIBulletList2"/>
            </w:pPr>
            <w:r w:rsidRPr="000C1376">
              <w:t xml:space="preserve">tools and materials </w:t>
            </w:r>
            <w:proofErr w:type="gramStart"/>
            <w:r w:rsidRPr="000C1376">
              <w:t>required</w:t>
            </w:r>
            <w:proofErr w:type="gramEnd"/>
            <w:r w:rsidRPr="000C1376">
              <w:t xml:space="preserve"> for saw maintenance</w:t>
            </w:r>
          </w:p>
          <w:p w14:paraId="0748F6FE" w14:textId="4BCB8CEB" w:rsidR="000C1376" w:rsidRPr="000C1376" w:rsidRDefault="000C1376" w:rsidP="00106EE2">
            <w:pPr>
              <w:pStyle w:val="SIBulletList2"/>
            </w:pPr>
            <w:proofErr w:type="gramStart"/>
            <w:r w:rsidRPr="000C1376">
              <w:t>different types</w:t>
            </w:r>
            <w:proofErr w:type="gramEnd"/>
            <w:r w:rsidRPr="000C1376">
              <w:t xml:space="preserve"> of </w:t>
            </w:r>
            <w:r w:rsidR="00BC1849">
              <w:t>timber or engineered wood products</w:t>
            </w:r>
            <w:r w:rsidRPr="000C1376">
              <w:t xml:space="preserve"> varying in lengths and sectional size</w:t>
            </w:r>
          </w:p>
          <w:p w14:paraId="15383575" w14:textId="77777777" w:rsidR="000C1376" w:rsidRPr="000C1376" w:rsidRDefault="000C1376" w:rsidP="00106EE2">
            <w:pPr>
              <w:pStyle w:val="SIBulletList1"/>
            </w:pPr>
            <w:r w:rsidRPr="000C1376">
              <w:t>specifications:</w:t>
            </w:r>
          </w:p>
          <w:p w14:paraId="28679269" w14:textId="1DF36594" w:rsidR="000C1376" w:rsidRPr="000C1376" w:rsidRDefault="000C1376" w:rsidP="00106EE2">
            <w:pPr>
              <w:pStyle w:val="SIBulletList2"/>
            </w:pPr>
            <w:r w:rsidRPr="000C1376">
              <w:t xml:space="preserve">work orders </w:t>
            </w:r>
            <w:r w:rsidR="00547EDB">
              <w:t xml:space="preserve">with specific instructions </w:t>
            </w:r>
            <w:r w:rsidR="00D86112">
              <w:t xml:space="preserve">for cutting </w:t>
            </w:r>
            <w:r w:rsidRPr="000C1376">
              <w:t xml:space="preserve">timber </w:t>
            </w:r>
            <w:r w:rsidR="007C0998">
              <w:t xml:space="preserve">or engineered wood product </w:t>
            </w:r>
          </w:p>
          <w:p w14:paraId="6FF95E7E" w14:textId="2D2AB654" w:rsidR="000C1376" w:rsidRPr="000C1376" w:rsidRDefault="000C1376" w:rsidP="00106EE2">
            <w:pPr>
              <w:pStyle w:val="SIBulletList2"/>
            </w:pPr>
            <w:r w:rsidRPr="000C1376">
              <w:t xml:space="preserve">workplace safety and environmental procedures applicable to </w:t>
            </w:r>
            <w:r w:rsidR="007C0998">
              <w:t>timber</w:t>
            </w:r>
            <w:r w:rsidRPr="000C1376">
              <w:t xml:space="preserve"> </w:t>
            </w:r>
            <w:r w:rsidR="00F46FE7">
              <w:t xml:space="preserve">or engineered wood product </w:t>
            </w:r>
            <w:r w:rsidR="00F46FE7" w:rsidRPr="00F46FE7">
              <w:t xml:space="preserve">cutting </w:t>
            </w:r>
            <w:r w:rsidR="00F46FE7">
              <w:t>operations</w:t>
            </w:r>
            <w:r w:rsidR="00951B69">
              <w:t>.</w:t>
            </w:r>
          </w:p>
          <w:p w14:paraId="539D093A" w14:textId="77777777" w:rsidR="00662014" w:rsidRDefault="00662014">
            <w:pPr>
              <w:pStyle w:val="SIText"/>
            </w:pPr>
          </w:p>
          <w:p w14:paraId="1D28DFF6" w14:textId="5E841198" w:rsidR="00C51A7C" w:rsidRPr="005404CB" w:rsidRDefault="000C1376" w:rsidP="00106EE2">
            <w:pPr>
              <w:pStyle w:val="SIText"/>
              <w:rPr>
                <w:rFonts w:eastAsia="Calibri"/>
              </w:rPr>
            </w:pPr>
            <w:r w:rsidRPr="000C1376">
              <w:t>Assessors of this unit must satisfy the requirements for assessors in applicable vocational education and training legislation, frameworks and/or standards</w:t>
            </w:r>
            <w:r w:rsidR="0047009E">
              <w:t>.</w:t>
            </w:r>
          </w:p>
        </w:tc>
      </w:tr>
    </w:tbl>
    <w:p w14:paraId="49DCCBF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4B46CF3C" w14:textId="77777777" w:rsidTr="004679E3">
        <w:tc>
          <w:tcPr>
            <w:tcW w:w="990" w:type="pct"/>
            <w:shd w:val="clear" w:color="auto" w:fill="auto"/>
          </w:tcPr>
          <w:p w14:paraId="368A969B" w14:textId="77777777" w:rsidR="00F1480E" w:rsidRPr="005404CB" w:rsidRDefault="00D71E43" w:rsidP="005404CB">
            <w:pPr>
              <w:pStyle w:val="SIHeading2"/>
            </w:pPr>
            <w:r w:rsidRPr="002C55E9">
              <w:t>L</w:t>
            </w:r>
            <w:r w:rsidRPr="005404CB">
              <w:t>inks</w:t>
            </w:r>
          </w:p>
        </w:tc>
        <w:tc>
          <w:tcPr>
            <w:tcW w:w="4010" w:type="pct"/>
            <w:shd w:val="clear" w:color="auto" w:fill="auto"/>
          </w:tcPr>
          <w:p w14:paraId="7DC08F26" w14:textId="77777777" w:rsidR="002970C3" w:rsidRPr="005404CB" w:rsidRDefault="002970C3" w:rsidP="005404CB">
            <w:pPr>
              <w:pStyle w:val="SIText"/>
            </w:pPr>
            <w:r>
              <w:t xml:space="preserve">Companion Volumes, including Implementation </w:t>
            </w:r>
            <w:r w:rsidR="00346FDC" w:rsidRPr="005404CB">
              <w:t xml:space="preserve">Guides, are available at </w:t>
            </w:r>
            <w:proofErr w:type="spellStart"/>
            <w:r w:rsidR="00346FDC" w:rsidRPr="005404CB">
              <w:t>VETNet</w:t>
            </w:r>
            <w:proofErr w:type="spellEnd"/>
            <w:r w:rsidR="00346FDC" w:rsidRPr="005404CB">
              <w:t>:</w:t>
            </w:r>
          </w:p>
          <w:p w14:paraId="5F4092A6" w14:textId="581AFD78" w:rsidR="005E022A" w:rsidRPr="005404CB" w:rsidRDefault="005E022A" w:rsidP="005404CB">
            <w:pPr>
              <w:pStyle w:val="SIText"/>
            </w:pPr>
            <w:r w:rsidRPr="005E022A">
              <w:t>https://vetnet.gov.au/Pages/TrainingDocs.aspx?q=0d96fe23-5747-4c01-9d6f-3509ff8d3d47</w:t>
            </w:r>
          </w:p>
        </w:tc>
      </w:tr>
    </w:tbl>
    <w:p w14:paraId="7688FDF8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7F36F" w14:textId="77777777" w:rsidR="007448F1" w:rsidRDefault="007448F1" w:rsidP="00BF3F0A">
      <w:r>
        <w:separator/>
      </w:r>
    </w:p>
    <w:p w14:paraId="0D22A1D3" w14:textId="77777777" w:rsidR="007448F1" w:rsidRDefault="007448F1"/>
  </w:endnote>
  <w:endnote w:type="continuationSeparator" w:id="0">
    <w:p w14:paraId="0E25B982" w14:textId="77777777" w:rsidR="007448F1" w:rsidRDefault="007448F1" w:rsidP="00BF3F0A">
      <w:r>
        <w:continuationSeparator/>
      </w:r>
    </w:p>
    <w:p w14:paraId="584A7130" w14:textId="77777777" w:rsidR="007448F1" w:rsidRDefault="007448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28D1A796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="00AA5D02">
          <w:t xml:space="preserve"> </w:t>
        </w:r>
        <w:r>
          <w:tab/>
        </w:r>
        <w:r w:rsidR="00695C89"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 w:rsidRPr="005404CB">
          <w:t>1</w:t>
        </w:r>
        <w:r w:rsidRPr="000754EC">
          <w:fldChar w:fldCharType="end"/>
        </w:r>
      </w:p>
      <w:p w14:paraId="0E16F58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A5D02">
          <w:t>14 October</w:t>
        </w:r>
        <w:r w:rsidR="00EC0C3E">
          <w:t xml:space="preserve"> 20</w:t>
        </w:r>
        <w:r w:rsidR="00F30C7D">
          <w:t>20</w:t>
        </w:r>
      </w:p>
    </w:sdtContent>
  </w:sdt>
  <w:p w14:paraId="21D5A27F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32B746" w14:textId="77777777" w:rsidR="007448F1" w:rsidRDefault="007448F1" w:rsidP="00BF3F0A">
      <w:r>
        <w:separator/>
      </w:r>
    </w:p>
    <w:p w14:paraId="32ADB8B8" w14:textId="77777777" w:rsidR="007448F1" w:rsidRDefault="007448F1"/>
  </w:footnote>
  <w:footnote w:type="continuationSeparator" w:id="0">
    <w:p w14:paraId="49FA4648" w14:textId="77777777" w:rsidR="007448F1" w:rsidRDefault="007448F1" w:rsidP="00BF3F0A">
      <w:r>
        <w:continuationSeparator/>
      </w:r>
    </w:p>
    <w:p w14:paraId="21670DA7" w14:textId="77777777" w:rsidR="007448F1" w:rsidRDefault="007448F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23004" w14:textId="516EF338" w:rsidR="009C2650" w:rsidRPr="000754EC" w:rsidRDefault="0038791D" w:rsidP="00146EEC">
    <w:pPr>
      <w:pStyle w:val="SIText"/>
    </w:pPr>
    <w:sdt>
      <w:sdtPr>
        <w:id w:val="1062063575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49F4795E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alt="" style="position:absolute;margin-left:0;margin-top:0;width:412.4pt;height:247.45pt;rotation:315;z-index:-25165875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2C5630" w:rsidRPr="002C5630">
      <w:t>FWP</w:t>
    </w:r>
    <w:r w:rsidR="001B4E32">
      <w:t>CO</w:t>
    </w:r>
    <w:r w:rsidR="00F82189">
      <w:t>T</w:t>
    </w:r>
    <w:r w:rsidR="00E12C26">
      <w:t>2</w:t>
    </w:r>
    <w:r w:rsidR="0049145B">
      <w:t>XXX</w:t>
    </w:r>
    <w:r w:rsidR="002C5630" w:rsidRPr="002C5630">
      <w:t xml:space="preserve"> </w:t>
    </w:r>
    <w:r w:rsidR="000F59C0">
      <w:t>Cut</w:t>
    </w:r>
    <w:r w:rsidR="000F59C0" w:rsidRPr="002C5630">
      <w:t xml:space="preserve"> </w:t>
    </w:r>
    <w:r w:rsidR="008A6FC1">
      <w:t xml:space="preserve">timber or </w:t>
    </w:r>
    <w:r w:rsidR="00790571">
      <w:t xml:space="preserve">engineered </w:t>
    </w:r>
    <w:r w:rsidR="00925F51">
      <w:t>wood product</w:t>
    </w:r>
    <w:r w:rsidR="0049145B">
      <w:t xml:space="preserve"> to length</w:t>
    </w:r>
    <w:r w:rsidR="000F59C0">
      <w:t xml:space="preserve"> or dimen</w:t>
    </w:r>
    <w:r w:rsidR="00AF64DC">
      <w:t>s</w:t>
    </w:r>
    <w:r w:rsidR="000F59C0">
      <w:t>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017B3D"/>
    <w:multiLevelType w:val="multilevel"/>
    <w:tmpl w:val="422046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 w15:restartNumberingAfterBreak="0">
    <w:nsid w:val="171B2B5D"/>
    <w:multiLevelType w:val="multilevel"/>
    <w:tmpl w:val="734EFF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A141D0D"/>
    <w:multiLevelType w:val="multilevel"/>
    <w:tmpl w:val="5798F8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C4E2529"/>
    <w:multiLevelType w:val="multilevel"/>
    <w:tmpl w:val="B2C4A5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0CC5A33"/>
    <w:multiLevelType w:val="multilevel"/>
    <w:tmpl w:val="1BF033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DA4602"/>
    <w:multiLevelType w:val="multilevel"/>
    <w:tmpl w:val="F6E8D5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DD29A8"/>
    <w:multiLevelType w:val="multilevel"/>
    <w:tmpl w:val="A204DA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BE1951"/>
    <w:multiLevelType w:val="multilevel"/>
    <w:tmpl w:val="DB3AD1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0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33C85040"/>
    <w:multiLevelType w:val="multilevel"/>
    <w:tmpl w:val="B8D2E4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445064A"/>
    <w:multiLevelType w:val="multilevel"/>
    <w:tmpl w:val="04DA9F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713ABE"/>
    <w:multiLevelType w:val="multilevel"/>
    <w:tmpl w:val="8976EF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B92003A"/>
    <w:multiLevelType w:val="multilevel"/>
    <w:tmpl w:val="CAC44CE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DB04DFF"/>
    <w:multiLevelType w:val="multilevel"/>
    <w:tmpl w:val="07548C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5A748A2"/>
    <w:multiLevelType w:val="multilevel"/>
    <w:tmpl w:val="74566B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8" w15:restartNumberingAfterBreak="0">
    <w:nsid w:val="56070CE6"/>
    <w:multiLevelType w:val="multilevel"/>
    <w:tmpl w:val="24B6A66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6E55B59"/>
    <w:multiLevelType w:val="multilevel"/>
    <w:tmpl w:val="525060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EA80F30"/>
    <w:multiLevelType w:val="multilevel"/>
    <w:tmpl w:val="CFA0CBC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6470B06"/>
    <w:multiLevelType w:val="multilevel"/>
    <w:tmpl w:val="4B9AD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37279B"/>
    <w:multiLevelType w:val="multilevel"/>
    <w:tmpl w:val="27880BE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9B43015"/>
    <w:multiLevelType w:val="multilevel"/>
    <w:tmpl w:val="A32C621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2"/>
  </w:num>
  <w:num w:numId="2">
    <w:abstractNumId w:val="17"/>
  </w:num>
  <w:num w:numId="3">
    <w:abstractNumId w:val="19"/>
  </w:num>
  <w:num w:numId="4">
    <w:abstractNumId w:val="21"/>
  </w:num>
  <w:num w:numId="5">
    <w:abstractNumId w:val="15"/>
  </w:num>
  <w:num w:numId="6">
    <w:abstractNumId w:val="7"/>
  </w:num>
  <w:num w:numId="7">
    <w:abstractNumId w:val="14"/>
  </w:num>
  <w:num w:numId="8">
    <w:abstractNumId w:val="0"/>
  </w:num>
  <w:num w:numId="9">
    <w:abstractNumId w:val="4"/>
  </w:num>
  <w:num w:numId="10">
    <w:abstractNumId w:val="6"/>
  </w:num>
  <w:num w:numId="11">
    <w:abstractNumId w:val="11"/>
  </w:num>
  <w:num w:numId="12">
    <w:abstractNumId w:val="8"/>
  </w:num>
  <w:num w:numId="13">
    <w:abstractNumId w:val="24"/>
  </w:num>
  <w:num w:numId="14">
    <w:abstractNumId w:val="2"/>
  </w:num>
  <w:num w:numId="15">
    <w:abstractNumId w:val="18"/>
  </w:num>
  <w:num w:numId="16">
    <w:abstractNumId w:val="3"/>
  </w:num>
  <w:num w:numId="17">
    <w:abstractNumId w:val="16"/>
  </w:num>
  <w:num w:numId="18">
    <w:abstractNumId w:val="23"/>
  </w:num>
  <w:num w:numId="19">
    <w:abstractNumId w:val="20"/>
  </w:num>
  <w:num w:numId="20">
    <w:abstractNumId w:val="5"/>
  </w:num>
  <w:num w:numId="21">
    <w:abstractNumId w:val="13"/>
  </w:num>
  <w:num w:numId="22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PjQuk0OqJRKeOIi/xNpYoUggYWXGPPA0tVrg9Qpt6hB4SxoW/3NgpTWB1fmsUnZQ3coYivXMOI9Sexiln+DjSg==" w:salt="o0qWqIQ1Rz1KoKhcoBWAaA=="/>
  <w:styleLockTheme/>
  <w:styleLockQFSet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yMDcxNzQyNDAwNzaxMDBU0lEKTi0uzszPAykwqQUAFfIuJywAAAA="/>
  </w:docVars>
  <w:rsids>
    <w:rsidRoot w:val="005E022A"/>
    <w:rsid w:val="000014B9"/>
    <w:rsid w:val="00001642"/>
    <w:rsid w:val="000018BD"/>
    <w:rsid w:val="0000416B"/>
    <w:rsid w:val="00004A5E"/>
    <w:rsid w:val="00005A15"/>
    <w:rsid w:val="0000782F"/>
    <w:rsid w:val="0001108F"/>
    <w:rsid w:val="000115E2"/>
    <w:rsid w:val="000126D0"/>
    <w:rsid w:val="0001296A"/>
    <w:rsid w:val="00016803"/>
    <w:rsid w:val="00023992"/>
    <w:rsid w:val="000275AE"/>
    <w:rsid w:val="00041620"/>
    <w:rsid w:val="00041E59"/>
    <w:rsid w:val="000437C3"/>
    <w:rsid w:val="00050920"/>
    <w:rsid w:val="0005278B"/>
    <w:rsid w:val="00064BFE"/>
    <w:rsid w:val="00070B3E"/>
    <w:rsid w:val="00071F95"/>
    <w:rsid w:val="000737BB"/>
    <w:rsid w:val="00074E47"/>
    <w:rsid w:val="000753E5"/>
    <w:rsid w:val="000754EC"/>
    <w:rsid w:val="00075A31"/>
    <w:rsid w:val="0008093B"/>
    <w:rsid w:val="0009093B"/>
    <w:rsid w:val="00094E62"/>
    <w:rsid w:val="000A1615"/>
    <w:rsid w:val="000A5441"/>
    <w:rsid w:val="000B2022"/>
    <w:rsid w:val="000C1376"/>
    <w:rsid w:val="000C149A"/>
    <w:rsid w:val="000C224E"/>
    <w:rsid w:val="000C6776"/>
    <w:rsid w:val="000D04E1"/>
    <w:rsid w:val="000E25E6"/>
    <w:rsid w:val="000E2C86"/>
    <w:rsid w:val="000E5E17"/>
    <w:rsid w:val="000F29F2"/>
    <w:rsid w:val="000F59C0"/>
    <w:rsid w:val="00101659"/>
    <w:rsid w:val="00105AEA"/>
    <w:rsid w:val="00106EE2"/>
    <w:rsid w:val="001078BF"/>
    <w:rsid w:val="001316FC"/>
    <w:rsid w:val="00133957"/>
    <w:rsid w:val="001372F6"/>
    <w:rsid w:val="001374A0"/>
    <w:rsid w:val="00144385"/>
    <w:rsid w:val="00146EEC"/>
    <w:rsid w:val="00151D55"/>
    <w:rsid w:val="00151D93"/>
    <w:rsid w:val="00156EF3"/>
    <w:rsid w:val="0016011E"/>
    <w:rsid w:val="0016260A"/>
    <w:rsid w:val="00170E55"/>
    <w:rsid w:val="00176E4F"/>
    <w:rsid w:val="0018546B"/>
    <w:rsid w:val="00197DAA"/>
    <w:rsid w:val="001A3D1F"/>
    <w:rsid w:val="001A6A3E"/>
    <w:rsid w:val="001A7B6D"/>
    <w:rsid w:val="001B34D5"/>
    <w:rsid w:val="001B371C"/>
    <w:rsid w:val="001B4E32"/>
    <w:rsid w:val="001B513A"/>
    <w:rsid w:val="001C0A75"/>
    <w:rsid w:val="001C1306"/>
    <w:rsid w:val="001D026C"/>
    <w:rsid w:val="001D30EB"/>
    <w:rsid w:val="001D5C1B"/>
    <w:rsid w:val="001D7F5B"/>
    <w:rsid w:val="001E0849"/>
    <w:rsid w:val="001E11F6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34CD"/>
    <w:rsid w:val="00234444"/>
    <w:rsid w:val="00235B57"/>
    <w:rsid w:val="002360CA"/>
    <w:rsid w:val="00242293"/>
    <w:rsid w:val="00244EA7"/>
    <w:rsid w:val="00262FC3"/>
    <w:rsid w:val="0026394F"/>
    <w:rsid w:val="00267AF6"/>
    <w:rsid w:val="00270FE1"/>
    <w:rsid w:val="00276DB8"/>
    <w:rsid w:val="00282664"/>
    <w:rsid w:val="00283CF6"/>
    <w:rsid w:val="00285FB8"/>
    <w:rsid w:val="002940CF"/>
    <w:rsid w:val="002970C3"/>
    <w:rsid w:val="002A4CD3"/>
    <w:rsid w:val="002A6CC4"/>
    <w:rsid w:val="002C1C09"/>
    <w:rsid w:val="002C292E"/>
    <w:rsid w:val="002C55E9"/>
    <w:rsid w:val="002C5630"/>
    <w:rsid w:val="002D0C8B"/>
    <w:rsid w:val="002D330A"/>
    <w:rsid w:val="002D64C1"/>
    <w:rsid w:val="002E170C"/>
    <w:rsid w:val="002E193E"/>
    <w:rsid w:val="002E1A09"/>
    <w:rsid w:val="002F731F"/>
    <w:rsid w:val="00305EFF"/>
    <w:rsid w:val="00310A6A"/>
    <w:rsid w:val="003144E6"/>
    <w:rsid w:val="00337D83"/>
    <w:rsid w:val="00337E82"/>
    <w:rsid w:val="00346FDC"/>
    <w:rsid w:val="00350BB1"/>
    <w:rsid w:val="00352C83"/>
    <w:rsid w:val="00366805"/>
    <w:rsid w:val="0037067D"/>
    <w:rsid w:val="00373436"/>
    <w:rsid w:val="00385457"/>
    <w:rsid w:val="0038735B"/>
    <w:rsid w:val="0038791D"/>
    <w:rsid w:val="003916D1"/>
    <w:rsid w:val="0039456C"/>
    <w:rsid w:val="00394C90"/>
    <w:rsid w:val="003A21F0"/>
    <w:rsid w:val="003A277F"/>
    <w:rsid w:val="003A3111"/>
    <w:rsid w:val="003A58BA"/>
    <w:rsid w:val="003A5AE7"/>
    <w:rsid w:val="003A7221"/>
    <w:rsid w:val="003A77B7"/>
    <w:rsid w:val="003B3493"/>
    <w:rsid w:val="003B3841"/>
    <w:rsid w:val="003C13AE"/>
    <w:rsid w:val="003C7152"/>
    <w:rsid w:val="003D1F05"/>
    <w:rsid w:val="003D2E73"/>
    <w:rsid w:val="003D45AE"/>
    <w:rsid w:val="003E6A6D"/>
    <w:rsid w:val="003E72B6"/>
    <w:rsid w:val="003E7BBE"/>
    <w:rsid w:val="003F141E"/>
    <w:rsid w:val="0040289D"/>
    <w:rsid w:val="00403E72"/>
    <w:rsid w:val="0041085F"/>
    <w:rsid w:val="004127E3"/>
    <w:rsid w:val="0041696C"/>
    <w:rsid w:val="004201C7"/>
    <w:rsid w:val="00420D75"/>
    <w:rsid w:val="0042436A"/>
    <w:rsid w:val="004261C0"/>
    <w:rsid w:val="0043212E"/>
    <w:rsid w:val="00434366"/>
    <w:rsid w:val="00434ECE"/>
    <w:rsid w:val="004366CF"/>
    <w:rsid w:val="0044101B"/>
    <w:rsid w:val="00444423"/>
    <w:rsid w:val="00452F3E"/>
    <w:rsid w:val="00455C38"/>
    <w:rsid w:val="00460AC7"/>
    <w:rsid w:val="0046239A"/>
    <w:rsid w:val="004640AE"/>
    <w:rsid w:val="00466F18"/>
    <w:rsid w:val="004679E3"/>
    <w:rsid w:val="0047009E"/>
    <w:rsid w:val="00475172"/>
    <w:rsid w:val="004758B0"/>
    <w:rsid w:val="0048067C"/>
    <w:rsid w:val="004832D2"/>
    <w:rsid w:val="0048338D"/>
    <w:rsid w:val="00485559"/>
    <w:rsid w:val="00486DDB"/>
    <w:rsid w:val="0049145B"/>
    <w:rsid w:val="0049383E"/>
    <w:rsid w:val="00494524"/>
    <w:rsid w:val="004A142B"/>
    <w:rsid w:val="004A3860"/>
    <w:rsid w:val="004A44E8"/>
    <w:rsid w:val="004A581D"/>
    <w:rsid w:val="004A7706"/>
    <w:rsid w:val="004A77E3"/>
    <w:rsid w:val="004B29B7"/>
    <w:rsid w:val="004B65F6"/>
    <w:rsid w:val="004B7A28"/>
    <w:rsid w:val="004C2244"/>
    <w:rsid w:val="004C52FC"/>
    <w:rsid w:val="004C79A1"/>
    <w:rsid w:val="004D0BB9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027"/>
    <w:rsid w:val="004F5DC7"/>
    <w:rsid w:val="004F78DA"/>
    <w:rsid w:val="0051042F"/>
    <w:rsid w:val="005145AB"/>
    <w:rsid w:val="00520E9A"/>
    <w:rsid w:val="005248C1"/>
    <w:rsid w:val="00526134"/>
    <w:rsid w:val="005404CB"/>
    <w:rsid w:val="005405B2"/>
    <w:rsid w:val="005427C8"/>
    <w:rsid w:val="005446D1"/>
    <w:rsid w:val="00547EDB"/>
    <w:rsid w:val="00556C4C"/>
    <w:rsid w:val="00557369"/>
    <w:rsid w:val="00557D22"/>
    <w:rsid w:val="00564ADD"/>
    <w:rsid w:val="005656DE"/>
    <w:rsid w:val="005708EB"/>
    <w:rsid w:val="00574449"/>
    <w:rsid w:val="00575BC6"/>
    <w:rsid w:val="00583902"/>
    <w:rsid w:val="005A1D70"/>
    <w:rsid w:val="005A3AA5"/>
    <w:rsid w:val="005A6C9C"/>
    <w:rsid w:val="005A74DC"/>
    <w:rsid w:val="005B3CAD"/>
    <w:rsid w:val="005B5146"/>
    <w:rsid w:val="005C4E1A"/>
    <w:rsid w:val="005C5CFC"/>
    <w:rsid w:val="005D1AFD"/>
    <w:rsid w:val="005E022A"/>
    <w:rsid w:val="005E2164"/>
    <w:rsid w:val="005E375A"/>
    <w:rsid w:val="005E51E6"/>
    <w:rsid w:val="005E5C8F"/>
    <w:rsid w:val="005F027A"/>
    <w:rsid w:val="005F0AA2"/>
    <w:rsid w:val="005F10B8"/>
    <w:rsid w:val="005F33CC"/>
    <w:rsid w:val="005F42BF"/>
    <w:rsid w:val="005F771F"/>
    <w:rsid w:val="005F77CB"/>
    <w:rsid w:val="00601E14"/>
    <w:rsid w:val="00607014"/>
    <w:rsid w:val="006121D4"/>
    <w:rsid w:val="00613B49"/>
    <w:rsid w:val="00616845"/>
    <w:rsid w:val="006170C8"/>
    <w:rsid w:val="00620E8E"/>
    <w:rsid w:val="0062402F"/>
    <w:rsid w:val="00633528"/>
    <w:rsid w:val="00633CFE"/>
    <w:rsid w:val="00634FCA"/>
    <w:rsid w:val="00643D1B"/>
    <w:rsid w:val="006452B8"/>
    <w:rsid w:val="0064571C"/>
    <w:rsid w:val="00652E62"/>
    <w:rsid w:val="00662014"/>
    <w:rsid w:val="00662589"/>
    <w:rsid w:val="0066693A"/>
    <w:rsid w:val="00674277"/>
    <w:rsid w:val="00686A49"/>
    <w:rsid w:val="00687B62"/>
    <w:rsid w:val="00690C44"/>
    <w:rsid w:val="00695C89"/>
    <w:rsid w:val="0069609B"/>
    <w:rsid w:val="006969D9"/>
    <w:rsid w:val="006A2B68"/>
    <w:rsid w:val="006C2F32"/>
    <w:rsid w:val="006C72E4"/>
    <w:rsid w:val="006D1AF9"/>
    <w:rsid w:val="006D38C3"/>
    <w:rsid w:val="006D4448"/>
    <w:rsid w:val="006D6DFD"/>
    <w:rsid w:val="006E2C4D"/>
    <w:rsid w:val="006E42FE"/>
    <w:rsid w:val="006F015D"/>
    <w:rsid w:val="006F0D02"/>
    <w:rsid w:val="006F10FE"/>
    <w:rsid w:val="006F3622"/>
    <w:rsid w:val="007042A1"/>
    <w:rsid w:val="00704E4B"/>
    <w:rsid w:val="00705EEC"/>
    <w:rsid w:val="00707741"/>
    <w:rsid w:val="007134FE"/>
    <w:rsid w:val="00715794"/>
    <w:rsid w:val="00717385"/>
    <w:rsid w:val="00722769"/>
    <w:rsid w:val="00727901"/>
    <w:rsid w:val="0073075B"/>
    <w:rsid w:val="00733D3A"/>
    <w:rsid w:val="0073404B"/>
    <w:rsid w:val="007341FF"/>
    <w:rsid w:val="007404E9"/>
    <w:rsid w:val="007444CF"/>
    <w:rsid w:val="007448F1"/>
    <w:rsid w:val="00752C75"/>
    <w:rsid w:val="00757005"/>
    <w:rsid w:val="00761DBE"/>
    <w:rsid w:val="0076523B"/>
    <w:rsid w:val="00771B60"/>
    <w:rsid w:val="00777476"/>
    <w:rsid w:val="00781D77"/>
    <w:rsid w:val="00783549"/>
    <w:rsid w:val="007860B7"/>
    <w:rsid w:val="00786DC8"/>
    <w:rsid w:val="00790571"/>
    <w:rsid w:val="00796123"/>
    <w:rsid w:val="007A300D"/>
    <w:rsid w:val="007B39D1"/>
    <w:rsid w:val="007B47C0"/>
    <w:rsid w:val="007C0998"/>
    <w:rsid w:val="007D5A78"/>
    <w:rsid w:val="007E3BD1"/>
    <w:rsid w:val="007F1563"/>
    <w:rsid w:val="007F1EB2"/>
    <w:rsid w:val="007F44DB"/>
    <w:rsid w:val="007F5A8B"/>
    <w:rsid w:val="00801280"/>
    <w:rsid w:val="008110A4"/>
    <w:rsid w:val="00817D51"/>
    <w:rsid w:val="00822417"/>
    <w:rsid w:val="00823530"/>
    <w:rsid w:val="00823FF4"/>
    <w:rsid w:val="008253CC"/>
    <w:rsid w:val="00830267"/>
    <w:rsid w:val="008306E7"/>
    <w:rsid w:val="008322BE"/>
    <w:rsid w:val="00834BC8"/>
    <w:rsid w:val="00835745"/>
    <w:rsid w:val="008360A3"/>
    <w:rsid w:val="0083738F"/>
    <w:rsid w:val="00837FD6"/>
    <w:rsid w:val="00847B60"/>
    <w:rsid w:val="00850243"/>
    <w:rsid w:val="00851796"/>
    <w:rsid w:val="00851BE5"/>
    <w:rsid w:val="008545EB"/>
    <w:rsid w:val="00857CEA"/>
    <w:rsid w:val="00865011"/>
    <w:rsid w:val="00880FE4"/>
    <w:rsid w:val="00886790"/>
    <w:rsid w:val="008908DE"/>
    <w:rsid w:val="008A12ED"/>
    <w:rsid w:val="008A39D3"/>
    <w:rsid w:val="008A6FC1"/>
    <w:rsid w:val="008B2C77"/>
    <w:rsid w:val="008B4AD2"/>
    <w:rsid w:val="008B663E"/>
    <w:rsid w:val="008B7138"/>
    <w:rsid w:val="008C4020"/>
    <w:rsid w:val="008D6A1A"/>
    <w:rsid w:val="008E260C"/>
    <w:rsid w:val="008E39BE"/>
    <w:rsid w:val="008E62EC"/>
    <w:rsid w:val="008F32F6"/>
    <w:rsid w:val="0091036C"/>
    <w:rsid w:val="00916CD7"/>
    <w:rsid w:val="00920927"/>
    <w:rsid w:val="00921B38"/>
    <w:rsid w:val="00923720"/>
    <w:rsid w:val="00925F51"/>
    <w:rsid w:val="009277C0"/>
    <w:rsid w:val="009278C9"/>
    <w:rsid w:val="00931865"/>
    <w:rsid w:val="00932CD7"/>
    <w:rsid w:val="00935EDB"/>
    <w:rsid w:val="00944C09"/>
    <w:rsid w:val="0094674C"/>
    <w:rsid w:val="00951B69"/>
    <w:rsid w:val="009527CB"/>
    <w:rsid w:val="009535C4"/>
    <w:rsid w:val="00953835"/>
    <w:rsid w:val="00955944"/>
    <w:rsid w:val="00960F6C"/>
    <w:rsid w:val="00966487"/>
    <w:rsid w:val="00970747"/>
    <w:rsid w:val="009707C4"/>
    <w:rsid w:val="00981D98"/>
    <w:rsid w:val="009855BA"/>
    <w:rsid w:val="009933AA"/>
    <w:rsid w:val="00995C64"/>
    <w:rsid w:val="00996DEC"/>
    <w:rsid w:val="00997BFC"/>
    <w:rsid w:val="009A1381"/>
    <w:rsid w:val="009A5900"/>
    <w:rsid w:val="009A6E6C"/>
    <w:rsid w:val="009A6F3F"/>
    <w:rsid w:val="009B331A"/>
    <w:rsid w:val="009C2650"/>
    <w:rsid w:val="009C5CCF"/>
    <w:rsid w:val="009D15E2"/>
    <w:rsid w:val="009D15FE"/>
    <w:rsid w:val="009D5D2C"/>
    <w:rsid w:val="009F0DCC"/>
    <w:rsid w:val="009F11CA"/>
    <w:rsid w:val="00A0695B"/>
    <w:rsid w:val="00A13052"/>
    <w:rsid w:val="00A216A8"/>
    <w:rsid w:val="00A21E7A"/>
    <w:rsid w:val="00A223A6"/>
    <w:rsid w:val="00A3639E"/>
    <w:rsid w:val="00A5092E"/>
    <w:rsid w:val="00A54A76"/>
    <w:rsid w:val="00A554D6"/>
    <w:rsid w:val="00A56E14"/>
    <w:rsid w:val="00A60870"/>
    <w:rsid w:val="00A61922"/>
    <w:rsid w:val="00A6476B"/>
    <w:rsid w:val="00A67F84"/>
    <w:rsid w:val="00A76579"/>
    <w:rsid w:val="00A76C6C"/>
    <w:rsid w:val="00A820FF"/>
    <w:rsid w:val="00A87356"/>
    <w:rsid w:val="00A92DD1"/>
    <w:rsid w:val="00AA5338"/>
    <w:rsid w:val="00AA5D02"/>
    <w:rsid w:val="00AB1B8E"/>
    <w:rsid w:val="00AB3EC1"/>
    <w:rsid w:val="00AB46DE"/>
    <w:rsid w:val="00AB5445"/>
    <w:rsid w:val="00AC0696"/>
    <w:rsid w:val="00AC4C98"/>
    <w:rsid w:val="00AC5F6B"/>
    <w:rsid w:val="00AD3896"/>
    <w:rsid w:val="00AD5B47"/>
    <w:rsid w:val="00AE07B6"/>
    <w:rsid w:val="00AE1ED9"/>
    <w:rsid w:val="00AE32CB"/>
    <w:rsid w:val="00AF2D73"/>
    <w:rsid w:val="00AF3957"/>
    <w:rsid w:val="00AF64DC"/>
    <w:rsid w:val="00B07018"/>
    <w:rsid w:val="00B0712C"/>
    <w:rsid w:val="00B078EA"/>
    <w:rsid w:val="00B12013"/>
    <w:rsid w:val="00B13F56"/>
    <w:rsid w:val="00B22C67"/>
    <w:rsid w:val="00B3508F"/>
    <w:rsid w:val="00B443EE"/>
    <w:rsid w:val="00B560C8"/>
    <w:rsid w:val="00B60ADD"/>
    <w:rsid w:val="00B61150"/>
    <w:rsid w:val="00B62B94"/>
    <w:rsid w:val="00B65BC7"/>
    <w:rsid w:val="00B746B9"/>
    <w:rsid w:val="00B82DBC"/>
    <w:rsid w:val="00B848D4"/>
    <w:rsid w:val="00B865B7"/>
    <w:rsid w:val="00B93E73"/>
    <w:rsid w:val="00B968DF"/>
    <w:rsid w:val="00BA1CB1"/>
    <w:rsid w:val="00BA4178"/>
    <w:rsid w:val="00BA46BD"/>
    <w:rsid w:val="00BA482D"/>
    <w:rsid w:val="00BB1755"/>
    <w:rsid w:val="00BB23F4"/>
    <w:rsid w:val="00BC1849"/>
    <w:rsid w:val="00BC1CFD"/>
    <w:rsid w:val="00BC5075"/>
    <w:rsid w:val="00BC5419"/>
    <w:rsid w:val="00BD3B0F"/>
    <w:rsid w:val="00BE2096"/>
    <w:rsid w:val="00BE5889"/>
    <w:rsid w:val="00BF1D4C"/>
    <w:rsid w:val="00BF3F0A"/>
    <w:rsid w:val="00C04238"/>
    <w:rsid w:val="00C1159A"/>
    <w:rsid w:val="00C143C3"/>
    <w:rsid w:val="00C1739B"/>
    <w:rsid w:val="00C21ADE"/>
    <w:rsid w:val="00C23D97"/>
    <w:rsid w:val="00C242F3"/>
    <w:rsid w:val="00C26067"/>
    <w:rsid w:val="00C30A29"/>
    <w:rsid w:val="00C317DC"/>
    <w:rsid w:val="00C36D88"/>
    <w:rsid w:val="00C5044B"/>
    <w:rsid w:val="00C51A7C"/>
    <w:rsid w:val="00C578E9"/>
    <w:rsid w:val="00C70626"/>
    <w:rsid w:val="00C72860"/>
    <w:rsid w:val="00C72A48"/>
    <w:rsid w:val="00C73582"/>
    <w:rsid w:val="00C73B90"/>
    <w:rsid w:val="00C742EC"/>
    <w:rsid w:val="00C75217"/>
    <w:rsid w:val="00C96AF3"/>
    <w:rsid w:val="00C97CCC"/>
    <w:rsid w:val="00CA0274"/>
    <w:rsid w:val="00CA139A"/>
    <w:rsid w:val="00CB0BCC"/>
    <w:rsid w:val="00CB746F"/>
    <w:rsid w:val="00CC451E"/>
    <w:rsid w:val="00CD4E9D"/>
    <w:rsid w:val="00CD4F4D"/>
    <w:rsid w:val="00CE05A4"/>
    <w:rsid w:val="00CE1083"/>
    <w:rsid w:val="00CE21C8"/>
    <w:rsid w:val="00CE7D19"/>
    <w:rsid w:val="00CF0CF5"/>
    <w:rsid w:val="00CF2B3E"/>
    <w:rsid w:val="00D0201F"/>
    <w:rsid w:val="00D03685"/>
    <w:rsid w:val="00D0772F"/>
    <w:rsid w:val="00D07D4E"/>
    <w:rsid w:val="00D115AA"/>
    <w:rsid w:val="00D145BE"/>
    <w:rsid w:val="00D2035A"/>
    <w:rsid w:val="00D20C57"/>
    <w:rsid w:val="00D25D16"/>
    <w:rsid w:val="00D32124"/>
    <w:rsid w:val="00D54C76"/>
    <w:rsid w:val="00D57941"/>
    <w:rsid w:val="00D632BB"/>
    <w:rsid w:val="00D7033B"/>
    <w:rsid w:val="00D71E43"/>
    <w:rsid w:val="00D727F3"/>
    <w:rsid w:val="00D73695"/>
    <w:rsid w:val="00D7499A"/>
    <w:rsid w:val="00D810DE"/>
    <w:rsid w:val="00D86112"/>
    <w:rsid w:val="00D87D32"/>
    <w:rsid w:val="00D91188"/>
    <w:rsid w:val="00D92C83"/>
    <w:rsid w:val="00DA0A81"/>
    <w:rsid w:val="00DA3C10"/>
    <w:rsid w:val="00DA53B5"/>
    <w:rsid w:val="00DC1D69"/>
    <w:rsid w:val="00DC5A3A"/>
    <w:rsid w:val="00DD0726"/>
    <w:rsid w:val="00DD3CA6"/>
    <w:rsid w:val="00E0254C"/>
    <w:rsid w:val="00E12C26"/>
    <w:rsid w:val="00E17305"/>
    <w:rsid w:val="00E238E6"/>
    <w:rsid w:val="00E34CD8"/>
    <w:rsid w:val="00E35064"/>
    <w:rsid w:val="00E3681D"/>
    <w:rsid w:val="00E40225"/>
    <w:rsid w:val="00E42A43"/>
    <w:rsid w:val="00E501F0"/>
    <w:rsid w:val="00E6166D"/>
    <w:rsid w:val="00E67327"/>
    <w:rsid w:val="00E857FF"/>
    <w:rsid w:val="00E86504"/>
    <w:rsid w:val="00E91BFF"/>
    <w:rsid w:val="00E92933"/>
    <w:rsid w:val="00E94FAD"/>
    <w:rsid w:val="00EA1516"/>
    <w:rsid w:val="00EB0AA4"/>
    <w:rsid w:val="00EB1C57"/>
    <w:rsid w:val="00EB5C88"/>
    <w:rsid w:val="00EC0469"/>
    <w:rsid w:val="00EC0C3E"/>
    <w:rsid w:val="00EC5D94"/>
    <w:rsid w:val="00ED44AF"/>
    <w:rsid w:val="00EF01F8"/>
    <w:rsid w:val="00EF3268"/>
    <w:rsid w:val="00EF40EF"/>
    <w:rsid w:val="00EF47FE"/>
    <w:rsid w:val="00F069BD"/>
    <w:rsid w:val="00F1480E"/>
    <w:rsid w:val="00F1497D"/>
    <w:rsid w:val="00F16714"/>
    <w:rsid w:val="00F16AAC"/>
    <w:rsid w:val="00F17F05"/>
    <w:rsid w:val="00F25D57"/>
    <w:rsid w:val="00F30C7D"/>
    <w:rsid w:val="00F33FF2"/>
    <w:rsid w:val="00F438FC"/>
    <w:rsid w:val="00F46FE7"/>
    <w:rsid w:val="00F54375"/>
    <w:rsid w:val="00F55028"/>
    <w:rsid w:val="00F5616F"/>
    <w:rsid w:val="00F56451"/>
    <w:rsid w:val="00F56827"/>
    <w:rsid w:val="00F571C5"/>
    <w:rsid w:val="00F62866"/>
    <w:rsid w:val="00F65EF0"/>
    <w:rsid w:val="00F71651"/>
    <w:rsid w:val="00F76191"/>
    <w:rsid w:val="00F76CC6"/>
    <w:rsid w:val="00F82189"/>
    <w:rsid w:val="00F83D7C"/>
    <w:rsid w:val="00FA03C4"/>
    <w:rsid w:val="00FA5343"/>
    <w:rsid w:val="00FB232E"/>
    <w:rsid w:val="00FC3432"/>
    <w:rsid w:val="00FC5DB6"/>
    <w:rsid w:val="00FD557D"/>
    <w:rsid w:val="00FE0282"/>
    <w:rsid w:val="00FE124D"/>
    <w:rsid w:val="00FE792C"/>
    <w:rsid w:val="00FF58F8"/>
    <w:rsid w:val="00FF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6A127E5"/>
  <w15:docId w15:val="{5DEF482D-F527-4B6E-85C3-C45343510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5C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Strong">
    <w:name w:val="Strong"/>
    <w:basedOn w:val="DefaultParagraphFont"/>
    <w:uiPriority w:val="22"/>
    <w:qFormat/>
    <w:locked/>
    <w:rsid w:val="00B93E73"/>
    <w:rPr>
      <w:b/>
      <w:bCs/>
    </w:rPr>
  </w:style>
  <w:style w:type="paragraph" w:styleId="Revision">
    <w:name w:val="Revision"/>
    <w:hidden/>
    <w:uiPriority w:val="99"/>
    <w:semiHidden/>
    <w:rsid w:val="005656D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23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61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0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8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68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8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22\1%20Developmen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180" row="1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E62A35E0-C141-4A2A-BF32-5370994F2DBD}">
  <we:reference id="wa200000368" version="1.0.0.0" store="en-US" storeType="OMEX"/>
  <we:alternateReferences>
    <we:reference id="WA200000368" version="1.0.0.0" store="WA200000368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  <SharedWithUsers xmlns="c5f7a395-ead5-4a20-a97c-528bed93594b">
      <UserInfo>
        <DisplayName>Georgiana Daian</DisplayName>
        <AccountId>27</AccountId>
        <AccountType/>
      </UserInfo>
    </SharedWithUsers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  <ds:schemaRef ds:uri="c5f7a395-ead5-4a20-a97c-528bed93594b"/>
  </ds:schemaRefs>
</ds:datastoreItem>
</file>

<file path=customXml/itemProps2.xml><?xml version="1.0" encoding="utf-8"?>
<ds:datastoreItem xmlns:ds="http://schemas.openxmlformats.org/officeDocument/2006/customXml" ds:itemID="{0C41144D-5A32-4955-B1C8-E11F64C86E5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8858B89-89AE-4D0C-9675-9407D8605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234</TotalTime>
  <Pages>4</Pages>
  <Words>1238</Words>
  <Characters>7063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213</cp:revision>
  <cp:lastPrinted>2016-05-27T05:21:00Z</cp:lastPrinted>
  <dcterms:created xsi:type="dcterms:W3CDTF">2021-08-18T01:46:00Z</dcterms:created>
  <dcterms:modified xsi:type="dcterms:W3CDTF">2022-01-31T02:55:00Z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