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D6B74" w14:paraId="3F4A620D" w14:textId="77777777" w:rsidTr="00146EEC">
        <w:tc>
          <w:tcPr>
            <w:tcW w:w="2689" w:type="dxa"/>
          </w:tcPr>
          <w:p w14:paraId="4B65BE7E" w14:textId="5E15E6C8" w:rsidR="00DD6B74" w:rsidRPr="00AB5133" w:rsidRDefault="00DD6B74" w:rsidP="00B62BBB">
            <w:pPr>
              <w:pStyle w:val="SIText"/>
            </w:pPr>
            <w:r w:rsidRPr="00AB5133">
              <w:t xml:space="preserve">Release </w:t>
            </w:r>
            <w:proofErr w:type="gramStart"/>
            <w:r w:rsidR="00126461">
              <w:t>1</w:t>
            </w:r>
            <w:proofErr w:type="gramEnd"/>
          </w:p>
        </w:tc>
        <w:tc>
          <w:tcPr>
            <w:tcW w:w="6939" w:type="dxa"/>
          </w:tcPr>
          <w:p w14:paraId="1949CD01" w14:textId="436452B1" w:rsidR="00DD6B74" w:rsidRPr="00CC451E" w:rsidRDefault="00DD6B74" w:rsidP="0035416A">
            <w:pPr>
              <w:pStyle w:val="SIText"/>
            </w:pPr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 w:rsidR="005563E8">
              <w:t>8</w:t>
            </w:r>
            <w:r>
              <w:t>.0</w:t>
            </w:r>
            <w:r w:rsidRPr="000754EC">
              <w:t>.</w:t>
            </w:r>
          </w:p>
        </w:tc>
      </w:tr>
    </w:tbl>
    <w:p w14:paraId="05E87B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F55666">
        <w:trPr>
          <w:tblHeader/>
        </w:trPr>
        <w:tc>
          <w:tcPr>
            <w:tcW w:w="1396" w:type="pct"/>
            <w:shd w:val="clear" w:color="auto" w:fill="auto"/>
          </w:tcPr>
          <w:p w14:paraId="42E58BBB" w14:textId="03BF13D0" w:rsidR="00F1480E" w:rsidRPr="000754EC" w:rsidRDefault="00922F35" w:rsidP="00F47281">
            <w:pPr>
              <w:pStyle w:val="SIUnittitle"/>
            </w:pPr>
            <w:r w:rsidRPr="00922F35">
              <w:t>FWP</w:t>
            </w:r>
            <w:r w:rsidR="005D5A51">
              <w:t>COT4XXX</w:t>
            </w:r>
          </w:p>
        </w:tc>
        <w:tc>
          <w:tcPr>
            <w:tcW w:w="3604" w:type="pct"/>
            <w:shd w:val="clear" w:color="auto" w:fill="auto"/>
          </w:tcPr>
          <w:p w14:paraId="7B2E5DB8" w14:textId="7A67F6CE" w:rsidR="00F1480E" w:rsidRPr="000754EC" w:rsidRDefault="006614FE" w:rsidP="00F47281">
            <w:pPr>
              <w:pStyle w:val="SIUnittitle"/>
            </w:pPr>
            <w:r>
              <w:t>Assess requirements</w:t>
            </w:r>
            <w:r w:rsidR="00A13B5B">
              <w:t xml:space="preserve"> of </w:t>
            </w:r>
            <w:r w:rsidR="0052502A" w:rsidRPr="0052502A">
              <w:t>chain of custody certification</w:t>
            </w:r>
            <w:r>
              <w:t xml:space="preserve"> scheme</w:t>
            </w:r>
            <w:r w:rsidR="0052502A" w:rsidRPr="0052502A">
              <w:t xml:space="preserve"> </w:t>
            </w:r>
            <w:r>
              <w:t>for</w:t>
            </w:r>
            <w:r w:rsidR="00A13B5B">
              <w:t xml:space="preserve"> </w:t>
            </w:r>
            <w:r w:rsidR="0052502A" w:rsidRPr="0052502A">
              <w:t>forest and wood products</w:t>
            </w:r>
          </w:p>
        </w:tc>
      </w:tr>
      <w:tr w:rsidR="00F1480E" w:rsidRPr="00963A46" w14:paraId="2304FCB4" w14:textId="77777777" w:rsidTr="00F55666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B62BBB">
            <w:pPr>
              <w:pStyle w:val="SIText-Bold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0105053" w14:textId="0AF670AF" w:rsidR="008E2FD6" w:rsidRDefault="008E2FD6" w:rsidP="006E6567">
            <w:pPr>
              <w:pStyle w:val="SIText"/>
            </w:pPr>
            <w:r w:rsidRPr="000F7282">
              <w:t xml:space="preserve">This unit of competency describes the skills and knowledge </w:t>
            </w:r>
            <w:proofErr w:type="gramStart"/>
            <w:r w:rsidRPr="000F7282">
              <w:t>required</w:t>
            </w:r>
            <w:proofErr w:type="gramEnd"/>
            <w:r w:rsidRPr="000F7282">
              <w:t xml:space="preserve"> </w:t>
            </w:r>
            <w:r w:rsidR="006B2C8C">
              <w:t>to</w:t>
            </w:r>
            <w:r w:rsidR="00ED6FF6">
              <w:t xml:space="preserve"> </w:t>
            </w:r>
            <w:r w:rsidR="001140DD">
              <w:t xml:space="preserve">identify and review the requirements of a </w:t>
            </w:r>
            <w:r w:rsidR="00A13B5B">
              <w:t>chain of custody certification</w:t>
            </w:r>
            <w:r w:rsidR="001140DD">
              <w:t xml:space="preserve"> scheme</w:t>
            </w:r>
            <w:r w:rsidR="00464CDB">
              <w:t xml:space="preserve"> operated by </w:t>
            </w:r>
            <w:r w:rsidR="003F7806">
              <w:t xml:space="preserve">existing certification bodies </w:t>
            </w:r>
            <w:r w:rsidR="001140DD">
              <w:t xml:space="preserve">for application in </w:t>
            </w:r>
            <w:r w:rsidR="00A13B5B">
              <w:t>a forest or wood products business</w:t>
            </w:r>
            <w:r w:rsidR="005D3D9F">
              <w:t>.</w:t>
            </w:r>
          </w:p>
          <w:p w14:paraId="303326BF" w14:textId="77777777" w:rsidR="006E6567" w:rsidRPr="000F7282" w:rsidRDefault="006E6567" w:rsidP="006E6567">
            <w:pPr>
              <w:pStyle w:val="SIText"/>
            </w:pPr>
          </w:p>
          <w:p w14:paraId="351E5A40" w14:textId="05DE916C" w:rsidR="008E2FD6" w:rsidRDefault="008E2FD6" w:rsidP="006E6567">
            <w:pPr>
              <w:pStyle w:val="SIText"/>
            </w:pPr>
            <w:r w:rsidRPr="000F7282">
              <w:t xml:space="preserve">The unit applies to </w:t>
            </w:r>
            <w:r w:rsidR="001E74FD">
              <w:t>staff</w:t>
            </w:r>
            <w:r w:rsidR="004C4A25">
              <w:t xml:space="preserve"> who </w:t>
            </w:r>
            <w:proofErr w:type="gramStart"/>
            <w:r w:rsidR="004C4A25">
              <w:t xml:space="preserve">are </w:t>
            </w:r>
            <w:r w:rsidR="00A13B5B">
              <w:t>responsible for</w:t>
            </w:r>
            <w:proofErr w:type="gramEnd"/>
            <w:r w:rsidR="00A13B5B">
              <w:t xml:space="preserve"> the implementation and monitoring of</w:t>
            </w:r>
            <w:r w:rsidR="004C4A25">
              <w:t xml:space="preserve"> </w:t>
            </w:r>
            <w:r w:rsidR="00A13B5B" w:rsidRPr="00A13B5B">
              <w:t>chain of custody certification</w:t>
            </w:r>
            <w:r w:rsidR="00A13B5B">
              <w:t xml:space="preserve"> in</w:t>
            </w:r>
            <w:r w:rsidR="00A13B5B" w:rsidRPr="00A13B5B">
              <w:t xml:space="preserve"> </w:t>
            </w:r>
            <w:r w:rsidR="00A13B5B">
              <w:t>f</w:t>
            </w:r>
            <w:r w:rsidR="001E74FD">
              <w:t xml:space="preserve">orest and wood </w:t>
            </w:r>
            <w:r w:rsidR="00096715">
              <w:t xml:space="preserve">procurement, </w:t>
            </w:r>
            <w:r w:rsidR="001E74FD">
              <w:t xml:space="preserve">processing, sales and distribution </w:t>
            </w:r>
            <w:r w:rsidR="004C4A25">
              <w:t>operations</w:t>
            </w:r>
            <w:r w:rsidR="006B2C8C">
              <w:t>.</w:t>
            </w:r>
            <w:r w:rsidRPr="000F7282">
              <w:t xml:space="preserve"> </w:t>
            </w:r>
          </w:p>
          <w:p w14:paraId="70DFBFED" w14:textId="77777777" w:rsidR="008E2FD6" w:rsidRPr="000F7282" w:rsidRDefault="008E2FD6" w:rsidP="006E6567">
            <w:pPr>
              <w:pStyle w:val="SIText"/>
            </w:pPr>
          </w:p>
          <w:p w14:paraId="1DECDDC8" w14:textId="7BD49293" w:rsidR="00373436" w:rsidRPr="000754EC" w:rsidRDefault="008E2FD6" w:rsidP="006E6567">
            <w:pPr>
              <w:pStyle w:val="SIText"/>
            </w:pPr>
            <w:r w:rsidRPr="000F7282">
              <w:t>No licensing, legislative or certification requirements apply to this unit at the time of publication.</w:t>
            </w:r>
          </w:p>
        </w:tc>
      </w:tr>
      <w:tr w:rsidR="00F1480E" w:rsidRPr="00963A46" w14:paraId="54EA39BE" w14:textId="77777777" w:rsidTr="00F55666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B62BBB">
            <w:pPr>
              <w:pStyle w:val="SIText-Bold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D8E588" w14:textId="453A7693" w:rsidR="00F1480E" w:rsidRPr="000754EC" w:rsidRDefault="006B2C8C" w:rsidP="00D06B7D">
            <w:pPr>
              <w:pStyle w:val="SIText"/>
            </w:pPr>
            <w:r>
              <w:t>Nil</w:t>
            </w:r>
          </w:p>
        </w:tc>
      </w:tr>
      <w:tr w:rsidR="00F1480E" w:rsidRPr="00963A46" w14:paraId="612D006D" w14:textId="77777777" w:rsidTr="00F55666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B62BBB">
            <w:pPr>
              <w:pStyle w:val="SIText-Bold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54682B" w14:textId="0EC4F620" w:rsidR="008547E9" w:rsidRPr="000754EC" w:rsidRDefault="00BA290C" w:rsidP="006B2C8C">
            <w:pPr>
              <w:pStyle w:val="SIText"/>
            </w:pPr>
            <w:r>
              <w:t>Common Technical (COT)</w:t>
            </w:r>
          </w:p>
        </w:tc>
      </w:tr>
    </w:tbl>
    <w:p w14:paraId="167648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CD7EB0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CD7EB0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35416A" w:rsidRDefault="00E01D4D" w:rsidP="0035416A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224E35B5" w:rsidR="00E01D4D" w:rsidRPr="0035416A" w:rsidRDefault="00E01D4D" w:rsidP="0035416A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35416A">
              <w:rPr>
                <w:rStyle w:val="SIText-Italic"/>
              </w:rPr>
              <w:t>demonstrate</w:t>
            </w:r>
            <w:proofErr w:type="gramEnd"/>
            <w:r w:rsidRPr="0035416A">
              <w:rPr>
                <w:rStyle w:val="SIText-Italic"/>
              </w:rPr>
              <w:t xml:space="preserve"> achievement of the element. </w:t>
            </w:r>
          </w:p>
        </w:tc>
      </w:tr>
      <w:tr w:rsidR="004C376B" w:rsidRPr="00963A46" w14:paraId="0B9B33FB" w14:textId="77777777" w:rsidTr="00B52EA9">
        <w:trPr>
          <w:cantSplit/>
        </w:trPr>
        <w:tc>
          <w:tcPr>
            <w:tcW w:w="1396" w:type="pct"/>
            <w:shd w:val="clear" w:color="auto" w:fill="auto"/>
          </w:tcPr>
          <w:p w14:paraId="7404D47D" w14:textId="7D4B3A5F" w:rsidR="004C376B" w:rsidRPr="004C376B" w:rsidRDefault="00BB4198" w:rsidP="004C376B">
            <w:pPr>
              <w:pStyle w:val="SIText"/>
            </w:pPr>
            <w:r>
              <w:t xml:space="preserve">1. </w:t>
            </w:r>
            <w:r w:rsidR="00A13B5B">
              <w:t>Confirm</w:t>
            </w:r>
            <w:r w:rsidR="009079A3">
              <w:t xml:space="preserve"> purpos</w:t>
            </w:r>
            <w:r w:rsidR="00FE0826">
              <w:t xml:space="preserve">e, </w:t>
            </w:r>
            <w:r w:rsidR="00A02110">
              <w:t xml:space="preserve">key </w:t>
            </w:r>
            <w:proofErr w:type="gramStart"/>
            <w:r w:rsidR="00A02110">
              <w:t>functions</w:t>
            </w:r>
            <w:proofErr w:type="gramEnd"/>
            <w:r w:rsidR="00FF2E9E">
              <w:t xml:space="preserve"> and distin</w:t>
            </w:r>
            <w:r w:rsidR="00D04D16">
              <w:t>ct</w:t>
            </w:r>
            <w:r w:rsidR="00FF2E9E">
              <w:t xml:space="preserve"> features of</w:t>
            </w:r>
            <w:r w:rsidR="00A02110">
              <w:t xml:space="preserve"> </w:t>
            </w:r>
            <w:r w:rsidR="00E57FC7">
              <w:t>chain of custody</w:t>
            </w:r>
            <w:r w:rsidR="004C376B" w:rsidRPr="004C376B">
              <w:t xml:space="preserve"> certification </w:t>
            </w:r>
            <w:r w:rsidR="00E566CE">
              <w:t>schemes</w:t>
            </w:r>
          </w:p>
        </w:tc>
        <w:tc>
          <w:tcPr>
            <w:tcW w:w="3604" w:type="pct"/>
            <w:shd w:val="clear" w:color="auto" w:fill="auto"/>
          </w:tcPr>
          <w:p w14:paraId="724D2CAC" w14:textId="54D9C652" w:rsidR="009079A3" w:rsidRPr="009079A3" w:rsidRDefault="004C376B" w:rsidP="00BB4198">
            <w:pPr>
              <w:pStyle w:val="SIText"/>
            </w:pPr>
            <w:r w:rsidRPr="004C376B">
              <w:t>1.1</w:t>
            </w:r>
            <w:r w:rsidR="00E57FC7">
              <w:t xml:space="preserve"> </w:t>
            </w:r>
            <w:r w:rsidR="00A13B5B">
              <w:t>Distinguish</w:t>
            </w:r>
            <w:r w:rsidR="009079A3">
              <w:t xml:space="preserve"> between </w:t>
            </w:r>
            <w:r w:rsidR="009079A3" w:rsidRPr="009079A3">
              <w:t xml:space="preserve">forest management certification and </w:t>
            </w:r>
            <w:r w:rsidR="00BB4198">
              <w:t>chain of custody</w:t>
            </w:r>
            <w:r w:rsidR="009079A3" w:rsidRPr="009079A3">
              <w:t xml:space="preserve"> certification</w:t>
            </w:r>
          </w:p>
          <w:p w14:paraId="2C7F500D" w14:textId="4A0B3709" w:rsidR="004C376B" w:rsidRDefault="009079A3" w:rsidP="00BB4198">
            <w:pPr>
              <w:pStyle w:val="SIText"/>
            </w:pPr>
            <w:r>
              <w:t xml:space="preserve">1.2 </w:t>
            </w:r>
            <w:r w:rsidR="00A13B5B">
              <w:t xml:space="preserve">Outline the </w:t>
            </w:r>
            <w:proofErr w:type="gramStart"/>
            <w:r w:rsidR="00A74C2B">
              <w:t>objectives</w:t>
            </w:r>
            <w:proofErr w:type="gramEnd"/>
            <w:r w:rsidR="00C65CFE">
              <w:t xml:space="preserve"> </w:t>
            </w:r>
            <w:r w:rsidR="00E57FC7">
              <w:t>of chain of custody certification</w:t>
            </w:r>
            <w:r w:rsidR="007B7C82">
              <w:t xml:space="preserve"> and benefits for different stakeholders</w:t>
            </w:r>
          </w:p>
          <w:p w14:paraId="5C11FA0E" w14:textId="68CD4C7A" w:rsidR="0025657F" w:rsidRDefault="00BB4198" w:rsidP="00BB4198">
            <w:pPr>
              <w:pStyle w:val="SIText"/>
            </w:pPr>
            <w:r>
              <w:t xml:space="preserve">1.3 </w:t>
            </w:r>
            <w:r w:rsidR="00A13B5B">
              <w:t xml:space="preserve">Assess </w:t>
            </w:r>
            <w:r w:rsidR="00CC7CC6">
              <w:t>the features</w:t>
            </w:r>
            <w:r w:rsidR="006E7D98">
              <w:t xml:space="preserve">, </w:t>
            </w:r>
            <w:r w:rsidR="00A13B5B">
              <w:t xml:space="preserve">relative </w:t>
            </w:r>
            <w:proofErr w:type="gramStart"/>
            <w:r w:rsidR="00A13B5B">
              <w:t>benefits</w:t>
            </w:r>
            <w:proofErr w:type="gramEnd"/>
            <w:r w:rsidR="006E7D98">
              <w:t xml:space="preserve"> and </w:t>
            </w:r>
            <w:r w:rsidR="00DC32FE">
              <w:t xml:space="preserve">requirements </w:t>
            </w:r>
            <w:r w:rsidR="00106D7C">
              <w:t>of</w:t>
            </w:r>
            <w:r w:rsidR="006E7D98">
              <w:t xml:space="preserve"> </w:t>
            </w:r>
            <w:r w:rsidR="00070FFB">
              <w:t xml:space="preserve">chain of custody </w:t>
            </w:r>
            <w:r w:rsidR="00A13B5B">
              <w:t>certification schemes</w:t>
            </w:r>
            <w:r w:rsidR="00CC7CC6">
              <w:t xml:space="preserve"> </w:t>
            </w:r>
          </w:p>
          <w:p w14:paraId="6B5433B3" w14:textId="4D51F432" w:rsidR="0084466F" w:rsidRDefault="00E566CE" w:rsidP="00BB4198">
            <w:pPr>
              <w:pStyle w:val="SIText"/>
            </w:pPr>
            <w:r>
              <w:t>1.4 Distinguish between standards setting, certification and accreditation</w:t>
            </w:r>
            <w:r w:rsidR="00C424C5">
              <w:t xml:space="preserve"> functions in chain of custody schemes</w:t>
            </w:r>
          </w:p>
          <w:p w14:paraId="75BD09E9" w14:textId="084B7A6E" w:rsidR="00FF1125" w:rsidRDefault="0084466F" w:rsidP="00BB4198">
            <w:pPr>
              <w:pStyle w:val="SIText"/>
            </w:pPr>
            <w:r>
              <w:t xml:space="preserve">1.5 </w:t>
            </w:r>
            <w:r w:rsidR="006D2307">
              <w:t xml:space="preserve">Assess features and benefits </w:t>
            </w:r>
            <w:r w:rsidR="00B27EEA">
              <w:t xml:space="preserve">of </w:t>
            </w:r>
            <w:r w:rsidR="00433E35" w:rsidRPr="00433E35">
              <w:t>chain of custody implementation method</w:t>
            </w:r>
            <w:r w:rsidR="00433E35">
              <w:t xml:space="preserve">s including </w:t>
            </w:r>
            <w:r w:rsidR="00B27EEA">
              <w:t>p</w:t>
            </w:r>
            <w:r w:rsidR="006D2307" w:rsidRPr="006D2307">
              <w:t xml:space="preserve">hysical </w:t>
            </w:r>
            <w:r w:rsidR="00B27EEA">
              <w:t>s</w:t>
            </w:r>
            <w:r w:rsidR="006D2307" w:rsidRPr="006D2307">
              <w:t xml:space="preserve">eparation, </w:t>
            </w:r>
            <w:proofErr w:type="gramStart"/>
            <w:r w:rsidR="00B27EEA">
              <w:t>p</w:t>
            </w:r>
            <w:r w:rsidR="006D2307" w:rsidRPr="006D2307">
              <w:t>ercentage</w:t>
            </w:r>
            <w:proofErr w:type="gramEnd"/>
            <w:r w:rsidR="006D2307" w:rsidRPr="006D2307">
              <w:t xml:space="preserve"> and </w:t>
            </w:r>
            <w:r w:rsidR="00B27EEA">
              <w:t>c</w:t>
            </w:r>
            <w:r w:rsidR="006D2307" w:rsidRPr="006D2307">
              <w:t>redit</w:t>
            </w:r>
          </w:p>
          <w:p w14:paraId="2538B597" w14:textId="52A47705" w:rsidR="0087632A" w:rsidRPr="004C376B" w:rsidRDefault="0087632A" w:rsidP="00BB4198">
            <w:pPr>
              <w:pStyle w:val="SIText"/>
            </w:pPr>
            <w:r>
              <w:t xml:space="preserve">1.6 Assess </w:t>
            </w:r>
            <w:r w:rsidR="007701D2">
              <w:t xml:space="preserve">position of own organisation in </w:t>
            </w:r>
            <w:r w:rsidR="007701D2" w:rsidRPr="007701D2">
              <w:t>supply chain</w:t>
            </w:r>
            <w:r w:rsidR="00894D48">
              <w:t xml:space="preserve">, </w:t>
            </w:r>
            <w:proofErr w:type="gramStart"/>
            <w:r w:rsidR="005519C5">
              <w:t>determine</w:t>
            </w:r>
            <w:proofErr w:type="gramEnd"/>
            <w:r w:rsidR="007701D2" w:rsidRPr="007701D2">
              <w:t xml:space="preserve"> current and </w:t>
            </w:r>
            <w:r w:rsidR="005519C5">
              <w:t>likely future</w:t>
            </w:r>
            <w:r w:rsidR="007701D2" w:rsidRPr="007701D2">
              <w:t xml:space="preserve"> s</w:t>
            </w:r>
            <w:r w:rsidR="00E40836">
              <w:t>ources of supply and destinations</w:t>
            </w:r>
            <w:r w:rsidR="007701D2" w:rsidRPr="007701D2">
              <w:t xml:space="preserve"> of </w:t>
            </w:r>
            <w:r w:rsidR="006B0A91">
              <w:t>certified</w:t>
            </w:r>
            <w:r w:rsidR="007701D2" w:rsidRPr="007701D2">
              <w:t xml:space="preserve"> products</w:t>
            </w:r>
            <w:r w:rsidR="00894D48">
              <w:t xml:space="preserve">, and </w:t>
            </w:r>
            <w:r w:rsidR="0055386F">
              <w:t xml:space="preserve">relevance </w:t>
            </w:r>
            <w:r w:rsidR="00E324BC">
              <w:t>of each scheme to own organisation</w:t>
            </w:r>
          </w:p>
        </w:tc>
      </w:tr>
      <w:tr w:rsidR="004C376B" w:rsidRPr="00963A46" w14:paraId="1594D510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4507B819" w14:textId="26FBDF6E" w:rsidR="004C376B" w:rsidRPr="004C376B" w:rsidRDefault="00BB4198" w:rsidP="004C376B">
            <w:pPr>
              <w:pStyle w:val="SIText"/>
            </w:pPr>
            <w:r>
              <w:t xml:space="preserve">2. </w:t>
            </w:r>
            <w:r w:rsidR="006614FE">
              <w:t>Review</w:t>
            </w:r>
            <w:r w:rsidR="009079A3">
              <w:t xml:space="preserve"> </w:t>
            </w:r>
            <w:r w:rsidR="006614FE" w:rsidRPr="006614FE">
              <w:t xml:space="preserve">chain of custody certification </w:t>
            </w:r>
            <w:r w:rsidR="006614FE">
              <w:t xml:space="preserve">scheme </w:t>
            </w:r>
            <w:r w:rsidR="00A13B5B">
              <w:t>requirements</w:t>
            </w:r>
          </w:p>
        </w:tc>
        <w:tc>
          <w:tcPr>
            <w:tcW w:w="3604" w:type="pct"/>
            <w:shd w:val="clear" w:color="auto" w:fill="auto"/>
          </w:tcPr>
          <w:p w14:paraId="427F71AE" w14:textId="50CAD58C" w:rsidR="00070FFB" w:rsidRDefault="004C376B" w:rsidP="00A13B5B">
            <w:pPr>
              <w:pStyle w:val="SIText"/>
            </w:pPr>
            <w:r w:rsidRPr="004C376B">
              <w:t xml:space="preserve">2.1 </w:t>
            </w:r>
            <w:r w:rsidR="00565186">
              <w:t xml:space="preserve">Investigate </w:t>
            </w:r>
            <w:r w:rsidR="00784163">
              <w:t xml:space="preserve">components of </w:t>
            </w:r>
            <w:r w:rsidR="00070FFB">
              <w:t xml:space="preserve">chain of custody </w:t>
            </w:r>
            <w:r w:rsidR="00FD03D2">
              <w:t xml:space="preserve">scheme </w:t>
            </w:r>
            <w:r w:rsidR="00070FFB">
              <w:t xml:space="preserve">and </w:t>
            </w:r>
            <w:r w:rsidR="00CD7205">
              <w:t xml:space="preserve">roles and responsibilities of </w:t>
            </w:r>
            <w:r w:rsidR="00070FFB">
              <w:t xml:space="preserve">personnel </w:t>
            </w:r>
            <w:proofErr w:type="gramStart"/>
            <w:r w:rsidR="00A02110">
              <w:t>required</w:t>
            </w:r>
            <w:proofErr w:type="gramEnd"/>
            <w:r w:rsidR="00A02110">
              <w:t xml:space="preserve"> to support</w:t>
            </w:r>
            <w:r w:rsidR="00070FFB">
              <w:t xml:space="preserve"> chain of custody </w:t>
            </w:r>
            <w:r w:rsidR="00CD7205">
              <w:t>implementation and monitoring in the</w:t>
            </w:r>
            <w:r w:rsidR="00070FFB">
              <w:t xml:space="preserve"> workplace</w:t>
            </w:r>
          </w:p>
          <w:p w14:paraId="33CFF0F6" w14:textId="38AACEE1" w:rsidR="00EC05E7" w:rsidRDefault="00070FFB" w:rsidP="00A13B5B">
            <w:pPr>
              <w:pStyle w:val="SIText"/>
            </w:pPr>
            <w:r>
              <w:t xml:space="preserve">2.2 </w:t>
            </w:r>
            <w:r w:rsidR="00A13B5B" w:rsidRPr="00A13B5B">
              <w:t xml:space="preserve">Confirm </w:t>
            </w:r>
            <w:r w:rsidR="00E566CE">
              <w:t xml:space="preserve">the chain of custody certification process and </w:t>
            </w:r>
            <w:r w:rsidR="00A13B5B" w:rsidRPr="00A13B5B">
              <w:t>period of certification</w:t>
            </w:r>
          </w:p>
          <w:p w14:paraId="0F41C906" w14:textId="62D5DE96" w:rsidR="00A13B5B" w:rsidRPr="00A13B5B" w:rsidRDefault="00EC05E7" w:rsidP="00A13B5B">
            <w:pPr>
              <w:pStyle w:val="SIText"/>
            </w:pPr>
            <w:r>
              <w:t xml:space="preserve">2.3 Identify </w:t>
            </w:r>
            <w:r w:rsidR="00A13B5B" w:rsidRPr="00A13B5B">
              <w:t xml:space="preserve">standards that must </w:t>
            </w:r>
            <w:r w:rsidR="00565186">
              <w:t xml:space="preserve">be </w:t>
            </w:r>
            <w:r w:rsidR="00A13B5B" w:rsidRPr="00A13B5B">
              <w:t xml:space="preserve">met to achieve and </w:t>
            </w:r>
            <w:proofErr w:type="gramStart"/>
            <w:r w:rsidR="00A13B5B" w:rsidRPr="00A13B5B">
              <w:t>maintain</w:t>
            </w:r>
            <w:proofErr w:type="gramEnd"/>
            <w:r w:rsidR="00A13B5B" w:rsidRPr="00A13B5B">
              <w:t xml:space="preserve"> </w:t>
            </w:r>
            <w:r w:rsidR="00CD7205">
              <w:t>chain of custody</w:t>
            </w:r>
            <w:r w:rsidR="00A13B5B" w:rsidRPr="00A13B5B">
              <w:t xml:space="preserve"> certification</w:t>
            </w:r>
          </w:p>
          <w:p w14:paraId="69C9B296" w14:textId="50A0E2D7" w:rsidR="00A13B5B" w:rsidRDefault="00A13B5B" w:rsidP="00A13B5B">
            <w:pPr>
              <w:pStyle w:val="SIText"/>
            </w:pPr>
            <w:r>
              <w:t>2.</w:t>
            </w:r>
            <w:r w:rsidR="00EC05E7">
              <w:t>4</w:t>
            </w:r>
            <w:r>
              <w:t xml:space="preserve"> </w:t>
            </w:r>
            <w:r w:rsidRPr="00A13B5B">
              <w:t xml:space="preserve">Identify </w:t>
            </w:r>
            <w:r w:rsidR="00CD7205">
              <w:t xml:space="preserve">types and purposes of </w:t>
            </w:r>
            <w:r w:rsidRPr="00A13B5B">
              <w:t xml:space="preserve">documents and registers </w:t>
            </w:r>
            <w:r w:rsidR="00CD7205">
              <w:t xml:space="preserve">that must be </w:t>
            </w:r>
            <w:proofErr w:type="gramStart"/>
            <w:r w:rsidR="00CD7205">
              <w:t>maintained</w:t>
            </w:r>
            <w:proofErr w:type="gramEnd"/>
            <w:r w:rsidRPr="00A13B5B">
              <w:t xml:space="preserve"> for certification</w:t>
            </w:r>
          </w:p>
          <w:p w14:paraId="6C6EE464" w14:textId="19D8D274" w:rsidR="00CD7205" w:rsidRDefault="00CD7205" w:rsidP="00A13B5B">
            <w:pPr>
              <w:pStyle w:val="SIText"/>
            </w:pPr>
            <w:r w:rsidRPr="00CD7205">
              <w:t>2.</w:t>
            </w:r>
            <w:r w:rsidR="00EC05E7">
              <w:t>5</w:t>
            </w:r>
            <w:r w:rsidRPr="00CD7205">
              <w:t xml:space="preserve"> Confirm types, </w:t>
            </w:r>
            <w:proofErr w:type="gramStart"/>
            <w:r w:rsidRPr="00CD7205">
              <w:t>meanings</w:t>
            </w:r>
            <w:proofErr w:type="gramEnd"/>
            <w:r w:rsidRPr="00CD7205">
              <w:t xml:space="preserve"> </w:t>
            </w:r>
            <w:r>
              <w:t xml:space="preserve">and conditions of use </w:t>
            </w:r>
            <w:r w:rsidRPr="00CD7205">
              <w:t xml:space="preserve">of chain of custody logos and labels </w:t>
            </w:r>
          </w:p>
          <w:p w14:paraId="542E76EA" w14:textId="584536BD" w:rsidR="000363E9" w:rsidRPr="004C376B" w:rsidRDefault="00CD7205" w:rsidP="00A13B5B">
            <w:pPr>
              <w:pStyle w:val="SIText"/>
            </w:pPr>
            <w:r>
              <w:t>2.</w:t>
            </w:r>
            <w:r w:rsidR="00EC05E7">
              <w:t>6</w:t>
            </w:r>
            <w:r>
              <w:t xml:space="preserve"> Access and assess sources of information on chain of custody certification</w:t>
            </w:r>
          </w:p>
        </w:tc>
      </w:tr>
      <w:tr w:rsidR="004C376B" w:rsidRPr="00963A46" w14:paraId="5417E3C3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38B2B44E" w14:textId="27B74326" w:rsidR="004C376B" w:rsidRPr="004C376B" w:rsidRDefault="00BB4198" w:rsidP="004C376B">
            <w:pPr>
              <w:pStyle w:val="SIText"/>
            </w:pPr>
            <w:r>
              <w:t xml:space="preserve">3. </w:t>
            </w:r>
            <w:r w:rsidR="006614FE">
              <w:t xml:space="preserve">Gather information on internal and external audit processes </w:t>
            </w:r>
            <w:r w:rsidR="00A13B5B">
              <w:t xml:space="preserve">chain of </w:t>
            </w:r>
            <w:r w:rsidR="009079A3">
              <w:t xml:space="preserve">custody </w:t>
            </w:r>
            <w:r w:rsidR="00A13B5B">
              <w:t>certification</w:t>
            </w:r>
            <w:r w:rsidR="006614FE">
              <w:t xml:space="preserve"> scheme</w:t>
            </w:r>
          </w:p>
        </w:tc>
        <w:tc>
          <w:tcPr>
            <w:tcW w:w="3604" w:type="pct"/>
            <w:shd w:val="clear" w:color="auto" w:fill="auto"/>
          </w:tcPr>
          <w:p w14:paraId="1804180B" w14:textId="32AD1F4A" w:rsidR="00BB4198" w:rsidRPr="004C376B" w:rsidRDefault="004C376B" w:rsidP="00CD7205">
            <w:pPr>
              <w:pStyle w:val="SIText"/>
            </w:pPr>
            <w:r w:rsidRPr="004C376B">
              <w:t xml:space="preserve">3.1 </w:t>
            </w:r>
            <w:r w:rsidR="00070FFB">
              <w:t>Confirm</w:t>
            </w:r>
            <w:r w:rsidR="00BB4198">
              <w:t xml:space="preserve"> </w:t>
            </w:r>
            <w:r w:rsidR="00CD7205">
              <w:t xml:space="preserve">internal audit requirements </w:t>
            </w:r>
            <w:r w:rsidR="00C424C5">
              <w:t>for</w:t>
            </w:r>
            <w:r w:rsidR="00CD7205">
              <w:t xml:space="preserve"> </w:t>
            </w:r>
            <w:r w:rsidR="007952B4">
              <w:t>own organisation</w:t>
            </w:r>
            <w:r w:rsidR="006758DC">
              <w:t xml:space="preserve">, </w:t>
            </w:r>
            <w:proofErr w:type="gramStart"/>
            <w:r w:rsidR="006758DC">
              <w:t>suppliers</w:t>
            </w:r>
            <w:proofErr w:type="gramEnd"/>
            <w:r w:rsidR="006758DC">
              <w:t xml:space="preserve"> and </w:t>
            </w:r>
            <w:r w:rsidR="007952B4">
              <w:t xml:space="preserve">contractors </w:t>
            </w:r>
            <w:r w:rsidR="00F91B8D">
              <w:t xml:space="preserve">for </w:t>
            </w:r>
            <w:r w:rsidR="00611E52">
              <w:t xml:space="preserve">relevant </w:t>
            </w:r>
            <w:r w:rsidR="00CD7205">
              <w:t>chain of custody certification</w:t>
            </w:r>
            <w:r w:rsidR="00C424C5">
              <w:t xml:space="preserve"> scheme</w:t>
            </w:r>
          </w:p>
          <w:p w14:paraId="3ABBDCF1" w14:textId="5E8764DD" w:rsidR="004C376B" w:rsidRPr="004C376B" w:rsidRDefault="004C376B" w:rsidP="00BB4198">
            <w:pPr>
              <w:pStyle w:val="SIText"/>
            </w:pPr>
            <w:r w:rsidRPr="004C376B">
              <w:t>3.</w:t>
            </w:r>
            <w:r w:rsidR="001C3ACF">
              <w:t>2</w:t>
            </w:r>
            <w:r w:rsidRPr="004C376B">
              <w:t xml:space="preserve"> </w:t>
            </w:r>
            <w:r w:rsidR="001C3ACF">
              <w:t xml:space="preserve">Identify external audit requirements </w:t>
            </w:r>
            <w:r w:rsidR="00C424C5">
              <w:t>for</w:t>
            </w:r>
            <w:r w:rsidR="001C3ACF">
              <w:t xml:space="preserve"> </w:t>
            </w:r>
            <w:r w:rsidR="00611E52">
              <w:t xml:space="preserve">relevant </w:t>
            </w:r>
            <w:r w:rsidR="001C3ACF">
              <w:t xml:space="preserve">chain of custody certification </w:t>
            </w:r>
            <w:r w:rsidR="00C424C5">
              <w:t>scheme</w:t>
            </w:r>
          </w:p>
        </w:tc>
      </w:tr>
    </w:tbl>
    <w:p w14:paraId="66071BCA" w14:textId="1AFB5CB1" w:rsidR="005F771F" w:rsidRDefault="005F771F" w:rsidP="005F771F">
      <w:pPr>
        <w:pStyle w:val="SIText"/>
      </w:pPr>
    </w:p>
    <w:p w14:paraId="5FF3D15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F55666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35416A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F55666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4378" w:rsidRPr="00336FCA" w:rsidDel="00423CB2" w14:paraId="47F50590" w14:textId="77777777" w:rsidTr="00F55666">
        <w:tc>
          <w:tcPr>
            <w:tcW w:w="1396" w:type="pct"/>
          </w:tcPr>
          <w:p w14:paraId="05506C0F" w14:textId="50DF049F" w:rsidR="00EE4378" w:rsidRPr="00EE4378" w:rsidRDefault="00EE4378" w:rsidP="0017716E">
            <w:pPr>
              <w:pStyle w:val="SIText"/>
            </w:pPr>
            <w:r w:rsidRPr="00EE4378">
              <w:t>Reading</w:t>
            </w:r>
          </w:p>
        </w:tc>
        <w:tc>
          <w:tcPr>
            <w:tcW w:w="3604" w:type="pct"/>
          </w:tcPr>
          <w:p w14:paraId="794E3285" w14:textId="5AF89E51" w:rsidR="00EE4378" w:rsidRPr="00EE4378" w:rsidRDefault="00EE4378" w:rsidP="00B62BBB">
            <w:pPr>
              <w:pStyle w:val="SIBulletList1"/>
            </w:pPr>
            <w:r w:rsidRPr="00EE4378">
              <w:t xml:space="preserve">Read </w:t>
            </w:r>
            <w:r w:rsidR="00611E52">
              <w:t xml:space="preserve">and </w:t>
            </w:r>
            <w:proofErr w:type="gramStart"/>
            <w:r w:rsidR="00611E52">
              <w:t>comprehend</w:t>
            </w:r>
            <w:proofErr w:type="gramEnd"/>
            <w:r w:rsidR="00611E52">
              <w:t xml:space="preserve"> </w:t>
            </w:r>
            <w:r w:rsidR="00070FFB">
              <w:t>chain of custody</w:t>
            </w:r>
            <w:r w:rsidR="00611E52">
              <w:t xml:space="preserve"> certification documentation</w:t>
            </w:r>
          </w:p>
        </w:tc>
      </w:tr>
      <w:tr w:rsidR="00EE4378" w:rsidRPr="00336FCA" w:rsidDel="00423CB2" w14:paraId="0D6F7E2E" w14:textId="77777777" w:rsidTr="00F55666">
        <w:tc>
          <w:tcPr>
            <w:tcW w:w="1396" w:type="pct"/>
          </w:tcPr>
          <w:p w14:paraId="64C786EC" w14:textId="16C12AF8" w:rsidR="00EE4378" w:rsidRPr="00EE4378" w:rsidRDefault="00EE4378" w:rsidP="0017716E">
            <w:pPr>
              <w:pStyle w:val="SIText"/>
            </w:pPr>
            <w:r w:rsidRPr="00EE4378">
              <w:t>Writing</w:t>
            </w:r>
          </w:p>
        </w:tc>
        <w:tc>
          <w:tcPr>
            <w:tcW w:w="3604" w:type="pct"/>
          </w:tcPr>
          <w:p w14:paraId="558FEC77" w14:textId="3E8E27E6" w:rsidR="00EE4378" w:rsidRPr="00EE4378" w:rsidRDefault="00611E52" w:rsidP="00EC0578">
            <w:pPr>
              <w:pStyle w:val="SIBulletList1"/>
            </w:pPr>
            <w:r>
              <w:t xml:space="preserve">Take notes </w:t>
            </w:r>
            <w:r w:rsidR="004165E0">
              <w:t>on requirements of</w:t>
            </w:r>
            <w:r w:rsidR="00070FFB">
              <w:t xml:space="preserve"> chain of custody </w:t>
            </w:r>
            <w:r w:rsidR="004165E0">
              <w:t>certification</w:t>
            </w:r>
          </w:p>
        </w:tc>
      </w:tr>
      <w:tr w:rsidR="00EE4378" w:rsidRPr="00336FCA" w:rsidDel="00423CB2" w14:paraId="277F104A" w14:textId="77777777" w:rsidTr="00F55666">
        <w:tc>
          <w:tcPr>
            <w:tcW w:w="1396" w:type="pct"/>
          </w:tcPr>
          <w:p w14:paraId="7AD85057" w14:textId="0B9A3274" w:rsidR="00EE4378" w:rsidRPr="00EE4378" w:rsidRDefault="00EE4378" w:rsidP="0017716E">
            <w:pPr>
              <w:pStyle w:val="SIText"/>
            </w:pPr>
            <w:r w:rsidRPr="00EE4378">
              <w:t>Oral Communication</w:t>
            </w:r>
          </w:p>
        </w:tc>
        <w:tc>
          <w:tcPr>
            <w:tcW w:w="3604" w:type="pct"/>
          </w:tcPr>
          <w:p w14:paraId="578F1756" w14:textId="18CF7899" w:rsidR="00BE3284" w:rsidRPr="00EE4378" w:rsidRDefault="004165E0" w:rsidP="00B62BBB">
            <w:pPr>
              <w:pStyle w:val="SIBulletList1"/>
            </w:pPr>
            <w:r>
              <w:t xml:space="preserve">Ask questions using </w:t>
            </w:r>
            <w:r w:rsidR="00BE3284" w:rsidRPr="00BE3284">
              <w:t xml:space="preserve">technical language </w:t>
            </w:r>
            <w:r w:rsidR="00070FFB">
              <w:t xml:space="preserve">to </w:t>
            </w:r>
            <w:r>
              <w:t xml:space="preserve">clarify requirements of </w:t>
            </w:r>
            <w:r w:rsidR="00070FFB">
              <w:t>chain of custody certification</w:t>
            </w:r>
          </w:p>
        </w:tc>
      </w:tr>
    </w:tbl>
    <w:p w14:paraId="25E8CE80" w14:textId="77777777" w:rsidR="00916CD7" w:rsidRDefault="00916CD7" w:rsidP="005F771F">
      <w:pPr>
        <w:pStyle w:val="SIText"/>
      </w:pPr>
    </w:p>
    <w:p w14:paraId="6F46BE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73FAE" w14:paraId="5ED78238" w14:textId="77777777" w:rsidTr="00F33FF2">
        <w:tc>
          <w:tcPr>
            <w:tcW w:w="1028" w:type="pct"/>
          </w:tcPr>
          <w:p w14:paraId="257DA401" w14:textId="1D001850" w:rsidR="00173FAE" w:rsidRPr="00173FAE" w:rsidRDefault="00AC133F" w:rsidP="00BA290C">
            <w:pPr>
              <w:pStyle w:val="SIText"/>
            </w:pPr>
            <w:r w:rsidRPr="00AC133F">
              <w:t>FWP</w:t>
            </w:r>
            <w:r w:rsidR="00D11D99">
              <w:t>COT</w:t>
            </w:r>
            <w:r w:rsidR="006F2246">
              <w:t>4</w:t>
            </w:r>
            <w:r w:rsidRPr="00AC133F">
              <w:t>XXX</w:t>
            </w:r>
            <w:r w:rsidR="00173FAE" w:rsidRPr="00173FAE">
              <w:t xml:space="preserve"> </w:t>
            </w:r>
            <w:r w:rsidR="00BA290C" w:rsidRPr="00BA290C">
              <w:t>Assess requirements of chain of custody certification scheme for forest and wood products</w:t>
            </w:r>
          </w:p>
        </w:tc>
        <w:tc>
          <w:tcPr>
            <w:tcW w:w="1105" w:type="pct"/>
          </w:tcPr>
          <w:p w14:paraId="60098EE1" w14:textId="04CF474B" w:rsidR="00173FAE" w:rsidRPr="00173FAE" w:rsidRDefault="00173FAE" w:rsidP="00173FAE">
            <w:pPr>
              <w:pStyle w:val="SIText"/>
            </w:pPr>
            <w:r w:rsidRPr="00173FAE">
              <w:t>Not applicable</w:t>
            </w:r>
          </w:p>
        </w:tc>
        <w:tc>
          <w:tcPr>
            <w:tcW w:w="1251" w:type="pct"/>
          </w:tcPr>
          <w:p w14:paraId="69BB49BE" w14:textId="402BC455" w:rsidR="00173FAE" w:rsidRPr="00173FAE" w:rsidRDefault="00173FAE" w:rsidP="00173FAE">
            <w:pPr>
              <w:pStyle w:val="SIText"/>
            </w:pPr>
            <w:r w:rsidRPr="00173FAE">
              <w:t>The unit has been created to address a skill or task required by industry that is not covered by an existing unit</w:t>
            </w:r>
            <w:r w:rsidR="00107710">
              <w:t>.</w:t>
            </w:r>
          </w:p>
        </w:tc>
        <w:tc>
          <w:tcPr>
            <w:tcW w:w="1616" w:type="pct"/>
          </w:tcPr>
          <w:p w14:paraId="5108EF77" w14:textId="424B2BF6" w:rsidR="00173FAE" w:rsidRPr="00173FAE" w:rsidRDefault="00173FAE" w:rsidP="00173FAE">
            <w:pPr>
              <w:pStyle w:val="SIText"/>
            </w:pPr>
            <w:r w:rsidRPr="00173FAE">
              <w:t>New unit</w:t>
            </w:r>
          </w:p>
        </w:tc>
      </w:tr>
    </w:tbl>
    <w:p w14:paraId="0CAB7D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96D1D7A" w14:textId="77777777" w:rsidTr="00F55666">
        <w:tc>
          <w:tcPr>
            <w:tcW w:w="1396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16F765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C1C6C21" w14:textId="13BE40A4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6A10DC4F" w14:textId="77777777" w:rsidR="00F1480E" w:rsidRDefault="00F1480E" w:rsidP="005F771F">
      <w:pPr>
        <w:pStyle w:val="SIText"/>
      </w:pPr>
    </w:p>
    <w:p w14:paraId="23E0C0C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F55666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11BE41DC" w:rsidR="00556C4C" w:rsidRPr="000754EC" w:rsidRDefault="00556C4C" w:rsidP="00613FA9">
            <w:pPr>
              <w:pStyle w:val="SIHeading2"/>
            </w:pPr>
            <w:r w:rsidRPr="00F56827">
              <w:t xml:space="preserve">Assessment requirements for </w:t>
            </w:r>
            <w:r w:rsidR="00AC133F" w:rsidRPr="00AC133F">
              <w:t>FWP</w:t>
            </w:r>
            <w:r w:rsidR="006F2246">
              <w:t>COT4</w:t>
            </w:r>
            <w:r w:rsidR="00AC133F" w:rsidRPr="00AC133F">
              <w:t>XXX</w:t>
            </w:r>
            <w:r w:rsidR="00291037">
              <w:t xml:space="preserve"> </w:t>
            </w:r>
            <w:r w:rsidR="00291037" w:rsidRPr="00291037">
              <w:t>Assess requirements of chain of custody certification scheme for forest and wood products</w:t>
            </w:r>
          </w:p>
        </w:tc>
      </w:tr>
      <w:tr w:rsidR="00556C4C" w:rsidRPr="00A55106" w14:paraId="5A8C9EA6" w14:textId="77777777" w:rsidTr="00F55666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F55666">
        <w:tc>
          <w:tcPr>
            <w:tcW w:w="5000" w:type="pct"/>
            <w:gridSpan w:val="2"/>
            <w:shd w:val="clear" w:color="auto" w:fill="auto"/>
          </w:tcPr>
          <w:p w14:paraId="7BFA7F81" w14:textId="77777777" w:rsidR="00FC325D" w:rsidRDefault="00FC325D" w:rsidP="0035416A">
            <w:pPr>
              <w:pStyle w:val="SIText"/>
            </w:pPr>
            <w:r>
              <w:t xml:space="preserve">An individual </w:t>
            </w:r>
            <w:proofErr w:type="gramStart"/>
            <w:r>
              <w:t>demonstrating</w:t>
            </w:r>
            <w:proofErr w:type="gramEnd"/>
            <w:r>
              <w:t xml:space="preserve"> competency must satisfy all of the elements and performance criteria in this unit. </w:t>
            </w:r>
          </w:p>
          <w:p w14:paraId="2B9AFFDD" w14:textId="77777777" w:rsidR="00291037" w:rsidRDefault="00291037" w:rsidP="0035416A">
            <w:pPr>
              <w:pStyle w:val="SIText"/>
            </w:pPr>
          </w:p>
          <w:p w14:paraId="776912D6" w14:textId="45212789" w:rsidR="005B5889" w:rsidRPr="005B5889" w:rsidRDefault="005B5889" w:rsidP="006A148F">
            <w:pPr>
              <w:pStyle w:val="SIText"/>
            </w:pPr>
            <w:r>
              <w:t>There</w:t>
            </w:r>
            <w:r w:rsidRPr="005B5889">
              <w:t xml:space="preserve"> must be evidence that the individual has </w:t>
            </w:r>
            <w:proofErr w:type="gramStart"/>
            <w:r w:rsidRPr="005B5889">
              <w:t>identified</w:t>
            </w:r>
            <w:proofErr w:type="gramEnd"/>
            <w:r w:rsidRPr="005B5889">
              <w:t xml:space="preserve"> implementation and compliance requirements for one chain of custody certification scheme applicable to a wood products business in</w:t>
            </w:r>
            <w:r w:rsidR="008C640D">
              <w:t xml:space="preserve"> relation to</w:t>
            </w:r>
            <w:r w:rsidRPr="005B5889">
              <w:t xml:space="preserve"> the following:</w:t>
            </w:r>
          </w:p>
          <w:p w14:paraId="150495F4" w14:textId="77777777" w:rsidR="005B5889" w:rsidRPr="005B5889" w:rsidRDefault="005B5889" w:rsidP="00307D56">
            <w:pPr>
              <w:pStyle w:val="SIBulletList1"/>
            </w:pPr>
            <w:r>
              <w:t>s</w:t>
            </w:r>
            <w:r w:rsidRPr="005B5889">
              <w:t>tandards to be met</w:t>
            </w:r>
          </w:p>
          <w:p w14:paraId="6BF96F01" w14:textId="77777777" w:rsidR="005B5889" w:rsidRDefault="005B5889" w:rsidP="00307D56">
            <w:pPr>
              <w:pStyle w:val="SIBulletList1"/>
            </w:pPr>
            <w:r>
              <w:t>certification process</w:t>
            </w:r>
          </w:p>
          <w:p w14:paraId="5B24707F" w14:textId="77777777" w:rsidR="005B5889" w:rsidRPr="005B5889" w:rsidRDefault="005B5889" w:rsidP="006A148F">
            <w:pPr>
              <w:pStyle w:val="SIBulletList1"/>
            </w:pPr>
            <w:r>
              <w:t xml:space="preserve">roles and responsibilities of </w:t>
            </w:r>
            <w:r w:rsidRPr="005B5889">
              <w:t xml:space="preserve">personnel, </w:t>
            </w:r>
            <w:proofErr w:type="gramStart"/>
            <w:r w:rsidRPr="005B5889">
              <w:t>suppliers</w:t>
            </w:r>
            <w:proofErr w:type="gramEnd"/>
            <w:r w:rsidRPr="005B5889">
              <w:t xml:space="preserve"> and contractors </w:t>
            </w:r>
          </w:p>
          <w:p w14:paraId="1FFCB126" w14:textId="77777777" w:rsidR="005B5889" w:rsidRPr="005B5889" w:rsidRDefault="005B5889" w:rsidP="00307D56">
            <w:pPr>
              <w:pStyle w:val="SIBulletList1"/>
            </w:pPr>
            <w:r w:rsidRPr="007701D2">
              <w:t>s</w:t>
            </w:r>
            <w:r w:rsidRPr="005B5889">
              <w:t>ources of supply and destinations of certified products</w:t>
            </w:r>
          </w:p>
          <w:p w14:paraId="3C24BFB1" w14:textId="77777777" w:rsidR="005B5889" w:rsidRPr="005B5889" w:rsidRDefault="005B5889" w:rsidP="006A148F">
            <w:pPr>
              <w:pStyle w:val="SIBulletList1"/>
            </w:pPr>
            <w:r>
              <w:t xml:space="preserve">certification </w:t>
            </w:r>
            <w:r w:rsidRPr="005B5889">
              <w:t xml:space="preserve">logos and labels </w:t>
            </w:r>
          </w:p>
          <w:p w14:paraId="1B35CB00" w14:textId="75A34A2D" w:rsidR="00AF18CD" w:rsidRPr="000754EC" w:rsidRDefault="005B5889" w:rsidP="004165E0">
            <w:pPr>
              <w:pStyle w:val="SIBulletList1"/>
            </w:pPr>
            <w:r w:rsidRPr="00DC0857">
              <w:t xml:space="preserve">documentation to be </w:t>
            </w:r>
            <w:proofErr w:type="gramStart"/>
            <w:r w:rsidRPr="00DC0857">
              <w:t>maintained</w:t>
            </w:r>
            <w:proofErr w:type="gramEnd"/>
            <w:r w:rsidRPr="00DC0857">
              <w:t xml:space="preserve">. </w:t>
            </w:r>
          </w:p>
        </w:tc>
      </w:tr>
    </w:tbl>
    <w:p w14:paraId="59BA2BE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F55666">
        <w:tc>
          <w:tcPr>
            <w:tcW w:w="5000" w:type="pct"/>
            <w:shd w:val="clear" w:color="auto" w:fill="auto"/>
          </w:tcPr>
          <w:p w14:paraId="68E1FF7C" w14:textId="2FD5AA1F" w:rsidR="00EE4378" w:rsidRPr="001E74FD" w:rsidRDefault="00EE4378" w:rsidP="001E74FD">
            <w:pPr>
              <w:pStyle w:val="SIText"/>
            </w:pPr>
            <w:r w:rsidRPr="001E74FD">
              <w:t xml:space="preserve">An individual must be able to </w:t>
            </w:r>
            <w:proofErr w:type="gramStart"/>
            <w:r w:rsidRPr="001E74FD">
              <w:t>demonstrate</w:t>
            </w:r>
            <w:proofErr w:type="gramEnd"/>
            <w:r w:rsidRPr="001E74FD">
              <w:t xml:space="preserve"> the knowledge required to perform the tasks outlined in the elements and performance criteria of this unit. This includes knowledge of</w:t>
            </w:r>
            <w:r w:rsidR="001E74FD">
              <w:t>:</w:t>
            </w:r>
          </w:p>
          <w:p w14:paraId="247D8261" w14:textId="70FF375E" w:rsidR="001C3ACF" w:rsidRPr="001C3ACF" w:rsidRDefault="001C3ACF" w:rsidP="00EC05E7">
            <w:pPr>
              <w:pStyle w:val="SIBulletList1"/>
            </w:pPr>
            <w:r>
              <w:t>p</w:t>
            </w:r>
            <w:r w:rsidRPr="001C3ACF">
              <w:t xml:space="preserve">urpose of </w:t>
            </w:r>
            <w:r>
              <w:t>chain of custody</w:t>
            </w:r>
            <w:r w:rsidRPr="001C3ACF">
              <w:t xml:space="preserve"> certification</w:t>
            </w:r>
          </w:p>
          <w:p w14:paraId="7DFF97D4" w14:textId="25580546" w:rsidR="001C3ACF" w:rsidRPr="001C3ACF" w:rsidRDefault="001C3ACF" w:rsidP="00EC05E7">
            <w:pPr>
              <w:pStyle w:val="SIBulletList1"/>
            </w:pPr>
            <w:r>
              <w:t>d</w:t>
            </w:r>
            <w:r w:rsidRPr="001C3ACF">
              <w:t xml:space="preserve">istinction between forest management certification and </w:t>
            </w:r>
            <w:r w:rsidR="00C424C5">
              <w:t>c</w:t>
            </w:r>
            <w:r>
              <w:t>hain of custody</w:t>
            </w:r>
            <w:r w:rsidRPr="001C3ACF">
              <w:t xml:space="preserve"> certification</w:t>
            </w:r>
          </w:p>
          <w:p w14:paraId="5170A2FD" w14:textId="779B616D" w:rsidR="001C3ACF" w:rsidRPr="001C3ACF" w:rsidRDefault="001C3ACF" w:rsidP="00EC05E7">
            <w:pPr>
              <w:pStyle w:val="SIBulletList1"/>
            </w:pPr>
            <w:r>
              <w:t>o</w:t>
            </w:r>
            <w:r w:rsidRPr="001C3ACF">
              <w:t xml:space="preserve">bjectives of </w:t>
            </w:r>
            <w:r>
              <w:t>chain of custody</w:t>
            </w:r>
            <w:r w:rsidRPr="001C3ACF">
              <w:t xml:space="preserve"> certification</w:t>
            </w:r>
          </w:p>
          <w:p w14:paraId="6929B13A" w14:textId="14619E28" w:rsidR="001C3ACF" w:rsidRPr="001C3ACF" w:rsidRDefault="001C3ACF" w:rsidP="00EC05E7">
            <w:pPr>
              <w:pStyle w:val="SIBulletList1"/>
            </w:pPr>
            <w:r>
              <w:t>s</w:t>
            </w:r>
            <w:r w:rsidRPr="001C3ACF">
              <w:t xml:space="preserve">ocial, </w:t>
            </w:r>
            <w:proofErr w:type="gramStart"/>
            <w:r w:rsidRPr="001C3ACF">
              <w:t>economic</w:t>
            </w:r>
            <w:proofErr w:type="gramEnd"/>
            <w:r w:rsidRPr="001C3ACF">
              <w:t xml:space="preserve"> and environmental benefits of </w:t>
            </w:r>
            <w:r>
              <w:t>chain of custody</w:t>
            </w:r>
            <w:r w:rsidRPr="001C3ACF">
              <w:t xml:space="preserve"> for forest and wood products industry, enterprises</w:t>
            </w:r>
            <w:r w:rsidR="00C251F8">
              <w:t xml:space="preserve"> and</w:t>
            </w:r>
            <w:r w:rsidRPr="001C3ACF">
              <w:t xml:space="preserve"> consumers</w:t>
            </w:r>
          </w:p>
          <w:p w14:paraId="3069C122" w14:textId="069B634C" w:rsidR="00753841" w:rsidRDefault="00753841" w:rsidP="00A1785C">
            <w:pPr>
              <w:pStyle w:val="SIBulletList1"/>
            </w:pPr>
            <w:r>
              <w:t>features</w:t>
            </w:r>
            <w:r w:rsidR="00DC32FE">
              <w:t xml:space="preserve">, </w:t>
            </w:r>
            <w:proofErr w:type="gramStart"/>
            <w:r w:rsidR="00DC32FE">
              <w:t>requirements</w:t>
            </w:r>
            <w:proofErr w:type="gramEnd"/>
            <w:r>
              <w:t xml:space="preserve"> and relative benefits of certification schemes </w:t>
            </w:r>
            <w:r w:rsidR="00A1785C" w:rsidRPr="00A1785C">
              <w:t xml:space="preserve"> </w:t>
            </w:r>
          </w:p>
          <w:p w14:paraId="7F80FECB" w14:textId="23D7C557" w:rsidR="001C3ACF" w:rsidRPr="001C3ACF" w:rsidRDefault="001C3ACF" w:rsidP="00EC05E7">
            <w:pPr>
              <w:pStyle w:val="SIBulletList1"/>
            </w:pPr>
            <w:r>
              <w:t>chain of custody</w:t>
            </w:r>
            <w:r w:rsidRPr="001C3ACF">
              <w:t xml:space="preserve"> certification standards</w:t>
            </w:r>
          </w:p>
          <w:p w14:paraId="12BBB433" w14:textId="340FADBF" w:rsidR="001C3ACF" w:rsidRPr="001C3ACF" w:rsidRDefault="001C3ACF" w:rsidP="00EC05E7">
            <w:pPr>
              <w:pStyle w:val="SIBulletList1"/>
            </w:pPr>
            <w:r>
              <w:t>chain of custody</w:t>
            </w:r>
            <w:r w:rsidRPr="001C3ACF">
              <w:t xml:space="preserve"> certification bodies</w:t>
            </w:r>
          </w:p>
          <w:p w14:paraId="45FCC525" w14:textId="77777777" w:rsidR="001C3ACF" w:rsidRPr="001C3ACF" w:rsidRDefault="001C3ACF" w:rsidP="00EC05E7">
            <w:pPr>
              <w:pStyle w:val="SIBulletList2"/>
            </w:pPr>
            <w:r w:rsidRPr="001C3ACF">
              <w:t>role</w:t>
            </w:r>
          </w:p>
          <w:p w14:paraId="0D23F443" w14:textId="77777777" w:rsidR="001C3ACF" w:rsidRPr="001C3ACF" w:rsidRDefault="001C3ACF" w:rsidP="00EC05E7">
            <w:pPr>
              <w:pStyle w:val="SIBulletList2"/>
            </w:pPr>
            <w:r w:rsidRPr="001C3ACF">
              <w:t>objectives</w:t>
            </w:r>
          </w:p>
          <w:p w14:paraId="7931513A" w14:textId="2B0461B1" w:rsidR="00A02110" w:rsidRDefault="00A02110" w:rsidP="00EC05E7">
            <w:pPr>
              <w:pStyle w:val="SIBulletList1"/>
            </w:pPr>
            <w:r>
              <w:t>functions in chain of custody schemes:</w:t>
            </w:r>
          </w:p>
          <w:p w14:paraId="283D46C4" w14:textId="7FFD171B" w:rsidR="00A02110" w:rsidRDefault="00A02110" w:rsidP="00A02110">
            <w:pPr>
              <w:pStyle w:val="SIBulletList2"/>
            </w:pPr>
            <w:r w:rsidRPr="00A02110">
              <w:t xml:space="preserve">standards setting </w:t>
            </w:r>
          </w:p>
          <w:p w14:paraId="4B633127" w14:textId="2B6C57F4" w:rsidR="00A02110" w:rsidRDefault="00A02110" w:rsidP="00A02110">
            <w:pPr>
              <w:pStyle w:val="SIBulletList2"/>
            </w:pPr>
            <w:r w:rsidRPr="00A02110">
              <w:t xml:space="preserve">certification </w:t>
            </w:r>
          </w:p>
          <w:p w14:paraId="653E9EFE" w14:textId="45A5DC5B" w:rsidR="00A02110" w:rsidRDefault="00A02110" w:rsidP="00A02110">
            <w:pPr>
              <w:pStyle w:val="SIBulletList2"/>
            </w:pPr>
            <w:r w:rsidRPr="00A02110">
              <w:t xml:space="preserve">accreditation functions </w:t>
            </w:r>
          </w:p>
          <w:p w14:paraId="57D1445B" w14:textId="588FD91F" w:rsidR="00EC05E7" w:rsidRDefault="001C3ACF" w:rsidP="00EC05E7">
            <w:pPr>
              <w:pStyle w:val="SIBulletList1"/>
            </w:pPr>
            <w:r>
              <w:t xml:space="preserve">key components of </w:t>
            </w:r>
            <w:r w:rsidRPr="001C3ACF">
              <w:t>chain of custody system</w:t>
            </w:r>
            <w:r w:rsidR="00586D1A">
              <w:t>:</w:t>
            </w:r>
          </w:p>
          <w:p w14:paraId="12382FED" w14:textId="7676E9E7" w:rsidR="00EC05E7" w:rsidRPr="00EC05E7" w:rsidRDefault="00EC05E7" w:rsidP="00EC05E7">
            <w:pPr>
              <w:pStyle w:val="SIBulletList2"/>
            </w:pPr>
            <w:r w:rsidRPr="00EC05E7">
              <w:t xml:space="preserve">system for </w:t>
            </w:r>
            <w:proofErr w:type="gramStart"/>
            <w:r w:rsidRPr="00EC05E7">
              <w:t>purchasing</w:t>
            </w:r>
            <w:proofErr w:type="gramEnd"/>
            <w:r w:rsidR="00113639">
              <w:t xml:space="preserve">, </w:t>
            </w:r>
            <w:r w:rsidRPr="00EC05E7">
              <w:t xml:space="preserve">acquiring </w:t>
            </w:r>
            <w:r w:rsidR="00113639">
              <w:t xml:space="preserve">and receipting </w:t>
            </w:r>
            <w:r w:rsidRPr="00EC05E7">
              <w:t>certified materials</w:t>
            </w:r>
          </w:p>
          <w:p w14:paraId="10935AE9" w14:textId="4AF840F2" w:rsidR="00EC05E7" w:rsidRPr="00EC05E7" w:rsidRDefault="00EC05E7" w:rsidP="00EC05E7">
            <w:pPr>
              <w:pStyle w:val="SIBulletList2"/>
            </w:pPr>
            <w:r w:rsidRPr="00EC05E7">
              <w:t xml:space="preserve">system for handling certified material </w:t>
            </w:r>
            <w:r w:rsidR="00545763">
              <w:t xml:space="preserve">including </w:t>
            </w:r>
            <w:r w:rsidR="00722727">
              <w:t xml:space="preserve">methods for </w:t>
            </w:r>
            <w:r w:rsidRPr="00EC05E7">
              <w:t>keeping them separated from non-certified materials</w:t>
            </w:r>
          </w:p>
          <w:p w14:paraId="00135EE3" w14:textId="77777777" w:rsidR="00EC05E7" w:rsidRPr="00EC05E7" w:rsidRDefault="00EC05E7" w:rsidP="00EC05E7">
            <w:pPr>
              <w:pStyle w:val="SIBulletList2"/>
            </w:pPr>
            <w:r w:rsidRPr="00EC05E7">
              <w:t xml:space="preserve">system for </w:t>
            </w:r>
            <w:proofErr w:type="gramStart"/>
            <w:r w:rsidRPr="00EC05E7">
              <w:t>providing</w:t>
            </w:r>
            <w:proofErr w:type="gramEnd"/>
            <w:r w:rsidRPr="00EC05E7">
              <w:t xml:space="preserve"> certified material to customers</w:t>
            </w:r>
          </w:p>
          <w:p w14:paraId="3B99E449" w14:textId="77777777" w:rsidR="001C3ACF" w:rsidRDefault="001C3ACF" w:rsidP="00EC05E7">
            <w:pPr>
              <w:pStyle w:val="SIBulletList1"/>
            </w:pPr>
            <w:r w:rsidRPr="001C3ACF">
              <w:t xml:space="preserve">roles and responsibilities of personnel responsible for chain of custody implementation and </w:t>
            </w:r>
            <w:proofErr w:type="gramStart"/>
            <w:r w:rsidRPr="001C3ACF">
              <w:t>monitoring</w:t>
            </w:r>
            <w:proofErr w:type="gramEnd"/>
            <w:r w:rsidRPr="001C3ACF">
              <w:t xml:space="preserve"> in the workplace </w:t>
            </w:r>
          </w:p>
          <w:p w14:paraId="375E5D52" w14:textId="2A71D82B" w:rsidR="001C3ACF" w:rsidRPr="001C3ACF" w:rsidRDefault="001C3ACF" w:rsidP="00EC05E7">
            <w:pPr>
              <w:pStyle w:val="SIBulletList1"/>
            </w:pPr>
            <w:r>
              <w:t>c</w:t>
            </w:r>
            <w:r w:rsidRPr="001C3ACF">
              <w:t>hain of custody certification process</w:t>
            </w:r>
            <w:r w:rsidR="00EC05E7">
              <w:t xml:space="preserve"> and </w:t>
            </w:r>
            <w:r w:rsidR="00EC05E7" w:rsidRPr="00EC05E7">
              <w:t xml:space="preserve">period of chain of </w:t>
            </w:r>
            <w:r w:rsidR="00EC05E7">
              <w:t xml:space="preserve">custody </w:t>
            </w:r>
            <w:r w:rsidR="00EC05E7" w:rsidRPr="00EC05E7">
              <w:t>certification</w:t>
            </w:r>
          </w:p>
          <w:p w14:paraId="26C7A14D" w14:textId="77777777" w:rsidR="00D5699D" w:rsidRDefault="00D5699D" w:rsidP="00EC05E7">
            <w:pPr>
              <w:pStyle w:val="SIBulletList1"/>
            </w:pPr>
            <w:r>
              <w:t>chain of custody certification requirements:</w:t>
            </w:r>
          </w:p>
          <w:p w14:paraId="3A2EE85C" w14:textId="43F4F0D3" w:rsidR="001C3ACF" w:rsidRPr="001C3ACF" w:rsidRDefault="001C3ACF" w:rsidP="00D5699D">
            <w:pPr>
              <w:pStyle w:val="SIBulletList2"/>
            </w:pPr>
            <w:r>
              <w:t>w</w:t>
            </w:r>
            <w:r w:rsidRPr="001C3ACF">
              <w:t xml:space="preserve">orkplace </w:t>
            </w:r>
            <w:r>
              <w:t>chain of custody</w:t>
            </w:r>
            <w:r w:rsidRPr="001C3ACF">
              <w:t xml:space="preserve"> procedures</w:t>
            </w:r>
          </w:p>
          <w:p w14:paraId="03778512" w14:textId="77777777" w:rsidR="00160DEB" w:rsidRDefault="00751D6B" w:rsidP="00D5699D">
            <w:pPr>
              <w:pStyle w:val="SIBulletList2"/>
            </w:pPr>
            <w:r>
              <w:t>due diligence</w:t>
            </w:r>
          </w:p>
          <w:p w14:paraId="7AAAC72F" w14:textId="6A45666E" w:rsidR="001C3ACF" w:rsidRPr="00D5699D" w:rsidRDefault="00EC05E7" w:rsidP="00D5699D">
            <w:pPr>
              <w:pStyle w:val="SIBulletList2"/>
            </w:pPr>
            <w:r w:rsidRPr="00D5699D">
              <w:t>r</w:t>
            </w:r>
            <w:r w:rsidR="001C3ACF" w:rsidRPr="00D5699D">
              <w:t>esponsible sourcing</w:t>
            </w:r>
            <w:r w:rsidR="00D5699D" w:rsidRPr="00D5699D">
              <w:t xml:space="preserve"> including </w:t>
            </w:r>
            <w:r w:rsidR="001C3ACF" w:rsidRPr="00D5699D">
              <w:t xml:space="preserve">information requirements </w:t>
            </w:r>
            <w:r w:rsidR="00D5699D" w:rsidRPr="00D5699D">
              <w:t xml:space="preserve">and </w:t>
            </w:r>
            <w:r w:rsidR="001C3ACF" w:rsidRPr="00D5699D">
              <w:t>verification of certification claims by suppliers</w:t>
            </w:r>
          </w:p>
          <w:p w14:paraId="04A8511C" w14:textId="30E071D6" w:rsidR="001C3ACF" w:rsidRPr="001C3ACF" w:rsidRDefault="001C3ACF" w:rsidP="00D5699D">
            <w:pPr>
              <w:pStyle w:val="SIBulletList2"/>
            </w:pPr>
            <w:r>
              <w:t>c</w:t>
            </w:r>
            <w:r w:rsidRPr="001C3ACF">
              <w:t xml:space="preserve">lassification of materials </w:t>
            </w:r>
            <w:r w:rsidR="00B13224">
              <w:t>(</w:t>
            </w:r>
            <w:r w:rsidRPr="001C3ACF">
              <w:t xml:space="preserve">certified, </w:t>
            </w:r>
            <w:proofErr w:type="gramStart"/>
            <w:r w:rsidRPr="001C3ACF">
              <w:t>neutral</w:t>
            </w:r>
            <w:proofErr w:type="gramEnd"/>
            <w:r w:rsidRPr="001C3ACF">
              <w:t xml:space="preserve"> and other</w:t>
            </w:r>
            <w:r w:rsidR="00B13224">
              <w:t>)</w:t>
            </w:r>
          </w:p>
          <w:p w14:paraId="483C5C8A" w14:textId="2AF75A12" w:rsidR="001C3ACF" w:rsidRPr="001C3ACF" w:rsidRDefault="001C3ACF" w:rsidP="00D5699D">
            <w:pPr>
              <w:pStyle w:val="SIBulletList2"/>
            </w:pPr>
            <w:r>
              <w:t>c</w:t>
            </w:r>
            <w:r w:rsidRPr="001C3ACF">
              <w:t>ontrolled sources</w:t>
            </w:r>
          </w:p>
          <w:p w14:paraId="4EB6EAE8" w14:textId="3D1CED53" w:rsidR="001C3ACF" w:rsidRPr="001C3ACF" w:rsidRDefault="001C3ACF" w:rsidP="00D5699D">
            <w:pPr>
              <w:pStyle w:val="SIBulletList2"/>
            </w:pPr>
            <w:r>
              <w:t>t</w:t>
            </w:r>
            <w:r w:rsidRPr="001C3ACF">
              <w:t>raceability</w:t>
            </w:r>
          </w:p>
          <w:p w14:paraId="6C52E948" w14:textId="2D7BE421" w:rsidR="00160DEB" w:rsidRDefault="001C3ACF" w:rsidP="00D5699D">
            <w:pPr>
              <w:pStyle w:val="SIBulletList2"/>
            </w:pPr>
            <w:r>
              <w:t>chain of custody</w:t>
            </w:r>
            <w:r w:rsidRPr="001C3ACF">
              <w:t xml:space="preserve"> implementation methods </w:t>
            </w:r>
            <w:r w:rsidR="00B667A8">
              <w:t>(</w:t>
            </w:r>
            <w:r w:rsidRPr="001C3ACF">
              <w:t>physical separation method and percentage-based method</w:t>
            </w:r>
            <w:r w:rsidR="00B667A8">
              <w:t>)</w:t>
            </w:r>
          </w:p>
          <w:p w14:paraId="182E318A" w14:textId="06F1DF25" w:rsidR="00D91A53" w:rsidRDefault="00160DEB" w:rsidP="00D5699D">
            <w:pPr>
              <w:pStyle w:val="SIBulletList2"/>
            </w:pPr>
            <w:r>
              <w:t>record</w:t>
            </w:r>
            <w:r w:rsidR="00071F2C">
              <w:t xml:space="preserve"> keeping including storage, </w:t>
            </w:r>
            <w:proofErr w:type="gramStart"/>
            <w:r w:rsidR="00071F2C">
              <w:t>retrieval</w:t>
            </w:r>
            <w:proofErr w:type="gramEnd"/>
            <w:r w:rsidR="00071F2C">
              <w:t xml:space="preserve"> </w:t>
            </w:r>
            <w:r w:rsidR="00EA27C6">
              <w:t>and minimum maintenance period</w:t>
            </w:r>
          </w:p>
          <w:p w14:paraId="305347A9" w14:textId="44056EDB" w:rsidR="00F16BBB" w:rsidRDefault="00D91A53" w:rsidP="00D5699D">
            <w:pPr>
              <w:pStyle w:val="SIBulletList2"/>
            </w:pPr>
            <w:r>
              <w:t xml:space="preserve">staff and management training </w:t>
            </w:r>
            <w:r w:rsidR="00071F2C">
              <w:t xml:space="preserve">plan and </w:t>
            </w:r>
            <w:r>
              <w:t>training materials</w:t>
            </w:r>
          </w:p>
          <w:p w14:paraId="5A5E98C7" w14:textId="04EB811C" w:rsidR="001C3ACF" w:rsidRPr="001C3ACF" w:rsidRDefault="00F16BBB" w:rsidP="00D5699D">
            <w:pPr>
              <w:pStyle w:val="SIBulletList2"/>
            </w:pPr>
            <w:r>
              <w:t>subcontracting and outsourcing arrangements</w:t>
            </w:r>
          </w:p>
          <w:p w14:paraId="7A17E39B" w14:textId="06D1AF7D" w:rsidR="001C3ACF" w:rsidRPr="001C3ACF" w:rsidRDefault="00EC05E7" w:rsidP="00EC05E7">
            <w:pPr>
              <w:pStyle w:val="SIBulletList1"/>
            </w:pPr>
            <w:r>
              <w:t>t</w:t>
            </w:r>
            <w:r w:rsidR="001C3ACF">
              <w:t xml:space="preserve">ypes, </w:t>
            </w:r>
            <w:r w:rsidR="001C3ACF" w:rsidRPr="001C3ACF">
              <w:t>meaning</w:t>
            </w:r>
            <w:r w:rsidR="001C3ACF">
              <w:t xml:space="preserve"> and conditions of use</w:t>
            </w:r>
            <w:r w:rsidR="001C3ACF" w:rsidRPr="001C3ACF">
              <w:t xml:space="preserve"> of </w:t>
            </w:r>
            <w:r w:rsidR="001C3ACF">
              <w:t>chain of custody</w:t>
            </w:r>
            <w:r w:rsidR="001C3ACF" w:rsidRPr="001C3ACF">
              <w:t xml:space="preserve"> logos and labels</w:t>
            </w:r>
          </w:p>
          <w:p w14:paraId="01839EEF" w14:textId="4B0F4AF6" w:rsidR="001C3ACF" w:rsidRPr="001C3ACF" w:rsidRDefault="00EC05E7" w:rsidP="00EC05E7">
            <w:pPr>
              <w:pStyle w:val="SIBulletList1"/>
            </w:pPr>
            <w:r>
              <w:lastRenderedPageBreak/>
              <w:t>f</w:t>
            </w:r>
            <w:r w:rsidR="001C3ACF" w:rsidRPr="001C3ACF">
              <w:t xml:space="preserve">ormat, </w:t>
            </w:r>
            <w:proofErr w:type="gramStart"/>
            <w:r w:rsidR="001C3ACF" w:rsidRPr="001C3ACF">
              <w:t>content</w:t>
            </w:r>
            <w:proofErr w:type="gramEnd"/>
            <w:r w:rsidR="001C3ACF" w:rsidRPr="001C3ACF">
              <w:t xml:space="preserve"> and use of </w:t>
            </w:r>
            <w:r w:rsidR="001C3ACF">
              <w:t>chain of custody</w:t>
            </w:r>
            <w:r w:rsidR="001C3ACF" w:rsidRPr="001C3ACF">
              <w:t xml:space="preserve"> workplace documents used for certification, audit and quality purposes, including:</w:t>
            </w:r>
          </w:p>
          <w:p w14:paraId="3174E069" w14:textId="77777777" w:rsidR="001C3ACF" w:rsidRPr="00EC05E7" w:rsidRDefault="001C3ACF" w:rsidP="00EC05E7">
            <w:pPr>
              <w:pStyle w:val="SIBulletList2"/>
            </w:pPr>
            <w:r w:rsidRPr="00EC05E7">
              <w:t>timber source documents</w:t>
            </w:r>
          </w:p>
          <w:p w14:paraId="6BD1EEB7" w14:textId="77777777" w:rsidR="001C3ACF" w:rsidRPr="00EC05E7" w:rsidRDefault="001C3ACF" w:rsidP="00EC05E7">
            <w:pPr>
              <w:pStyle w:val="SIBulletList2"/>
            </w:pPr>
            <w:r w:rsidRPr="00EC05E7">
              <w:t>processing records</w:t>
            </w:r>
          </w:p>
          <w:p w14:paraId="6FBFCE43" w14:textId="77777777" w:rsidR="001C3ACF" w:rsidRPr="00EC05E7" w:rsidRDefault="001C3ACF" w:rsidP="00EC05E7">
            <w:pPr>
              <w:pStyle w:val="SIBulletList2"/>
            </w:pPr>
            <w:r w:rsidRPr="00EC05E7">
              <w:t>quality records</w:t>
            </w:r>
          </w:p>
          <w:p w14:paraId="2C58D89A" w14:textId="77777777" w:rsidR="001C3ACF" w:rsidRPr="00EC05E7" w:rsidRDefault="001C3ACF" w:rsidP="00EC05E7">
            <w:pPr>
              <w:pStyle w:val="SIBulletList2"/>
            </w:pPr>
            <w:r w:rsidRPr="00EC05E7">
              <w:t>numbering and labelling documents</w:t>
            </w:r>
          </w:p>
          <w:p w14:paraId="677A53F3" w14:textId="693B1CBF" w:rsidR="001C3ACF" w:rsidRPr="001C3ACF" w:rsidRDefault="001C3ACF" w:rsidP="00EC05E7">
            <w:pPr>
              <w:pStyle w:val="SIBulletList1"/>
            </w:pPr>
            <w:r>
              <w:t>chain of custody</w:t>
            </w:r>
            <w:r w:rsidRPr="001C3ACF">
              <w:t xml:space="preserve"> internal audit processes, including:</w:t>
            </w:r>
          </w:p>
          <w:p w14:paraId="5AF38078" w14:textId="77777777" w:rsidR="001C3ACF" w:rsidRPr="00EC05E7" w:rsidRDefault="001C3ACF" w:rsidP="00EC05E7">
            <w:pPr>
              <w:pStyle w:val="SIBulletList2"/>
            </w:pPr>
            <w:r w:rsidRPr="00EC05E7">
              <w:t>purpose of internal audits</w:t>
            </w:r>
          </w:p>
          <w:p w14:paraId="4A946AB6" w14:textId="77777777" w:rsidR="001C3ACF" w:rsidRPr="00EC05E7" w:rsidRDefault="001C3ACF" w:rsidP="00EC05E7">
            <w:pPr>
              <w:pStyle w:val="SIBulletList2"/>
            </w:pPr>
            <w:r w:rsidRPr="00EC05E7">
              <w:t>scheduling of audits</w:t>
            </w:r>
          </w:p>
          <w:p w14:paraId="3ACEB045" w14:textId="77777777" w:rsidR="001C3ACF" w:rsidRPr="00EC05E7" w:rsidRDefault="001C3ACF" w:rsidP="00EC05E7">
            <w:pPr>
              <w:pStyle w:val="SIBulletList2"/>
            </w:pPr>
            <w:r w:rsidRPr="00EC05E7">
              <w:t>role of internal auditors</w:t>
            </w:r>
          </w:p>
          <w:p w14:paraId="264D0CFA" w14:textId="77777777" w:rsidR="001C3ACF" w:rsidRPr="00EC05E7" w:rsidRDefault="001C3ACF" w:rsidP="00EC05E7">
            <w:pPr>
              <w:pStyle w:val="SIBulletList2"/>
            </w:pPr>
            <w:r w:rsidRPr="00EC05E7">
              <w:t xml:space="preserve">process, </w:t>
            </w:r>
            <w:proofErr w:type="gramStart"/>
            <w:r w:rsidRPr="00EC05E7">
              <w:t>documentation</w:t>
            </w:r>
            <w:proofErr w:type="gramEnd"/>
            <w:r w:rsidRPr="00EC05E7">
              <w:t xml:space="preserve"> and reporting</w:t>
            </w:r>
          </w:p>
          <w:p w14:paraId="74F7985A" w14:textId="59C4CEB6" w:rsidR="001C3ACF" w:rsidRDefault="001C3ACF" w:rsidP="00EC05E7">
            <w:pPr>
              <w:pStyle w:val="SIBulletList2"/>
            </w:pPr>
            <w:r w:rsidRPr="001C3ACF">
              <w:t xml:space="preserve">requirements for and methods of responding to non-compliances and process improvements </w:t>
            </w:r>
            <w:proofErr w:type="gramStart"/>
            <w:r w:rsidRPr="001C3ACF">
              <w:t>identified</w:t>
            </w:r>
            <w:proofErr w:type="gramEnd"/>
            <w:r w:rsidRPr="001C3ACF">
              <w:t xml:space="preserve"> by audit</w:t>
            </w:r>
          </w:p>
          <w:p w14:paraId="2B463589" w14:textId="2064F8E8" w:rsidR="0082227B" w:rsidRPr="001C3ACF" w:rsidRDefault="0082227B" w:rsidP="00EC05E7">
            <w:pPr>
              <w:pStyle w:val="SIBulletList2"/>
            </w:pPr>
            <w:r>
              <w:t>audit requiremen</w:t>
            </w:r>
            <w:r w:rsidR="00700CE2">
              <w:t xml:space="preserve">ts for contractors and </w:t>
            </w:r>
            <w:r w:rsidR="005E5478">
              <w:t>outsourcing arrangements</w:t>
            </w:r>
          </w:p>
          <w:p w14:paraId="599CA41D" w14:textId="4A0E9E46" w:rsidR="001C3ACF" w:rsidRPr="001C3ACF" w:rsidRDefault="001C3ACF" w:rsidP="00EC05E7">
            <w:pPr>
              <w:pStyle w:val="SIBulletList1"/>
            </w:pPr>
            <w:r>
              <w:t>chain of custody</w:t>
            </w:r>
            <w:r w:rsidRPr="001C3ACF">
              <w:t xml:space="preserve"> external audit processes</w:t>
            </w:r>
          </w:p>
          <w:p w14:paraId="6950CA45" w14:textId="77777777" w:rsidR="001C3ACF" w:rsidRPr="001C3ACF" w:rsidRDefault="001C3ACF" w:rsidP="00EC05E7">
            <w:pPr>
              <w:pStyle w:val="SIBulletList2"/>
            </w:pPr>
            <w:r w:rsidRPr="001C3ACF">
              <w:t>purpose</w:t>
            </w:r>
          </w:p>
          <w:p w14:paraId="5B6C9BD2" w14:textId="77777777" w:rsidR="001C3ACF" w:rsidRPr="001C3ACF" w:rsidRDefault="001C3ACF" w:rsidP="00EC05E7">
            <w:pPr>
              <w:pStyle w:val="SIBulletList2"/>
            </w:pPr>
            <w:r w:rsidRPr="001C3ACF">
              <w:t>timing and procedures</w:t>
            </w:r>
          </w:p>
          <w:p w14:paraId="0BF4178F" w14:textId="069BE5E8" w:rsidR="00FE3148" w:rsidRPr="0007203E" w:rsidRDefault="001C3ACF" w:rsidP="00EC05E7">
            <w:pPr>
              <w:pStyle w:val="SIBulletList2"/>
            </w:pPr>
            <w:r w:rsidRPr="001C3ACF">
              <w:t>role of workplace personnel in external audits</w:t>
            </w:r>
            <w:r w:rsidR="00291037">
              <w:t>.</w:t>
            </w:r>
          </w:p>
        </w:tc>
      </w:tr>
    </w:tbl>
    <w:p w14:paraId="5182EE19" w14:textId="41ADBB69" w:rsidR="00F1480E" w:rsidRDefault="00F1480E" w:rsidP="005F771F">
      <w:pPr>
        <w:pStyle w:val="SIText"/>
      </w:pPr>
    </w:p>
    <w:p w14:paraId="7506A169" w14:textId="77777777" w:rsidR="001C3ACF" w:rsidRDefault="001C3AC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F55666">
        <w:tc>
          <w:tcPr>
            <w:tcW w:w="5000" w:type="pct"/>
            <w:shd w:val="clear" w:color="auto" w:fill="auto"/>
          </w:tcPr>
          <w:p w14:paraId="64444F7B" w14:textId="77777777" w:rsidR="00FC325D" w:rsidRPr="00FC325D" w:rsidRDefault="00FC325D" w:rsidP="00FC325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6921AA78" w14:textId="77777777" w:rsidR="002963F8" w:rsidRPr="002963F8" w:rsidRDefault="002963F8" w:rsidP="002963F8">
            <w:pPr>
              <w:pStyle w:val="SIBulletList1"/>
            </w:pPr>
            <w:r w:rsidRPr="002963F8">
              <w:t>physical conditions:</w:t>
            </w:r>
          </w:p>
          <w:p w14:paraId="4B95A6CB" w14:textId="77777777" w:rsidR="002963F8" w:rsidRPr="002963F8" w:rsidRDefault="002963F8" w:rsidP="002963F8">
            <w:pPr>
              <w:pStyle w:val="SIBulletList2"/>
            </w:pPr>
            <w:r w:rsidRPr="002963F8">
              <w:t xml:space="preserve">skills must be </w:t>
            </w:r>
            <w:proofErr w:type="gramStart"/>
            <w:r w:rsidRPr="002963F8">
              <w:t>demonstrated</w:t>
            </w:r>
            <w:proofErr w:type="gramEnd"/>
            <w:r w:rsidRPr="002963F8">
              <w:t xml:space="preserve"> in a work environment or an environment that accurately represents workplace conditions</w:t>
            </w:r>
          </w:p>
          <w:p w14:paraId="74F8336A" w14:textId="77777777" w:rsidR="008E2FD6" w:rsidRPr="00CD15EA" w:rsidRDefault="008E2FD6" w:rsidP="008E2FD6">
            <w:pPr>
              <w:pStyle w:val="SIBulletList1"/>
            </w:pPr>
            <w:r w:rsidRPr="00CD15EA">
              <w:t xml:space="preserve">resources, </w:t>
            </w:r>
            <w:proofErr w:type="gramStart"/>
            <w:r w:rsidRPr="00CD15EA">
              <w:t>equipment</w:t>
            </w:r>
            <w:proofErr w:type="gramEnd"/>
            <w:r w:rsidRPr="00CD15EA">
              <w:t xml:space="preserve"> and materials:</w:t>
            </w:r>
          </w:p>
          <w:p w14:paraId="70D94DD6" w14:textId="60FB7D72" w:rsidR="008E2FD6" w:rsidRDefault="001140DD" w:rsidP="008E2FD6">
            <w:pPr>
              <w:pStyle w:val="SIBulletList2"/>
            </w:pPr>
            <w:r>
              <w:t xml:space="preserve">internet access and computer equipment to research information on chain of custody certification scheme </w:t>
            </w:r>
          </w:p>
          <w:p w14:paraId="654C68DF" w14:textId="77777777" w:rsidR="008E2FD6" w:rsidRPr="00CD15EA" w:rsidRDefault="008E2FD6" w:rsidP="008E2FD6">
            <w:pPr>
              <w:pStyle w:val="SIBulletList1"/>
            </w:pPr>
            <w:r w:rsidRPr="00CD15EA">
              <w:t>specifications:</w:t>
            </w:r>
          </w:p>
          <w:p w14:paraId="3F601BD6" w14:textId="0A69207B" w:rsidR="008E2FD6" w:rsidRDefault="005D3D9F" w:rsidP="005D3D9F">
            <w:pPr>
              <w:pStyle w:val="SIBulletList2"/>
            </w:pPr>
            <w:r>
              <w:t xml:space="preserve">chain of custody certification </w:t>
            </w:r>
            <w:r w:rsidR="00D5699D">
              <w:t xml:space="preserve">scheme </w:t>
            </w:r>
            <w:r w:rsidR="001140DD">
              <w:t xml:space="preserve">documentation including </w:t>
            </w:r>
            <w:r>
              <w:t>policy</w:t>
            </w:r>
            <w:r w:rsidR="00D5699D">
              <w:t xml:space="preserve">, </w:t>
            </w:r>
            <w:proofErr w:type="gramStart"/>
            <w:r>
              <w:t>procedures</w:t>
            </w:r>
            <w:proofErr w:type="gramEnd"/>
            <w:r w:rsidR="00D5699D">
              <w:t xml:space="preserve"> and standards</w:t>
            </w:r>
            <w:r w:rsidR="00291037">
              <w:t>.</w:t>
            </w:r>
          </w:p>
          <w:p w14:paraId="3CCC59C0" w14:textId="77777777" w:rsidR="00291037" w:rsidRPr="00CD15EA" w:rsidRDefault="00291037" w:rsidP="00291037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6A9482A4" w14:textId="4DF824C2" w:rsidR="00F1480E" w:rsidRPr="000754EC" w:rsidRDefault="008E2FD6" w:rsidP="00586D56">
            <w:pPr>
              <w:pStyle w:val="SIText"/>
              <w:rPr>
                <w:rFonts w:eastAsia="Calibri"/>
              </w:rPr>
            </w:pPr>
            <w:r w:rsidRPr="00CD15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59166B6" w14:textId="77777777" w:rsidR="00586D1A" w:rsidRDefault="00EE4378" w:rsidP="0035416A">
            <w:pPr>
              <w:pStyle w:val="SIText"/>
            </w:pPr>
            <w:r w:rsidRPr="00EE4378">
              <w:t xml:space="preserve">Companion Volume implementation guides are found in </w:t>
            </w:r>
            <w:proofErr w:type="spellStart"/>
            <w:r w:rsidRPr="00EE4378">
              <w:t>VETNet</w:t>
            </w:r>
            <w:proofErr w:type="spellEnd"/>
            <w:r w:rsidR="00586D1A">
              <w:t>:</w:t>
            </w:r>
          </w:p>
          <w:p w14:paraId="2697E5E8" w14:textId="4AF441D0" w:rsidR="00F1480E" w:rsidRPr="000754EC" w:rsidRDefault="00716240" w:rsidP="0035416A">
            <w:pPr>
              <w:pStyle w:val="SIText"/>
            </w:pPr>
            <w:hyperlink r:id="rId11" w:history="1">
              <w:r w:rsidR="00586D1A" w:rsidRPr="005B62FF">
                <w:t>https://vetnet.gov.au/Pages/TrainingDocs.aspx?q=0d96fe23-5747-4c01-9d6f-3509ff8d3d47</w:t>
              </w:r>
            </w:hyperlink>
          </w:p>
        </w:tc>
      </w:tr>
    </w:tbl>
    <w:p w14:paraId="57066260" w14:textId="1EC3E1DF" w:rsidR="00F1480E" w:rsidRDefault="00F1480E" w:rsidP="005F771F">
      <w:pPr>
        <w:pStyle w:val="SIText"/>
      </w:pPr>
    </w:p>
    <w:p w14:paraId="02581042" w14:textId="77777777" w:rsidR="00AB7C42" w:rsidRDefault="00AB7C42" w:rsidP="005F771F">
      <w:pPr>
        <w:pStyle w:val="SIText"/>
      </w:pPr>
    </w:p>
    <w:sectPr w:rsidR="00AB7C42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86965" w14:textId="77777777" w:rsidR="00716240" w:rsidRDefault="00716240" w:rsidP="00BF3F0A">
      <w:r>
        <w:separator/>
      </w:r>
    </w:p>
    <w:p w14:paraId="78E00A00" w14:textId="77777777" w:rsidR="00716240" w:rsidRDefault="00716240"/>
  </w:endnote>
  <w:endnote w:type="continuationSeparator" w:id="0">
    <w:p w14:paraId="20AA66FD" w14:textId="77777777" w:rsidR="00716240" w:rsidRDefault="00716240" w:rsidP="00BF3F0A">
      <w:r>
        <w:continuationSeparator/>
      </w:r>
    </w:p>
    <w:p w14:paraId="443DC396" w14:textId="77777777" w:rsidR="00716240" w:rsidRDefault="00716240"/>
  </w:endnote>
  <w:endnote w:type="continuationNotice" w:id="1">
    <w:p w14:paraId="627CCF49" w14:textId="77777777" w:rsidR="00716240" w:rsidRDefault="007162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1580A" w14:textId="77777777" w:rsidR="00FB2302" w:rsidRDefault="00FB230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2A88543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40C59" w14:textId="77777777" w:rsidR="00FB2302" w:rsidRDefault="00FB230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B19F8" w14:textId="77777777" w:rsidR="00716240" w:rsidRDefault="00716240" w:rsidP="00BF3F0A">
      <w:r>
        <w:separator/>
      </w:r>
    </w:p>
    <w:p w14:paraId="77203BB2" w14:textId="77777777" w:rsidR="00716240" w:rsidRDefault="00716240"/>
  </w:footnote>
  <w:footnote w:type="continuationSeparator" w:id="0">
    <w:p w14:paraId="356460BE" w14:textId="77777777" w:rsidR="00716240" w:rsidRDefault="00716240" w:rsidP="00BF3F0A">
      <w:r>
        <w:continuationSeparator/>
      </w:r>
    </w:p>
    <w:p w14:paraId="66E0181C" w14:textId="77777777" w:rsidR="00716240" w:rsidRDefault="00716240"/>
  </w:footnote>
  <w:footnote w:type="continuationNotice" w:id="1">
    <w:p w14:paraId="1D1AFA6E" w14:textId="77777777" w:rsidR="00716240" w:rsidRDefault="007162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8F4B3" w14:textId="77777777" w:rsidR="00FB2302" w:rsidRDefault="00FB230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35017" w14:textId="58DB10B7" w:rsidR="009C2650" w:rsidRDefault="00716240" w:rsidP="005E2E08">
    <w:pPr>
      <w:pStyle w:val="SIText"/>
    </w:pPr>
    <w:sdt>
      <w:sdtPr>
        <w:id w:val="-1316182623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01A65FA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B23A1" w:rsidRPr="00D2012C">
      <w:t>FWP</w:t>
    </w:r>
    <w:r w:rsidR="00567B8D">
      <w:t>COT4X</w:t>
    </w:r>
    <w:r w:rsidR="009B23A1" w:rsidRPr="00D2012C">
      <w:t xml:space="preserve">XX </w:t>
    </w:r>
    <w:r w:rsidR="001140DD">
      <w:t>Assess requirements</w:t>
    </w:r>
    <w:r w:rsidR="005D3D9F" w:rsidRPr="005D3D9F">
      <w:t xml:space="preserve"> of chain of custody certification </w:t>
    </w:r>
    <w:r w:rsidR="005D5A51">
      <w:t xml:space="preserve">scheme </w:t>
    </w:r>
    <w:r w:rsidR="005D3D9F" w:rsidRPr="005D3D9F">
      <w:t>for forest and wood products</w:t>
    </w:r>
  </w:p>
  <w:p w14:paraId="4BE5B71C" w14:textId="77777777" w:rsidR="00B5633D" w:rsidRPr="00956978" w:rsidRDefault="00B5633D" w:rsidP="0035416A">
    <w:pPr>
      <w:pStyle w:val="SIUnittit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F5428" w14:textId="77777777" w:rsidR="00FB2302" w:rsidRDefault="00FB230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8E76E890"/>
    <w:lvl w:ilvl="0">
      <w:start w:val="1"/>
      <w:numFmt w:val="bullet"/>
      <w:pStyle w:val="Nor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9A25F9"/>
    <w:multiLevelType w:val="hybridMultilevel"/>
    <w:tmpl w:val="10B090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F7F54"/>
    <w:multiLevelType w:val="hybridMultilevel"/>
    <w:tmpl w:val="28CA22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86BB2"/>
    <w:multiLevelType w:val="hybridMultilevel"/>
    <w:tmpl w:val="BD3074C6"/>
    <w:lvl w:ilvl="0" w:tplc="080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68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QzsDAwtDS1NDExMDVR0lEKTi0uzszPAykwtqwFAEOVakctAAAA"/>
  </w:docVars>
  <w:rsids>
    <w:rsidRoot w:val="00AB5133"/>
    <w:rsid w:val="000006D6"/>
    <w:rsid w:val="000014B9"/>
    <w:rsid w:val="00003C2E"/>
    <w:rsid w:val="00005A15"/>
    <w:rsid w:val="000102D6"/>
    <w:rsid w:val="0001108F"/>
    <w:rsid w:val="000115E2"/>
    <w:rsid w:val="000126D0"/>
    <w:rsid w:val="0001296A"/>
    <w:rsid w:val="00014F07"/>
    <w:rsid w:val="00016803"/>
    <w:rsid w:val="00017572"/>
    <w:rsid w:val="00023992"/>
    <w:rsid w:val="00026F9E"/>
    <w:rsid w:val="000275AE"/>
    <w:rsid w:val="00027B54"/>
    <w:rsid w:val="000363E9"/>
    <w:rsid w:val="00041E59"/>
    <w:rsid w:val="00046C5B"/>
    <w:rsid w:val="00050094"/>
    <w:rsid w:val="000510BA"/>
    <w:rsid w:val="00064BFE"/>
    <w:rsid w:val="00065448"/>
    <w:rsid w:val="00066173"/>
    <w:rsid w:val="00070B3E"/>
    <w:rsid w:val="00070C0F"/>
    <w:rsid w:val="00070FFB"/>
    <w:rsid w:val="00071F2C"/>
    <w:rsid w:val="00071F95"/>
    <w:rsid w:val="0007203E"/>
    <w:rsid w:val="000737BB"/>
    <w:rsid w:val="00074E47"/>
    <w:rsid w:val="000754EC"/>
    <w:rsid w:val="000755AA"/>
    <w:rsid w:val="00075706"/>
    <w:rsid w:val="0008404D"/>
    <w:rsid w:val="0009093B"/>
    <w:rsid w:val="00090F24"/>
    <w:rsid w:val="000912F7"/>
    <w:rsid w:val="00095E70"/>
    <w:rsid w:val="00096715"/>
    <w:rsid w:val="000A5441"/>
    <w:rsid w:val="000A76E5"/>
    <w:rsid w:val="000B0CCB"/>
    <w:rsid w:val="000B297D"/>
    <w:rsid w:val="000B4195"/>
    <w:rsid w:val="000C1151"/>
    <w:rsid w:val="000C149A"/>
    <w:rsid w:val="000C1BE0"/>
    <w:rsid w:val="000C224E"/>
    <w:rsid w:val="000E21AA"/>
    <w:rsid w:val="000E25E6"/>
    <w:rsid w:val="000E2C86"/>
    <w:rsid w:val="000E714F"/>
    <w:rsid w:val="000F29F2"/>
    <w:rsid w:val="000F4A60"/>
    <w:rsid w:val="000F5C9E"/>
    <w:rsid w:val="000F636F"/>
    <w:rsid w:val="00101659"/>
    <w:rsid w:val="00101E17"/>
    <w:rsid w:val="00105AEA"/>
    <w:rsid w:val="00106D7C"/>
    <w:rsid w:val="00107710"/>
    <w:rsid w:val="001078BF"/>
    <w:rsid w:val="00112625"/>
    <w:rsid w:val="00113639"/>
    <w:rsid w:val="00113811"/>
    <w:rsid w:val="001140B2"/>
    <w:rsid w:val="001140DD"/>
    <w:rsid w:val="0012017C"/>
    <w:rsid w:val="00122838"/>
    <w:rsid w:val="00125DA9"/>
    <w:rsid w:val="00126461"/>
    <w:rsid w:val="00133957"/>
    <w:rsid w:val="001372F6"/>
    <w:rsid w:val="00144385"/>
    <w:rsid w:val="0014550E"/>
    <w:rsid w:val="001466F7"/>
    <w:rsid w:val="00146EEC"/>
    <w:rsid w:val="001504C8"/>
    <w:rsid w:val="00151D55"/>
    <w:rsid w:val="00151D93"/>
    <w:rsid w:val="00151EF6"/>
    <w:rsid w:val="00154F0D"/>
    <w:rsid w:val="00156EF3"/>
    <w:rsid w:val="00160DEB"/>
    <w:rsid w:val="00170226"/>
    <w:rsid w:val="00173FAE"/>
    <w:rsid w:val="00175E74"/>
    <w:rsid w:val="00176E4F"/>
    <w:rsid w:val="0017716E"/>
    <w:rsid w:val="0018546B"/>
    <w:rsid w:val="0019372A"/>
    <w:rsid w:val="001947B1"/>
    <w:rsid w:val="0019783E"/>
    <w:rsid w:val="00197F6A"/>
    <w:rsid w:val="001A68DD"/>
    <w:rsid w:val="001A6A3E"/>
    <w:rsid w:val="001A7B6D"/>
    <w:rsid w:val="001B34D5"/>
    <w:rsid w:val="001B4AF8"/>
    <w:rsid w:val="001B513A"/>
    <w:rsid w:val="001B7793"/>
    <w:rsid w:val="001C0A75"/>
    <w:rsid w:val="001C1306"/>
    <w:rsid w:val="001C2509"/>
    <w:rsid w:val="001C3ACF"/>
    <w:rsid w:val="001D0481"/>
    <w:rsid w:val="001D1EA3"/>
    <w:rsid w:val="001D2931"/>
    <w:rsid w:val="001D30EB"/>
    <w:rsid w:val="001D5C1B"/>
    <w:rsid w:val="001D641D"/>
    <w:rsid w:val="001D7F5B"/>
    <w:rsid w:val="001E0849"/>
    <w:rsid w:val="001E16BC"/>
    <w:rsid w:val="001E16DF"/>
    <w:rsid w:val="001E18F2"/>
    <w:rsid w:val="001E41B6"/>
    <w:rsid w:val="001E74FD"/>
    <w:rsid w:val="001F1931"/>
    <w:rsid w:val="001F2BA5"/>
    <w:rsid w:val="001F308D"/>
    <w:rsid w:val="00201A7C"/>
    <w:rsid w:val="002060B3"/>
    <w:rsid w:val="00207B13"/>
    <w:rsid w:val="00207DAE"/>
    <w:rsid w:val="0021210E"/>
    <w:rsid w:val="00212423"/>
    <w:rsid w:val="0021414D"/>
    <w:rsid w:val="00220B7F"/>
    <w:rsid w:val="00223124"/>
    <w:rsid w:val="00233143"/>
    <w:rsid w:val="00234444"/>
    <w:rsid w:val="002349AF"/>
    <w:rsid w:val="00236660"/>
    <w:rsid w:val="00242293"/>
    <w:rsid w:val="00244EA7"/>
    <w:rsid w:val="00251FD7"/>
    <w:rsid w:val="0025514A"/>
    <w:rsid w:val="0025657F"/>
    <w:rsid w:val="00260FA4"/>
    <w:rsid w:val="00262FC3"/>
    <w:rsid w:val="0026394F"/>
    <w:rsid w:val="0026445E"/>
    <w:rsid w:val="00267AF6"/>
    <w:rsid w:val="00273F5F"/>
    <w:rsid w:val="00274542"/>
    <w:rsid w:val="00275D51"/>
    <w:rsid w:val="00276DB8"/>
    <w:rsid w:val="00280769"/>
    <w:rsid w:val="00280A5B"/>
    <w:rsid w:val="00282664"/>
    <w:rsid w:val="002836D5"/>
    <w:rsid w:val="002842FD"/>
    <w:rsid w:val="002849E6"/>
    <w:rsid w:val="00285FB8"/>
    <w:rsid w:val="00291037"/>
    <w:rsid w:val="00293E32"/>
    <w:rsid w:val="002963F8"/>
    <w:rsid w:val="002970C3"/>
    <w:rsid w:val="002A25D2"/>
    <w:rsid w:val="002A2A57"/>
    <w:rsid w:val="002A4CD3"/>
    <w:rsid w:val="002A6CC4"/>
    <w:rsid w:val="002B3073"/>
    <w:rsid w:val="002B513F"/>
    <w:rsid w:val="002C5488"/>
    <w:rsid w:val="002C55E9"/>
    <w:rsid w:val="002D0C8B"/>
    <w:rsid w:val="002D2F3E"/>
    <w:rsid w:val="002D330A"/>
    <w:rsid w:val="002D6169"/>
    <w:rsid w:val="002D68D1"/>
    <w:rsid w:val="002E170C"/>
    <w:rsid w:val="002E193E"/>
    <w:rsid w:val="002F4017"/>
    <w:rsid w:val="00305EFF"/>
    <w:rsid w:val="00307D56"/>
    <w:rsid w:val="00310A6A"/>
    <w:rsid w:val="003144E6"/>
    <w:rsid w:val="0031465E"/>
    <w:rsid w:val="003179AB"/>
    <w:rsid w:val="00320BD2"/>
    <w:rsid w:val="00322778"/>
    <w:rsid w:val="00331DAD"/>
    <w:rsid w:val="0033669A"/>
    <w:rsid w:val="00337E82"/>
    <w:rsid w:val="00341F3B"/>
    <w:rsid w:val="00346FDC"/>
    <w:rsid w:val="0034799E"/>
    <w:rsid w:val="00350BB1"/>
    <w:rsid w:val="00352C83"/>
    <w:rsid w:val="00354083"/>
    <w:rsid w:val="0035416A"/>
    <w:rsid w:val="00357832"/>
    <w:rsid w:val="003631F8"/>
    <w:rsid w:val="003632A9"/>
    <w:rsid w:val="00363C5C"/>
    <w:rsid w:val="0036524C"/>
    <w:rsid w:val="00366805"/>
    <w:rsid w:val="0036698A"/>
    <w:rsid w:val="0037067D"/>
    <w:rsid w:val="00373436"/>
    <w:rsid w:val="00374896"/>
    <w:rsid w:val="00380108"/>
    <w:rsid w:val="003856DC"/>
    <w:rsid w:val="0038657A"/>
    <w:rsid w:val="0038735B"/>
    <w:rsid w:val="00390DA6"/>
    <w:rsid w:val="003916D1"/>
    <w:rsid w:val="003937C6"/>
    <w:rsid w:val="0039417E"/>
    <w:rsid w:val="003A165D"/>
    <w:rsid w:val="003A1790"/>
    <w:rsid w:val="003A21F0"/>
    <w:rsid w:val="003A277F"/>
    <w:rsid w:val="003A58BA"/>
    <w:rsid w:val="003A5AE7"/>
    <w:rsid w:val="003A7221"/>
    <w:rsid w:val="003B2357"/>
    <w:rsid w:val="003B3493"/>
    <w:rsid w:val="003C13AE"/>
    <w:rsid w:val="003D06AA"/>
    <w:rsid w:val="003D2E73"/>
    <w:rsid w:val="003D67CA"/>
    <w:rsid w:val="003E0B3C"/>
    <w:rsid w:val="003E0F66"/>
    <w:rsid w:val="003E6553"/>
    <w:rsid w:val="003E72B6"/>
    <w:rsid w:val="003E7BBE"/>
    <w:rsid w:val="003F18BE"/>
    <w:rsid w:val="003F33F6"/>
    <w:rsid w:val="003F7806"/>
    <w:rsid w:val="00402786"/>
    <w:rsid w:val="00406FB6"/>
    <w:rsid w:val="004127E3"/>
    <w:rsid w:val="004159B4"/>
    <w:rsid w:val="004165E0"/>
    <w:rsid w:val="00423013"/>
    <w:rsid w:val="00426DAC"/>
    <w:rsid w:val="0043212E"/>
    <w:rsid w:val="00433E35"/>
    <w:rsid w:val="00434366"/>
    <w:rsid w:val="00434ECE"/>
    <w:rsid w:val="004369ED"/>
    <w:rsid w:val="00437B26"/>
    <w:rsid w:val="00444423"/>
    <w:rsid w:val="00451A3F"/>
    <w:rsid w:val="00452F3E"/>
    <w:rsid w:val="004640AE"/>
    <w:rsid w:val="00464CDB"/>
    <w:rsid w:val="00464CDF"/>
    <w:rsid w:val="004679E3"/>
    <w:rsid w:val="00471313"/>
    <w:rsid w:val="00475172"/>
    <w:rsid w:val="004758B0"/>
    <w:rsid w:val="0048107F"/>
    <w:rsid w:val="004832D2"/>
    <w:rsid w:val="00485559"/>
    <w:rsid w:val="00497355"/>
    <w:rsid w:val="004A142B"/>
    <w:rsid w:val="004A3860"/>
    <w:rsid w:val="004A44E8"/>
    <w:rsid w:val="004A4A9C"/>
    <w:rsid w:val="004A581D"/>
    <w:rsid w:val="004A7706"/>
    <w:rsid w:val="004A77E3"/>
    <w:rsid w:val="004B29B7"/>
    <w:rsid w:val="004B2A6F"/>
    <w:rsid w:val="004B4D1B"/>
    <w:rsid w:val="004B7A28"/>
    <w:rsid w:val="004C1E4E"/>
    <w:rsid w:val="004C2244"/>
    <w:rsid w:val="004C29A9"/>
    <w:rsid w:val="004C376B"/>
    <w:rsid w:val="004C4A25"/>
    <w:rsid w:val="004C79A1"/>
    <w:rsid w:val="004D0D5F"/>
    <w:rsid w:val="004D1569"/>
    <w:rsid w:val="004D44B1"/>
    <w:rsid w:val="004D5110"/>
    <w:rsid w:val="004D79D9"/>
    <w:rsid w:val="004E0460"/>
    <w:rsid w:val="004E1460"/>
    <w:rsid w:val="004E1579"/>
    <w:rsid w:val="004E5FAE"/>
    <w:rsid w:val="004E6245"/>
    <w:rsid w:val="004E6741"/>
    <w:rsid w:val="004E6A25"/>
    <w:rsid w:val="004E7094"/>
    <w:rsid w:val="004F322E"/>
    <w:rsid w:val="004F3B49"/>
    <w:rsid w:val="004F5DC7"/>
    <w:rsid w:val="004F78DA"/>
    <w:rsid w:val="00500F6A"/>
    <w:rsid w:val="00502F9B"/>
    <w:rsid w:val="00511597"/>
    <w:rsid w:val="005132BC"/>
    <w:rsid w:val="005145AB"/>
    <w:rsid w:val="00520E9A"/>
    <w:rsid w:val="00522811"/>
    <w:rsid w:val="00523F81"/>
    <w:rsid w:val="005248C1"/>
    <w:rsid w:val="0052502A"/>
    <w:rsid w:val="00526134"/>
    <w:rsid w:val="00527809"/>
    <w:rsid w:val="00534971"/>
    <w:rsid w:val="0053591E"/>
    <w:rsid w:val="00535C25"/>
    <w:rsid w:val="00536BF9"/>
    <w:rsid w:val="0053779C"/>
    <w:rsid w:val="005405B2"/>
    <w:rsid w:val="005427C8"/>
    <w:rsid w:val="00543F03"/>
    <w:rsid w:val="005446D1"/>
    <w:rsid w:val="00545763"/>
    <w:rsid w:val="005472EF"/>
    <w:rsid w:val="005478CD"/>
    <w:rsid w:val="005519C5"/>
    <w:rsid w:val="0055386F"/>
    <w:rsid w:val="005563E8"/>
    <w:rsid w:val="00556C4C"/>
    <w:rsid w:val="00557369"/>
    <w:rsid w:val="00564ADD"/>
    <w:rsid w:val="00565186"/>
    <w:rsid w:val="00567B8D"/>
    <w:rsid w:val="005708EB"/>
    <w:rsid w:val="00575BC6"/>
    <w:rsid w:val="00576B09"/>
    <w:rsid w:val="00583902"/>
    <w:rsid w:val="005855BE"/>
    <w:rsid w:val="00586D1A"/>
    <w:rsid w:val="00586D56"/>
    <w:rsid w:val="0059567C"/>
    <w:rsid w:val="005978BE"/>
    <w:rsid w:val="005A088B"/>
    <w:rsid w:val="005A1D70"/>
    <w:rsid w:val="005A1E95"/>
    <w:rsid w:val="005A351E"/>
    <w:rsid w:val="005A3AA5"/>
    <w:rsid w:val="005A6C9C"/>
    <w:rsid w:val="005A74DC"/>
    <w:rsid w:val="005B5146"/>
    <w:rsid w:val="005B5889"/>
    <w:rsid w:val="005B6BD1"/>
    <w:rsid w:val="005C5D19"/>
    <w:rsid w:val="005C68D9"/>
    <w:rsid w:val="005C7FC9"/>
    <w:rsid w:val="005D1AFD"/>
    <w:rsid w:val="005D3D9F"/>
    <w:rsid w:val="005D534C"/>
    <w:rsid w:val="005D5A51"/>
    <w:rsid w:val="005D6FDC"/>
    <w:rsid w:val="005E2E08"/>
    <w:rsid w:val="005E51E6"/>
    <w:rsid w:val="005E5478"/>
    <w:rsid w:val="005F027A"/>
    <w:rsid w:val="005F33CC"/>
    <w:rsid w:val="005F771F"/>
    <w:rsid w:val="006073AB"/>
    <w:rsid w:val="00611A62"/>
    <w:rsid w:val="00611E52"/>
    <w:rsid w:val="006121D4"/>
    <w:rsid w:val="00613B49"/>
    <w:rsid w:val="00613FA9"/>
    <w:rsid w:val="006151F8"/>
    <w:rsid w:val="00616845"/>
    <w:rsid w:val="00620E8E"/>
    <w:rsid w:val="00622332"/>
    <w:rsid w:val="00622716"/>
    <w:rsid w:val="00624D88"/>
    <w:rsid w:val="00631249"/>
    <w:rsid w:val="00632CDE"/>
    <w:rsid w:val="00633CFE"/>
    <w:rsid w:val="00634FCA"/>
    <w:rsid w:val="006429BF"/>
    <w:rsid w:val="00643D1B"/>
    <w:rsid w:val="006452B8"/>
    <w:rsid w:val="006479C2"/>
    <w:rsid w:val="00652BE0"/>
    <w:rsid w:val="00652E62"/>
    <w:rsid w:val="00654BBC"/>
    <w:rsid w:val="00657F12"/>
    <w:rsid w:val="006614FE"/>
    <w:rsid w:val="0066520F"/>
    <w:rsid w:val="00670B9A"/>
    <w:rsid w:val="00672064"/>
    <w:rsid w:val="00675661"/>
    <w:rsid w:val="006758DC"/>
    <w:rsid w:val="00686A49"/>
    <w:rsid w:val="00687B62"/>
    <w:rsid w:val="00690C44"/>
    <w:rsid w:val="0069107F"/>
    <w:rsid w:val="006969D9"/>
    <w:rsid w:val="006A0A85"/>
    <w:rsid w:val="006A148F"/>
    <w:rsid w:val="006A2B68"/>
    <w:rsid w:val="006A329E"/>
    <w:rsid w:val="006B0A91"/>
    <w:rsid w:val="006B1DA3"/>
    <w:rsid w:val="006B2C8C"/>
    <w:rsid w:val="006B4765"/>
    <w:rsid w:val="006B6AFF"/>
    <w:rsid w:val="006C2F32"/>
    <w:rsid w:val="006C52C1"/>
    <w:rsid w:val="006C6AED"/>
    <w:rsid w:val="006D2307"/>
    <w:rsid w:val="006D24D7"/>
    <w:rsid w:val="006D38C3"/>
    <w:rsid w:val="006D4448"/>
    <w:rsid w:val="006D6DFD"/>
    <w:rsid w:val="006E064C"/>
    <w:rsid w:val="006E2C4D"/>
    <w:rsid w:val="006E35E0"/>
    <w:rsid w:val="006E42FE"/>
    <w:rsid w:val="006E5DC4"/>
    <w:rsid w:val="006E6567"/>
    <w:rsid w:val="006E7D98"/>
    <w:rsid w:val="006F0D02"/>
    <w:rsid w:val="006F10FE"/>
    <w:rsid w:val="006F2246"/>
    <w:rsid w:val="006F3622"/>
    <w:rsid w:val="006F62F7"/>
    <w:rsid w:val="00700CE2"/>
    <w:rsid w:val="0070416A"/>
    <w:rsid w:val="00705EEC"/>
    <w:rsid w:val="00707741"/>
    <w:rsid w:val="00711F9A"/>
    <w:rsid w:val="007134FE"/>
    <w:rsid w:val="00715794"/>
    <w:rsid w:val="00715F10"/>
    <w:rsid w:val="00716240"/>
    <w:rsid w:val="00717385"/>
    <w:rsid w:val="00721886"/>
    <w:rsid w:val="00722727"/>
    <w:rsid w:val="00722769"/>
    <w:rsid w:val="007238D7"/>
    <w:rsid w:val="00725624"/>
    <w:rsid w:val="00727901"/>
    <w:rsid w:val="0073075B"/>
    <w:rsid w:val="0073404B"/>
    <w:rsid w:val="007341FF"/>
    <w:rsid w:val="007404E9"/>
    <w:rsid w:val="007413DF"/>
    <w:rsid w:val="00742756"/>
    <w:rsid w:val="007434CC"/>
    <w:rsid w:val="00743B6A"/>
    <w:rsid w:val="007444CF"/>
    <w:rsid w:val="007474E7"/>
    <w:rsid w:val="00751D6B"/>
    <w:rsid w:val="00752C75"/>
    <w:rsid w:val="00753841"/>
    <w:rsid w:val="00753BF3"/>
    <w:rsid w:val="00757005"/>
    <w:rsid w:val="00760819"/>
    <w:rsid w:val="00761DBE"/>
    <w:rsid w:val="0076523B"/>
    <w:rsid w:val="00766E9E"/>
    <w:rsid w:val="007701D2"/>
    <w:rsid w:val="00771B60"/>
    <w:rsid w:val="00772E9D"/>
    <w:rsid w:val="00780035"/>
    <w:rsid w:val="0078015A"/>
    <w:rsid w:val="00780F0B"/>
    <w:rsid w:val="00781D77"/>
    <w:rsid w:val="00783549"/>
    <w:rsid w:val="00784036"/>
    <w:rsid w:val="00784163"/>
    <w:rsid w:val="007860B7"/>
    <w:rsid w:val="00786DC8"/>
    <w:rsid w:val="007952B4"/>
    <w:rsid w:val="007A1827"/>
    <w:rsid w:val="007A300D"/>
    <w:rsid w:val="007A3ACD"/>
    <w:rsid w:val="007B7438"/>
    <w:rsid w:val="007B7C82"/>
    <w:rsid w:val="007C2B2E"/>
    <w:rsid w:val="007C73BF"/>
    <w:rsid w:val="007D1AAC"/>
    <w:rsid w:val="007D2A95"/>
    <w:rsid w:val="007D43DF"/>
    <w:rsid w:val="007D5A78"/>
    <w:rsid w:val="007E3BD1"/>
    <w:rsid w:val="007E3FB4"/>
    <w:rsid w:val="007F1563"/>
    <w:rsid w:val="007F1EB2"/>
    <w:rsid w:val="007F25B7"/>
    <w:rsid w:val="007F44DB"/>
    <w:rsid w:val="007F5A8B"/>
    <w:rsid w:val="0080043A"/>
    <w:rsid w:val="00802742"/>
    <w:rsid w:val="00812F88"/>
    <w:rsid w:val="00813D4D"/>
    <w:rsid w:val="00815488"/>
    <w:rsid w:val="008175F2"/>
    <w:rsid w:val="00817D51"/>
    <w:rsid w:val="0082227B"/>
    <w:rsid w:val="00823530"/>
    <w:rsid w:val="00823FF4"/>
    <w:rsid w:val="00825618"/>
    <w:rsid w:val="00830267"/>
    <w:rsid w:val="008306E7"/>
    <w:rsid w:val="008322BE"/>
    <w:rsid w:val="00833D92"/>
    <w:rsid w:val="008340BF"/>
    <w:rsid w:val="00834BC8"/>
    <w:rsid w:val="00837A29"/>
    <w:rsid w:val="00837FD6"/>
    <w:rsid w:val="00840E99"/>
    <w:rsid w:val="0084466F"/>
    <w:rsid w:val="00845F9C"/>
    <w:rsid w:val="00847B60"/>
    <w:rsid w:val="00847B8E"/>
    <w:rsid w:val="00850243"/>
    <w:rsid w:val="00851BE5"/>
    <w:rsid w:val="00854207"/>
    <w:rsid w:val="008545EB"/>
    <w:rsid w:val="008547E9"/>
    <w:rsid w:val="00863E4A"/>
    <w:rsid w:val="00865011"/>
    <w:rsid w:val="0087632A"/>
    <w:rsid w:val="00886790"/>
    <w:rsid w:val="008908DE"/>
    <w:rsid w:val="00894D48"/>
    <w:rsid w:val="008A12ED"/>
    <w:rsid w:val="008A301A"/>
    <w:rsid w:val="008A39D3"/>
    <w:rsid w:val="008B0041"/>
    <w:rsid w:val="008B0124"/>
    <w:rsid w:val="008B0AB4"/>
    <w:rsid w:val="008B2C77"/>
    <w:rsid w:val="008B4AAC"/>
    <w:rsid w:val="008B4AD2"/>
    <w:rsid w:val="008B4D86"/>
    <w:rsid w:val="008B7138"/>
    <w:rsid w:val="008C47EE"/>
    <w:rsid w:val="008C4A2E"/>
    <w:rsid w:val="008C640D"/>
    <w:rsid w:val="008D26D2"/>
    <w:rsid w:val="008D7631"/>
    <w:rsid w:val="008D7785"/>
    <w:rsid w:val="008E260C"/>
    <w:rsid w:val="008E2FD6"/>
    <w:rsid w:val="008E39BE"/>
    <w:rsid w:val="008E62EC"/>
    <w:rsid w:val="008F32F6"/>
    <w:rsid w:val="0090492B"/>
    <w:rsid w:val="009079A3"/>
    <w:rsid w:val="00907CCA"/>
    <w:rsid w:val="00914956"/>
    <w:rsid w:val="00914CFA"/>
    <w:rsid w:val="00916CD7"/>
    <w:rsid w:val="00920927"/>
    <w:rsid w:val="00921B38"/>
    <w:rsid w:val="00922F35"/>
    <w:rsid w:val="00923720"/>
    <w:rsid w:val="009259CE"/>
    <w:rsid w:val="009278C9"/>
    <w:rsid w:val="00932CD7"/>
    <w:rsid w:val="009339AE"/>
    <w:rsid w:val="00940B3C"/>
    <w:rsid w:val="009440CD"/>
    <w:rsid w:val="00944C09"/>
    <w:rsid w:val="009527CB"/>
    <w:rsid w:val="00953835"/>
    <w:rsid w:val="00954C83"/>
    <w:rsid w:val="009552C8"/>
    <w:rsid w:val="00956978"/>
    <w:rsid w:val="009604BC"/>
    <w:rsid w:val="00960F6C"/>
    <w:rsid w:val="00961E4C"/>
    <w:rsid w:val="0096342E"/>
    <w:rsid w:val="00967674"/>
    <w:rsid w:val="00967802"/>
    <w:rsid w:val="00970747"/>
    <w:rsid w:val="00971B7C"/>
    <w:rsid w:val="0097445B"/>
    <w:rsid w:val="00977612"/>
    <w:rsid w:val="00990724"/>
    <w:rsid w:val="00997BFC"/>
    <w:rsid w:val="009A0D86"/>
    <w:rsid w:val="009A132D"/>
    <w:rsid w:val="009A1721"/>
    <w:rsid w:val="009A5900"/>
    <w:rsid w:val="009A6E6C"/>
    <w:rsid w:val="009A6F3F"/>
    <w:rsid w:val="009B23A1"/>
    <w:rsid w:val="009B331A"/>
    <w:rsid w:val="009B4A2A"/>
    <w:rsid w:val="009C2650"/>
    <w:rsid w:val="009C788E"/>
    <w:rsid w:val="009D15E2"/>
    <w:rsid w:val="009D15FE"/>
    <w:rsid w:val="009D5D2C"/>
    <w:rsid w:val="009F0DCC"/>
    <w:rsid w:val="009F11CA"/>
    <w:rsid w:val="009F2C15"/>
    <w:rsid w:val="009F44A7"/>
    <w:rsid w:val="009F75F0"/>
    <w:rsid w:val="00A02110"/>
    <w:rsid w:val="00A03C2A"/>
    <w:rsid w:val="00A0695B"/>
    <w:rsid w:val="00A13052"/>
    <w:rsid w:val="00A13B5B"/>
    <w:rsid w:val="00A1785C"/>
    <w:rsid w:val="00A216A8"/>
    <w:rsid w:val="00A223A6"/>
    <w:rsid w:val="00A24DE0"/>
    <w:rsid w:val="00A323D9"/>
    <w:rsid w:val="00A3639E"/>
    <w:rsid w:val="00A4157F"/>
    <w:rsid w:val="00A4234E"/>
    <w:rsid w:val="00A47C95"/>
    <w:rsid w:val="00A5092E"/>
    <w:rsid w:val="00A51113"/>
    <w:rsid w:val="00A554D6"/>
    <w:rsid w:val="00A56E14"/>
    <w:rsid w:val="00A6476B"/>
    <w:rsid w:val="00A74C2B"/>
    <w:rsid w:val="00A76990"/>
    <w:rsid w:val="00A76C6C"/>
    <w:rsid w:val="00A776BF"/>
    <w:rsid w:val="00A8367D"/>
    <w:rsid w:val="00A86FC5"/>
    <w:rsid w:val="00A87356"/>
    <w:rsid w:val="00A92DD1"/>
    <w:rsid w:val="00A97326"/>
    <w:rsid w:val="00AA5338"/>
    <w:rsid w:val="00AB1B8E"/>
    <w:rsid w:val="00AB5133"/>
    <w:rsid w:val="00AB7C42"/>
    <w:rsid w:val="00AC0696"/>
    <w:rsid w:val="00AC133F"/>
    <w:rsid w:val="00AC4164"/>
    <w:rsid w:val="00AC4C98"/>
    <w:rsid w:val="00AC5CB4"/>
    <w:rsid w:val="00AC5F6B"/>
    <w:rsid w:val="00AD3896"/>
    <w:rsid w:val="00AD5B47"/>
    <w:rsid w:val="00AD684E"/>
    <w:rsid w:val="00AE1ED9"/>
    <w:rsid w:val="00AE32CB"/>
    <w:rsid w:val="00AE4E4E"/>
    <w:rsid w:val="00AE6525"/>
    <w:rsid w:val="00AE7D55"/>
    <w:rsid w:val="00AF18CD"/>
    <w:rsid w:val="00AF21B7"/>
    <w:rsid w:val="00AF3957"/>
    <w:rsid w:val="00AF6AD0"/>
    <w:rsid w:val="00AF76C6"/>
    <w:rsid w:val="00AF76D5"/>
    <w:rsid w:val="00AF7CC4"/>
    <w:rsid w:val="00B0656C"/>
    <w:rsid w:val="00B0712C"/>
    <w:rsid w:val="00B12013"/>
    <w:rsid w:val="00B13224"/>
    <w:rsid w:val="00B16CE7"/>
    <w:rsid w:val="00B21146"/>
    <w:rsid w:val="00B22C67"/>
    <w:rsid w:val="00B2325A"/>
    <w:rsid w:val="00B27EEA"/>
    <w:rsid w:val="00B31F33"/>
    <w:rsid w:val="00B32693"/>
    <w:rsid w:val="00B3385A"/>
    <w:rsid w:val="00B3508F"/>
    <w:rsid w:val="00B42B4D"/>
    <w:rsid w:val="00B443EE"/>
    <w:rsid w:val="00B46C60"/>
    <w:rsid w:val="00B52EA9"/>
    <w:rsid w:val="00B560C8"/>
    <w:rsid w:val="00B5633D"/>
    <w:rsid w:val="00B56EB8"/>
    <w:rsid w:val="00B57C93"/>
    <w:rsid w:val="00B61150"/>
    <w:rsid w:val="00B62BBB"/>
    <w:rsid w:val="00B63A3E"/>
    <w:rsid w:val="00B65BC7"/>
    <w:rsid w:val="00B667A8"/>
    <w:rsid w:val="00B66E5B"/>
    <w:rsid w:val="00B746B9"/>
    <w:rsid w:val="00B82D22"/>
    <w:rsid w:val="00B848D4"/>
    <w:rsid w:val="00B865B7"/>
    <w:rsid w:val="00B91054"/>
    <w:rsid w:val="00B916FF"/>
    <w:rsid w:val="00B93692"/>
    <w:rsid w:val="00B96E81"/>
    <w:rsid w:val="00BA1CB1"/>
    <w:rsid w:val="00BA290C"/>
    <w:rsid w:val="00BA311D"/>
    <w:rsid w:val="00BA4178"/>
    <w:rsid w:val="00BA430F"/>
    <w:rsid w:val="00BA482D"/>
    <w:rsid w:val="00BA6BA9"/>
    <w:rsid w:val="00BA7541"/>
    <w:rsid w:val="00BB1755"/>
    <w:rsid w:val="00BB23F4"/>
    <w:rsid w:val="00BB4198"/>
    <w:rsid w:val="00BB4A65"/>
    <w:rsid w:val="00BB7C24"/>
    <w:rsid w:val="00BC5075"/>
    <w:rsid w:val="00BC5265"/>
    <w:rsid w:val="00BC5419"/>
    <w:rsid w:val="00BD13DC"/>
    <w:rsid w:val="00BD3B0F"/>
    <w:rsid w:val="00BE2D7D"/>
    <w:rsid w:val="00BE3284"/>
    <w:rsid w:val="00BE3DC7"/>
    <w:rsid w:val="00BE511A"/>
    <w:rsid w:val="00BE79F3"/>
    <w:rsid w:val="00BF0991"/>
    <w:rsid w:val="00BF1D4C"/>
    <w:rsid w:val="00BF3F0A"/>
    <w:rsid w:val="00C00523"/>
    <w:rsid w:val="00C04F09"/>
    <w:rsid w:val="00C06D23"/>
    <w:rsid w:val="00C143C3"/>
    <w:rsid w:val="00C16D3E"/>
    <w:rsid w:val="00C1739B"/>
    <w:rsid w:val="00C211B7"/>
    <w:rsid w:val="00C21ADE"/>
    <w:rsid w:val="00C251F8"/>
    <w:rsid w:val="00C26067"/>
    <w:rsid w:val="00C27003"/>
    <w:rsid w:val="00C30A29"/>
    <w:rsid w:val="00C317DC"/>
    <w:rsid w:val="00C4083C"/>
    <w:rsid w:val="00C40FB7"/>
    <w:rsid w:val="00C424C5"/>
    <w:rsid w:val="00C43898"/>
    <w:rsid w:val="00C441ED"/>
    <w:rsid w:val="00C4739C"/>
    <w:rsid w:val="00C51EC3"/>
    <w:rsid w:val="00C540A7"/>
    <w:rsid w:val="00C578E9"/>
    <w:rsid w:val="00C65CFE"/>
    <w:rsid w:val="00C70626"/>
    <w:rsid w:val="00C70846"/>
    <w:rsid w:val="00C72860"/>
    <w:rsid w:val="00C73582"/>
    <w:rsid w:val="00C73B90"/>
    <w:rsid w:val="00C742EC"/>
    <w:rsid w:val="00C93ED6"/>
    <w:rsid w:val="00C96AF3"/>
    <w:rsid w:val="00C97061"/>
    <w:rsid w:val="00C97CCC"/>
    <w:rsid w:val="00CA0274"/>
    <w:rsid w:val="00CA0E2E"/>
    <w:rsid w:val="00CB2448"/>
    <w:rsid w:val="00CB746F"/>
    <w:rsid w:val="00CC451E"/>
    <w:rsid w:val="00CC7CC6"/>
    <w:rsid w:val="00CD4E9D"/>
    <w:rsid w:val="00CD4F4D"/>
    <w:rsid w:val="00CD5C5C"/>
    <w:rsid w:val="00CD7205"/>
    <w:rsid w:val="00CD7EB0"/>
    <w:rsid w:val="00CE0536"/>
    <w:rsid w:val="00CE1516"/>
    <w:rsid w:val="00CE543C"/>
    <w:rsid w:val="00CE7D19"/>
    <w:rsid w:val="00CF0CF5"/>
    <w:rsid w:val="00CF2B3E"/>
    <w:rsid w:val="00CF60B0"/>
    <w:rsid w:val="00D001AC"/>
    <w:rsid w:val="00D0201F"/>
    <w:rsid w:val="00D021C8"/>
    <w:rsid w:val="00D035F3"/>
    <w:rsid w:val="00D03685"/>
    <w:rsid w:val="00D04C8C"/>
    <w:rsid w:val="00D04D16"/>
    <w:rsid w:val="00D06B7D"/>
    <w:rsid w:val="00D07D4E"/>
    <w:rsid w:val="00D115AA"/>
    <w:rsid w:val="00D11D99"/>
    <w:rsid w:val="00D12D7B"/>
    <w:rsid w:val="00D14393"/>
    <w:rsid w:val="00D145BE"/>
    <w:rsid w:val="00D14E2E"/>
    <w:rsid w:val="00D2012C"/>
    <w:rsid w:val="00D2035A"/>
    <w:rsid w:val="00D20C57"/>
    <w:rsid w:val="00D25D16"/>
    <w:rsid w:val="00D32124"/>
    <w:rsid w:val="00D33136"/>
    <w:rsid w:val="00D34BB8"/>
    <w:rsid w:val="00D43BBE"/>
    <w:rsid w:val="00D4640B"/>
    <w:rsid w:val="00D51C03"/>
    <w:rsid w:val="00D52CB7"/>
    <w:rsid w:val="00D54C76"/>
    <w:rsid w:val="00D556A3"/>
    <w:rsid w:val="00D5699D"/>
    <w:rsid w:val="00D70610"/>
    <w:rsid w:val="00D71E43"/>
    <w:rsid w:val="00D727F3"/>
    <w:rsid w:val="00D73695"/>
    <w:rsid w:val="00D80C21"/>
    <w:rsid w:val="00D810DE"/>
    <w:rsid w:val="00D87D32"/>
    <w:rsid w:val="00D91188"/>
    <w:rsid w:val="00D91A53"/>
    <w:rsid w:val="00D92C83"/>
    <w:rsid w:val="00D95203"/>
    <w:rsid w:val="00D95958"/>
    <w:rsid w:val="00DA0069"/>
    <w:rsid w:val="00DA0A81"/>
    <w:rsid w:val="00DA3C10"/>
    <w:rsid w:val="00DA53B5"/>
    <w:rsid w:val="00DA662B"/>
    <w:rsid w:val="00DB31BC"/>
    <w:rsid w:val="00DB3BBE"/>
    <w:rsid w:val="00DB4FAF"/>
    <w:rsid w:val="00DB638E"/>
    <w:rsid w:val="00DC0857"/>
    <w:rsid w:val="00DC1D69"/>
    <w:rsid w:val="00DC32FE"/>
    <w:rsid w:val="00DC568F"/>
    <w:rsid w:val="00DC57D8"/>
    <w:rsid w:val="00DC5A3A"/>
    <w:rsid w:val="00DD0726"/>
    <w:rsid w:val="00DD1A96"/>
    <w:rsid w:val="00DD2473"/>
    <w:rsid w:val="00DD6B74"/>
    <w:rsid w:val="00DE77A9"/>
    <w:rsid w:val="00DF40FA"/>
    <w:rsid w:val="00DF4519"/>
    <w:rsid w:val="00E01D4D"/>
    <w:rsid w:val="00E023E1"/>
    <w:rsid w:val="00E024B0"/>
    <w:rsid w:val="00E040A2"/>
    <w:rsid w:val="00E04A22"/>
    <w:rsid w:val="00E238E6"/>
    <w:rsid w:val="00E314E4"/>
    <w:rsid w:val="00E31577"/>
    <w:rsid w:val="00E31AB2"/>
    <w:rsid w:val="00E324BC"/>
    <w:rsid w:val="00E35064"/>
    <w:rsid w:val="00E35D46"/>
    <w:rsid w:val="00E3681D"/>
    <w:rsid w:val="00E40225"/>
    <w:rsid w:val="00E40836"/>
    <w:rsid w:val="00E42948"/>
    <w:rsid w:val="00E4378B"/>
    <w:rsid w:val="00E501F0"/>
    <w:rsid w:val="00E55656"/>
    <w:rsid w:val="00E566CE"/>
    <w:rsid w:val="00E57FC7"/>
    <w:rsid w:val="00E60BC9"/>
    <w:rsid w:val="00E6166D"/>
    <w:rsid w:val="00E6475C"/>
    <w:rsid w:val="00E6490E"/>
    <w:rsid w:val="00E658A5"/>
    <w:rsid w:val="00E70E4F"/>
    <w:rsid w:val="00E77A72"/>
    <w:rsid w:val="00E85CA5"/>
    <w:rsid w:val="00E87057"/>
    <w:rsid w:val="00E91BFF"/>
    <w:rsid w:val="00E92933"/>
    <w:rsid w:val="00E943A9"/>
    <w:rsid w:val="00E94FAD"/>
    <w:rsid w:val="00E957EB"/>
    <w:rsid w:val="00E97F9E"/>
    <w:rsid w:val="00EA27C6"/>
    <w:rsid w:val="00EA3414"/>
    <w:rsid w:val="00EA3CA9"/>
    <w:rsid w:val="00EA4211"/>
    <w:rsid w:val="00EB0AA4"/>
    <w:rsid w:val="00EB5C88"/>
    <w:rsid w:val="00EB60C0"/>
    <w:rsid w:val="00EB733E"/>
    <w:rsid w:val="00EC0469"/>
    <w:rsid w:val="00EC0578"/>
    <w:rsid w:val="00EC05E7"/>
    <w:rsid w:val="00EC7EE0"/>
    <w:rsid w:val="00ED3910"/>
    <w:rsid w:val="00ED5BFA"/>
    <w:rsid w:val="00ED6FF6"/>
    <w:rsid w:val="00ED75C8"/>
    <w:rsid w:val="00EE4378"/>
    <w:rsid w:val="00EF01F8"/>
    <w:rsid w:val="00EF1024"/>
    <w:rsid w:val="00EF11D3"/>
    <w:rsid w:val="00EF40EF"/>
    <w:rsid w:val="00EF47FE"/>
    <w:rsid w:val="00F01177"/>
    <w:rsid w:val="00F03993"/>
    <w:rsid w:val="00F069BD"/>
    <w:rsid w:val="00F06F7C"/>
    <w:rsid w:val="00F123C8"/>
    <w:rsid w:val="00F1480E"/>
    <w:rsid w:val="00F1497D"/>
    <w:rsid w:val="00F1660D"/>
    <w:rsid w:val="00F16AAC"/>
    <w:rsid w:val="00F16BBB"/>
    <w:rsid w:val="00F200E0"/>
    <w:rsid w:val="00F20BDE"/>
    <w:rsid w:val="00F22B51"/>
    <w:rsid w:val="00F31695"/>
    <w:rsid w:val="00F33FF2"/>
    <w:rsid w:val="00F438FC"/>
    <w:rsid w:val="00F47281"/>
    <w:rsid w:val="00F55666"/>
    <w:rsid w:val="00F5616F"/>
    <w:rsid w:val="00F56451"/>
    <w:rsid w:val="00F56827"/>
    <w:rsid w:val="00F62866"/>
    <w:rsid w:val="00F65323"/>
    <w:rsid w:val="00F65EF0"/>
    <w:rsid w:val="00F71651"/>
    <w:rsid w:val="00F76191"/>
    <w:rsid w:val="00F763C3"/>
    <w:rsid w:val="00F76CC6"/>
    <w:rsid w:val="00F80197"/>
    <w:rsid w:val="00F83D7C"/>
    <w:rsid w:val="00F87DF9"/>
    <w:rsid w:val="00F912AE"/>
    <w:rsid w:val="00F91B8D"/>
    <w:rsid w:val="00F93EF7"/>
    <w:rsid w:val="00F94E19"/>
    <w:rsid w:val="00F95834"/>
    <w:rsid w:val="00FB2302"/>
    <w:rsid w:val="00FB232E"/>
    <w:rsid w:val="00FB30D3"/>
    <w:rsid w:val="00FB7B99"/>
    <w:rsid w:val="00FC325D"/>
    <w:rsid w:val="00FC4EE1"/>
    <w:rsid w:val="00FD03D2"/>
    <w:rsid w:val="00FD557D"/>
    <w:rsid w:val="00FD66F9"/>
    <w:rsid w:val="00FE0282"/>
    <w:rsid w:val="00FE0826"/>
    <w:rsid w:val="00FE124D"/>
    <w:rsid w:val="00FE2667"/>
    <w:rsid w:val="00FE3148"/>
    <w:rsid w:val="00FE4B26"/>
    <w:rsid w:val="00FE792C"/>
    <w:rsid w:val="00FF1125"/>
    <w:rsid w:val="00FF2E9E"/>
    <w:rsid w:val="00FF3BF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60F321"/>
  <w15:docId w15:val="{C05F4AC3-1270-8442-8948-B27D7532C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07203E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9583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583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583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583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583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GB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Times New Roman" w:eastAsia="Times New Roman" w:hAnsi="Times New Roman" w:cs="Arial"/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GB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22F3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2F35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Bullet">
    <w:name w:val="List Bullet"/>
    <w:basedOn w:val="Normal"/>
    <w:uiPriority w:val="99"/>
    <w:semiHidden/>
    <w:unhideWhenUsed/>
    <w:locked/>
    <w:rsid w:val="00922F35"/>
    <w:pPr>
      <w:ind w:left="1083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922F35"/>
    <w:pPr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8E2FD6"/>
    <w:pPr>
      <w:spacing w:after="100"/>
      <w:ind w:left="200"/>
    </w:pPr>
  </w:style>
  <w:style w:type="paragraph" w:styleId="Revision">
    <w:name w:val="Revision"/>
    <w:hidden/>
    <w:uiPriority w:val="99"/>
    <w:semiHidden/>
    <w:rsid w:val="001264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83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834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83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83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8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paragraph" w:styleId="NormalWeb">
    <w:name w:val="Normal (Web)"/>
    <w:basedOn w:val="Normal"/>
    <w:uiPriority w:val="99"/>
    <w:semiHidden/>
    <w:unhideWhenUsed/>
    <w:locked/>
    <w:rsid w:val="00622716"/>
  </w:style>
  <w:style w:type="character" w:styleId="UnresolvedMention">
    <w:name w:val="Unresolved Mention"/>
    <w:basedOn w:val="DefaultParagraphFont"/>
    <w:uiPriority w:val="99"/>
    <w:semiHidden/>
    <w:unhideWhenUsed/>
    <w:rsid w:val="00586D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4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3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6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9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61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59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2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45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2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5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6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2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83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73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09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90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5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1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55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264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FF69B737-89AC-4059-A911-D43E3D10EFE3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Props1.xml><?xml version="1.0" encoding="utf-8"?>
<ds:datastoreItem xmlns:ds="http://schemas.openxmlformats.org/officeDocument/2006/customXml" ds:itemID="{46A2253C-C29A-4CB3-801B-786DA08780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A74317-14D9-4428-81BF-398764D28B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747</TotalTime>
  <Pages>4</Pages>
  <Words>1215</Words>
  <Characters>6930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cp:lastModifiedBy>Georgiana Daian</cp:lastModifiedBy>
  <cp:revision>132</cp:revision>
  <cp:lastPrinted>2016-05-26T12:21:00Z</cp:lastPrinted>
  <dcterms:created xsi:type="dcterms:W3CDTF">2021-11-06T11:01:00Z</dcterms:created>
  <dcterms:modified xsi:type="dcterms:W3CDTF">2022-01-31T02:53:00Z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