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:rsidRPr="00687532" w14:paraId="695EF0CC" w14:textId="77777777" w:rsidTr="00146EEC">
        <w:tc>
          <w:tcPr>
            <w:tcW w:w="2689" w:type="dxa"/>
          </w:tcPr>
          <w:p w14:paraId="3752BE50" w14:textId="3D4E3C73" w:rsidR="00F1480E" w:rsidRPr="00EA573A" w:rsidRDefault="00F1480E" w:rsidP="006875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EA573A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687532" w:rsidRPr="00EA573A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66DA4B6E" w:rsidR="00F1480E" w:rsidRPr="00EA573A" w:rsidRDefault="00F91495" w:rsidP="006875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53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1488948F" w:rsidR="00F1480E" w:rsidRPr="005404CB" w:rsidRDefault="00687532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56B7E8DF" w:rsidR="00F1480E" w:rsidRPr="005404CB" w:rsidRDefault="009D70B7" w:rsidP="005404CB">
            <w:pPr>
              <w:pStyle w:val="SIUnittitle"/>
            </w:pPr>
            <w:r w:rsidRPr="009D70B7">
              <w:t xml:space="preserve">Machine </w:t>
            </w:r>
            <w:r w:rsidR="0023096D">
              <w:t xml:space="preserve">timber or </w:t>
            </w:r>
            <w:r w:rsidR="00AC3D88">
              <w:t xml:space="preserve">engineered </w:t>
            </w:r>
            <w:r w:rsidR="0023096D">
              <w:t>wood products</w:t>
            </w:r>
            <w:r w:rsidRPr="009D70B7">
              <w:t xml:space="preserve"> using CNC machining and processing centres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FD1352" w14:textId="3544291B" w:rsidR="00E501A3" w:rsidRDefault="00F1480E" w:rsidP="00A469CF">
            <w:pPr>
              <w:pStyle w:val="SIText"/>
            </w:pPr>
            <w:r w:rsidRPr="00A469CF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A469CF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A469CF">
              <w:rPr>
                <w:rStyle w:val="SITemporaryText-blue"/>
                <w:color w:val="auto"/>
                <w:sz w:val="20"/>
              </w:rPr>
              <w:t xml:space="preserve"> to </w:t>
            </w:r>
            <w:r w:rsidR="00E501A3" w:rsidRPr="00A469CF">
              <w:t xml:space="preserve">set up, operate and maintain computer numerical control (CNC) machining and processing centres used to process and cut holes in engineered </w:t>
            </w:r>
            <w:r w:rsidR="00AC3D88">
              <w:t xml:space="preserve">wood products </w:t>
            </w:r>
            <w:r w:rsidR="00E501A3" w:rsidRPr="00A469CF">
              <w:t>and timber components. Work also involves operator maintenance.</w:t>
            </w:r>
          </w:p>
          <w:p w14:paraId="1B7A6A1F" w14:textId="77777777" w:rsidR="00A469CF" w:rsidRPr="00A469CF" w:rsidRDefault="00A469CF" w:rsidP="00EA573A">
            <w:pPr>
              <w:pStyle w:val="SIText"/>
            </w:pPr>
          </w:p>
          <w:p w14:paraId="2ADB1AAA" w14:textId="2F40C645" w:rsidR="00E501A3" w:rsidRPr="00A469CF" w:rsidRDefault="00E501A3" w:rsidP="00EA573A">
            <w:pPr>
              <w:pStyle w:val="SIText"/>
            </w:pPr>
            <w:r w:rsidRPr="00A469CF">
              <w:t xml:space="preserve">The unit applies to individuals who </w:t>
            </w:r>
            <w:proofErr w:type="gramStart"/>
            <w:r w:rsidR="00A469CF">
              <w:t>operate</w:t>
            </w:r>
            <w:proofErr w:type="gramEnd"/>
            <w:r w:rsidR="00A469CF">
              <w:t xml:space="preserve"> </w:t>
            </w:r>
            <w:r w:rsidR="00A469CF" w:rsidRPr="009D70B7">
              <w:t>CNC machining and processing centres</w:t>
            </w:r>
            <w:r w:rsidR="00EB6955">
              <w:t xml:space="preserve"> in a </w:t>
            </w:r>
            <w:r w:rsidR="00951A7F">
              <w:t xml:space="preserve">timber or </w:t>
            </w:r>
            <w:r w:rsidR="00EB6955">
              <w:t xml:space="preserve">wood products </w:t>
            </w:r>
            <w:r w:rsidR="00951A7F">
              <w:t xml:space="preserve">production </w:t>
            </w:r>
            <w:r w:rsidR="00EB6955" w:rsidRPr="00A469CF">
              <w:t>facility</w:t>
            </w:r>
            <w:r w:rsidRPr="00A469CF">
              <w:t>.</w:t>
            </w:r>
          </w:p>
          <w:p w14:paraId="3F842FD2" w14:textId="77777777" w:rsidR="00E501A3" w:rsidRDefault="00E501A3" w:rsidP="00E501A3"/>
          <w:p w14:paraId="329AB88F" w14:textId="0C80AD47" w:rsidR="00E501A3" w:rsidRPr="00E501A3" w:rsidRDefault="00E501A3" w:rsidP="00E501A3">
            <w:r w:rsidRPr="00E501A3">
              <w:t xml:space="preserve">All work must be </w:t>
            </w:r>
            <w:proofErr w:type="gramStart"/>
            <w:r w:rsidRPr="00E501A3">
              <w:t>carried out</w:t>
            </w:r>
            <w:proofErr w:type="gramEnd"/>
            <w:r w:rsidRPr="00E501A3">
              <w:t xml:space="preserve"> to comply with workplace procedures, according to state/territory health and safety regulations, legislation and standards that apply to the workplace.</w:t>
            </w:r>
          </w:p>
          <w:p w14:paraId="1315E8B5" w14:textId="77777777" w:rsidR="00E501A3" w:rsidRDefault="00E501A3" w:rsidP="00E501A3"/>
          <w:p w14:paraId="30C6ACCB" w14:textId="6DCA2CC4" w:rsidR="00373436" w:rsidRPr="000754EC" w:rsidRDefault="00E501A3" w:rsidP="00EB6955">
            <w:r w:rsidRPr="00E501A3">
              <w:t>No licensing, legislative</w:t>
            </w:r>
            <w:r w:rsidR="00F91495">
              <w:t xml:space="preserve"> or </w:t>
            </w:r>
            <w:r w:rsidRPr="00E501A3">
              <w:t>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0A24A0F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3E55E76" w:rsidR="005E022A" w:rsidRPr="005E022A" w:rsidRDefault="00E051BB" w:rsidP="00EA573A">
            <w:pPr>
              <w:pStyle w:val="SIText"/>
              <w:rPr>
                <w:rStyle w:val="SITemporaryText-blue"/>
              </w:rPr>
            </w:pPr>
            <w:r w:rsidRPr="00E051BB">
              <w:t>Common Technical</w:t>
            </w:r>
            <w:r w:rsidR="00687532">
              <w:t xml:space="preserve">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E501A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329C6CB" w:rsidR="00E501A3" w:rsidRPr="00E501A3" w:rsidRDefault="00E501A3" w:rsidP="00E501A3">
            <w:pPr>
              <w:pStyle w:val="SIText"/>
            </w:pPr>
            <w:r w:rsidRPr="00E501A3">
              <w:t>1. Prepare for machining engineered wood products or timber</w:t>
            </w:r>
          </w:p>
        </w:tc>
        <w:tc>
          <w:tcPr>
            <w:tcW w:w="3604" w:type="pct"/>
            <w:shd w:val="clear" w:color="auto" w:fill="auto"/>
          </w:tcPr>
          <w:p w14:paraId="6458A48C" w14:textId="77777777" w:rsidR="00E501A3" w:rsidRPr="00E501A3" w:rsidRDefault="00E501A3" w:rsidP="00E501A3">
            <w:r w:rsidRPr="00E501A3">
              <w:t xml:space="preserve">1.1 Review work order, machining specifications, workplace health and safety requirements, environmental protection practices and emergency procedures for CNC machining operation and, where </w:t>
            </w:r>
            <w:proofErr w:type="gramStart"/>
            <w:r w:rsidRPr="00E501A3">
              <w:t>required</w:t>
            </w:r>
            <w:proofErr w:type="gramEnd"/>
            <w:r w:rsidRPr="00E501A3">
              <w:t>, check with appropriate personnel</w:t>
            </w:r>
          </w:p>
          <w:p w14:paraId="37AD894B" w14:textId="77777777" w:rsidR="00E501A3" w:rsidRPr="00E501A3" w:rsidRDefault="00E501A3" w:rsidP="00E501A3">
            <w:r w:rsidRPr="00E501A3">
              <w:t xml:space="preserve">1.2 Identify and report hazards and use personal protective equipment according to workplace requirements and health and safety legislation to </w:t>
            </w:r>
            <w:proofErr w:type="gramStart"/>
            <w:r w:rsidRPr="00E501A3">
              <w:t>maintain</w:t>
            </w:r>
            <w:proofErr w:type="gramEnd"/>
            <w:r w:rsidRPr="00E501A3">
              <w:t xml:space="preserve"> safe work practices</w:t>
            </w:r>
          </w:p>
          <w:p w14:paraId="2523AD6F" w14:textId="4CF7B52F" w:rsidR="00E501A3" w:rsidRPr="00E501A3" w:rsidRDefault="00E501A3" w:rsidP="00E501A3">
            <w:pPr>
              <w:pStyle w:val="SIText"/>
            </w:pPr>
            <w:r w:rsidRPr="00E501A3">
              <w:t xml:space="preserve">1.3 Obtain the type and quantity of </w:t>
            </w:r>
            <w:r w:rsidR="00B87905">
              <w:t xml:space="preserve">timber or </w:t>
            </w:r>
            <w:r w:rsidR="00AC3D88">
              <w:t xml:space="preserve">engineered </w:t>
            </w:r>
            <w:r w:rsidR="00B87905">
              <w:t>wood products</w:t>
            </w:r>
            <w:r w:rsidRPr="00E501A3">
              <w:t xml:space="preserve"> for machining from storage location</w:t>
            </w:r>
          </w:p>
        </w:tc>
      </w:tr>
      <w:tr w:rsidR="00E501A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3091674D" w:rsidR="00E501A3" w:rsidRPr="00E501A3" w:rsidRDefault="00E501A3" w:rsidP="00E501A3">
            <w:pPr>
              <w:pStyle w:val="SIText"/>
            </w:pPr>
            <w:r w:rsidRPr="00E501A3">
              <w:t>2. Set up the CNC machine</w:t>
            </w:r>
          </w:p>
        </w:tc>
        <w:tc>
          <w:tcPr>
            <w:tcW w:w="3604" w:type="pct"/>
            <w:shd w:val="clear" w:color="auto" w:fill="auto"/>
          </w:tcPr>
          <w:p w14:paraId="64370705" w14:textId="77777777" w:rsidR="00E501A3" w:rsidRPr="00E501A3" w:rsidRDefault="00E501A3" w:rsidP="00E501A3">
            <w:r w:rsidRPr="00E501A3">
              <w:t>2.1 Set CNC program to meet work specifications</w:t>
            </w:r>
          </w:p>
          <w:p w14:paraId="2E1534EB" w14:textId="77777777" w:rsidR="00E501A3" w:rsidRPr="00E501A3" w:rsidRDefault="00E501A3" w:rsidP="00E501A3">
            <w:r w:rsidRPr="00E501A3">
              <w:t xml:space="preserve">2.2 Check the CNC machine mechanisms, cutting tools, jigs, emergency stops, gauges, </w:t>
            </w:r>
            <w:proofErr w:type="gramStart"/>
            <w:r w:rsidRPr="00E501A3">
              <w:t>guards</w:t>
            </w:r>
            <w:proofErr w:type="gramEnd"/>
            <w:r w:rsidRPr="00E501A3">
              <w:t xml:space="preserve"> and controls for safe and effective operation</w:t>
            </w:r>
          </w:p>
          <w:p w14:paraId="7E9BD6A3" w14:textId="77777777" w:rsidR="00E501A3" w:rsidRPr="00E501A3" w:rsidRDefault="00E501A3" w:rsidP="00E501A3">
            <w:r w:rsidRPr="00E501A3">
              <w:t>2.3 Adjust the CNC machine settings according to work specifications</w:t>
            </w:r>
          </w:p>
          <w:p w14:paraId="3B861F0E" w14:textId="77777777" w:rsidR="00E501A3" w:rsidRPr="00E501A3" w:rsidRDefault="00E501A3" w:rsidP="00E501A3">
            <w:r w:rsidRPr="00E501A3">
              <w:t xml:space="preserve">2.4 Complete trial run to check system and machine operation for accuracy, </w:t>
            </w:r>
            <w:proofErr w:type="gramStart"/>
            <w:r w:rsidRPr="00E501A3">
              <w:t>quality</w:t>
            </w:r>
            <w:proofErr w:type="gramEnd"/>
            <w:r w:rsidRPr="00E501A3">
              <w:t xml:space="preserve"> and dimensions of finished work</w:t>
            </w:r>
          </w:p>
          <w:p w14:paraId="23622F09" w14:textId="55EEBCFD" w:rsidR="00E501A3" w:rsidRPr="00E501A3" w:rsidRDefault="00E501A3" w:rsidP="00E501A3">
            <w:r w:rsidRPr="00E501A3">
              <w:t xml:space="preserve">2.5 Accept or reject trialled </w:t>
            </w:r>
            <w:r w:rsidR="00B87905">
              <w:t xml:space="preserve">timber or </w:t>
            </w:r>
            <w:r w:rsidR="00AC3D88">
              <w:t xml:space="preserve">engineered </w:t>
            </w:r>
            <w:r w:rsidR="00B87905">
              <w:t>wood products</w:t>
            </w:r>
            <w:r w:rsidRPr="00E501A3">
              <w:t xml:space="preserve"> and dispose of according to environmental protection practices</w:t>
            </w:r>
          </w:p>
          <w:p w14:paraId="7AD6C893" w14:textId="08B322AC" w:rsidR="00E501A3" w:rsidRPr="00E501A3" w:rsidRDefault="00E501A3" w:rsidP="00E501A3">
            <w:pPr>
              <w:pStyle w:val="SIText"/>
            </w:pPr>
            <w:r w:rsidRPr="00E501A3">
              <w:t>2.6 Complete final adjustments to the CNC program, cutting tools and equipment</w:t>
            </w:r>
          </w:p>
        </w:tc>
      </w:tr>
      <w:tr w:rsidR="00E501A3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0239E94" w:rsidR="00E501A3" w:rsidRPr="00E501A3" w:rsidRDefault="00E501A3" w:rsidP="00E501A3">
            <w:pPr>
              <w:pStyle w:val="SIText"/>
            </w:pPr>
            <w:r w:rsidRPr="00E501A3">
              <w:t xml:space="preserve">3. </w:t>
            </w:r>
            <w:proofErr w:type="gramStart"/>
            <w:r w:rsidRPr="00E501A3">
              <w:t>Operate</w:t>
            </w:r>
            <w:proofErr w:type="gramEnd"/>
            <w:r w:rsidRPr="00E501A3">
              <w:t xml:space="preserve"> the CNC machine</w:t>
            </w:r>
          </w:p>
        </w:tc>
        <w:tc>
          <w:tcPr>
            <w:tcW w:w="3604" w:type="pct"/>
            <w:shd w:val="clear" w:color="auto" w:fill="auto"/>
          </w:tcPr>
          <w:p w14:paraId="0E37E207" w14:textId="06FFF9EE" w:rsidR="00E501A3" w:rsidRPr="00E501A3" w:rsidRDefault="00E501A3" w:rsidP="00E501A3">
            <w:r w:rsidRPr="00E501A3">
              <w:t xml:space="preserve">3.1 Use the CNC machine, cutting tools and equipment according to </w:t>
            </w:r>
            <w:r w:rsidR="00DF5182" w:rsidRPr="00E501A3">
              <w:t>purpose</w:t>
            </w:r>
            <w:r w:rsidR="00DF5182">
              <w:t>,</w:t>
            </w:r>
            <w:r w:rsidR="00DF5182" w:rsidRPr="00DF5182" w:rsidDel="00CE3AB0">
              <w:t xml:space="preserve"> </w:t>
            </w:r>
            <w:r w:rsidR="00CE3AB0">
              <w:t>workplace</w:t>
            </w:r>
            <w:r w:rsidR="00CE3AB0" w:rsidRPr="00E501A3">
              <w:t xml:space="preserve"> </w:t>
            </w:r>
            <w:r w:rsidRPr="00E501A3">
              <w:t xml:space="preserve">safety procedures, manufacturer instructions, operational </w:t>
            </w:r>
            <w:proofErr w:type="gramStart"/>
            <w:r w:rsidRPr="00E501A3">
              <w:t>capacity</w:t>
            </w:r>
            <w:proofErr w:type="gramEnd"/>
            <w:r w:rsidRPr="00E501A3">
              <w:t xml:space="preserve"> and environmental protection practices</w:t>
            </w:r>
          </w:p>
          <w:p w14:paraId="10E6CE2F" w14:textId="77777777" w:rsidR="00E501A3" w:rsidRPr="00E501A3" w:rsidRDefault="00E501A3" w:rsidP="00E501A3">
            <w:r w:rsidRPr="00E501A3">
              <w:t xml:space="preserve">3.2 Feed engineered wood product or timber into the CNC machine, </w:t>
            </w:r>
            <w:proofErr w:type="gramStart"/>
            <w:r w:rsidRPr="00E501A3">
              <w:t>operate</w:t>
            </w:r>
            <w:proofErr w:type="gramEnd"/>
            <w:r w:rsidRPr="00E501A3">
              <w:t xml:space="preserve"> cutting tools according to tooling requirements and regularly monitor to minimise waste and ensure correct dimensions are produced</w:t>
            </w:r>
          </w:p>
          <w:p w14:paraId="018097ED" w14:textId="2523C7A0" w:rsidR="00E501A3" w:rsidRPr="00E501A3" w:rsidRDefault="00E501A3" w:rsidP="00E501A3">
            <w:r w:rsidRPr="00E501A3">
              <w:t xml:space="preserve">3.3 Repair or dispose of incorrect cuts, off-cuts and </w:t>
            </w:r>
            <w:r w:rsidR="00B87905">
              <w:t xml:space="preserve">timber or </w:t>
            </w:r>
            <w:r w:rsidR="00934135">
              <w:t xml:space="preserve">engineered </w:t>
            </w:r>
            <w:r w:rsidR="00B87905">
              <w:t>wood products</w:t>
            </w:r>
            <w:r w:rsidRPr="00E501A3">
              <w:t xml:space="preserve"> with defects according to environmental protection practices</w:t>
            </w:r>
          </w:p>
          <w:p w14:paraId="598F789C" w14:textId="3D511113" w:rsidR="00E501A3" w:rsidRPr="00E501A3" w:rsidRDefault="00E501A3" w:rsidP="00E501A3">
            <w:pPr>
              <w:pStyle w:val="SIText"/>
            </w:pPr>
            <w:r w:rsidRPr="00E501A3">
              <w:t xml:space="preserve">3.4 Identify routine processing problems and resolve or report to </w:t>
            </w:r>
            <w:proofErr w:type="gramStart"/>
            <w:r w:rsidRPr="00E501A3">
              <w:t>appropriate personnel</w:t>
            </w:r>
            <w:proofErr w:type="gramEnd"/>
          </w:p>
        </w:tc>
      </w:tr>
      <w:tr w:rsidR="00E501A3" w:rsidRPr="00963A46" w14:paraId="273AC2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7F207" w14:textId="725F6EF1" w:rsidR="00E501A3" w:rsidRPr="00E501A3" w:rsidRDefault="00E501A3" w:rsidP="00E501A3">
            <w:pPr>
              <w:pStyle w:val="SIText"/>
            </w:pPr>
            <w:r w:rsidRPr="00E501A3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56213AE" w14:textId="68AE0663" w:rsidR="00E501A3" w:rsidRPr="00E501A3" w:rsidRDefault="00E501A3" w:rsidP="00E501A3">
            <w:r w:rsidRPr="00E501A3">
              <w:t>4.1 Lock out CNC machine according to workplace health and safety procedures</w:t>
            </w:r>
          </w:p>
          <w:p w14:paraId="6E99AFDB" w14:textId="77777777" w:rsidR="00E501A3" w:rsidRPr="00E501A3" w:rsidRDefault="00E501A3" w:rsidP="00E501A3">
            <w:r w:rsidRPr="00E501A3">
              <w:t>4.2 Check cutting tools for bluntness or damage</w:t>
            </w:r>
          </w:p>
          <w:p w14:paraId="18FC66DD" w14:textId="77777777" w:rsidR="00E501A3" w:rsidRPr="00E501A3" w:rsidRDefault="00E501A3" w:rsidP="00E501A3">
            <w:r w:rsidRPr="00E501A3">
              <w:t>4.3 Remove and replace cutting tools according to manufacturer recommendations</w:t>
            </w:r>
          </w:p>
          <w:p w14:paraId="2602DAF8" w14:textId="77777777" w:rsidR="00E501A3" w:rsidRPr="00E501A3" w:rsidRDefault="00E501A3" w:rsidP="00E501A3">
            <w:r w:rsidRPr="00E501A3">
              <w:t>4.4 Dispose of used cutting tools according to environmental protection practices</w:t>
            </w:r>
          </w:p>
          <w:p w14:paraId="569715CA" w14:textId="7737E5D1" w:rsidR="00E501A3" w:rsidRPr="00E501A3" w:rsidRDefault="00E501A3" w:rsidP="00E501A3">
            <w:r w:rsidRPr="00E501A3">
              <w:t xml:space="preserve">4.5 Keep machining area clear of dust and debris according to </w:t>
            </w:r>
            <w:r w:rsidR="005139B7">
              <w:t>workplace</w:t>
            </w:r>
            <w:r w:rsidR="005139B7" w:rsidRPr="00E501A3">
              <w:t xml:space="preserve"> </w:t>
            </w:r>
            <w:r w:rsidRPr="00E501A3">
              <w:t>safety procedures</w:t>
            </w:r>
          </w:p>
          <w:p w14:paraId="079CD8ED" w14:textId="7D2BBAF9" w:rsidR="00E501A3" w:rsidRPr="00E501A3" w:rsidRDefault="00E501A3" w:rsidP="00E501A3">
            <w:r w:rsidRPr="00E501A3">
              <w:t xml:space="preserve">4.6 Record and report production outcomes, machine and equipment faults and maintenance requirements to </w:t>
            </w:r>
            <w:proofErr w:type="gramStart"/>
            <w:r w:rsidRPr="00E501A3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139B7" w:rsidRPr="00336FCA" w:rsidDel="00423CB2" w14:paraId="143D9DCF" w14:textId="77777777" w:rsidTr="000C5F72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16EC" w:rsidRPr="00336FCA" w:rsidDel="00423CB2" w14:paraId="416B3A89" w14:textId="77777777" w:rsidTr="00EA573A">
        <w:tc>
          <w:tcPr>
            <w:tcW w:w="1392" w:type="pct"/>
          </w:tcPr>
          <w:p w14:paraId="1A16380C" w14:textId="77777777" w:rsidR="000C5F72" w:rsidRPr="000C5F72" w:rsidRDefault="000C5F72" w:rsidP="000C5F72">
            <w:pPr>
              <w:pStyle w:val="SIText"/>
              <w:rPr>
                <w:rStyle w:val="SITemporaryText-red"/>
              </w:rPr>
            </w:pPr>
            <w:r w:rsidRPr="00016CF0">
              <w:t xml:space="preserve">Reading </w:t>
            </w:r>
          </w:p>
        </w:tc>
        <w:tc>
          <w:tcPr>
            <w:tcW w:w="3608" w:type="pct"/>
          </w:tcPr>
          <w:p w14:paraId="6170DA15" w14:textId="2426B6DD" w:rsidR="000C5F72" w:rsidRPr="00EA573A" w:rsidRDefault="004B753B" w:rsidP="005139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Interpret</w:t>
            </w:r>
            <w:r w:rsidR="000C5F72" w:rsidRPr="005139B7">
              <w:t xml:space="preserve"> familiar </w:t>
            </w:r>
            <w:r w:rsidR="00537B40">
              <w:t xml:space="preserve">workplace </w:t>
            </w:r>
            <w:r w:rsidR="000C5F72" w:rsidRPr="005139B7">
              <w:t xml:space="preserve">documents </w:t>
            </w:r>
            <w:r w:rsidR="00537B40">
              <w:t xml:space="preserve">related to </w:t>
            </w:r>
            <w:r w:rsidR="006257CA">
              <w:t xml:space="preserve">CNC machining operations </w:t>
            </w:r>
          </w:p>
        </w:tc>
      </w:tr>
      <w:tr w:rsidR="00F0537C" w:rsidRPr="00336FCA" w:rsidDel="00423CB2" w14:paraId="54804307" w14:textId="77777777" w:rsidTr="00F0537C">
        <w:tc>
          <w:tcPr>
            <w:tcW w:w="1392" w:type="pct"/>
          </w:tcPr>
          <w:p w14:paraId="22DF8911" w14:textId="1240ADA5" w:rsidR="00F0537C" w:rsidRPr="00016CF0" w:rsidRDefault="00F0537C" w:rsidP="00F0537C">
            <w:pPr>
              <w:pStyle w:val="SIText"/>
            </w:pPr>
            <w:r w:rsidRPr="00016CF0">
              <w:t xml:space="preserve">Oral communication </w:t>
            </w:r>
          </w:p>
        </w:tc>
        <w:tc>
          <w:tcPr>
            <w:tcW w:w="3608" w:type="pct"/>
          </w:tcPr>
          <w:p w14:paraId="749A0A0B" w14:textId="565244D8" w:rsidR="00F0537C" w:rsidRDefault="00F0537C" w:rsidP="00F0537C">
            <w:pPr>
              <w:pStyle w:val="SIBulletList1"/>
            </w:pPr>
            <w:r>
              <w:t>A</w:t>
            </w:r>
            <w:r w:rsidRPr="000C5F72">
              <w:t xml:space="preserve">sk open and closed probe questions and actively listen to clarify contents of </w:t>
            </w:r>
            <w:r>
              <w:t xml:space="preserve">work </w:t>
            </w:r>
            <w:r w:rsidRPr="000C5F72">
              <w:t xml:space="preserve">orders and </w:t>
            </w:r>
            <w:r>
              <w:t>production</w:t>
            </w:r>
            <w:r w:rsidRPr="000C5F72">
              <w:t xml:space="preserve"> documentation</w:t>
            </w:r>
          </w:p>
        </w:tc>
      </w:tr>
      <w:tr w:rsidR="00F0537C" w:rsidRPr="00336FCA" w:rsidDel="00423CB2" w14:paraId="2A01B65F" w14:textId="77777777" w:rsidTr="00EA573A">
        <w:tc>
          <w:tcPr>
            <w:tcW w:w="1392" w:type="pct"/>
          </w:tcPr>
          <w:p w14:paraId="27A32FBB" w14:textId="77777777" w:rsidR="00F0537C" w:rsidRPr="00F0537C" w:rsidRDefault="00F0537C" w:rsidP="00F0537C">
            <w:pPr>
              <w:pStyle w:val="SIText"/>
              <w:rPr>
                <w:rStyle w:val="SITemporaryText-red"/>
              </w:rPr>
            </w:pPr>
            <w:r w:rsidRPr="00016CF0">
              <w:t xml:space="preserve">Numeracy </w:t>
            </w:r>
          </w:p>
        </w:tc>
        <w:tc>
          <w:tcPr>
            <w:tcW w:w="3608" w:type="pct"/>
          </w:tcPr>
          <w:p w14:paraId="1D49491F" w14:textId="376F1FD1" w:rsidR="00F0537C" w:rsidRPr="00F0537C" w:rsidRDefault="00F0537C" w:rsidP="00F0537C">
            <w:pPr>
              <w:pStyle w:val="SIBulletList1"/>
            </w:pPr>
            <w:proofErr w:type="gramStart"/>
            <w:r w:rsidRPr="00C20A67">
              <w:t>Identify</w:t>
            </w:r>
            <w:proofErr w:type="gramEnd"/>
            <w:r w:rsidRPr="00C20A67">
              <w:t xml:space="preserve"> quantities of required </w:t>
            </w:r>
            <w:r w:rsidRPr="00F0537C">
              <w:t>timber or wood products within work plans, and count numbers to be machined</w:t>
            </w:r>
          </w:p>
          <w:p w14:paraId="1F86F93D" w14:textId="77777777" w:rsidR="00F0537C" w:rsidRPr="00F0537C" w:rsidRDefault="00F0537C" w:rsidP="00F0537C">
            <w:pPr>
              <w:pStyle w:val="SIBulletList1"/>
            </w:pPr>
            <w:r w:rsidRPr="00C20A67">
              <w:t>Set numerical data on CNC program according to machining specifications</w:t>
            </w:r>
          </w:p>
          <w:p w14:paraId="18145DDF" w14:textId="77777777" w:rsidR="00F0537C" w:rsidRPr="00F0537C" w:rsidRDefault="00F0537C" w:rsidP="00F0537C">
            <w:pPr>
              <w:pStyle w:val="SIBulletList1"/>
            </w:pPr>
            <w:r w:rsidRPr="00C20A67">
              <w:t>Calculate the feed rate to optimise quality and quantity of production output</w:t>
            </w:r>
          </w:p>
          <w:p w14:paraId="1B731BE4" w14:textId="6061FD24" w:rsidR="00F0537C" w:rsidRPr="00F0537C" w:rsidRDefault="00F0537C" w:rsidP="00F0537C">
            <w:pPr>
              <w:pStyle w:val="SIBulletList1"/>
              <w:rPr>
                <w:rStyle w:val="SITemporaryText-red"/>
                <w:rFonts w:eastAsia="Calibri"/>
              </w:rPr>
            </w:pPr>
            <w:r w:rsidRPr="00C20A67">
              <w:t xml:space="preserve">Measure finished dimensions against </w:t>
            </w:r>
            <w:r w:rsidRPr="00F0537C">
              <w:t xml:space="preserve">specifications and </w:t>
            </w:r>
            <w:proofErr w:type="gramStart"/>
            <w:r w:rsidRPr="00F0537C">
              <w:t>appropriate tolerances</w:t>
            </w:r>
            <w:proofErr w:type="gramEnd"/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20A67" w14:paraId="187D9B9A" w14:textId="77777777" w:rsidTr="00F33FF2">
        <w:tc>
          <w:tcPr>
            <w:tcW w:w="1028" w:type="pct"/>
          </w:tcPr>
          <w:p w14:paraId="012B2199" w14:textId="2BA1EB7B" w:rsidR="00C20A67" w:rsidRPr="00C20A67" w:rsidRDefault="00F0537C" w:rsidP="00C20A67">
            <w:r w:rsidRPr="00C20A67">
              <w:t>FWPCOT</w:t>
            </w:r>
            <w:r>
              <w:t>XXX</w:t>
            </w:r>
            <w:r w:rsidRPr="00C20A67">
              <w:t xml:space="preserve"> </w:t>
            </w:r>
            <w:r w:rsidR="00C20A67" w:rsidRPr="00C20A67">
              <w:t xml:space="preserve">Machine </w:t>
            </w:r>
            <w:r w:rsidR="00B87905">
              <w:t xml:space="preserve">timber or </w:t>
            </w:r>
            <w:r w:rsidR="00934135">
              <w:t xml:space="preserve">engineered </w:t>
            </w:r>
            <w:r w:rsidR="00B87905">
              <w:t>wood products</w:t>
            </w:r>
            <w:r w:rsidR="00C20A67" w:rsidRPr="00C20A67">
              <w:t xml:space="preserve"> using CNC machining and processing centres</w:t>
            </w:r>
          </w:p>
          <w:p w14:paraId="7426CEDA" w14:textId="43C994A4" w:rsidR="00C20A67" w:rsidRPr="00C20A67" w:rsidRDefault="00C20A67" w:rsidP="00C20A67">
            <w:pPr>
              <w:pStyle w:val="SIText"/>
            </w:pPr>
          </w:p>
        </w:tc>
        <w:tc>
          <w:tcPr>
            <w:tcW w:w="1105" w:type="pct"/>
          </w:tcPr>
          <w:p w14:paraId="05502F1B" w14:textId="27582BCD" w:rsidR="00C20A67" w:rsidRPr="00C20A67" w:rsidRDefault="00C20A67" w:rsidP="00C20A67">
            <w:r w:rsidRPr="00C20A67">
              <w:t xml:space="preserve">FWPCOT3235 Machine </w:t>
            </w:r>
            <w:r w:rsidR="00E571EF">
              <w:t>materials</w:t>
            </w:r>
            <w:r w:rsidRPr="00C20A67">
              <w:t xml:space="preserve"> using CNC machining and processing centres</w:t>
            </w:r>
          </w:p>
          <w:p w14:paraId="0FDA696D" w14:textId="49574BA2" w:rsidR="00C20A67" w:rsidRPr="00C20A67" w:rsidRDefault="00C20A67" w:rsidP="00C20A67">
            <w:pPr>
              <w:pStyle w:val="SIText"/>
            </w:pPr>
          </w:p>
        </w:tc>
        <w:tc>
          <w:tcPr>
            <w:tcW w:w="1251" w:type="pct"/>
          </w:tcPr>
          <w:p w14:paraId="490B212F" w14:textId="2DA00AF0" w:rsidR="00C20A67" w:rsidRPr="00C20A67" w:rsidRDefault="000C1A9C" w:rsidP="00C20A67">
            <w:pPr>
              <w:pStyle w:val="SIText"/>
            </w:pPr>
            <w:r>
              <w:t xml:space="preserve">Updated unit title; </w:t>
            </w:r>
            <w:r w:rsidR="002075CF">
              <w:t>M</w:t>
            </w:r>
            <w:r>
              <w:t>inor changes to Application</w:t>
            </w:r>
            <w:r w:rsidR="00537B40">
              <w:t xml:space="preserve"> and Knowledge Evidence</w:t>
            </w:r>
            <w:r>
              <w:t xml:space="preserve">; </w:t>
            </w:r>
            <w:r w:rsidR="002075CF">
              <w:t xml:space="preserve">Revised </w:t>
            </w:r>
            <w:r w:rsidR="00990B4F">
              <w:t>Foundation Skills</w:t>
            </w:r>
            <w:r w:rsidR="00537B40">
              <w:t>, Performance Evidence and Assessment Conditions</w:t>
            </w:r>
          </w:p>
        </w:tc>
        <w:tc>
          <w:tcPr>
            <w:tcW w:w="1616" w:type="pct"/>
          </w:tcPr>
          <w:p w14:paraId="4B04F6D1" w14:textId="6FD05A5F" w:rsidR="00C20A67" w:rsidRPr="00C20A67" w:rsidRDefault="00C20A67" w:rsidP="00C20A67">
            <w:pPr>
              <w:pStyle w:val="SIText"/>
            </w:pPr>
            <w:r w:rsidRPr="00C20A67">
              <w:t xml:space="preserve">Equivalent 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C1835D7" w:rsidR="005E022A" w:rsidRPr="005404CB" w:rsidRDefault="00520E9A" w:rsidP="00990B4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1122632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E4DDD" w:rsidRPr="009D70B7">
              <w:t>FWPCOT3</w:t>
            </w:r>
            <w:r w:rsidR="00FE4DDD">
              <w:t>XXX</w:t>
            </w:r>
            <w:r w:rsidR="00FE4DDD" w:rsidRPr="009D70B7">
              <w:t xml:space="preserve"> </w:t>
            </w:r>
            <w:r w:rsidR="009D70B7" w:rsidRPr="009D70B7">
              <w:t xml:space="preserve">Machine </w:t>
            </w:r>
            <w:r w:rsidR="00705866">
              <w:t xml:space="preserve">timber or </w:t>
            </w:r>
            <w:r w:rsidR="00934135">
              <w:t xml:space="preserve">engineered </w:t>
            </w:r>
            <w:r w:rsidR="00705866">
              <w:t>wood products</w:t>
            </w:r>
            <w:r w:rsidR="009D70B7" w:rsidRPr="009D70B7">
              <w:t xml:space="preserve"> using CNC machining and processing centres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EA573A" w:rsidRDefault="006E42FE" w:rsidP="005A16E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EA573A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EA573A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EA573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EA573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A573A">
              <w:rPr>
                <w:rStyle w:val="SITemporaryText-blue"/>
                <w:color w:val="auto"/>
                <w:sz w:val="20"/>
              </w:rPr>
              <w:t>in</w:t>
            </w:r>
            <w:r w:rsidRPr="00EA573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3B10B3B7" w14:textId="455E5840" w:rsidR="000B44BE" w:rsidRPr="000B44BE" w:rsidRDefault="00C20A67" w:rsidP="00EA573A">
            <w:pPr>
              <w:pStyle w:val="SIText"/>
            </w:pPr>
            <w:r w:rsidRPr="00C20A67">
              <w:t>There must be evidence that</w:t>
            </w:r>
            <w:r w:rsidR="00E02302">
              <w:t>,</w:t>
            </w:r>
            <w:r w:rsidR="007434D7">
              <w:t xml:space="preserve"> </w:t>
            </w:r>
            <w:r w:rsidR="00E02302">
              <w:t xml:space="preserve">for one production run, </w:t>
            </w:r>
            <w:r w:rsidRPr="00C20A67">
              <w:t>the individual has</w:t>
            </w:r>
            <w:r w:rsidR="000B44BE">
              <w:t xml:space="preserve"> machined</w:t>
            </w:r>
            <w:r w:rsidR="000B44BE" w:rsidRPr="00C20A67">
              <w:t xml:space="preserve"> engineered wood product or timber using one </w:t>
            </w:r>
            <w:r w:rsidR="000B44BE" w:rsidRPr="000B44BE">
              <w:t>type of computer numerical control (CNC) machining and processing centre</w:t>
            </w:r>
            <w:r w:rsidR="005768F8">
              <w:t xml:space="preserve"> selected from</w:t>
            </w:r>
            <w:r w:rsidR="000B44BE" w:rsidRPr="000B44BE">
              <w:t>:</w:t>
            </w:r>
          </w:p>
          <w:p w14:paraId="0ACB38A5" w14:textId="77777777" w:rsidR="000B44BE" w:rsidRPr="000B44BE" w:rsidRDefault="000B44BE" w:rsidP="00EA573A">
            <w:pPr>
              <w:pStyle w:val="SIBulletList1"/>
            </w:pPr>
            <w:r w:rsidRPr="00C20A67">
              <w:t>CNC three-axis machining centre</w:t>
            </w:r>
          </w:p>
          <w:p w14:paraId="3148B828" w14:textId="77777777" w:rsidR="000B44BE" w:rsidRPr="000B44BE" w:rsidRDefault="000B44BE" w:rsidP="00EA573A">
            <w:pPr>
              <w:pStyle w:val="SIBulletList1"/>
            </w:pPr>
            <w:r w:rsidRPr="00C20A67">
              <w:t>CNC multi-tasking machining centre</w:t>
            </w:r>
          </w:p>
          <w:p w14:paraId="4DCDA26F" w14:textId="77777777" w:rsidR="000B44BE" w:rsidRPr="000B44BE" w:rsidRDefault="000B44BE" w:rsidP="00EA573A">
            <w:pPr>
              <w:pStyle w:val="SIBulletList1"/>
            </w:pPr>
            <w:r w:rsidRPr="00C20A67">
              <w:t>CNC flat-bed router</w:t>
            </w:r>
            <w:r w:rsidRPr="000B44BE">
              <w:t xml:space="preserve"> and mortiser</w:t>
            </w:r>
          </w:p>
          <w:p w14:paraId="5A8FC274" w14:textId="64DD563C" w:rsidR="00C20A67" w:rsidRDefault="00C20A67" w:rsidP="00D55C15"/>
          <w:p w14:paraId="7A0E6D04" w14:textId="4F71F201" w:rsidR="005768F8" w:rsidRPr="005768F8" w:rsidRDefault="007F3010" w:rsidP="00EA573A">
            <w:pPr>
              <w:pStyle w:val="SIText"/>
            </w:pPr>
            <w:r>
              <w:t xml:space="preserve">There must </w:t>
            </w:r>
            <w:r w:rsidR="00942ED4">
              <w:t>also</w:t>
            </w:r>
            <w:r w:rsidR="00942ED4" w:rsidRPr="00942ED4">
              <w:t xml:space="preserve"> </w:t>
            </w:r>
            <w:r>
              <w:t>be evidence that</w:t>
            </w:r>
            <w:r w:rsidR="007F173E">
              <w:t xml:space="preserve">, in conducting this task, </w:t>
            </w:r>
            <w:r>
              <w:t xml:space="preserve">the individual has machined </w:t>
            </w:r>
            <w:r w:rsidR="009B47D9">
              <w:t xml:space="preserve">one type of </w:t>
            </w:r>
            <w:r w:rsidR="005768F8" w:rsidRPr="005768F8">
              <w:t>engineered wood products or timber</w:t>
            </w:r>
            <w:r w:rsidR="00A61EFC">
              <w:t xml:space="preserve"> selected from</w:t>
            </w:r>
            <w:r w:rsidR="005768F8" w:rsidRPr="005768F8">
              <w:t>:</w:t>
            </w:r>
          </w:p>
          <w:p w14:paraId="16793668" w14:textId="77777777" w:rsidR="005768F8" w:rsidRPr="005768F8" w:rsidRDefault="005768F8" w:rsidP="00EA573A">
            <w:pPr>
              <w:pStyle w:val="SIBulletList1"/>
            </w:pPr>
            <w:r w:rsidRPr="00C20A67">
              <w:t>glued laminated timber (glulam)</w:t>
            </w:r>
          </w:p>
          <w:p w14:paraId="4328E250" w14:textId="77777777" w:rsidR="005768F8" w:rsidRPr="005768F8" w:rsidRDefault="005768F8" w:rsidP="00EA573A">
            <w:pPr>
              <w:pStyle w:val="SIBulletList1"/>
            </w:pPr>
            <w:r w:rsidRPr="00C20A67">
              <w:t>cross-laminated timber (CLT)</w:t>
            </w:r>
          </w:p>
          <w:p w14:paraId="127EE930" w14:textId="77777777" w:rsidR="005768F8" w:rsidRPr="005768F8" w:rsidRDefault="005768F8" w:rsidP="00EA573A">
            <w:pPr>
              <w:pStyle w:val="SIBulletList1"/>
            </w:pPr>
            <w:r w:rsidRPr="00C20A67">
              <w:t>laminated veneer</w:t>
            </w:r>
          </w:p>
          <w:p w14:paraId="29C48CE9" w14:textId="77777777" w:rsidR="005768F8" w:rsidRPr="005768F8" w:rsidRDefault="005768F8" w:rsidP="00EA573A">
            <w:pPr>
              <w:pStyle w:val="SIBulletList1"/>
            </w:pPr>
            <w:r w:rsidRPr="00C20A67">
              <w:t>chipboard</w:t>
            </w:r>
          </w:p>
          <w:p w14:paraId="745EA281" w14:textId="77777777" w:rsidR="005768F8" w:rsidRPr="005768F8" w:rsidRDefault="005768F8" w:rsidP="00EA573A">
            <w:pPr>
              <w:pStyle w:val="SIBulletList1"/>
            </w:pPr>
            <w:r w:rsidRPr="00C20A67">
              <w:t>medium density fibreboard</w:t>
            </w:r>
          </w:p>
          <w:p w14:paraId="6D8D2339" w14:textId="77777777" w:rsidR="005768F8" w:rsidRPr="005768F8" w:rsidRDefault="005768F8" w:rsidP="00EA573A">
            <w:pPr>
              <w:pStyle w:val="SIBulletList1"/>
            </w:pPr>
            <w:r w:rsidRPr="00C20A67">
              <w:t>dressed timber</w:t>
            </w:r>
          </w:p>
          <w:p w14:paraId="5A8D455B" w14:textId="163DBACA" w:rsidR="005768F8" w:rsidRPr="005768F8" w:rsidRDefault="005768F8" w:rsidP="00EA573A">
            <w:pPr>
              <w:pStyle w:val="SIBulletList1"/>
            </w:pPr>
            <w:r w:rsidRPr="00C20A67">
              <w:t>preservative treated timber</w:t>
            </w:r>
            <w:r w:rsidR="002301C2">
              <w:t>.</w:t>
            </w:r>
          </w:p>
          <w:p w14:paraId="00D6B5B9" w14:textId="77777777" w:rsidR="0050100E" w:rsidRDefault="0050100E" w:rsidP="00D55C15"/>
          <w:p w14:paraId="101C4342" w14:textId="159C2DCF" w:rsidR="00F26542" w:rsidRDefault="004D03E0" w:rsidP="00D55C15">
            <w:r>
              <w:t xml:space="preserve">When performing </w:t>
            </w:r>
            <w:r w:rsidR="00F26542">
              <w:t xml:space="preserve">this </w:t>
            </w:r>
            <w:r w:rsidR="00983D89">
              <w:t>task</w:t>
            </w:r>
            <w:r w:rsidR="00D35BB8">
              <w:t>, the individual has:</w:t>
            </w:r>
          </w:p>
          <w:p w14:paraId="29C9F198" w14:textId="77777777" w:rsidR="0079230E" w:rsidRDefault="0079230E" w:rsidP="00EA573A">
            <w:pPr>
              <w:pStyle w:val="SIBulletList1"/>
            </w:pPr>
            <w:r w:rsidRPr="00C20A67">
              <w:t>followed workplace health and safety requirements and environmental protection procedures</w:t>
            </w:r>
          </w:p>
          <w:p w14:paraId="1B5FC79D" w14:textId="0C7AE303" w:rsidR="0079230E" w:rsidRDefault="0079230E" w:rsidP="00975C14">
            <w:pPr>
              <w:pStyle w:val="SIBulletList1"/>
            </w:pPr>
            <w:r w:rsidRPr="00C20A67">
              <w:t>s</w:t>
            </w:r>
            <w:r w:rsidRPr="0079230E">
              <w:t>et computer program</w:t>
            </w:r>
            <w:r w:rsidR="00954444">
              <w:t xml:space="preserve">, </w:t>
            </w:r>
            <w:r w:rsidR="005177EE">
              <w:t>co</w:t>
            </w:r>
            <w:r w:rsidR="000654D7">
              <w:t xml:space="preserve">nducted </w:t>
            </w:r>
            <w:r w:rsidR="005177EE">
              <w:t xml:space="preserve">a trial </w:t>
            </w:r>
            <w:proofErr w:type="gramStart"/>
            <w:r w:rsidR="005177EE">
              <w:t>run</w:t>
            </w:r>
            <w:proofErr w:type="gramEnd"/>
            <w:r w:rsidR="005177EE">
              <w:t xml:space="preserve"> </w:t>
            </w:r>
            <w:r w:rsidR="00915452">
              <w:t xml:space="preserve">and </w:t>
            </w:r>
            <w:r w:rsidR="00D662D5">
              <w:t xml:space="preserve">made necessary adjustments to ensure </w:t>
            </w:r>
            <w:r w:rsidR="00CF5054">
              <w:t xml:space="preserve">that </w:t>
            </w:r>
            <w:r w:rsidR="00793756" w:rsidRPr="00E501A3">
              <w:t>quality and dimensions of finished work</w:t>
            </w:r>
            <w:r w:rsidR="005C2491">
              <w:t xml:space="preserve"> </w:t>
            </w:r>
            <w:r w:rsidR="006F5B68">
              <w:t>conform to</w:t>
            </w:r>
            <w:r w:rsidR="00CE63A1">
              <w:t xml:space="preserve"> </w:t>
            </w:r>
            <w:r w:rsidRPr="0079230E">
              <w:t>work specifications</w:t>
            </w:r>
          </w:p>
          <w:p w14:paraId="32F3B211" w14:textId="13EE2EF7" w:rsidR="00BA7806" w:rsidRDefault="00F620FE" w:rsidP="00FB759E">
            <w:pPr>
              <w:pStyle w:val="SIBulletList1"/>
            </w:pPr>
            <w:r>
              <w:t>run</w:t>
            </w:r>
            <w:r w:rsidR="00A61EFC" w:rsidRPr="005768F8">
              <w:t xml:space="preserve"> CNC machining and processing centre</w:t>
            </w:r>
            <w:r w:rsidR="00A61EFC" w:rsidRPr="00A61EFC">
              <w:t xml:space="preserve"> according to </w:t>
            </w:r>
            <w:r w:rsidR="0063050A">
              <w:t xml:space="preserve">workplace operating </w:t>
            </w:r>
            <w:r w:rsidR="0027567E">
              <w:t>procedures</w:t>
            </w:r>
            <w:r w:rsidR="00BA7806">
              <w:t xml:space="preserve"> </w:t>
            </w:r>
          </w:p>
          <w:p w14:paraId="595586CB" w14:textId="693ADA91" w:rsidR="0050100E" w:rsidRPr="00C20A67" w:rsidRDefault="007E3F28" w:rsidP="00EA573A">
            <w:pPr>
              <w:pStyle w:val="SIBulletList1"/>
            </w:pPr>
            <w:r>
              <w:t>achie</w:t>
            </w:r>
            <w:r w:rsidR="005909B1">
              <w:t xml:space="preserve">ved </w:t>
            </w:r>
            <w:r w:rsidR="00FD3DE5">
              <w:t xml:space="preserve">finished dimensions </w:t>
            </w:r>
            <w:r w:rsidR="00A61EFC" w:rsidRPr="00A61EFC">
              <w:t>within prescribed tolerances</w:t>
            </w:r>
          </w:p>
          <w:p w14:paraId="4FB37A08" w14:textId="2FFF8A11" w:rsidR="00C51A7C" w:rsidRPr="005404CB" w:rsidRDefault="00C20A67" w:rsidP="00EA573A">
            <w:pPr>
              <w:pStyle w:val="SIBulletList1"/>
            </w:pPr>
            <w:r w:rsidRPr="00C20A67">
              <w:t>conducted operator maintenance on the CNC machining and processing centre.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EA573A" w:rsidRDefault="006E42FE" w:rsidP="009146F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EA573A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EA573A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F678E5F" w14:textId="77777777" w:rsidR="000A0711" w:rsidRPr="000A0711" w:rsidRDefault="000A0711" w:rsidP="000A0711">
            <w:pPr>
              <w:pStyle w:val="SIBulletList1"/>
            </w:pPr>
            <w:r w:rsidRPr="000A0711">
              <w:t xml:space="preserve">health and safety hazards or risks related to </w:t>
            </w:r>
            <w:proofErr w:type="gramStart"/>
            <w:r w:rsidRPr="000A0711">
              <w:t>operating</w:t>
            </w:r>
            <w:proofErr w:type="gramEnd"/>
            <w:r w:rsidRPr="000A0711">
              <w:t xml:space="preserve"> a CNC machine and processing centre for engineered wood products and timber as identified through risk assessments, manufacturer technical information, regulations and industry health and safety guides</w:t>
            </w:r>
          </w:p>
          <w:p w14:paraId="02CDAF47" w14:textId="77777777" w:rsidR="000A0711" w:rsidRPr="000A0711" w:rsidRDefault="000A0711" w:rsidP="000A0711">
            <w:pPr>
              <w:pStyle w:val="SIBulletList1"/>
            </w:pPr>
            <w:r w:rsidRPr="000A0711">
              <w:t>workplace policies and procedures specific to machining engineered wood products and timber using CNC machine and processing centres:</w:t>
            </w:r>
          </w:p>
          <w:p w14:paraId="27C9E553" w14:textId="77777777" w:rsidR="000A0711" w:rsidRPr="000A0711" w:rsidRDefault="000A0711" w:rsidP="000A0711">
            <w:pPr>
              <w:pStyle w:val="SIBulletList2"/>
            </w:pPr>
            <w:r w:rsidRPr="000A0711">
              <w:t>health and safety, with particular emphasis on equipment lockout and the use of personal protective equipment (PPE)</w:t>
            </w:r>
          </w:p>
          <w:p w14:paraId="076F7348" w14:textId="77777777" w:rsidR="000A0711" w:rsidRPr="000A0711" w:rsidRDefault="000A0711" w:rsidP="000A0711">
            <w:pPr>
              <w:pStyle w:val="SIBulletList2"/>
            </w:pPr>
            <w:r w:rsidRPr="000A0711">
              <w:t>use of CNC machines, cutting tools and equipment</w:t>
            </w:r>
          </w:p>
          <w:p w14:paraId="59A63845" w14:textId="77777777" w:rsidR="000A0711" w:rsidRPr="000A0711" w:rsidRDefault="000A0711" w:rsidP="000A0711">
            <w:pPr>
              <w:pStyle w:val="SIBulletList2"/>
            </w:pPr>
            <w:r w:rsidRPr="000A0711">
              <w:t>communication reporting lines</w:t>
            </w:r>
          </w:p>
          <w:p w14:paraId="58C981DC" w14:textId="77777777" w:rsidR="000A0711" w:rsidRPr="000A0711" w:rsidRDefault="000A0711" w:rsidP="000A0711">
            <w:pPr>
              <w:pStyle w:val="SIBulletList2"/>
            </w:pPr>
            <w:r w:rsidRPr="000A0711">
              <w:t>recording and reporting production outcomes, machine and equipment faults and maintenance requirements</w:t>
            </w:r>
          </w:p>
          <w:p w14:paraId="4587CA1C" w14:textId="77777777" w:rsidR="000A0711" w:rsidRPr="000A0711" w:rsidRDefault="000A0711" w:rsidP="000A0711">
            <w:pPr>
              <w:pStyle w:val="SIBulletList1"/>
            </w:pPr>
            <w:r w:rsidRPr="000A0711">
              <w:t>environmental protection practices for timber manufacturing facilities:</w:t>
            </w:r>
          </w:p>
          <w:p w14:paraId="05617150" w14:textId="77777777" w:rsidR="000A0711" w:rsidRPr="000A0711" w:rsidRDefault="000A0711" w:rsidP="000A0711">
            <w:pPr>
              <w:pStyle w:val="SIBulletList2"/>
            </w:pPr>
            <w:r w:rsidRPr="000A0711">
              <w:t>reducing water and energy use</w:t>
            </w:r>
          </w:p>
          <w:p w14:paraId="0644B513" w14:textId="77777777" w:rsidR="000A0711" w:rsidRPr="000A0711" w:rsidRDefault="000A0711" w:rsidP="000A0711">
            <w:pPr>
              <w:pStyle w:val="SIBulletList2"/>
            </w:pPr>
            <w:r w:rsidRPr="000A0711">
              <w:t>cleaning plant, cutting tools and equipment</w:t>
            </w:r>
          </w:p>
          <w:p w14:paraId="14E3576C" w14:textId="77777777" w:rsidR="000A0711" w:rsidRPr="000A0711" w:rsidRDefault="000A0711" w:rsidP="000A0711">
            <w:pPr>
              <w:pStyle w:val="SIBulletList2"/>
            </w:pPr>
            <w:r w:rsidRPr="000A0711">
              <w:t xml:space="preserve">disposing of, </w:t>
            </w:r>
            <w:proofErr w:type="gramStart"/>
            <w:r w:rsidRPr="000A0711">
              <w:t>recycling</w:t>
            </w:r>
            <w:proofErr w:type="gramEnd"/>
            <w:r w:rsidRPr="000A0711">
              <w:t xml:space="preserve"> and reusing timber and other waste</w:t>
            </w:r>
          </w:p>
          <w:p w14:paraId="709D8294" w14:textId="4F8B7DC8" w:rsidR="000A0711" w:rsidRPr="000A0711" w:rsidRDefault="000A0711" w:rsidP="000A0711">
            <w:pPr>
              <w:pStyle w:val="SIBulletList1"/>
            </w:pPr>
            <w:r w:rsidRPr="000A0711">
              <w:t xml:space="preserve">range of cutting patterns used with CNC machining and processing centre to achieve </w:t>
            </w:r>
            <w:proofErr w:type="gramStart"/>
            <w:r w:rsidRPr="000A0711">
              <w:t>accurate</w:t>
            </w:r>
            <w:proofErr w:type="gramEnd"/>
            <w:r w:rsidRPr="000A0711">
              <w:t xml:space="preserve"> dimensions and quality of finished work</w:t>
            </w:r>
          </w:p>
          <w:p w14:paraId="65A75862" w14:textId="35655113" w:rsidR="000A0711" w:rsidRPr="000A0711" w:rsidRDefault="000A0711" w:rsidP="000A0711">
            <w:pPr>
              <w:pStyle w:val="SIBulletList1"/>
            </w:pPr>
            <w:r w:rsidRPr="000A0711">
              <w:t>system functions and capabilities of CNC software for machining and processing centre</w:t>
            </w:r>
          </w:p>
          <w:p w14:paraId="5FF681BD" w14:textId="6D352719" w:rsidR="000A0711" w:rsidRPr="000A0711" w:rsidRDefault="000A0711" w:rsidP="000A0711">
            <w:pPr>
              <w:pStyle w:val="SIBulletList1"/>
            </w:pPr>
            <w:r w:rsidRPr="000A0711">
              <w:t xml:space="preserve">purpose, features and operation of CNC machining and processing centre and equipment used to machine engineered wood products </w:t>
            </w:r>
            <w:r w:rsidR="001C0DA5">
              <w:t>or</w:t>
            </w:r>
            <w:r w:rsidR="001C0DA5" w:rsidRPr="000A0711">
              <w:t xml:space="preserve"> </w:t>
            </w:r>
            <w:r w:rsidRPr="000A0711">
              <w:t>timber:</w:t>
            </w:r>
          </w:p>
          <w:p w14:paraId="0EDC1D35" w14:textId="77777777" w:rsidR="000A0711" w:rsidRPr="000A0711" w:rsidRDefault="000A0711" w:rsidP="000A0711">
            <w:pPr>
              <w:pStyle w:val="SIBulletList2"/>
            </w:pPr>
            <w:r w:rsidRPr="000A0711">
              <w:t>three-axis machining centres</w:t>
            </w:r>
          </w:p>
          <w:p w14:paraId="2D594329" w14:textId="77777777" w:rsidR="000A0711" w:rsidRPr="000A0711" w:rsidRDefault="000A0711" w:rsidP="000A0711">
            <w:pPr>
              <w:pStyle w:val="SIBulletList2"/>
            </w:pPr>
            <w:r w:rsidRPr="000A0711">
              <w:t>multi-tasking machining centres</w:t>
            </w:r>
          </w:p>
          <w:p w14:paraId="54724B9E" w14:textId="77777777" w:rsidR="000A0711" w:rsidRPr="000A0711" w:rsidRDefault="000A0711" w:rsidP="000A0711">
            <w:pPr>
              <w:pStyle w:val="SIBulletList2"/>
            </w:pPr>
            <w:r w:rsidRPr="000A0711">
              <w:t>flat-bed routers and mortisers</w:t>
            </w:r>
          </w:p>
          <w:p w14:paraId="3FCBD06E" w14:textId="77777777" w:rsidR="000A0711" w:rsidRPr="000A0711" w:rsidRDefault="000A0711" w:rsidP="000A0711">
            <w:pPr>
              <w:pStyle w:val="SIBulletList2"/>
            </w:pPr>
            <w:r w:rsidRPr="000A0711">
              <w:t>dust extraction equipment</w:t>
            </w:r>
          </w:p>
          <w:p w14:paraId="0907D23F" w14:textId="77777777" w:rsidR="000A0711" w:rsidRPr="000A0711" w:rsidRDefault="000A0711" w:rsidP="000A0711">
            <w:pPr>
              <w:pStyle w:val="SIBulletList2"/>
            </w:pPr>
            <w:r w:rsidRPr="000A0711">
              <w:t>jigs and shaped templates for routing</w:t>
            </w:r>
          </w:p>
          <w:p w14:paraId="0C197CE7" w14:textId="77777777" w:rsidR="000A0711" w:rsidRPr="000A0711" w:rsidRDefault="000A0711" w:rsidP="000A0711">
            <w:pPr>
              <w:pStyle w:val="SIBulletList1"/>
            </w:pPr>
            <w:r w:rsidRPr="000A0711">
              <w:t>timber characteristics, timber products and timber defects</w:t>
            </w:r>
          </w:p>
          <w:p w14:paraId="3001B9EA" w14:textId="462292A2" w:rsidR="00C51A7C" w:rsidRPr="005404CB" w:rsidRDefault="000A0711" w:rsidP="00EA573A">
            <w:pPr>
              <w:pStyle w:val="SIBulletList1"/>
            </w:pPr>
            <w:r w:rsidRPr="000A0711">
              <w:t>methods for assessing cutting tools condition.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EA573A" w:rsidRDefault="00EF3268" w:rsidP="00F34D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573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D8ACB78" w14:textId="77777777" w:rsidR="000A0711" w:rsidRPr="000A0711" w:rsidRDefault="000A0711" w:rsidP="000A0711">
            <w:pPr>
              <w:pStyle w:val="SIBulletList1"/>
            </w:pPr>
            <w:r w:rsidRPr="000A0711">
              <w:t>physical conditions:</w:t>
            </w:r>
          </w:p>
          <w:p w14:paraId="00AC9B55" w14:textId="26F3CC7E" w:rsidR="000A0711" w:rsidRPr="000A0711" w:rsidRDefault="000A0711" w:rsidP="000A0711">
            <w:pPr>
              <w:pStyle w:val="SIBulletList2"/>
            </w:pPr>
            <w:r w:rsidRPr="000A0711">
              <w:t xml:space="preserve">skills must be </w:t>
            </w:r>
            <w:proofErr w:type="gramStart"/>
            <w:r w:rsidRPr="000A0711">
              <w:t>demonstrated</w:t>
            </w:r>
            <w:proofErr w:type="gramEnd"/>
            <w:r w:rsidRPr="000A0711">
              <w:t xml:space="preserve"> in </w:t>
            </w:r>
            <w:r w:rsidR="004A2EB8">
              <w:t xml:space="preserve">the workplace or </w:t>
            </w:r>
            <w:r w:rsidRPr="000A0711">
              <w:t>an environment that accurately represents workplace conditions</w:t>
            </w:r>
          </w:p>
          <w:p w14:paraId="78CFAC2B" w14:textId="75FDA6F5" w:rsidR="000A0711" w:rsidRPr="000A0711" w:rsidRDefault="000A0711" w:rsidP="000A0711">
            <w:pPr>
              <w:pStyle w:val="SIBulletList1"/>
            </w:pPr>
            <w:r w:rsidRPr="000A0711">
              <w:t xml:space="preserve">resources, </w:t>
            </w:r>
            <w:proofErr w:type="gramStart"/>
            <w:r w:rsidRPr="000A0711">
              <w:t>equipment</w:t>
            </w:r>
            <w:proofErr w:type="gramEnd"/>
            <w:r w:rsidRPr="000A0711">
              <w:t xml:space="preserve"> and </w:t>
            </w:r>
            <w:r w:rsidR="00350E25">
              <w:t>material</w:t>
            </w:r>
            <w:r w:rsidRPr="000A0711">
              <w:t>s:</w:t>
            </w:r>
          </w:p>
          <w:p w14:paraId="520CF8D7" w14:textId="1B186137" w:rsidR="000A0711" w:rsidRPr="000A0711" w:rsidRDefault="000A0711" w:rsidP="000A0711">
            <w:pPr>
              <w:pStyle w:val="SIBulletList2"/>
            </w:pPr>
            <w:r w:rsidRPr="000A0711">
              <w:t>CNC machining and processing centre</w:t>
            </w:r>
          </w:p>
          <w:p w14:paraId="0F198058" w14:textId="386AC506" w:rsidR="005A16EC" w:rsidRPr="005A16EC" w:rsidRDefault="005A16EC" w:rsidP="005A16EC">
            <w:pPr>
              <w:pStyle w:val="SIBulletList2"/>
            </w:pPr>
            <w:r w:rsidRPr="000A0711">
              <w:t>CNC program suitable for the machining operation</w:t>
            </w:r>
          </w:p>
          <w:p w14:paraId="56B321DA" w14:textId="77777777" w:rsidR="000A0711" w:rsidRPr="000A0711" w:rsidRDefault="000A0711" w:rsidP="000A0711">
            <w:pPr>
              <w:pStyle w:val="SIBulletList2"/>
            </w:pPr>
            <w:r w:rsidRPr="000A0711">
              <w:t>dust extraction equipment</w:t>
            </w:r>
          </w:p>
          <w:p w14:paraId="06B6476F" w14:textId="184E3E55" w:rsidR="000A0711" w:rsidRPr="000A0711" w:rsidRDefault="000A0711" w:rsidP="00854CE4">
            <w:pPr>
              <w:pStyle w:val="SIBulletList2"/>
            </w:pPr>
            <w:r w:rsidRPr="000A0711">
              <w:t>cutting tools</w:t>
            </w:r>
            <w:r w:rsidR="00C42C67">
              <w:t xml:space="preserve"> and </w:t>
            </w:r>
            <w:r w:rsidR="00126B70">
              <w:t xml:space="preserve">equipment </w:t>
            </w:r>
            <w:r w:rsidRPr="000A0711">
              <w:t xml:space="preserve">suitable for </w:t>
            </w:r>
            <w:r w:rsidR="00510033">
              <w:t xml:space="preserve">CNC </w:t>
            </w:r>
            <w:r w:rsidRPr="000A0711">
              <w:t xml:space="preserve">machining operation </w:t>
            </w:r>
          </w:p>
          <w:p w14:paraId="394EE6DC" w14:textId="77777777" w:rsidR="00E843E1" w:rsidRDefault="00E843E1" w:rsidP="000A0711">
            <w:pPr>
              <w:pStyle w:val="SIBulletList2"/>
            </w:pPr>
            <w:r w:rsidRPr="000A0711">
              <w:t xml:space="preserve">maintenance tools </w:t>
            </w:r>
            <w:r w:rsidRPr="00E843E1">
              <w:t>suitable for CNC machining operation</w:t>
            </w:r>
          </w:p>
          <w:p w14:paraId="19DF0F6B" w14:textId="5401E02E" w:rsidR="000A0711" w:rsidRPr="000A0711" w:rsidRDefault="000A0711" w:rsidP="000A0711">
            <w:pPr>
              <w:pStyle w:val="SIBulletList2"/>
            </w:pPr>
            <w:r w:rsidRPr="000A0711">
              <w:t xml:space="preserve">PPE suitable for machining </w:t>
            </w:r>
            <w:r w:rsidR="00705866">
              <w:t xml:space="preserve">timber or </w:t>
            </w:r>
            <w:r w:rsidR="00916651">
              <w:t>engineered w</w:t>
            </w:r>
            <w:r w:rsidR="00705866">
              <w:t>ood products</w:t>
            </w:r>
            <w:r w:rsidRPr="000A0711">
              <w:t xml:space="preserve"> using CNC machining and processing centres</w:t>
            </w:r>
          </w:p>
          <w:p w14:paraId="1D5F4827" w14:textId="670224B1" w:rsidR="000A0711" w:rsidRPr="000A0711" w:rsidRDefault="000A0711" w:rsidP="000A0711">
            <w:pPr>
              <w:pStyle w:val="SIBulletList2"/>
            </w:pPr>
            <w:r w:rsidRPr="000A0711">
              <w:t>engineered wood product or timber suitable for machining operations using CNC machining and processing centre</w:t>
            </w:r>
          </w:p>
          <w:p w14:paraId="50F75890" w14:textId="77777777" w:rsidR="000A0711" w:rsidRPr="000A0711" w:rsidRDefault="000A0711" w:rsidP="000A0711">
            <w:pPr>
              <w:pStyle w:val="SIBulletList1"/>
            </w:pPr>
            <w:r w:rsidRPr="000A0711">
              <w:t>specifications:</w:t>
            </w:r>
          </w:p>
          <w:p w14:paraId="68AD3C7E" w14:textId="035FAAD9" w:rsidR="000A0711" w:rsidRDefault="000A0711" w:rsidP="000A0711">
            <w:pPr>
              <w:pStyle w:val="SIBulletList2"/>
            </w:pPr>
            <w:r w:rsidRPr="000A0711">
              <w:t xml:space="preserve">work order with specific instructions for machining </w:t>
            </w:r>
            <w:r w:rsidR="00705866">
              <w:t xml:space="preserve">timber or </w:t>
            </w:r>
            <w:r w:rsidR="00916651">
              <w:t xml:space="preserve">engineered </w:t>
            </w:r>
            <w:r w:rsidR="00705866">
              <w:t>wood products</w:t>
            </w:r>
            <w:r w:rsidRPr="000A0711">
              <w:t xml:space="preserve"> using CNC machining and processing centre</w:t>
            </w:r>
          </w:p>
          <w:p w14:paraId="2689F963" w14:textId="11E7933C" w:rsidR="00F563C1" w:rsidRPr="000A0711" w:rsidRDefault="00F563C1" w:rsidP="000A0711">
            <w:pPr>
              <w:pStyle w:val="SIBulletList2"/>
            </w:pPr>
            <w:r>
              <w:t xml:space="preserve">workplace operating procedure </w:t>
            </w:r>
            <w:r w:rsidR="003912BA">
              <w:t xml:space="preserve">for </w:t>
            </w:r>
            <w:r w:rsidR="003912BA" w:rsidRPr="000A0711">
              <w:t>CNC machining and processing centre</w:t>
            </w:r>
          </w:p>
          <w:p w14:paraId="58F6A86E" w14:textId="4E910D91" w:rsidR="000A0711" w:rsidRPr="000A0711" w:rsidRDefault="000A0711" w:rsidP="000A0711">
            <w:pPr>
              <w:pStyle w:val="SIBulletList2"/>
            </w:pPr>
            <w:r w:rsidRPr="000A0711">
              <w:t xml:space="preserve">workplace policies and procedures for machining </w:t>
            </w:r>
            <w:r w:rsidR="00705866">
              <w:t xml:space="preserve">timber or </w:t>
            </w:r>
            <w:r w:rsidR="00916651">
              <w:t xml:space="preserve">engineered </w:t>
            </w:r>
            <w:r w:rsidR="00705866">
              <w:t>wood products</w:t>
            </w:r>
            <w:r w:rsidRPr="000A0711">
              <w:t xml:space="preserve"> using CNC machining and processing centre, including health and safety and emergency procedures and environmental protection procedures</w:t>
            </w:r>
          </w:p>
          <w:p w14:paraId="0181113F" w14:textId="77777777" w:rsidR="000A0711" w:rsidRDefault="000A0711" w:rsidP="000A0711"/>
          <w:p w14:paraId="1D28DFF6" w14:textId="7E07B617" w:rsidR="00C51A7C" w:rsidRPr="005404CB" w:rsidRDefault="000A0711" w:rsidP="00EA573A">
            <w:pPr>
              <w:rPr>
                <w:rFonts w:eastAsia="Calibri"/>
              </w:rPr>
            </w:pPr>
            <w:r w:rsidRPr="000A07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D7A21" w14:textId="77777777" w:rsidR="008A47BF" w:rsidRDefault="008A47BF" w:rsidP="00BF3F0A">
      <w:r>
        <w:separator/>
      </w:r>
    </w:p>
    <w:p w14:paraId="5243319C" w14:textId="77777777" w:rsidR="008A47BF" w:rsidRDefault="008A47BF"/>
  </w:endnote>
  <w:endnote w:type="continuationSeparator" w:id="0">
    <w:p w14:paraId="17588F56" w14:textId="77777777" w:rsidR="008A47BF" w:rsidRDefault="008A47BF" w:rsidP="00BF3F0A">
      <w:r>
        <w:continuationSeparator/>
      </w:r>
    </w:p>
    <w:p w14:paraId="3B7F9050" w14:textId="77777777" w:rsidR="008A47BF" w:rsidRDefault="008A4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A885" w14:textId="77777777" w:rsidR="008A47BF" w:rsidRDefault="008A47BF" w:rsidP="00BF3F0A">
      <w:r>
        <w:separator/>
      </w:r>
    </w:p>
    <w:p w14:paraId="0F63BF26" w14:textId="77777777" w:rsidR="008A47BF" w:rsidRDefault="008A47BF"/>
  </w:footnote>
  <w:footnote w:type="continuationSeparator" w:id="0">
    <w:p w14:paraId="405A7DD8" w14:textId="77777777" w:rsidR="008A47BF" w:rsidRDefault="008A47BF" w:rsidP="00BF3F0A">
      <w:r>
        <w:continuationSeparator/>
      </w:r>
    </w:p>
    <w:p w14:paraId="6A9A983D" w14:textId="77777777" w:rsidR="008A47BF" w:rsidRDefault="008A4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4B0B75F" w:rsidR="009C2650" w:rsidRPr="000754EC" w:rsidRDefault="00EA573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7532" w:rsidRPr="009D70B7">
      <w:t>FWPCOT3</w:t>
    </w:r>
    <w:r w:rsidR="00687532">
      <w:t>XXX</w:t>
    </w:r>
    <w:r w:rsidR="00687532" w:rsidRPr="009D70B7">
      <w:t xml:space="preserve"> </w:t>
    </w:r>
    <w:r w:rsidR="009D70B7" w:rsidRPr="009D70B7">
      <w:t xml:space="preserve">Machine </w:t>
    </w:r>
    <w:r w:rsidR="007F4B7D">
      <w:t xml:space="preserve">timber </w:t>
    </w:r>
    <w:r w:rsidR="00705866">
      <w:t>or</w:t>
    </w:r>
    <w:r w:rsidR="007F4B7D">
      <w:t xml:space="preserve"> </w:t>
    </w:r>
    <w:r w:rsidR="00AC3D88">
      <w:t xml:space="preserve">engineered </w:t>
    </w:r>
    <w:r w:rsidR="007F4B7D">
      <w:t xml:space="preserve">wood products </w:t>
    </w:r>
    <w:r w:rsidR="009D70B7" w:rsidRPr="009D70B7">
      <w:t>using CNC machining and processing centres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0MTAwNzM0MzU3NzJX0lEKTi0uzszPAykwqgUA/bwHXi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2BE1"/>
    <w:rsid w:val="00016803"/>
    <w:rsid w:val="00016CF0"/>
    <w:rsid w:val="00023992"/>
    <w:rsid w:val="000275AE"/>
    <w:rsid w:val="0003370A"/>
    <w:rsid w:val="0004009C"/>
    <w:rsid w:val="000403DA"/>
    <w:rsid w:val="00041E59"/>
    <w:rsid w:val="00064BFE"/>
    <w:rsid w:val="000654D7"/>
    <w:rsid w:val="00070B3E"/>
    <w:rsid w:val="00071F95"/>
    <w:rsid w:val="000737BB"/>
    <w:rsid w:val="00074E47"/>
    <w:rsid w:val="000754EC"/>
    <w:rsid w:val="0009093B"/>
    <w:rsid w:val="000A0711"/>
    <w:rsid w:val="000A228B"/>
    <w:rsid w:val="000A5441"/>
    <w:rsid w:val="000B2022"/>
    <w:rsid w:val="000B44BE"/>
    <w:rsid w:val="000C149A"/>
    <w:rsid w:val="000C1A9C"/>
    <w:rsid w:val="000C224E"/>
    <w:rsid w:val="000C5F72"/>
    <w:rsid w:val="000D07FC"/>
    <w:rsid w:val="000E25E6"/>
    <w:rsid w:val="000E2C86"/>
    <w:rsid w:val="000F29F2"/>
    <w:rsid w:val="00101659"/>
    <w:rsid w:val="00105AEA"/>
    <w:rsid w:val="001078BF"/>
    <w:rsid w:val="00117231"/>
    <w:rsid w:val="00126B70"/>
    <w:rsid w:val="00133957"/>
    <w:rsid w:val="001372F6"/>
    <w:rsid w:val="00144385"/>
    <w:rsid w:val="00146EEC"/>
    <w:rsid w:val="00151D55"/>
    <w:rsid w:val="00151D93"/>
    <w:rsid w:val="00156EF3"/>
    <w:rsid w:val="00157ED5"/>
    <w:rsid w:val="00176E4F"/>
    <w:rsid w:val="0018546B"/>
    <w:rsid w:val="001A6A3E"/>
    <w:rsid w:val="001A7B6D"/>
    <w:rsid w:val="001B34D5"/>
    <w:rsid w:val="001B404D"/>
    <w:rsid w:val="001B513A"/>
    <w:rsid w:val="001C0A75"/>
    <w:rsid w:val="001C0DA5"/>
    <w:rsid w:val="001C1306"/>
    <w:rsid w:val="001D30EB"/>
    <w:rsid w:val="001D5756"/>
    <w:rsid w:val="001D5C1B"/>
    <w:rsid w:val="001D7F5B"/>
    <w:rsid w:val="001E0849"/>
    <w:rsid w:val="001E16BC"/>
    <w:rsid w:val="001E16DF"/>
    <w:rsid w:val="001F2BA5"/>
    <w:rsid w:val="001F308D"/>
    <w:rsid w:val="00201A7C"/>
    <w:rsid w:val="002075CF"/>
    <w:rsid w:val="0021210E"/>
    <w:rsid w:val="0021414D"/>
    <w:rsid w:val="00222FB9"/>
    <w:rsid w:val="00223124"/>
    <w:rsid w:val="002301C2"/>
    <w:rsid w:val="0023096D"/>
    <w:rsid w:val="00233143"/>
    <w:rsid w:val="00234444"/>
    <w:rsid w:val="00242293"/>
    <w:rsid w:val="00244EA7"/>
    <w:rsid w:val="00262FC3"/>
    <w:rsid w:val="0026394F"/>
    <w:rsid w:val="00267AF6"/>
    <w:rsid w:val="00267B9A"/>
    <w:rsid w:val="0027567E"/>
    <w:rsid w:val="00276DB8"/>
    <w:rsid w:val="00282664"/>
    <w:rsid w:val="00285FB8"/>
    <w:rsid w:val="00287F4B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F76"/>
    <w:rsid w:val="003144E6"/>
    <w:rsid w:val="00337E82"/>
    <w:rsid w:val="00346FDC"/>
    <w:rsid w:val="00350BB1"/>
    <w:rsid w:val="00350E25"/>
    <w:rsid w:val="00352C83"/>
    <w:rsid w:val="00353935"/>
    <w:rsid w:val="00363095"/>
    <w:rsid w:val="00366805"/>
    <w:rsid w:val="0037067D"/>
    <w:rsid w:val="00373436"/>
    <w:rsid w:val="0038735B"/>
    <w:rsid w:val="003912BA"/>
    <w:rsid w:val="003916D1"/>
    <w:rsid w:val="00394C90"/>
    <w:rsid w:val="003A03AA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447"/>
    <w:rsid w:val="003D64E8"/>
    <w:rsid w:val="003E72B6"/>
    <w:rsid w:val="003E7BBE"/>
    <w:rsid w:val="00402F96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2ABF"/>
    <w:rsid w:val="00475172"/>
    <w:rsid w:val="004758B0"/>
    <w:rsid w:val="0048067C"/>
    <w:rsid w:val="004832D2"/>
    <w:rsid w:val="00485559"/>
    <w:rsid w:val="004A142B"/>
    <w:rsid w:val="004A2EB8"/>
    <w:rsid w:val="004A3860"/>
    <w:rsid w:val="004A44E8"/>
    <w:rsid w:val="004A581D"/>
    <w:rsid w:val="004A7706"/>
    <w:rsid w:val="004A77E3"/>
    <w:rsid w:val="004B04D2"/>
    <w:rsid w:val="004B29B7"/>
    <w:rsid w:val="004B753B"/>
    <w:rsid w:val="004B7A28"/>
    <w:rsid w:val="004C2244"/>
    <w:rsid w:val="004C79A1"/>
    <w:rsid w:val="004D03E0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0E"/>
    <w:rsid w:val="00510033"/>
    <w:rsid w:val="00510756"/>
    <w:rsid w:val="005139B7"/>
    <w:rsid w:val="005145AB"/>
    <w:rsid w:val="005177EE"/>
    <w:rsid w:val="00520E9A"/>
    <w:rsid w:val="005248C1"/>
    <w:rsid w:val="00526134"/>
    <w:rsid w:val="00532DA2"/>
    <w:rsid w:val="00537B4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8F8"/>
    <w:rsid w:val="00583902"/>
    <w:rsid w:val="005909B1"/>
    <w:rsid w:val="005A16EC"/>
    <w:rsid w:val="005A1D70"/>
    <w:rsid w:val="005A3AA5"/>
    <w:rsid w:val="005A6C9C"/>
    <w:rsid w:val="005A74DC"/>
    <w:rsid w:val="005B5146"/>
    <w:rsid w:val="005C2491"/>
    <w:rsid w:val="005D1AFD"/>
    <w:rsid w:val="005E022A"/>
    <w:rsid w:val="005E51E6"/>
    <w:rsid w:val="005F027A"/>
    <w:rsid w:val="005F33CC"/>
    <w:rsid w:val="005F5612"/>
    <w:rsid w:val="005F771F"/>
    <w:rsid w:val="006121D4"/>
    <w:rsid w:val="00613B49"/>
    <w:rsid w:val="00616845"/>
    <w:rsid w:val="00620E8E"/>
    <w:rsid w:val="006257CA"/>
    <w:rsid w:val="0063050A"/>
    <w:rsid w:val="00633CFE"/>
    <w:rsid w:val="00634FCA"/>
    <w:rsid w:val="00643D1B"/>
    <w:rsid w:val="006452B8"/>
    <w:rsid w:val="00652E62"/>
    <w:rsid w:val="006720CB"/>
    <w:rsid w:val="00686A49"/>
    <w:rsid w:val="00687532"/>
    <w:rsid w:val="00687B62"/>
    <w:rsid w:val="00690C44"/>
    <w:rsid w:val="00695C89"/>
    <w:rsid w:val="006969D9"/>
    <w:rsid w:val="006A2B68"/>
    <w:rsid w:val="006C2F32"/>
    <w:rsid w:val="006C46CF"/>
    <w:rsid w:val="006D1AF9"/>
    <w:rsid w:val="006D38C3"/>
    <w:rsid w:val="006D4448"/>
    <w:rsid w:val="006D6DFD"/>
    <w:rsid w:val="006E2C4D"/>
    <w:rsid w:val="006E42FE"/>
    <w:rsid w:val="006E43FF"/>
    <w:rsid w:val="006F0D02"/>
    <w:rsid w:val="006F10FE"/>
    <w:rsid w:val="006F3396"/>
    <w:rsid w:val="006F3622"/>
    <w:rsid w:val="006F5B68"/>
    <w:rsid w:val="0070586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4D7"/>
    <w:rsid w:val="007444CF"/>
    <w:rsid w:val="0074654B"/>
    <w:rsid w:val="00752C75"/>
    <w:rsid w:val="00757005"/>
    <w:rsid w:val="00757883"/>
    <w:rsid w:val="00761DBE"/>
    <w:rsid w:val="0076523B"/>
    <w:rsid w:val="00771B60"/>
    <w:rsid w:val="00781D77"/>
    <w:rsid w:val="00783549"/>
    <w:rsid w:val="007860B7"/>
    <w:rsid w:val="00786DC8"/>
    <w:rsid w:val="0079230E"/>
    <w:rsid w:val="00793756"/>
    <w:rsid w:val="007A300D"/>
    <w:rsid w:val="007D5A78"/>
    <w:rsid w:val="007E3BD1"/>
    <w:rsid w:val="007E3F28"/>
    <w:rsid w:val="007F1563"/>
    <w:rsid w:val="007F173E"/>
    <w:rsid w:val="007F1EB2"/>
    <w:rsid w:val="007F3010"/>
    <w:rsid w:val="007F44DB"/>
    <w:rsid w:val="007F4B7D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6DD"/>
    <w:rsid w:val="00851BE5"/>
    <w:rsid w:val="008545EB"/>
    <w:rsid w:val="00865011"/>
    <w:rsid w:val="008657AC"/>
    <w:rsid w:val="00886790"/>
    <w:rsid w:val="008908DE"/>
    <w:rsid w:val="008A12ED"/>
    <w:rsid w:val="008A3880"/>
    <w:rsid w:val="008A39D3"/>
    <w:rsid w:val="008A47BF"/>
    <w:rsid w:val="008A55D2"/>
    <w:rsid w:val="008B2C77"/>
    <w:rsid w:val="008B4AD2"/>
    <w:rsid w:val="008B663E"/>
    <w:rsid w:val="008B7138"/>
    <w:rsid w:val="008E260C"/>
    <w:rsid w:val="008E39BE"/>
    <w:rsid w:val="008E62EC"/>
    <w:rsid w:val="008F32F6"/>
    <w:rsid w:val="009146FF"/>
    <w:rsid w:val="00915452"/>
    <w:rsid w:val="00916651"/>
    <w:rsid w:val="00916CD7"/>
    <w:rsid w:val="00920927"/>
    <w:rsid w:val="00921B38"/>
    <w:rsid w:val="00923720"/>
    <w:rsid w:val="009278C9"/>
    <w:rsid w:val="00932CD7"/>
    <w:rsid w:val="00934135"/>
    <w:rsid w:val="00942ED4"/>
    <w:rsid w:val="00944C09"/>
    <w:rsid w:val="00951A7F"/>
    <w:rsid w:val="009527CB"/>
    <w:rsid w:val="00953835"/>
    <w:rsid w:val="00954444"/>
    <w:rsid w:val="00960F6C"/>
    <w:rsid w:val="00970747"/>
    <w:rsid w:val="00975C14"/>
    <w:rsid w:val="00983D89"/>
    <w:rsid w:val="00990B4F"/>
    <w:rsid w:val="00993E64"/>
    <w:rsid w:val="00997BFC"/>
    <w:rsid w:val="009A5900"/>
    <w:rsid w:val="009A6E6C"/>
    <w:rsid w:val="009A6F3F"/>
    <w:rsid w:val="009B32F1"/>
    <w:rsid w:val="009B331A"/>
    <w:rsid w:val="009B47D9"/>
    <w:rsid w:val="009C2650"/>
    <w:rsid w:val="009D15E2"/>
    <w:rsid w:val="009D15FE"/>
    <w:rsid w:val="009D5D2C"/>
    <w:rsid w:val="009D70B7"/>
    <w:rsid w:val="009F0DCC"/>
    <w:rsid w:val="009F11CA"/>
    <w:rsid w:val="00A0695B"/>
    <w:rsid w:val="00A13052"/>
    <w:rsid w:val="00A2085E"/>
    <w:rsid w:val="00A216A8"/>
    <w:rsid w:val="00A223A6"/>
    <w:rsid w:val="00A3639E"/>
    <w:rsid w:val="00A469CF"/>
    <w:rsid w:val="00A5092E"/>
    <w:rsid w:val="00A554D6"/>
    <w:rsid w:val="00A56E14"/>
    <w:rsid w:val="00A61EFC"/>
    <w:rsid w:val="00A6476B"/>
    <w:rsid w:val="00A65330"/>
    <w:rsid w:val="00A76C6C"/>
    <w:rsid w:val="00A87356"/>
    <w:rsid w:val="00A92DD1"/>
    <w:rsid w:val="00AA1CD5"/>
    <w:rsid w:val="00AA5338"/>
    <w:rsid w:val="00AA5D02"/>
    <w:rsid w:val="00AB1B8E"/>
    <w:rsid w:val="00AB3EC1"/>
    <w:rsid w:val="00AB46DE"/>
    <w:rsid w:val="00AC0696"/>
    <w:rsid w:val="00AC20EC"/>
    <w:rsid w:val="00AC3D88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44F"/>
    <w:rsid w:val="00B560C8"/>
    <w:rsid w:val="00B61150"/>
    <w:rsid w:val="00B65BC7"/>
    <w:rsid w:val="00B746B9"/>
    <w:rsid w:val="00B8168E"/>
    <w:rsid w:val="00B848D4"/>
    <w:rsid w:val="00B865B7"/>
    <w:rsid w:val="00B87905"/>
    <w:rsid w:val="00BA1CB1"/>
    <w:rsid w:val="00BA4178"/>
    <w:rsid w:val="00BA482D"/>
    <w:rsid w:val="00BA6B91"/>
    <w:rsid w:val="00BA7806"/>
    <w:rsid w:val="00BB1755"/>
    <w:rsid w:val="00BB23F4"/>
    <w:rsid w:val="00BC5075"/>
    <w:rsid w:val="00BC5419"/>
    <w:rsid w:val="00BD3B0F"/>
    <w:rsid w:val="00BD78D9"/>
    <w:rsid w:val="00BE5889"/>
    <w:rsid w:val="00BF1D4C"/>
    <w:rsid w:val="00BF24E6"/>
    <w:rsid w:val="00BF3F0A"/>
    <w:rsid w:val="00C04238"/>
    <w:rsid w:val="00C143C3"/>
    <w:rsid w:val="00C1739B"/>
    <w:rsid w:val="00C20A67"/>
    <w:rsid w:val="00C21ADE"/>
    <w:rsid w:val="00C23D97"/>
    <w:rsid w:val="00C26067"/>
    <w:rsid w:val="00C30A29"/>
    <w:rsid w:val="00C317DC"/>
    <w:rsid w:val="00C42C67"/>
    <w:rsid w:val="00C51A7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3AB0"/>
    <w:rsid w:val="00CE5B30"/>
    <w:rsid w:val="00CE63A1"/>
    <w:rsid w:val="00CE6919"/>
    <w:rsid w:val="00CE7D19"/>
    <w:rsid w:val="00CF0CF5"/>
    <w:rsid w:val="00CF2B3E"/>
    <w:rsid w:val="00CF4C9B"/>
    <w:rsid w:val="00CF505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BB8"/>
    <w:rsid w:val="00D54C76"/>
    <w:rsid w:val="00D54F4A"/>
    <w:rsid w:val="00D55C15"/>
    <w:rsid w:val="00D632BB"/>
    <w:rsid w:val="00D662D5"/>
    <w:rsid w:val="00D67EB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C"/>
    <w:rsid w:val="00DF5182"/>
    <w:rsid w:val="00DF5D39"/>
    <w:rsid w:val="00E02302"/>
    <w:rsid w:val="00E051BB"/>
    <w:rsid w:val="00E238E6"/>
    <w:rsid w:val="00E31D1A"/>
    <w:rsid w:val="00E344F0"/>
    <w:rsid w:val="00E34CD8"/>
    <w:rsid w:val="00E35064"/>
    <w:rsid w:val="00E3681D"/>
    <w:rsid w:val="00E40225"/>
    <w:rsid w:val="00E501A3"/>
    <w:rsid w:val="00E501F0"/>
    <w:rsid w:val="00E571EF"/>
    <w:rsid w:val="00E6166D"/>
    <w:rsid w:val="00E836E3"/>
    <w:rsid w:val="00E843E1"/>
    <w:rsid w:val="00E853A2"/>
    <w:rsid w:val="00E91BFF"/>
    <w:rsid w:val="00E92933"/>
    <w:rsid w:val="00E94FAD"/>
    <w:rsid w:val="00EA573A"/>
    <w:rsid w:val="00EB0AA4"/>
    <w:rsid w:val="00EB5C88"/>
    <w:rsid w:val="00EB6955"/>
    <w:rsid w:val="00EC0469"/>
    <w:rsid w:val="00EC0C3E"/>
    <w:rsid w:val="00EF01F8"/>
    <w:rsid w:val="00EF3268"/>
    <w:rsid w:val="00EF40EF"/>
    <w:rsid w:val="00EF47FE"/>
    <w:rsid w:val="00F0537C"/>
    <w:rsid w:val="00F069BD"/>
    <w:rsid w:val="00F1480E"/>
    <w:rsid w:val="00F1497D"/>
    <w:rsid w:val="00F16A43"/>
    <w:rsid w:val="00F16AAC"/>
    <w:rsid w:val="00F26542"/>
    <w:rsid w:val="00F30C7D"/>
    <w:rsid w:val="00F33FF2"/>
    <w:rsid w:val="00F34DA6"/>
    <w:rsid w:val="00F438FC"/>
    <w:rsid w:val="00F5616F"/>
    <w:rsid w:val="00F563C1"/>
    <w:rsid w:val="00F56451"/>
    <w:rsid w:val="00F56827"/>
    <w:rsid w:val="00F620FE"/>
    <w:rsid w:val="00F62866"/>
    <w:rsid w:val="00F65EF0"/>
    <w:rsid w:val="00F71651"/>
    <w:rsid w:val="00F76191"/>
    <w:rsid w:val="00F76CC6"/>
    <w:rsid w:val="00F83D7C"/>
    <w:rsid w:val="00F91495"/>
    <w:rsid w:val="00F94D8D"/>
    <w:rsid w:val="00FB232E"/>
    <w:rsid w:val="00FC25C3"/>
    <w:rsid w:val="00FD3DE5"/>
    <w:rsid w:val="00FD557D"/>
    <w:rsid w:val="00FE0282"/>
    <w:rsid w:val="00FE124D"/>
    <w:rsid w:val="00FE4DDD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F9149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8CFD854-A34E-46F6-A429-993EB85D0A8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6126C6-C6CC-4AF4-844B-394559CDF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133</TotalTime>
  <Pages>5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140</cp:revision>
  <cp:lastPrinted>2016-05-27T05:21:00Z</cp:lastPrinted>
  <dcterms:created xsi:type="dcterms:W3CDTF">2021-08-18T01:46:00Z</dcterms:created>
  <dcterms:modified xsi:type="dcterms:W3CDTF">2022-01-31T23:10:00Z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