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3191B" w14:paraId="3215F999" w14:textId="77777777" w:rsidTr="00146EEC">
        <w:tc>
          <w:tcPr>
            <w:tcW w:w="2689" w:type="dxa"/>
          </w:tcPr>
          <w:p w14:paraId="13FF39D2" w14:textId="0F6BD0D8" w:rsidR="0053191B" w:rsidRPr="004A61A7" w:rsidRDefault="0053191B" w:rsidP="004A61A7">
            <w:pPr>
              <w:pStyle w:val="SIText"/>
            </w:pPr>
            <w:r w:rsidRPr="004A61A7">
              <w:t xml:space="preserve">Release </w:t>
            </w:r>
            <w:r w:rsidR="004A61A7" w:rsidRPr="004A61A7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773F9182" w:rsidR="0053191B" w:rsidRPr="004A61A7" w:rsidRDefault="0053191B" w:rsidP="004A61A7">
            <w:pPr>
              <w:pStyle w:val="SIText"/>
            </w:pPr>
            <w:r w:rsidRPr="004A61A7">
              <w:t xml:space="preserve">This version released with Agriculture, Horticulture and Conservation and Land Management Training Package Version </w:t>
            </w:r>
            <w:r w:rsidR="004A61A7" w:rsidRPr="004A61A7">
              <w:rPr>
                <w:rStyle w:val="SITemporaryText-blue"/>
                <w:color w:val="auto"/>
                <w:sz w:val="20"/>
              </w:rPr>
              <w:t>8.0.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6DDAEF98" w:rsidR="00F1480E" w:rsidRPr="005404CB" w:rsidRDefault="008A52D8" w:rsidP="005404CB">
            <w:pPr>
              <w:pStyle w:val="SIUNITCODE"/>
            </w:pPr>
            <w:r w:rsidRPr="00E621D9">
              <w:t>AHCASW3</w:t>
            </w:r>
            <w:r w:rsidRPr="008A52D8">
              <w:t>X01</w:t>
            </w:r>
          </w:p>
        </w:tc>
        <w:tc>
          <w:tcPr>
            <w:tcW w:w="3604" w:type="pct"/>
            <w:shd w:val="clear" w:color="auto" w:fill="auto"/>
          </w:tcPr>
          <w:p w14:paraId="27BB1922" w14:textId="3BCD786C" w:rsidR="00F1480E" w:rsidRPr="005404CB" w:rsidRDefault="00BC206C" w:rsidP="005404CB">
            <w:pPr>
              <w:pStyle w:val="SIUnittitle"/>
            </w:pPr>
            <w:r>
              <w:t>Safeguard</w:t>
            </w:r>
            <w:r w:rsidR="00A02664" w:rsidRPr="00A02664">
              <w:t xml:space="preserve"> places of </w:t>
            </w:r>
            <w:r w:rsidR="00E621D9" w:rsidRPr="00107D6E">
              <w:t>Aboriginal</w:t>
            </w:r>
            <w:r w:rsidR="00E621D9" w:rsidRPr="00E621D9">
              <w:t xml:space="preserve"> and/or Torres Strait Islander </w:t>
            </w:r>
            <w:r w:rsidR="00A02664" w:rsidRPr="00A02664">
              <w:t>cultural significance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0ECC86" w14:textId="4799A7B8" w:rsidR="00107D6E" w:rsidRDefault="00107D6E" w:rsidP="00107D6E">
            <w:r w:rsidRPr="00205B82">
              <w:t xml:space="preserve">This unit of competency describes the skills and knowledge required to </w:t>
            </w:r>
            <w:r w:rsidR="004A61A7">
              <w:t>safeguard</w:t>
            </w:r>
            <w:r w:rsidRPr="00205B82">
              <w:t xml:space="preserve"> places of cultural significance to Aboriginal</w:t>
            </w:r>
            <w:r w:rsidR="004A61A7">
              <w:t xml:space="preserve"> and/or Torres Strait Islander</w:t>
            </w:r>
            <w:r w:rsidRPr="00205B82">
              <w:t xml:space="preserve"> people. It requires following </w:t>
            </w:r>
            <w:r w:rsidR="004A61A7" w:rsidRPr="00205B82">
              <w:t>Aboriginal</w:t>
            </w:r>
            <w:r w:rsidR="004A61A7" w:rsidRPr="004A61A7">
              <w:t xml:space="preserve"> and/or Torres Strait Islander </w:t>
            </w:r>
            <w:r w:rsidRPr="00205B82">
              <w:t xml:space="preserve">cultural protocols and details the specific cultural, gender and kinship sensitivities of working in </w:t>
            </w:r>
            <w:r w:rsidR="004A61A7" w:rsidRPr="00205B82">
              <w:t>Aboriginal</w:t>
            </w:r>
            <w:r w:rsidR="004A61A7" w:rsidRPr="004A61A7">
              <w:t xml:space="preserve"> and/or Torres Strait Islander </w:t>
            </w:r>
            <w:r w:rsidRPr="00205B82">
              <w:t>communities and on Country with diverse cultural requirements.</w:t>
            </w:r>
          </w:p>
          <w:p w14:paraId="23B8D72D" w14:textId="77777777" w:rsidR="00107D6E" w:rsidRPr="00205B82" w:rsidRDefault="00107D6E" w:rsidP="00107D6E"/>
          <w:p w14:paraId="1FC8F0AC" w14:textId="13395061" w:rsidR="00107D6E" w:rsidRDefault="00107D6E" w:rsidP="00107D6E">
            <w:r w:rsidRPr="00205B82">
              <w:t xml:space="preserve">This unit applies to those whose work on Country and in cultural keeping places and includes </w:t>
            </w:r>
            <w:r w:rsidR="004A61A7">
              <w:t>safeguarding</w:t>
            </w:r>
            <w:r w:rsidRPr="00205B82">
              <w:t xml:space="preserve"> cultural places, </w:t>
            </w:r>
            <w:proofErr w:type="gramStart"/>
            <w:r w:rsidRPr="00205B82">
              <w:t>sites</w:t>
            </w:r>
            <w:proofErr w:type="gramEnd"/>
            <w:r w:rsidRPr="00205B82">
              <w:t xml:space="preserve"> and objects often in co-operation with a range of stakeholders and with reference to </w:t>
            </w:r>
            <w:r w:rsidR="004A61A7" w:rsidRPr="00205B82">
              <w:t>Aboriginal</w:t>
            </w:r>
            <w:r w:rsidR="004A61A7" w:rsidRPr="004A61A7">
              <w:t xml:space="preserve"> and/or Torres Strait Islander </w:t>
            </w:r>
            <w:r w:rsidRPr="00205B82">
              <w:t xml:space="preserve">communities and/or line management. The unit involves and requires a high level of awareness and experience with </w:t>
            </w:r>
            <w:r w:rsidR="004A61A7" w:rsidRPr="00205B82">
              <w:t>Aboriginal</w:t>
            </w:r>
            <w:r w:rsidR="004A61A7" w:rsidRPr="004A61A7">
              <w:t xml:space="preserve"> and/or Torres Strait Islander </w:t>
            </w:r>
            <w:r w:rsidRPr="00205B82">
              <w:t xml:space="preserve">culture and communities and the need to observe </w:t>
            </w:r>
            <w:r w:rsidR="004A61A7" w:rsidRPr="00205B82">
              <w:t>Aboriginal</w:t>
            </w:r>
            <w:r w:rsidR="004A61A7" w:rsidRPr="004A61A7">
              <w:t xml:space="preserve"> and/or Torres Strait Islander </w:t>
            </w:r>
            <w:r w:rsidRPr="00205B82">
              <w:t xml:space="preserve">cultural protocols. This unit is also applicable to the work of repatriation workers and anthropologists. </w:t>
            </w:r>
          </w:p>
          <w:p w14:paraId="7872CBAD" w14:textId="77777777" w:rsidR="00373436" w:rsidRDefault="00373436" w:rsidP="005404CB">
            <w:pPr>
              <w:pStyle w:val="SIText"/>
              <w:rPr>
                <w:rStyle w:val="SITemporaryText-red"/>
              </w:rPr>
            </w:pPr>
          </w:p>
          <w:p w14:paraId="06783F70" w14:textId="54918BCB" w:rsidR="00373436" w:rsidRDefault="00373436" w:rsidP="005404CB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  <w:p w14:paraId="32E6AB5E" w14:textId="77777777" w:rsidR="00373436" w:rsidRPr="000754EC" w:rsidRDefault="00373436" w:rsidP="00107D6E">
            <w:pPr>
              <w:pStyle w:val="SIText"/>
            </w:pP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77D73765" w:rsidR="00F1480E" w:rsidRPr="005404CB" w:rsidRDefault="004A61A7" w:rsidP="005404CB">
            <w:pPr>
              <w:pStyle w:val="SIText"/>
            </w:pPr>
            <w:r w:rsidRPr="004A61A7">
              <w:t>AHCILM3</w:t>
            </w:r>
            <w:r w:rsidR="008A52D8">
              <w:t>X</w:t>
            </w:r>
            <w:r w:rsidRPr="004A61A7">
              <w:t>06 Develop awareness of Aboriginal and/or Torres Strait Islander cultural safety and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B171C3F" w:rsidR="00F1480E" w:rsidRPr="005404CB" w:rsidRDefault="00107D6E" w:rsidP="00107D6E">
            <w:r w:rsidRPr="00205B82">
              <w:t>Aboriginal Sites Work (ASW)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07D6E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409A623A" w:rsidR="00107D6E" w:rsidRPr="00107D6E" w:rsidRDefault="00107D6E" w:rsidP="00107D6E">
            <w:pPr>
              <w:pStyle w:val="SIText"/>
            </w:pPr>
            <w:r w:rsidRPr="00205B82">
              <w:t>1.</w:t>
            </w:r>
            <w:r w:rsidR="0053191B">
              <w:t xml:space="preserve"> </w:t>
            </w:r>
            <w:r w:rsidRPr="00205B82">
              <w:t>Identify and communicate with key stakeholders</w:t>
            </w:r>
          </w:p>
        </w:tc>
        <w:tc>
          <w:tcPr>
            <w:tcW w:w="3604" w:type="pct"/>
            <w:shd w:val="clear" w:color="auto" w:fill="auto"/>
          </w:tcPr>
          <w:p w14:paraId="4450EB0E" w14:textId="10FB1410" w:rsidR="00107D6E" w:rsidRPr="00107D6E" w:rsidRDefault="00107D6E" w:rsidP="00107D6E">
            <w:r w:rsidRPr="00205B82">
              <w:t>1.1</w:t>
            </w:r>
            <w:r w:rsidR="0053191B">
              <w:t xml:space="preserve"> </w:t>
            </w:r>
            <w:r w:rsidRPr="00205B82">
              <w:t xml:space="preserve">Identify appropriate persons within </w:t>
            </w:r>
            <w:r w:rsidR="004A61A7">
              <w:t xml:space="preserve">local </w:t>
            </w:r>
            <w:r w:rsidRPr="00205B82">
              <w:t xml:space="preserve">communities who hold cultural knowledge </w:t>
            </w:r>
            <w:r w:rsidRPr="00107D6E">
              <w:t>relevant to determining the cultural significance of Aboriginal</w:t>
            </w:r>
            <w:r w:rsidR="004A61A7">
              <w:t xml:space="preserve"> and/or Torres Strait Islander</w:t>
            </w:r>
            <w:r w:rsidRPr="00107D6E">
              <w:t xml:space="preserve"> places and heritage</w:t>
            </w:r>
          </w:p>
          <w:p w14:paraId="6F565119" w14:textId="146EE8AB" w:rsidR="00107D6E" w:rsidRPr="00107D6E" w:rsidRDefault="00107D6E" w:rsidP="00107D6E">
            <w:r w:rsidRPr="00205B82">
              <w:t>1.2</w:t>
            </w:r>
            <w:r w:rsidR="0053191B">
              <w:t xml:space="preserve"> </w:t>
            </w:r>
            <w:r w:rsidRPr="00205B82">
              <w:t>Develop working relationships with key stakeholders that assist in the management of culturally significant places</w:t>
            </w:r>
          </w:p>
          <w:p w14:paraId="5D722431" w14:textId="35E8F729" w:rsidR="00107D6E" w:rsidRPr="00107D6E" w:rsidRDefault="00107D6E" w:rsidP="00107D6E">
            <w:r w:rsidRPr="00205B82">
              <w:t>1.3</w:t>
            </w:r>
            <w:r w:rsidR="0053191B">
              <w:t xml:space="preserve"> </w:t>
            </w:r>
            <w:r w:rsidRPr="00205B82">
              <w:t xml:space="preserve">Develop communication approaches that place </w:t>
            </w:r>
            <w:r w:rsidR="004A61A7" w:rsidRPr="00107D6E">
              <w:t>Aboriginal</w:t>
            </w:r>
            <w:r w:rsidR="004A61A7" w:rsidRPr="004A61A7">
              <w:t xml:space="preserve"> and/or Torres Strait Islander </w:t>
            </w:r>
            <w:r w:rsidRPr="00205B82">
              <w:t>cultural protocols and values at the forefront and accommodate stakeholder concerns and interests</w:t>
            </w:r>
          </w:p>
          <w:p w14:paraId="7EE34C3B" w14:textId="28D99C7C" w:rsidR="00107D6E" w:rsidRPr="00107D6E" w:rsidRDefault="00107D6E" w:rsidP="00107D6E">
            <w:r w:rsidRPr="00205B82">
              <w:t>1.4</w:t>
            </w:r>
            <w:r w:rsidR="0053191B">
              <w:t xml:space="preserve"> </w:t>
            </w:r>
            <w:r w:rsidRPr="00205B82">
              <w:t>Seek and obtain views on the way in which the cultural significance and resource can be conserved and used</w:t>
            </w:r>
          </w:p>
          <w:p w14:paraId="1F245A98" w14:textId="3BFE6A47" w:rsidR="00107D6E" w:rsidRPr="00107D6E" w:rsidRDefault="00107D6E" w:rsidP="00107D6E">
            <w:r w:rsidRPr="00205B82">
              <w:t>1.5</w:t>
            </w:r>
            <w:r w:rsidR="0053191B">
              <w:t xml:space="preserve"> </w:t>
            </w:r>
            <w:r w:rsidRPr="00205B82">
              <w:t>Report feedback to management for operational planning processes</w:t>
            </w:r>
          </w:p>
        </w:tc>
      </w:tr>
      <w:tr w:rsidR="00107D6E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3BFAAF4" w:rsidR="00107D6E" w:rsidRPr="00107D6E" w:rsidRDefault="00107D6E" w:rsidP="00107D6E">
            <w:pPr>
              <w:pStyle w:val="SIText"/>
            </w:pPr>
            <w:r w:rsidRPr="00205B82">
              <w:lastRenderedPageBreak/>
              <w:t>2.</w:t>
            </w:r>
            <w:r w:rsidR="0053191B">
              <w:t xml:space="preserve"> </w:t>
            </w:r>
            <w:r w:rsidRPr="00205B82">
              <w:t>Define cultural significance</w:t>
            </w:r>
          </w:p>
        </w:tc>
        <w:tc>
          <w:tcPr>
            <w:tcW w:w="3604" w:type="pct"/>
            <w:shd w:val="clear" w:color="auto" w:fill="auto"/>
          </w:tcPr>
          <w:p w14:paraId="17730977" w14:textId="763E6480" w:rsidR="00107D6E" w:rsidRPr="00107D6E" w:rsidRDefault="00107D6E" w:rsidP="00107D6E">
            <w:r w:rsidRPr="00205B82">
              <w:t>2.1</w:t>
            </w:r>
            <w:r w:rsidR="0053191B">
              <w:t xml:space="preserve"> </w:t>
            </w:r>
            <w:r w:rsidRPr="00205B82">
              <w:t>Ensure cultural knowledge holders inform the decision-making process to determine the cultural significance of places</w:t>
            </w:r>
          </w:p>
          <w:p w14:paraId="333EE1B7" w14:textId="6F7C6356" w:rsidR="00107D6E" w:rsidRPr="00107D6E" w:rsidRDefault="00107D6E" w:rsidP="00107D6E">
            <w:r w:rsidRPr="00205B82">
              <w:t>2.2</w:t>
            </w:r>
            <w:r w:rsidR="0053191B">
              <w:t xml:space="preserve"> </w:t>
            </w:r>
            <w:r w:rsidRPr="00205B82">
              <w:t xml:space="preserve">Acknowledge and respect traditional </w:t>
            </w:r>
            <w:r w:rsidR="004A61A7" w:rsidRPr="00107D6E">
              <w:t>Aboriginal</w:t>
            </w:r>
            <w:r w:rsidR="004A61A7" w:rsidRPr="004A61A7">
              <w:t xml:space="preserve"> and/or Torres Strait Islander</w:t>
            </w:r>
            <w:r w:rsidRPr="00205B82">
              <w:t xml:space="preserve"> knowledge, </w:t>
            </w:r>
            <w:r w:rsidRPr="00107D6E">
              <w:t xml:space="preserve">practices, </w:t>
            </w:r>
            <w:proofErr w:type="gramStart"/>
            <w:r w:rsidRPr="00107D6E">
              <w:t>rights</w:t>
            </w:r>
            <w:proofErr w:type="gramEnd"/>
            <w:r w:rsidRPr="00107D6E">
              <w:t xml:space="preserve"> and responsibilities in managing Country and environment</w:t>
            </w:r>
          </w:p>
          <w:p w14:paraId="0E65E7E6" w14:textId="13A09261" w:rsidR="00107D6E" w:rsidRPr="00107D6E" w:rsidRDefault="00107D6E" w:rsidP="00107D6E">
            <w:r w:rsidRPr="00205B82">
              <w:t>2.3</w:t>
            </w:r>
            <w:r w:rsidR="0053191B">
              <w:t xml:space="preserve"> </w:t>
            </w:r>
            <w:r w:rsidRPr="00205B82">
              <w:t xml:space="preserve">Determine the </w:t>
            </w:r>
            <w:r w:rsidR="00E621D9" w:rsidRPr="00107D6E">
              <w:t>Aboriginal</w:t>
            </w:r>
            <w:r w:rsidR="00E621D9" w:rsidRPr="00E621D9">
              <w:t xml:space="preserve"> and/or Torres Strait Islander </w:t>
            </w:r>
            <w:r w:rsidRPr="00205B82">
              <w:t>beliefs embedded in a place of cultural significance</w:t>
            </w:r>
          </w:p>
          <w:p w14:paraId="767E21CB" w14:textId="0B9D1740" w:rsidR="00107D6E" w:rsidRPr="00107D6E" w:rsidRDefault="00107D6E" w:rsidP="00107D6E">
            <w:r w:rsidRPr="00205B82">
              <w:t>2.4</w:t>
            </w:r>
            <w:r w:rsidR="0053191B">
              <w:t xml:space="preserve"> </w:t>
            </w:r>
            <w:r w:rsidRPr="00205B82">
              <w:t xml:space="preserve">Recognise the embodiment of cultural significance in the place itself, its fabric, natural resources, setting, use, associations, meanings, records, related </w:t>
            </w:r>
            <w:proofErr w:type="gramStart"/>
            <w:r w:rsidRPr="00205B82">
              <w:t>places</w:t>
            </w:r>
            <w:proofErr w:type="gramEnd"/>
            <w:r w:rsidRPr="00205B82">
              <w:t xml:space="preserve"> and related objects</w:t>
            </w:r>
          </w:p>
          <w:p w14:paraId="5FE34E46" w14:textId="03D193C3" w:rsidR="00107D6E" w:rsidRPr="00107D6E" w:rsidRDefault="00107D6E" w:rsidP="00107D6E">
            <w:r w:rsidRPr="00205B82">
              <w:t>2.5</w:t>
            </w:r>
            <w:r w:rsidR="0053191B">
              <w:t xml:space="preserve"> </w:t>
            </w:r>
            <w:r w:rsidRPr="00205B82">
              <w:t>Assess cultural significance</w:t>
            </w:r>
          </w:p>
          <w:p w14:paraId="0DCB6FBD" w14:textId="44DC964B" w:rsidR="00107D6E" w:rsidRPr="00107D6E" w:rsidRDefault="00107D6E" w:rsidP="00107D6E">
            <w:pPr>
              <w:pStyle w:val="SIText"/>
            </w:pPr>
            <w:r w:rsidRPr="00205B82">
              <w:t>2.6</w:t>
            </w:r>
            <w:r w:rsidR="0053191B">
              <w:t xml:space="preserve"> </w:t>
            </w:r>
            <w:r w:rsidRPr="00205B82">
              <w:t>Document cultural significance in accordance with</w:t>
            </w:r>
            <w:r w:rsidR="00E621D9">
              <w:t xml:space="preserve"> local</w:t>
            </w:r>
            <w:r w:rsidRPr="00205B82">
              <w:t xml:space="preserve"> Community permissions</w:t>
            </w:r>
          </w:p>
        </w:tc>
      </w:tr>
      <w:tr w:rsidR="00107D6E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11FBD5E1" w:rsidR="00107D6E" w:rsidRPr="00107D6E" w:rsidRDefault="00107D6E" w:rsidP="00107D6E">
            <w:pPr>
              <w:pStyle w:val="SIText"/>
            </w:pPr>
            <w:r w:rsidRPr="00205B82">
              <w:t>3.</w:t>
            </w:r>
            <w:r w:rsidR="0053191B">
              <w:t xml:space="preserve"> </w:t>
            </w:r>
            <w:r w:rsidRPr="00205B82">
              <w:t xml:space="preserve">Identify threats to </w:t>
            </w:r>
            <w:r w:rsidR="004A61A7" w:rsidRPr="00107D6E">
              <w:t>Aboriginal</w:t>
            </w:r>
            <w:r w:rsidR="004A61A7" w:rsidRPr="004A61A7">
              <w:t xml:space="preserve"> and/or Torres Strait Islander</w:t>
            </w:r>
            <w:r w:rsidRPr="00205B82">
              <w:t xml:space="preserve"> cultural places</w:t>
            </w:r>
          </w:p>
        </w:tc>
        <w:tc>
          <w:tcPr>
            <w:tcW w:w="3604" w:type="pct"/>
            <w:shd w:val="clear" w:color="auto" w:fill="auto"/>
          </w:tcPr>
          <w:p w14:paraId="1C0C020E" w14:textId="39103FB9" w:rsidR="00107D6E" w:rsidRPr="00107D6E" w:rsidRDefault="00107D6E" w:rsidP="00107D6E">
            <w:r w:rsidRPr="00205B82">
              <w:t>3.1</w:t>
            </w:r>
            <w:r w:rsidR="0053191B">
              <w:t xml:space="preserve"> </w:t>
            </w:r>
            <w:r w:rsidRPr="00205B82">
              <w:t>Identify threats to culturally significant places, both external and internal to the area under consideration</w:t>
            </w:r>
          </w:p>
          <w:p w14:paraId="13B792EE" w14:textId="49E892CB" w:rsidR="00107D6E" w:rsidRPr="00107D6E" w:rsidRDefault="00107D6E" w:rsidP="00107D6E">
            <w:r w:rsidRPr="00205B82">
              <w:t>3.2</w:t>
            </w:r>
            <w:r w:rsidR="0053191B">
              <w:t xml:space="preserve"> </w:t>
            </w:r>
            <w:r w:rsidRPr="00205B82">
              <w:t>Observe, describe and record details of evidence of land degradation using standard industry and Indigenous terminology and according to Community permissions</w:t>
            </w:r>
          </w:p>
          <w:p w14:paraId="048C5EA6" w14:textId="0EE2C627" w:rsidR="00107D6E" w:rsidRPr="00107D6E" w:rsidRDefault="00107D6E" w:rsidP="00107D6E">
            <w:r w:rsidRPr="00205B82">
              <w:t>3.3</w:t>
            </w:r>
            <w:r w:rsidR="0053191B">
              <w:t xml:space="preserve"> </w:t>
            </w:r>
            <w:r w:rsidRPr="00205B82">
              <w:t>Participate in a risk assessment of all threats to determine potential impact on sites and associated cultural landscape</w:t>
            </w:r>
          </w:p>
          <w:p w14:paraId="401AE837" w14:textId="24ECC6E2" w:rsidR="00107D6E" w:rsidRPr="00107D6E" w:rsidRDefault="00107D6E" w:rsidP="00107D6E">
            <w:pPr>
              <w:pStyle w:val="SIText"/>
            </w:pPr>
            <w:r w:rsidRPr="00205B82">
              <w:t>3.4</w:t>
            </w:r>
            <w:r w:rsidR="0053191B">
              <w:t xml:space="preserve"> </w:t>
            </w:r>
            <w:r w:rsidRPr="00205B82">
              <w:t xml:space="preserve">Identify appropriate </w:t>
            </w:r>
            <w:r w:rsidR="004A61A7">
              <w:t>safeguarding</w:t>
            </w:r>
            <w:r w:rsidRPr="00205B82">
              <w:t xml:space="preserve"> or conservation measures to control potential and actual threats</w:t>
            </w:r>
          </w:p>
        </w:tc>
      </w:tr>
      <w:tr w:rsidR="00107D6E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2A5ECFE1" w:rsidR="00107D6E" w:rsidRPr="00205B82" w:rsidRDefault="00107D6E" w:rsidP="00107D6E">
            <w:pPr>
              <w:pStyle w:val="SIText"/>
            </w:pPr>
            <w:r w:rsidRPr="00205B82">
              <w:t>4.</w:t>
            </w:r>
            <w:r w:rsidR="0053191B">
              <w:t xml:space="preserve"> </w:t>
            </w:r>
            <w:r w:rsidRPr="00205B82">
              <w:t>Conserve significance</w:t>
            </w:r>
          </w:p>
        </w:tc>
        <w:tc>
          <w:tcPr>
            <w:tcW w:w="3604" w:type="pct"/>
            <w:shd w:val="clear" w:color="auto" w:fill="auto"/>
          </w:tcPr>
          <w:p w14:paraId="62C30DDE" w14:textId="703DADEC" w:rsidR="00107D6E" w:rsidRPr="00107D6E" w:rsidRDefault="00107D6E" w:rsidP="00107D6E">
            <w:r w:rsidRPr="00205B82">
              <w:t>4.1</w:t>
            </w:r>
            <w:r w:rsidR="0053191B">
              <w:t xml:space="preserve"> </w:t>
            </w:r>
            <w:r w:rsidRPr="00205B82">
              <w:t>Use conservation policies and plans along with stakeholder views to participate in planning for ongoing conservation actions</w:t>
            </w:r>
          </w:p>
          <w:p w14:paraId="6FF7EA24" w14:textId="631B84F0" w:rsidR="00107D6E" w:rsidRPr="00107D6E" w:rsidRDefault="00107D6E" w:rsidP="00107D6E">
            <w:r w:rsidRPr="00205B82">
              <w:t>4.2</w:t>
            </w:r>
            <w:r w:rsidR="0053191B">
              <w:t xml:space="preserve"> </w:t>
            </w:r>
            <w:r w:rsidRPr="00205B82">
              <w:t xml:space="preserve">Implement conservation activities in culturally sensitive ways, and in accordance with Burra Charter guidelines and enterprise, </w:t>
            </w:r>
            <w:proofErr w:type="gramStart"/>
            <w:r w:rsidRPr="00205B82">
              <w:t>Community</w:t>
            </w:r>
            <w:proofErr w:type="gramEnd"/>
            <w:r w:rsidRPr="00205B82">
              <w:t xml:space="preserve"> and legislative requirements</w:t>
            </w:r>
          </w:p>
          <w:p w14:paraId="14DE67E2" w14:textId="58658923" w:rsidR="00107D6E" w:rsidRPr="00107D6E" w:rsidRDefault="00107D6E" w:rsidP="00107D6E">
            <w:r w:rsidRPr="00205B82">
              <w:t>4.3</w:t>
            </w:r>
            <w:r w:rsidR="0053191B">
              <w:t xml:space="preserve"> </w:t>
            </w:r>
            <w:r w:rsidRPr="00205B82">
              <w:t>Apply safe and environmentally sustainable work practices</w:t>
            </w:r>
          </w:p>
          <w:p w14:paraId="501003DF" w14:textId="34C94645" w:rsidR="00107D6E" w:rsidRPr="008908DE" w:rsidRDefault="00107D6E" w:rsidP="00107D6E">
            <w:pPr>
              <w:pStyle w:val="SIText"/>
            </w:pPr>
            <w:r w:rsidRPr="00205B82">
              <w:t>4.4</w:t>
            </w:r>
            <w:r w:rsidR="0053191B">
              <w:t xml:space="preserve"> </w:t>
            </w:r>
            <w:r w:rsidRPr="00205B82">
              <w:t>Obtain resources for conservation and restoration activities, along with any associated ceremonial or cultural activity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621D9" w:rsidRPr="00336FCA" w:rsidDel="00423CB2" w14:paraId="3B729F70" w14:textId="77777777" w:rsidTr="00CA2922">
        <w:tc>
          <w:tcPr>
            <w:tcW w:w="1396" w:type="pct"/>
          </w:tcPr>
          <w:p w14:paraId="6DA827DB" w14:textId="311FEC95" w:rsidR="00E621D9" w:rsidRPr="00E621D9" w:rsidRDefault="00E621D9" w:rsidP="00E621D9">
            <w:pPr>
              <w:pStyle w:val="SIText"/>
            </w:pPr>
            <w:r w:rsidRPr="00E621D9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67E515E6" w:rsidR="00E621D9" w:rsidRPr="00E621D9" w:rsidRDefault="00E621D9" w:rsidP="00E621D9">
            <w:pPr>
              <w:pStyle w:val="SIBulletList1"/>
            </w:pPr>
            <w:r w:rsidRPr="00E621D9">
              <w:rPr>
                <w:rStyle w:val="SITemporaryText-blue"/>
                <w:color w:val="auto"/>
                <w:sz w:val="20"/>
              </w:rPr>
              <w:t xml:space="preserve">Interpret, </w:t>
            </w:r>
            <w:proofErr w:type="gramStart"/>
            <w:r w:rsidRPr="00E621D9">
              <w:rPr>
                <w:rStyle w:val="SITemporaryText-blue"/>
                <w:color w:val="auto"/>
                <w:sz w:val="20"/>
              </w:rPr>
              <w:t>analyse</w:t>
            </w:r>
            <w:proofErr w:type="gramEnd"/>
            <w:r w:rsidRPr="00E621D9">
              <w:rPr>
                <w:rStyle w:val="SITemporaryText-blue"/>
                <w:color w:val="auto"/>
                <w:sz w:val="20"/>
              </w:rPr>
              <w:t xml:space="preserve"> and extract information from a range of sources including legal documents, policies and procedures</w:t>
            </w:r>
          </w:p>
        </w:tc>
      </w:tr>
      <w:tr w:rsidR="00E621D9" w:rsidRPr="00336FCA" w:rsidDel="00423CB2" w14:paraId="1F277416" w14:textId="77777777" w:rsidTr="00CA2922">
        <w:tc>
          <w:tcPr>
            <w:tcW w:w="1396" w:type="pct"/>
          </w:tcPr>
          <w:p w14:paraId="375B6168" w14:textId="653CDE79" w:rsidR="00E621D9" w:rsidRPr="00E621D9" w:rsidRDefault="00E621D9" w:rsidP="00E621D9">
            <w:pPr>
              <w:pStyle w:val="SIText"/>
            </w:pPr>
            <w:r w:rsidRPr="00E621D9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22ABA3BE" w:rsidR="00E621D9" w:rsidRPr="00E621D9" w:rsidRDefault="00E621D9" w:rsidP="00E621D9">
            <w:pPr>
              <w:pStyle w:val="SIBulletList1"/>
              <w:rPr>
                <w:rFonts w:eastAsia="Calibri"/>
              </w:rPr>
            </w:pPr>
            <w:r w:rsidRPr="00E621D9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79EA447E" w14:textId="33EDC0B3" w:rsidR="00E621D9" w:rsidRPr="00107D6E" w:rsidRDefault="00E621D9" w:rsidP="00E621D9">
            <w:r w:rsidRPr="00E621D9">
              <w:t>AHCASW3</w:t>
            </w:r>
            <w:r w:rsidR="00D748D2">
              <w:t>X</w:t>
            </w:r>
            <w:r w:rsidRPr="00E621D9">
              <w:t xml:space="preserve">01 </w:t>
            </w:r>
            <w:r>
              <w:t>Safeguard</w:t>
            </w:r>
            <w:r w:rsidRPr="00E621D9">
              <w:t xml:space="preserve"> places of Aboriginal</w:t>
            </w:r>
            <w:r w:rsidRPr="004A61A7">
              <w:t xml:space="preserve"> </w:t>
            </w:r>
            <w:r>
              <w:t>and/or Torres Strait Islander</w:t>
            </w:r>
            <w:r w:rsidRPr="00E621D9">
              <w:t xml:space="preserve"> cultural significance</w:t>
            </w:r>
          </w:p>
          <w:p w14:paraId="43C7552A" w14:textId="3149DE84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19229739" w14:textId="55868655" w:rsidR="00E621D9" w:rsidRPr="00107D6E" w:rsidRDefault="00E621D9" w:rsidP="00E621D9">
            <w:r w:rsidRPr="00E621D9">
              <w:t xml:space="preserve">AHCASW301 </w:t>
            </w:r>
            <w:r>
              <w:t>Protect</w:t>
            </w:r>
            <w:r w:rsidRPr="00E621D9">
              <w:t xml:space="preserve"> places of Aboriginal</w:t>
            </w:r>
            <w:r w:rsidRPr="004A61A7">
              <w:t xml:space="preserve"> </w:t>
            </w:r>
            <w:r w:rsidRPr="00E621D9">
              <w:t>cultural significance</w:t>
            </w:r>
          </w:p>
          <w:p w14:paraId="511AFB9C" w14:textId="2B528E1C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2659CAC5" w14:textId="2E848C6F" w:rsidR="00041E59" w:rsidRDefault="00E621D9" w:rsidP="005404CB">
            <w:pPr>
              <w:pStyle w:val="SIText"/>
            </w:pPr>
            <w:r>
              <w:t>Updated unit code and title</w:t>
            </w:r>
            <w:r w:rsidR="00647480">
              <w:t xml:space="preserve"> to include Torres Strait Islander people</w:t>
            </w:r>
          </w:p>
          <w:p w14:paraId="33F09265" w14:textId="27AC7D10" w:rsidR="00E621D9" w:rsidRDefault="00647480" w:rsidP="005404CB">
            <w:pPr>
              <w:pStyle w:val="SIText"/>
            </w:pPr>
            <w:r>
              <w:t xml:space="preserve">Minor changes to </w:t>
            </w:r>
            <w:r w:rsidR="00E621D9">
              <w:t>Application</w:t>
            </w:r>
          </w:p>
          <w:p w14:paraId="1E7F71EF" w14:textId="7FC5E02E" w:rsidR="00E621D9" w:rsidRDefault="00647480" w:rsidP="005404CB">
            <w:pPr>
              <w:pStyle w:val="SIText"/>
            </w:pPr>
            <w:r>
              <w:t xml:space="preserve">Minor changes to </w:t>
            </w:r>
            <w:r w:rsidR="00E621D9">
              <w:t>Elements and Performance Criteria</w:t>
            </w:r>
          </w:p>
          <w:p w14:paraId="296270C5" w14:textId="77777777" w:rsidR="00E621D9" w:rsidRDefault="00E621D9" w:rsidP="005404CB">
            <w:pPr>
              <w:pStyle w:val="SIText"/>
            </w:pPr>
            <w:r>
              <w:t>Added Foundation Skills</w:t>
            </w:r>
          </w:p>
          <w:p w14:paraId="1748041D" w14:textId="77777777" w:rsidR="008A52D8" w:rsidRDefault="008A52D8" w:rsidP="005404CB">
            <w:pPr>
              <w:pStyle w:val="SIText"/>
            </w:pPr>
            <w:r>
              <w:t>Revised</w:t>
            </w:r>
            <w:r w:rsidR="00E621D9">
              <w:t xml:space="preserve"> Performance Evidence </w:t>
            </w:r>
            <w:r>
              <w:t>to express assessment in terms of frequency</w:t>
            </w:r>
            <w:r w:rsidR="00E621D9">
              <w:t xml:space="preserve"> </w:t>
            </w:r>
          </w:p>
          <w:p w14:paraId="6B7A597F" w14:textId="2B40C6F9" w:rsidR="00E621D9" w:rsidRDefault="008A52D8" w:rsidP="005404CB">
            <w:pPr>
              <w:pStyle w:val="SIText"/>
            </w:pPr>
            <w:r>
              <w:t xml:space="preserve">Revised </w:t>
            </w:r>
            <w:r w:rsidR="00E621D9">
              <w:t>Knowledge Evidence</w:t>
            </w:r>
          </w:p>
          <w:p w14:paraId="13DE65D9" w14:textId="5D54A0E8" w:rsidR="00E621D9" w:rsidRPr="005404CB" w:rsidRDefault="008A52D8" w:rsidP="005404CB">
            <w:pPr>
              <w:pStyle w:val="SIText"/>
            </w:pPr>
            <w:r>
              <w:t>Revised</w:t>
            </w:r>
            <w:r w:rsidR="00647480">
              <w:t xml:space="preserve"> </w:t>
            </w:r>
            <w:r w:rsidR="00E621D9">
              <w:t>Assessment Conditions</w:t>
            </w:r>
            <w:r>
              <w:t xml:space="preserve"> to include Assessor requirements</w:t>
            </w:r>
          </w:p>
        </w:tc>
        <w:tc>
          <w:tcPr>
            <w:tcW w:w="1616" w:type="pct"/>
          </w:tcPr>
          <w:p w14:paraId="55F5E868" w14:textId="31E61146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55E1CEEC" w14:textId="77777777" w:rsidR="00916CD7" w:rsidRDefault="00916CD7" w:rsidP="005404CB">
            <w:pPr>
              <w:pStyle w:val="SIText"/>
            </w:pPr>
          </w:p>
          <w:p w14:paraId="61B2FC37" w14:textId="24DC48EA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9739D42" w14:textId="77777777" w:rsidR="00E621D9" w:rsidRPr="005404CB" w:rsidRDefault="00520E9A" w:rsidP="00E621D9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5364A685" w:rsidR="00F1480E" w:rsidRPr="005404CB" w:rsidRDefault="00E621D9" w:rsidP="00E621D9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E621D9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6779198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02664" w:rsidRPr="00A02664">
              <w:t>AHCASW3</w:t>
            </w:r>
            <w:r w:rsidR="00DC6E04">
              <w:t>X</w:t>
            </w:r>
            <w:r w:rsidR="00A02664" w:rsidRPr="00A02664">
              <w:t>01</w:t>
            </w:r>
            <w:r w:rsidR="00A02664">
              <w:t xml:space="preserve"> </w:t>
            </w:r>
            <w:r w:rsidR="004A61A7">
              <w:t>Safeguard</w:t>
            </w:r>
            <w:r w:rsidR="00A02664" w:rsidRPr="00A02664">
              <w:t xml:space="preserve"> places of </w:t>
            </w:r>
            <w:r w:rsidR="004A61A7" w:rsidRPr="00107D6E">
              <w:t>Aboriginal</w:t>
            </w:r>
            <w:r w:rsidR="004A61A7" w:rsidRPr="004A61A7">
              <w:t xml:space="preserve"> and/or Torres Strait Islander </w:t>
            </w:r>
            <w:r w:rsidR="00A02664" w:rsidRPr="00A02664">
              <w:t>cultural significance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7E4A047B" w14:textId="30135C48" w:rsidR="007A300D" w:rsidRPr="00E40225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89ADB51" w14:textId="1CEEBB23" w:rsidR="007A300D" w:rsidRPr="00A44588" w:rsidRDefault="007A300D" w:rsidP="00A4458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4A61A7" w:rsidRPr="00A44588">
              <w:rPr>
                <w:rStyle w:val="SITemporaryText-blue"/>
                <w:color w:val="auto"/>
                <w:sz w:val="20"/>
              </w:rPr>
              <w:t>at least once</w:t>
            </w:r>
            <w:r w:rsidRPr="00A44588">
              <w:rPr>
                <w:rStyle w:val="SITemporaryText-blue"/>
                <w:color w:val="auto"/>
                <w:sz w:val="20"/>
              </w:rPr>
              <w:t>:</w:t>
            </w:r>
          </w:p>
          <w:p w14:paraId="5CC2E621" w14:textId="1BE96C81" w:rsidR="006A3F81" w:rsidRPr="00A44588" w:rsidRDefault="006A3F81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identif</w:t>
            </w:r>
            <w:r w:rsidR="00E621D9" w:rsidRPr="00A44588">
              <w:rPr>
                <w:rStyle w:val="SITemporaryText-blue"/>
                <w:color w:val="auto"/>
                <w:sz w:val="20"/>
              </w:rPr>
              <w:t>ied</w:t>
            </w:r>
            <w:r w:rsidRPr="00A44588">
              <w:rPr>
                <w:rStyle w:val="SITemporaryText-blue"/>
                <w:color w:val="auto"/>
                <w:sz w:val="20"/>
              </w:rPr>
              <w:t xml:space="preserve"> appropriate cultural authorities for a Community, place or for a site</w:t>
            </w:r>
          </w:p>
          <w:p w14:paraId="3C035C73" w14:textId="0D4CE87C" w:rsidR="006A3F81" w:rsidRPr="00A44588" w:rsidRDefault="006A3F81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develop</w:t>
            </w:r>
            <w:r w:rsidR="00E621D9" w:rsidRPr="00A44588">
              <w:rPr>
                <w:rStyle w:val="SITemporaryText-blue"/>
                <w:color w:val="auto"/>
                <w:sz w:val="20"/>
              </w:rPr>
              <w:t>ed</w:t>
            </w:r>
            <w:r w:rsidRPr="00A44588">
              <w:rPr>
                <w:rStyle w:val="SITemporaryText-blue"/>
                <w:color w:val="auto"/>
                <w:sz w:val="20"/>
              </w:rPr>
              <w:t xml:space="preserve"> working relationships with </w:t>
            </w:r>
            <w:r w:rsidR="004A61A7" w:rsidRPr="00A44588">
              <w:t xml:space="preserve">Aboriginal and/or Torres Strait Islander </w:t>
            </w:r>
            <w:r w:rsidRPr="00A44588">
              <w:rPr>
                <w:rStyle w:val="SITemporaryText-blue"/>
                <w:color w:val="auto"/>
                <w:sz w:val="20"/>
              </w:rPr>
              <w:t>and non-Aboriginal stakeholders in cultural sites</w:t>
            </w:r>
          </w:p>
          <w:p w14:paraId="67FE8729" w14:textId="69798621" w:rsidR="006A3F81" w:rsidRPr="00A44588" w:rsidRDefault="006A3F81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canvass</w:t>
            </w:r>
            <w:r w:rsidR="00E621D9" w:rsidRPr="00A44588">
              <w:rPr>
                <w:rStyle w:val="SITemporaryText-blue"/>
                <w:color w:val="auto"/>
                <w:sz w:val="20"/>
              </w:rPr>
              <w:t>ed</w:t>
            </w:r>
            <w:r w:rsidRPr="00A44588">
              <w:rPr>
                <w:rStyle w:val="SITemporaryText-blue"/>
                <w:color w:val="auto"/>
                <w:sz w:val="20"/>
              </w:rPr>
              <w:t xml:space="preserve"> views in determining the cultural significance and heritage value and preservation issues of an </w:t>
            </w:r>
            <w:r w:rsidR="004A61A7" w:rsidRPr="00A44588">
              <w:t xml:space="preserve">Aboriginal and/or Torres Strait Islander </w:t>
            </w:r>
            <w:r w:rsidRPr="00A44588">
              <w:rPr>
                <w:rStyle w:val="SITemporaryText-blue"/>
                <w:color w:val="auto"/>
                <w:sz w:val="20"/>
              </w:rPr>
              <w:t>cultural site</w:t>
            </w:r>
          </w:p>
          <w:p w14:paraId="2A941280" w14:textId="761B7D6C" w:rsidR="006A3F81" w:rsidRPr="00A44588" w:rsidRDefault="006A3F81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contribute</w:t>
            </w:r>
            <w:r w:rsidR="00E621D9" w:rsidRPr="00A44588">
              <w:rPr>
                <w:rStyle w:val="SITemporaryText-blue"/>
                <w:color w:val="auto"/>
                <w:sz w:val="20"/>
              </w:rPr>
              <w:t>d</w:t>
            </w:r>
            <w:r w:rsidRPr="00A44588">
              <w:rPr>
                <w:rStyle w:val="SITemporaryText-blue"/>
                <w:color w:val="auto"/>
                <w:sz w:val="20"/>
              </w:rPr>
              <w:t xml:space="preserve"> to planning for the </w:t>
            </w:r>
            <w:r w:rsidR="004A61A7" w:rsidRPr="00A44588">
              <w:rPr>
                <w:rStyle w:val="SITemporaryText-blue"/>
                <w:color w:val="auto"/>
                <w:sz w:val="20"/>
              </w:rPr>
              <w:t>safeguarding</w:t>
            </w:r>
            <w:r w:rsidRPr="00A44588">
              <w:rPr>
                <w:rStyle w:val="SITemporaryText-blue"/>
                <w:color w:val="auto"/>
                <w:sz w:val="20"/>
              </w:rPr>
              <w:t xml:space="preserve"> of an </w:t>
            </w:r>
            <w:r w:rsidR="004A61A7" w:rsidRPr="00A44588">
              <w:t xml:space="preserve">Aboriginal and/or Torres Strait Islander </w:t>
            </w:r>
            <w:r w:rsidRPr="00A44588">
              <w:rPr>
                <w:rStyle w:val="SITemporaryText-blue"/>
                <w:color w:val="auto"/>
                <w:sz w:val="20"/>
              </w:rPr>
              <w:t>cultural site including identifying resources required and submissions to be completed</w:t>
            </w:r>
          </w:p>
          <w:p w14:paraId="0D9693D7" w14:textId="17A7857C" w:rsidR="006A3F81" w:rsidRPr="00A44588" w:rsidRDefault="006A3F81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observe</w:t>
            </w:r>
            <w:r w:rsidR="00E621D9" w:rsidRPr="00A44588">
              <w:rPr>
                <w:rStyle w:val="SITemporaryText-blue"/>
                <w:color w:val="auto"/>
                <w:sz w:val="20"/>
              </w:rPr>
              <w:t>d</w:t>
            </w:r>
            <w:r w:rsidRPr="00A44588">
              <w:rPr>
                <w:rStyle w:val="SITemporaryText-blue"/>
                <w:color w:val="auto"/>
                <w:sz w:val="20"/>
              </w:rPr>
              <w:t xml:space="preserve"> Aboriginal cultural protocols when working with stakeholders and land managers</w:t>
            </w:r>
          </w:p>
          <w:p w14:paraId="64B262B0" w14:textId="1E209A30" w:rsidR="006A3F81" w:rsidRPr="00A44588" w:rsidRDefault="006A3F81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identif</w:t>
            </w:r>
            <w:r w:rsidR="00E621D9" w:rsidRPr="00A44588">
              <w:rPr>
                <w:rStyle w:val="SITemporaryText-blue"/>
                <w:color w:val="auto"/>
                <w:sz w:val="20"/>
              </w:rPr>
              <w:t>ied</w:t>
            </w:r>
            <w:r w:rsidRPr="00A44588">
              <w:rPr>
                <w:rStyle w:val="SITemporaryText-blue"/>
                <w:color w:val="auto"/>
                <w:sz w:val="20"/>
              </w:rPr>
              <w:t xml:space="preserve"> threats to </w:t>
            </w:r>
            <w:r w:rsidR="004A61A7" w:rsidRPr="00A44588">
              <w:t xml:space="preserve">Aboriginal and/or Torres Strait Islander </w:t>
            </w:r>
            <w:r w:rsidRPr="00A44588">
              <w:rPr>
                <w:rStyle w:val="SITemporaryText-blue"/>
                <w:color w:val="auto"/>
                <w:sz w:val="20"/>
              </w:rPr>
              <w:t>site and measures to mitigate and manage the risk of damaging incidents or loss of cultural integrity</w:t>
            </w:r>
          </w:p>
          <w:p w14:paraId="2A80F3FF" w14:textId="485061DB" w:rsidR="006A3F81" w:rsidRPr="00A44588" w:rsidRDefault="006A3F81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identif</w:t>
            </w:r>
            <w:r w:rsidR="00E621D9" w:rsidRPr="00A44588">
              <w:rPr>
                <w:rStyle w:val="SITemporaryText-blue"/>
                <w:color w:val="auto"/>
                <w:sz w:val="20"/>
              </w:rPr>
              <w:t>ied</w:t>
            </w:r>
            <w:r w:rsidRPr="00A44588">
              <w:rPr>
                <w:rStyle w:val="SITemporaryText-blue"/>
                <w:color w:val="auto"/>
                <w:sz w:val="20"/>
              </w:rPr>
              <w:t xml:space="preserve"> natural resources and how they relate to cultural protocol, spirituality, art, environment, values, </w:t>
            </w:r>
            <w:proofErr w:type="gramStart"/>
            <w:r w:rsidRPr="00A44588">
              <w:rPr>
                <w:rStyle w:val="SITemporaryText-blue"/>
                <w:color w:val="auto"/>
                <w:sz w:val="20"/>
              </w:rPr>
              <w:t>beliefs</w:t>
            </w:r>
            <w:proofErr w:type="gramEnd"/>
            <w:r w:rsidRPr="00A44588">
              <w:rPr>
                <w:rStyle w:val="SITemporaryText-blue"/>
                <w:color w:val="auto"/>
                <w:sz w:val="20"/>
              </w:rPr>
              <w:t xml:space="preserve"> and lore/law</w:t>
            </w:r>
          </w:p>
          <w:p w14:paraId="301D535B" w14:textId="748E9C37" w:rsidR="006A3F81" w:rsidRPr="00A44588" w:rsidRDefault="006A3F81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identif</w:t>
            </w:r>
            <w:r w:rsidR="00A44588" w:rsidRPr="00A44588">
              <w:rPr>
                <w:rStyle w:val="SITemporaryText-blue"/>
                <w:color w:val="auto"/>
                <w:sz w:val="20"/>
              </w:rPr>
              <w:t>ied</w:t>
            </w:r>
            <w:r w:rsidRPr="00A44588">
              <w:rPr>
                <w:rStyle w:val="SITemporaryText-blue"/>
                <w:color w:val="auto"/>
                <w:sz w:val="20"/>
              </w:rPr>
              <w:t xml:space="preserve"> cultural rights and responsibilities when using Community knowledge, </w:t>
            </w:r>
            <w:proofErr w:type="gramStart"/>
            <w:r w:rsidRPr="00A44588">
              <w:rPr>
                <w:rStyle w:val="SITemporaryText-blue"/>
                <w:color w:val="auto"/>
                <w:sz w:val="20"/>
              </w:rPr>
              <w:t>information</w:t>
            </w:r>
            <w:proofErr w:type="gramEnd"/>
            <w:r w:rsidRPr="00A44588">
              <w:rPr>
                <w:rStyle w:val="SITemporaryText-blue"/>
                <w:color w:val="auto"/>
                <w:sz w:val="20"/>
              </w:rPr>
              <w:t xml:space="preserve"> and material</w:t>
            </w:r>
          </w:p>
          <w:p w14:paraId="70139C1A" w14:textId="4029C949" w:rsidR="006A3F81" w:rsidRPr="00A44588" w:rsidRDefault="006A3F81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identif</w:t>
            </w:r>
            <w:r w:rsidR="00A44588" w:rsidRPr="00A44588">
              <w:rPr>
                <w:rStyle w:val="SITemporaryText-blue"/>
                <w:color w:val="auto"/>
                <w:sz w:val="20"/>
              </w:rPr>
              <w:t>ied</w:t>
            </w:r>
            <w:r w:rsidRPr="00A44588">
              <w:rPr>
                <w:rStyle w:val="SITemporaryText-blue"/>
                <w:color w:val="auto"/>
                <w:sz w:val="20"/>
              </w:rPr>
              <w:t xml:space="preserve"> groups to be consulted in relation to owners or custodians of cultural and Community knowledge, </w:t>
            </w:r>
            <w:proofErr w:type="gramStart"/>
            <w:r w:rsidRPr="00A44588">
              <w:rPr>
                <w:rStyle w:val="SITemporaryText-blue"/>
                <w:color w:val="auto"/>
                <w:sz w:val="20"/>
              </w:rPr>
              <w:t>information</w:t>
            </w:r>
            <w:proofErr w:type="gramEnd"/>
            <w:r w:rsidRPr="00A44588">
              <w:rPr>
                <w:rStyle w:val="SITemporaryText-blue"/>
                <w:color w:val="auto"/>
                <w:sz w:val="20"/>
              </w:rPr>
              <w:t xml:space="preserve"> and material</w:t>
            </w:r>
          </w:p>
          <w:p w14:paraId="3B588DAD" w14:textId="276FD109" w:rsidR="006A3F81" w:rsidRPr="00A44588" w:rsidRDefault="006A3F81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use</w:t>
            </w:r>
            <w:r w:rsidR="00A44588" w:rsidRPr="00A44588">
              <w:rPr>
                <w:rStyle w:val="SITemporaryText-blue"/>
                <w:color w:val="auto"/>
                <w:sz w:val="20"/>
              </w:rPr>
              <w:t>d local</w:t>
            </w:r>
            <w:r w:rsidRPr="00A44588">
              <w:rPr>
                <w:rStyle w:val="SITemporaryText-blue"/>
                <w:color w:val="auto"/>
                <w:sz w:val="20"/>
              </w:rPr>
              <w:t xml:space="preserve"> </w:t>
            </w:r>
            <w:r w:rsidR="004A61A7" w:rsidRPr="00A44588">
              <w:t xml:space="preserve">Aboriginal and/or Torres Strait Islander </w:t>
            </w:r>
            <w:r w:rsidRPr="00A44588">
              <w:rPr>
                <w:rStyle w:val="SITemporaryText-blue"/>
                <w:color w:val="auto"/>
                <w:sz w:val="20"/>
              </w:rPr>
              <w:t>names and standard industry terminology appropriate to the task</w:t>
            </w:r>
          </w:p>
          <w:p w14:paraId="4F4005FB" w14:textId="38EE7CFF" w:rsidR="006A3F81" w:rsidRPr="00A44588" w:rsidRDefault="006A3F81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appl</w:t>
            </w:r>
            <w:r w:rsidR="00A44588" w:rsidRPr="00A44588">
              <w:rPr>
                <w:rStyle w:val="SITemporaryText-blue"/>
                <w:color w:val="auto"/>
                <w:sz w:val="20"/>
              </w:rPr>
              <w:t>ied</w:t>
            </w:r>
            <w:r w:rsidRPr="00A44588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</w:p>
          <w:p w14:paraId="17782DFF" w14:textId="2BBD44EA" w:rsidR="00556C4C" w:rsidRPr="005404CB" w:rsidRDefault="006A3F81" w:rsidP="00A44588">
            <w:pPr>
              <w:pStyle w:val="SIBulletList1"/>
            </w:pPr>
            <w:r w:rsidRPr="00A44588">
              <w:rPr>
                <w:rStyle w:val="SITemporaryText-blue"/>
                <w:color w:val="auto"/>
                <w:sz w:val="20"/>
              </w:rPr>
              <w:t>appl</w:t>
            </w:r>
            <w:r w:rsidR="00A44588" w:rsidRPr="00A44588">
              <w:rPr>
                <w:rStyle w:val="SITemporaryText-blue"/>
                <w:color w:val="auto"/>
                <w:sz w:val="20"/>
              </w:rPr>
              <w:t>ied</w:t>
            </w:r>
            <w:r w:rsidRPr="00A44588">
              <w:rPr>
                <w:rStyle w:val="SITemporaryText-blue"/>
                <w:color w:val="auto"/>
                <w:sz w:val="20"/>
              </w:rPr>
              <w:t xml:space="preserve"> appropriate sustainability practices in the context of own work.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344C90AF" w14:textId="77777777" w:rsidR="006A3F81" w:rsidRPr="00A44588" w:rsidRDefault="006A3F81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Community’s history, cultural values and interpersonal and Community protocols related to the place</w:t>
            </w:r>
          </w:p>
          <w:p w14:paraId="78574B6F" w14:textId="558AF96B" w:rsidR="006A3F81" w:rsidRPr="00A44588" w:rsidRDefault="006A3F81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4A61A7" w:rsidRPr="00A44588">
              <w:t xml:space="preserve">Aboriginal and/or Torres Strait Islander </w:t>
            </w:r>
            <w:r w:rsidRPr="00A44588">
              <w:rPr>
                <w:rStyle w:val="SITemporaryText-blue"/>
                <w:color w:val="auto"/>
                <w:sz w:val="20"/>
              </w:rPr>
              <w:t xml:space="preserve">cultural information, </w:t>
            </w:r>
            <w:proofErr w:type="gramStart"/>
            <w:r w:rsidRPr="00A44588">
              <w:rPr>
                <w:rStyle w:val="SITemporaryText-blue"/>
                <w:color w:val="auto"/>
                <w:sz w:val="20"/>
              </w:rPr>
              <w:t>material</w:t>
            </w:r>
            <w:proofErr w:type="gramEnd"/>
            <w:r w:rsidRPr="00A44588">
              <w:rPr>
                <w:rStyle w:val="SITemporaryText-blue"/>
                <w:color w:val="auto"/>
                <w:sz w:val="20"/>
              </w:rPr>
              <w:t xml:space="preserve"> and expression able to be accessed and shared</w:t>
            </w:r>
          </w:p>
          <w:p w14:paraId="47F5D490" w14:textId="77777777" w:rsidR="006A3F81" w:rsidRPr="00A44588" w:rsidRDefault="006A3F81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 xml:space="preserve">industry, organisational and enterprise </w:t>
            </w:r>
            <w:proofErr w:type="gramStart"/>
            <w:r w:rsidRPr="00A44588">
              <w:rPr>
                <w:rStyle w:val="SITemporaryText-blue"/>
                <w:color w:val="auto"/>
                <w:sz w:val="20"/>
              </w:rPr>
              <w:t>policies</w:t>
            </w:r>
            <w:proofErr w:type="gramEnd"/>
            <w:r w:rsidRPr="00A44588">
              <w:rPr>
                <w:rStyle w:val="SITemporaryText-blue"/>
                <w:color w:val="auto"/>
                <w:sz w:val="20"/>
              </w:rPr>
              <w:t xml:space="preserve"> and procedures for conservation of places of cultural significance</w:t>
            </w:r>
          </w:p>
          <w:p w14:paraId="3CE8803D" w14:textId="77777777" w:rsidR="006A3F81" w:rsidRPr="00A44588" w:rsidRDefault="006A3F81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key concepts of Burra Charter and Guidelines</w:t>
            </w:r>
          </w:p>
          <w:p w14:paraId="58F25B26" w14:textId="032179D7" w:rsidR="00F1480E" w:rsidRPr="005404CB" w:rsidRDefault="006A3F81" w:rsidP="00A44588">
            <w:pPr>
              <w:pStyle w:val="SIBulletList1"/>
            </w:pPr>
            <w:r w:rsidRPr="00A44588">
              <w:rPr>
                <w:rStyle w:val="SITemporaryText-blue"/>
                <w:color w:val="auto"/>
                <w:sz w:val="20"/>
              </w:rPr>
              <w:t xml:space="preserve">key concepts of Cultural and Heritage Legislation and National Parks and Wildlife Service (NPWS) legislation relevant to the </w:t>
            </w:r>
            <w:r w:rsidR="004A61A7" w:rsidRPr="00A44588">
              <w:rPr>
                <w:rStyle w:val="SITemporaryText-blue"/>
                <w:color w:val="auto"/>
                <w:sz w:val="20"/>
              </w:rPr>
              <w:t>safeguard</w:t>
            </w:r>
            <w:r w:rsidRPr="00A44588">
              <w:rPr>
                <w:rStyle w:val="SITemporaryText-blue"/>
                <w:color w:val="auto"/>
                <w:sz w:val="20"/>
              </w:rPr>
              <w:t xml:space="preserve"> of </w:t>
            </w:r>
            <w:r w:rsidR="004A61A7" w:rsidRPr="00A44588">
              <w:t xml:space="preserve">Aboriginal and/or Torres Strait Islander </w:t>
            </w:r>
            <w:r w:rsidRPr="00A44588">
              <w:rPr>
                <w:rStyle w:val="SITemporaryText-blue"/>
                <w:color w:val="auto"/>
                <w:sz w:val="20"/>
              </w:rPr>
              <w:t>significant places.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A44588" w:rsidRPr="00A55106" w14:paraId="020BD5D3" w14:textId="77777777" w:rsidTr="00CA2922">
        <w:tc>
          <w:tcPr>
            <w:tcW w:w="5000" w:type="pct"/>
            <w:shd w:val="clear" w:color="auto" w:fill="auto"/>
          </w:tcPr>
          <w:p w14:paraId="753F8846" w14:textId="77777777" w:rsidR="00A44588" w:rsidRPr="00A44588" w:rsidRDefault="00A44588" w:rsidP="00A4458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15BE569" w14:textId="77777777" w:rsidR="00A44588" w:rsidRPr="00A44588" w:rsidRDefault="00A44588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D7CA9E9" w14:textId="77777777" w:rsidR="00A44588" w:rsidRPr="00A44588" w:rsidRDefault="00A44588" w:rsidP="00A4458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128F3566" w14:textId="77777777" w:rsidR="00A44588" w:rsidRPr="00A44588" w:rsidRDefault="00A44588" w:rsidP="00A4458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4458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B005729" w14:textId="77777777" w:rsidR="00A44588" w:rsidRPr="00A44588" w:rsidRDefault="00A44588" w:rsidP="00A4458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44588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771C6FD8" w14:textId="77777777" w:rsidR="00A44588" w:rsidRPr="00A44588" w:rsidRDefault="00A44588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18FBBB44" w14:textId="77777777" w:rsidR="00A44588" w:rsidRPr="00A44588" w:rsidRDefault="00A44588" w:rsidP="00A4458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C4BD4AE" w14:textId="77777777" w:rsidR="00A44588" w:rsidRPr="006F3228" w:rsidRDefault="00A44588" w:rsidP="00A44588">
            <w:pPr>
              <w:pStyle w:val="SIText"/>
              <w:rPr>
                <w:rStyle w:val="SITemporaryText-blue"/>
              </w:rPr>
            </w:pPr>
          </w:p>
          <w:p w14:paraId="542ADACC" w14:textId="77777777" w:rsidR="00A44588" w:rsidRPr="00A44588" w:rsidRDefault="00A44588" w:rsidP="00A4458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0B1897CF" w14:textId="77777777" w:rsidR="00A44588" w:rsidRPr="00A44588" w:rsidRDefault="00A44588" w:rsidP="00A445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49848F8E" w14:textId="77777777" w:rsidR="00A44588" w:rsidRPr="00A44588" w:rsidRDefault="00A44588" w:rsidP="00A4458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7D840CA1" w14:textId="77777777" w:rsidR="00A44588" w:rsidRPr="00A44588" w:rsidRDefault="00A44588" w:rsidP="00A4458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4DE578B8" w:rsidR="00A44588" w:rsidRPr="00A44588" w:rsidRDefault="00A44588" w:rsidP="00A44588">
            <w:pPr>
              <w:pStyle w:val="SIBulletList2"/>
              <w:rPr>
                <w:rFonts w:eastAsia="Calibri"/>
              </w:rPr>
            </w:pPr>
            <w:r w:rsidRPr="00A44588">
              <w:rPr>
                <w:rStyle w:val="SITemporaryText-blue"/>
                <w:color w:val="auto"/>
                <w:sz w:val="20"/>
              </w:rPr>
              <w:lastRenderedPageBreak/>
              <w:t>accompanied by, or in communication with, an Aboriginal and/or Torres Strait Islander person who is a recognised member of the community with experience and knowledge of local cultural protocols.</w:t>
            </w:r>
            <w:r w:rsidRPr="00A44588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7CAB4D2" w14:textId="77777777" w:rsidR="00A44588" w:rsidRPr="00A44588" w:rsidRDefault="00A44588" w:rsidP="00A44588">
            <w:pPr>
              <w:pStyle w:val="SIText"/>
            </w:pPr>
            <w:r>
              <w:t xml:space="preserve">Companion Volumes, including Implementation </w:t>
            </w:r>
            <w:r w:rsidRPr="00A44588">
              <w:t>Guides, are available at VETNet:</w:t>
            </w:r>
          </w:p>
          <w:p w14:paraId="591B94BE" w14:textId="7687A258" w:rsidR="00F1480E" w:rsidRPr="005404CB" w:rsidRDefault="00A44588" w:rsidP="00A44588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A44588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2D19540" w:rsidR="009C2650" w:rsidRPr="00107D6E" w:rsidRDefault="00DC6E04" w:rsidP="00107D6E">
    <w:sdt>
      <w:sdtPr>
        <w:rPr>
          <w:lang w:eastAsia="en-US"/>
        </w:rPr>
        <w:id w:val="168401600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517CA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A52D8" w:rsidRPr="008A52D8">
      <w:t xml:space="preserve"> </w:t>
    </w:r>
    <w:r w:rsidR="008A52D8" w:rsidRPr="00E621D9">
      <w:t>AHCASW3</w:t>
    </w:r>
    <w:r w:rsidR="008A52D8">
      <w:t>X</w:t>
    </w:r>
    <w:r w:rsidR="008A52D8" w:rsidRPr="00E621D9">
      <w:t xml:space="preserve">01 </w:t>
    </w:r>
    <w:r w:rsidR="004A61A7">
      <w:t>Safeguard</w:t>
    </w:r>
    <w:r w:rsidR="00107D6E" w:rsidRPr="00107D6E">
      <w:rPr>
        <w:lang w:eastAsia="en-US"/>
      </w:rPr>
      <w:t xml:space="preserve"> places of Aboriginal</w:t>
    </w:r>
    <w:r w:rsidR="004A61A7" w:rsidRPr="004A61A7">
      <w:t xml:space="preserve"> </w:t>
    </w:r>
    <w:r w:rsidR="004A61A7">
      <w:t>and/or Torres Strait Islander</w:t>
    </w:r>
    <w:r w:rsidR="00107D6E" w:rsidRPr="00107D6E">
      <w:rPr>
        <w:lang w:eastAsia="en-US"/>
      </w:rPr>
      <w:t xml:space="preserve"> cultural significance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07D6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1A7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191B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480"/>
    <w:rsid w:val="00652E62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2D8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3052"/>
    <w:rsid w:val="00A216A8"/>
    <w:rsid w:val="00A223A6"/>
    <w:rsid w:val="00A3639E"/>
    <w:rsid w:val="00A44588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206C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48D2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E04"/>
    <w:rsid w:val="00DD0726"/>
    <w:rsid w:val="00E238E6"/>
    <w:rsid w:val="00E34CD8"/>
    <w:rsid w:val="00E35064"/>
    <w:rsid w:val="00E3681D"/>
    <w:rsid w:val="00E40225"/>
    <w:rsid w:val="00E501F0"/>
    <w:rsid w:val="00E6166D"/>
    <w:rsid w:val="00E621D9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E2744B0D67D4F85C38ACF67329DAB" ma:contentTypeVersion="" ma:contentTypeDescription="Create a new document." ma:contentTypeScope="" ma:versionID="bc9c82741a635604069ffbfc032ddaf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f246b2-28f6-4022-8d77-7cf43ddb7307" targetNamespace="http://schemas.microsoft.com/office/2006/metadata/properties" ma:root="true" ma:fieldsID="9dc13ba5899ec28dd55cff1f16e57c5c" ns1:_="" ns2:_="" ns3:_="">
    <xsd:import namespace="http://schemas.microsoft.com/sharepoint/v3"/>
    <xsd:import namespace="d50bbff7-d6dd-47d2-864a-cfdc2c3db0f4"/>
    <xsd:import namespace="3df246b2-28f6-4022-8d77-7cf43ddb730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246b2-28f6-4022-8d77-7cf43ddb73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3df246b2-28f6-4022-8d77-7cf43ddb7307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D82F70-BB58-4DF2-8E51-EEFE8152A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f246b2-28f6-4022-8d77-7cf43ddb7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</cp:lastModifiedBy>
  <cp:revision>2</cp:revision>
  <cp:lastPrinted>2016-05-27T05:21:00Z</cp:lastPrinted>
  <dcterms:created xsi:type="dcterms:W3CDTF">2022-02-19T01:42:00Z</dcterms:created>
  <dcterms:modified xsi:type="dcterms:W3CDTF">2022-02-19T01:42:00Z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0x010100292E2744B0D67D4F85C38ACF67329DAB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