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FB3E1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128D81A" w:rsidR="00F1480E" w:rsidRPr="005404CB" w:rsidRDefault="006B3731" w:rsidP="00D525B8">
            <w:pPr>
              <w:pStyle w:val="SIText"/>
            </w:pPr>
            <w:r w:rsidRPr="006B3731">
              <w:t xml:space="preserve">This version released with AMP Australian Meat Processing Training Package Version </w:t>
            </w:r>
            <w:r w:rsidR="00A432CA">
              <w:t>8</w:t>
            </w:r>
            <w:r w:rsidRPr="006B373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4E2BF42" w:rsidR="00F1480E" w:rsidRPr="003257CB" w:rsidRDefault="00AB0025" w:rsidP="005404CB">
            <w:pPr>
              <w:pStyle w:val="SIUNITCODE"/>
              <w:rPr>
                <w:rStyle w:val="SITemporaryText-green"/>
              </w:rPr>
            </w:pPr>
            <w:r w:rsidRPr="003257CB">
              <w:rPr>
                <w:rStyle w:val="SITemporaryText-green"/>
              </w:rPr>
              <w:t>AMPG</w:t>
            </w:r>
            <w:r w:rsidR="00A432CA" w:rsidRPr="003257CB">
              <w:rPr>
                <w:rStyle w:val="SITemporaryText-green"/>
              </w:rPr>
              <w:t>AM</w:t>
            </w:r>
            <w:r w:rsidRPr="003257CB">
              <w:rPr>
                <w:rStyle w:val="SITemporaryText-green"/>
              </w:rPr>
              <w:t>3</w:t>
            </w:r>
            <w:r w:rsidR="00B60E2A">
              <w:rPr>
                <w:rStyle w:val="SITemporaryText-green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1B206D8F" w:rsidR="00F1480E" w:rsidRPr="005404CB" w:rsidRDefault="00AB0025" w:rsidP="005404CB">
            <w:pPr>
              <w:pStyle w:val="SIUnittitle"/>
            </w:pPr>
            <w:r w:rsidRPr="00AB0025">
              <w:t xml:space="preserve">Operate a </w:t>
            </w:r>
            <w:r w:rsidR="000848CB" w:rsidRPr="00893933">
              <w:rPr>
                <w:rStyle w:val="SITemporaryText-green"/>
              </w:rPr>
              <w:t>wild</w:t>
            </w:r>
            <w:r w:rsidR="000848CB">
              <w:t xml:space="preserve"> </w:t>
            </w:r>
            <w:r w:rsidRPr="00AB0025">
              <w:t xml:space="preserve">game </w:t>
            </w:r>
            <w:r w:rsidR="000848CB" w:rsidRPr="00893933">
              <w:rPr>
                <w:rStyle w:val="SITemporaryText-green"/>
              </w:rPr>
              <w:t>harvester</w:t>
            </w:r>
            <w:r w:rsidR="000848CB" w:rsidRPr="00AB0025">
              <w:t xml:space="preserve"> </w:t>
            </w:r>
            <w:r w:rsidRPr="00AB0025">
              <w:t>vehicle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1BEC21" w14:textId="1B096EB9" w:rsidR="00CC62DE" w:rsidRDefault="00CC62DE" w:rsidP="00CC62DE">
            <w:pPr>
              <w:pStyle w:val="SIText"/>
            </w:pPr>
            <w:r w:rsidRPr="00CC62DE">
              <w:t xml:space="preserve">This unit describes the skills and knowledge required to operate a </w:t>
            </w:r>
            <w:r w:rsidR="007D583E">
              <w:t xml:space="preserve">field harvesting </w:t>
            </w:r>
            <w:r w:rsidRPr="00CC62DE">
              <w:t>vehicle safely and hygienically.</w:t>
            </w:r>
          </w:p>
          <w:p w14:paraId="55A7A4E8" w14:textId="77777777" w:rsidR="00CC62DE" w:rsidRPr="00CC62DE" w:rsidRDefault="00CC62DE" w:rsidP="00CC62DE">
            <w:pPr>
              <w:pStyle w:val="SIText"/>
            </w:pPr>
          </w:p>
          <w:p w14:paraId="3C3E6177" w14:textId="53E97B7C" w:rsidR="00CC62DE" w:rsidRDefault="00CC62DE" w:rsidP="00CC62DE">
            <w:pPr>
              <w:pStyle w:val="SIText"/>
            </w:pPr>
            <w:r w:rsidRPr="00CC62DE">
              <w:t xml:space="preserve">This unit is </w:t>
            </w:r>
            <w:proofErr w:type="gramStart"/>
            <w:r w:rsidR="00A432CA">
              <w:t>applies</w:t>
            </w:r>
            <w:proofErr w:type="gramEnd"/>
            <w:r w:rsidR="00A432CA">
              <w:t xml:space="preserve"> to individuals who work as operate vehicles for wild game harvesting</w:t>
            </w:r>
            <w:r w:rsidRPr="00CC62DE">
              <w:t xml:space="preserve"> for commercial purposes. Operators have responsibility for the operation and maintenance of the </w:t>
            </w:r>
            <w:r w:rsidR="009C2BA0">
              <w:t>field</w:t>
            </w:r>
            <w:r w:rsidRPr="00CC62DE">
              <w:t xml:space="preserve"> harvesting vehicle, the loading and unloading of carcases and the safe handling of cleaning chemicals and equipment.</w:t>
            </w:r>
          </w:p>
          <w:p w14:paraId="7168342F" w14:textId="3C9EFB78" w:rsidR="00CC62DE" w:rsidRDefault="00CC62DE" w:rsidP="00CC62DE">
            <w:pPr>
              <w:pStyle w:val="SIText"/>
            </w:pPr>
          </w:p>
          <w:p w14:paraId="01B88C26" w14:textId="2C7808BF" w:rsidR="00A432CA" w:rsidRPr="00A432CA" w:rsidRDefault="00A432CA" w:rsidP="00A432CA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A432CA">
              <w:t xml:space="preserve">, food and meat safety regulations, </w:t>
            </w:r>
            <w:r>
              <w:t xml:space="preserve">animal welfare regulations, </w:t>
            </w:r>
            <w:r w:rsidRPr="00A432CA">
              <w:t>legislation and standards that apply to the workplace.</w:t>
            </w:r>
          </w:p>
          <w:p w14:paraId="3A21F393" w14:textId="438A2518" w:rsidR="00A432CA" w:rsidRDefault="00A432CA" w:rsidP="00CC62DE">
            <w:pPr>
              <w:pStyle w:val="SIText"/>
            </w:pPr>
          </w:p>
          <w:p w14:paraId="077C0FC6" w14:textId="26684E11" w:rsidR="00373436" w:rsidRPr="000754EC" w:rsidRDefault="00A432CA" w:rsidP="00CC62DE">
            <w:pPr>
              <w:pStyle w:val="SIText"/>
            </w:pPr>
            <w:r w:rsidRPr="002966C3">
              <w:t xml:space="preserve">Legislative and regulatory requirements apply to </w:t>
            </w:r>
            <w:r>
              <w:t>wild game harvesting</w:t>
            </w:r>
            <w:r w:rsidRPr="00A432CA">
              <w:t xml:space="preserve">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3F45F2D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F9FC929" w:rsidR="00F1480E" w:rsidRPr="002A3373" w:rsidRDefault="00A432CA" w:rsidP="005404CB">
            <w:pPr>
              <w:pStyle w:val="SIText"/>
              <w:rPr>
                <w:rStyle w:val="SITemporaryText-green"/>
              </w:rPr>
            </w:pPr>
            <w:r w:rsidRPr="002A3373">
              <w:rPr>
                <w:rStyle w:val="SITemporaryText-green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157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F331A71" w:rsidR="0078157E" w:rsidRPr="0078157E" w:rsidRDefault="0078157E" w:rsidP="0078157E">
            <w:pPr>
              <w:pStyle w:val="SIText"/>
            </w:pPr>
            <w:r w:rsidRPr="0078157E">
              <w:t xml:space="preserve">1. Prepare and maintain </w:t>
            </w:r>
            <w:r w:rsidR="007D583E">
              <w:t xml:space="preserve">field </w:t>
            </w:r>
            <w:r w:rsidRPr="0078157E">
              <w:t>harvesting vehicle and equipment</w:t>
            </w:r>
          </w:p>
        </w:tc>
        <w:tc>
          <w:tcPr>
            <w:tcW w:w="3604" w:type="pct"/>
            <w:shd w:val="clear" w:color="auto" w:fill="auto"/>
          </w:tcPr>
          <w:p w14:paraId="71DC5416" w14:textId="268A2516" w:rsidR="0078157E" w:rsidRPr="0078157E" w:rsidRDefault="0078157E" w:rsidP="0078157E">
            <w:pPr>
              <w:pStyle w:val="SIText"/>
            </w:pPr>
            <w:r w:rsidRPr="0078157E">
              <w:t xml:space="preserve">1.1 </w:t>
            </w:r>
            <w:r w:rsidR="00516A06">
              <w:t xml:space="preserve">Check </w:t>
            </w:r>
            <w:r w:rsidRPr="0078157E">
              <w:t xml:space="preserve">wild </w:t>
            </w:r>
            <w:r w:rsidR="007D583E">
              <w:t>field</w:t>
            </w:r>
            <w:r w:rsidR="007D583E" w:rsidRPr="0078157E">
              <w:t xml:space="preserve"> </w:t>
            </w:r>
            <w:r w:rsidRPr="0078157E">
              <w:t xml:space="preserve">harvesting vehicle </w:t>
            </w:r>
            <w:r w:rsidR="00516A06">
              <w:t xml:space="preserve">is clean </w:t>
            </w:r>
            <w:r w:rsidRPr="0078157E">
              <w:t>prior to harvesting operation</w:t>
            </w:r>
          </w:p>
          <w:p w14:paraId="7DCCB3BE" w14:textId="7239A764" w:rsidR="00A432CA" w:rsidRDefault="00A432CA" w:rsidP="0078157E">
            <w:pPr>
              <w:pStyle w:val="SIText"/>
            </w:pPr>
            <w:r w:rsidRPr="0078157E">
              <w:t>1.</w:t>
            </w:r>
            <w:r w:rsidR="00516A06">
              <w:t>2</w:t>
            </w:r>
            <w:r w:rsidRPr="0078157E">
              <w:t xml:space="preserve"> Check</w:t>
            </w:r>
            <w:r w:rsidR="00516A06">
              <w:t xml:space="preserve"> equipment is clean and fit for purpose</w:t>
            </w:r>
            <w:r w:rsidRPr="00A432CA">
              <w:t xml:space="preserve"> </w:t>
            </w:r>
          </w:p>
          <w:p w14:paraId="2C92D2E5" w14:textId="5480D5D5" w:rsidR="0078157E" w:rsidRPr="0078157E" w:rsidRDefault="0078157E" w:rsidP="0078157E">
            <w:pPr>
              <w:pStyle w:val="SIText"/>
            </w:pPr>
            <w:r w:rsidRPr="0078157E">
              <w:t>1.</w:t>
            </w:r>
            <w:r w:rsidR="00516A06">
              <w:t>3</w:t>
            </w:r>
            <w:r w:rsidR="00516A06" w:rsidRPr="0078157E">
              <w:t xml:space="preserve"> </w:t>
            </w:r>
            <w:r w:rsidRPr="0078157E">
              <w:t>Check and replenish consumables, as required</w:t>
            </w:r>
          </w:p>
          <w:p w14:paraId="0ACD8386" w14:textId="6D982EE8" w:rsidR="00516A06" w:rsidRPr="0078157E" w:rsidRDefault="00516A06" w:rsidP="0078157E">
            <w:pPr>
              <w:pStyle w:val="SIText"/>
            </w:pPr>
            <w:r>
              <w:t>1.4 Identify health and safety risks associated with operating vehicle and implement control measures</w:t>
            </w:r>
          </w:p>
        </w:tc>
      </w:tr>
      <w:tr w:rsidR="0078157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DEA0DC4" w:rsidR="0078157E" w:rsidRPr="0078157E" w:rsidRDefault="0078157E" w:rsidP="0078157E">
            <w:pPr>
              <w:pStyle w:val="SIText"/>
            </w:pPr>
            <w:r w:rsidRPr="0078157E">
              <w:t>2. Load, transport and deliver to field depot or wild game meat processing premises</w:t>
            </w:r>
          </w:p>
        </w:tc>
        <w:tc>
          <w:tcPr>
            <w:tcW w:w="3604" w:type="pct"/>
            <w:shd w:val="clear" w:color="auto" w:fill="auto"/>
          </w:tcPr>
          <w:p w14:paraId="5B29AB4B" w14:textId="369613E3" w:rsidR="0078157E" w:rsidRPr="0078157E" w:rsidRDefault="0078157E" w:rsidP="0078157E">
            <w:pPr>
              <w:pStyle w:val="SIText"/>
            </w:pPr>
            <w:r w:rsidRPr="0078157E">
              <w:t>2.1 Load carcases according to management plan</w:t>
            </w:r>
            <w:r w:rsidR="00991C55">
              <w:t>, safe work</w:t>
            </w:r>
            <w:r w:rsidRPr="0078157E">
              <w:t xml:space="preserve"> and regulatory requirements</w:t>
            </w:r>
          </w:p>
          <w:p w14:paraId="689D4598" w14:textId="77777777" w:rsidR="0078157E" w:rsidRPr="0078157E" w:rsidRDefault="0078157E" w:rsidP="0078157E">
            <w:pPr>
              <w:pStyle w:val="SIText"/>
            </w:pPr>
            <w:r w:rsidRPr="0078157E">
              <w:t>2.2 Load and transport carcases to avoid contamination</w:t>
            </w:r>
          </w:p>
          <w:p w14:paraId="2F41F575" w14:textId="7483C0E4" w:rsidR="0078157E" w:rsidRPr="0078157E" w:rsidRDefault="0078157E" w:rsidP="0078157E">
            <w:pPr>
              <w:pStyle w:val="SIText"/>
            </w:pPr>
            <w:r w:rsidRPr="0078157E">
              <w:t>2.3 Plan delivery times to meet regulatory and company requirements</w:t>
            </w:r>
          </w:p>
        </w:tc>
      </w:tr>
      <w:tr w:rsidR="0078157E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A575400" w:rsidR="0078157E" w:rsidRPr="0078157E" w:rsidRDefault="0078157E" w:rsidP="0078157E">
            <w:pPr>
              <w:pStyle w:val="SIText"/>
            </w:pPr>
            <w:r w:rsidRPr="0078157E">
              <w:t>3. Unload field dressed wild game animal carcase</w:t>
            </w:r>
          </w:p>
        </w:tc>
        <w:tc>
          <w:tcPr>
            <w:tcW w:w="3604" w:type="pct"/>
            <w:shd w:val="clear" w:color="auto" w:fill="auto"/>
          </w:tcPr>
          <w:p w14:paraId="0E4628F4" w14:textId="77777777" w:rsidR="0078157E" w:rsidRPr="0078157E" w:rsidRDefault="0078157E" w:rsidP="0078157E">
            <w:pPr>
              <w:pStyle w:val="SIText"/>
            </w:pPr>
            <w:r w:rsidRPr="0078157E">
              <w:t>3.1 Unload carcases according to management plan and regulatory requirements</w:t>
            </w:r>
          </w:p>
          <w:p w14:paraId="349DDA22" w14:textId="7609D7AF" w:rsidR="0078157E" w:rsidRPr="0078157E" w:rsidRDefault="0078157E" w:rsidP="0078157E">
            <w:pPr>
              <w:pStyle w:val="SIText"/>
            </w:pPr>
            <w:r w:rsidRPr="0078157E">
              <w:t>3.2 Unload carcases to minimise contamination</w:t>
            </w:r>
            <w:r w:rsidR="00516A06">
              <w:t xml:space="preserve"> </w:t>
            </w:r>
          </w:p>
          <w:p w14:paraId="52188309" w14:textId="2FE8BFB5" w:rsidR="0078157E" w:rsidRPr="0078157E" w:rsidRDefault="0078157E" w:rsidP="0078157E">
            <w:pPr>
              <w:pStyle w:val="SIText"/>
            </w:pPr>
            <w:r w:rsidRPr="0078157E">
              <w:t xml:space="preserve">3.3 Plan and achieve delivery times at field depots or processing </w:t>
            </w:r>
            <w:r w:rsidR="00893933">
              <w:t>premises</w:t>
            </w:r>
            <w:r w:rsidR="00893933" w:rsidRPr="0078157E">
              <w:t xml:space="preserve"> </w:t>
            </w:r>
            <w:r w:rsidRPr="0078157E">
              <w:t xml:space="preserve">to meet regulatory and </w:t>
            </w:r>
            <w:r w:rsidR="00516A06">
              <w:t>workplace</w:t>
            </w:r>
            <w:r w:rsidR="00516A06" w:rsidRPr="0078157E">
              <w:t xml:space="preserve"> </w:t>
            </w:r>
            <w:r w:rsidRPr="0078157E">
              <w:t>requirements</w:t>
            </w:r>
          </w:p>
        </w:tc>
      </w:tr>
      <w:tr w:rsidR="0078157E" w:rsidRPr="00963A46" w14:paraId="7567BF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422767" w14:textId="0F0F570D" w:rsidR="0078157E" w:rsidRPr="0078157E" w:rsidRDefault="0078157E" w:rsidP="0078157E">
            <w:pPr>
              <w:pStyle w:val="SIText"/>
            </w:pPr>
            <w:r w:rsidRPr="0078157E">
              <w:t xml:space="preserve">4. Clean </w:t>
            </w:r>
            <w:r w:rsidR="007D583E">
              <w:t xml:space="preserve">field harvester vehicle </w:t>
            </w:r>
            <w:r w:rsidRPr="0078157E">
              <w:t>and equipment</w:t>
            </w:r>
          </w:p>
        </w:tc>
        <w:tc>
          <w:tcPr>
            <w:tcW w:w="3604" w:type="pct"/>
            <w:shd w:val="clear" w:color="auto" w:fill="auto"/>
          </w:tcPr>
          <w:p w14:paraId="70A33A89" w14:textId="77777777" w:rsidR="0078157E" w:rsidRPr="0078157E" w:rsidRDefault="0078157E" w:rsidP="0078157E">
            <w:pPr>
              <w:pStyle w:val="SIText"/>
            </w:pPr>
            <w:r w:rsidRPr="0078157E">
              <w:t>4.1 Clean vehicle to meet regulatory requirements</w:t>
            </w:r>
          </w:p>
          <w:p w14:paraId="41098571" w14:textId="77777777" w:rsidR="0078157E" w:rsidRPr="0078157E" w:rsidRDefault="0078157E" w:rsidP="0078157E">
            <w:pPr>
              <w:pStyle w:val="SIText"/>
            </w:pPr>
            <w:r w:rsidRPr="0078157E">
              <w:t>4.2 Use cleaning chemicals that meet regulatory requirements in accordance with manufacturer instructions</w:t>
            </w:r>
          </w:p>
          <w:p w14:paraId="25511AA4" w14:textId="77777777" w:rsidR="0078157E" w:rsidRPr="0078157E" w:rsidRDefault="0078157E" w:rsidP="0078157E">
            <w:pPr>
              <w:pStyle w:val="SIText"/>
            </w:pPr>
            <w:r w:rsidRPr="0078157E">
              <w:t>4.3 Clean kit and hanging pins in accordance with the management plan</w:t>
            </w:r>
          </w:p>
          <w:p w14:paraId="74983CB8" w14:textId="4A31E24F" w:rsidR="0078157E" w:rsidRDefault="0078157E" w:rsidP="0078157E">
            <w:pPr>
              <w:pStyle w:val="SIText"/>
            </w:pPr>
            <w:r w:rsidRPr="0078157E">
              <w:t>4.4 Store kit and hanging pins to avoid contamination</w:t>
            </w:r>
          </w:p>
          <w:p w14:paraId="77DB737C" w14:textId="77777777" w:rsidR="00516A06" w:rsidRDefault="00516A06" w:rsidP="0078157E">
            <w:pPr>
              <w:pStyle w:val="SIText"/>
            </w:pPr>
            <w:r>
              <w:t>4.5 Identify and organise any vehicle or equipment maintenance requirements</w:t>
            </w:r>
          </w:p>
          <w:p w14:paraId="2BEE70BD" w14:textId="36BBE937" w:rsidR="00991C55" w:rsidRPr="0078157E" w:rsidRDefault="00991C55" w:rsidP="0078157E">
            <w:pPr>
              <w:pStyle w:val="SIText"/>
            </w:pPr>
            <w:r>
              <w:t>4.6 Complete records in line with regulatory and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16A06" w:rsidRPr="00336FCA" w:rsidDel="00423CB2" w14:paraId="3FA8177E" w14:textId="77777777" w:rsidTr="00CA2922">
        <w:trPr>
          <w:tblHeader/>
        </w:trPr>
        <w:tc>
          <w:tcPr>
            <w:tcW w:w="1396" w:type="pct"/>
          </w:tcPr>
          <w:p w14:paraId="6A18C594" w14:textId="41404684" w:rsidR="00516A06" w:rsidRPr="005404CB" w:rsidRDefault="00991C55" w:rsidP="003257C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360B261" w14:textId="6D01E95A" w:rsidR="00516A06" w:rsidRPr="005404CB" w:rsidRDefault="00991C55" w:rsidP="003257C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requirements</w:t>
            </w:r>
          </w:p>
        </w:tc>
      </w:tr>
      <w:tr w:rsidR="00516A06" w:rsidRPr="00336FCA" w:rsidDel="00423CB2" w14:paraId="7FF1AB77" w14:textId="77777777" w:rsidTr="00CA2922">
        <w:trPr>
          <w:tblHeader/>
        </w:trPr>
        <w:tc>
          <w:tcPr>
            <w:tcW w:w="1396" w:type="pct"/>
          </w:tcPr>
          <w:p w14:paraId="7081373D" w14:textId="7428A3F9" w:rsidR="00516A06" w:rsidRPr="005404CB" w:rsidRDefault="00516A06" w:rsidP="003257C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83121FD" w14:textId="58500A6F" w:rsidR="00516A06" w:rsidRPr="005404CB" w:rsidRDefault="00991C55" w:rsidP="003257C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Measure and mix cleaning chemicals according to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A8B4E76" w:rsidR="00041E59" w:rsidRPr="004A4643" w:rsidRDefault="00AB0025" w:rsidP="004A4643">
            <w:pPr>
              <w:pStyle w:val="SIText"/>
            </w:pPr>
            <w:r w:rsidRPr="004A4643">
              <w:t>AMPG</w:t>
            </w:r>
            <w:r w:rsidR="00991C55">
              <w:t>AM</w:t>
            </w:r>
            <w:r w:rsidRPr="004A4643">
              <w:t>3</w:t>
            </w:r>
            <w:r w:rsidR="00B60E2A">
              <w:t>X2</w:t>
            </w:r>
            <w:r w:rsidRPr="004A4643">
              <w:t xml:space="preserve"> </w:t>
            </w:r>
            <w:r w:rsidR="000848CB" w:rsidRPr="00AB0025">
              <w:t xml:space="preserve">Operate a </w:t>
            </w:r>
            <w:r w:rsidR="000848CB" w:rsidRPr="000848CB">
              <w:t>wild game harvester vehicle</w:t>
            </w:r>
          </w:p>
        </w:tc>
        <w:tc>
          <w:tcPr>
            <w:tcW w:w="1105" w:type="pct"/>
          </w:tcPr>
          <w:p w14:paraId="6623A6C9" w14:textId="19B9E0B3" w:rsidR="00041E59" w:rsidRPr="004A4643" w:rsidRDefault="00991C55" w:rsidP="004A4643">
            <w:pPr>
              <w:pStyle w:val="SIText"/>
            </w:pPr>
            <w:r w:rsidRPr="004A4643">
              <w:t>AMPG301 Operate a game harvesting vehicle</w:t>
            </w:r>
          </w:p>
        </w:tc>
        <w:tc>
          <w:tcPr>
            <w:tcW w:w="1251" w:type="pct"/>
          </w:tcPr>
          <w:p w14:paraId="657F35FE" w14:textId="01A0C572" w:rsidR="00A432CA" w:rsidRPr="00A432CA" w:rsidRDefault="00A432CA" w:rsidP="00A432CA">
            <w:pPr>
              <w:pStyle w:val="SIText"/>
            </w:pPr>
            <w:r>
              <w:t xml:space="preserve">Unit code </w:t>
            </w:r>
            <w:r w:rsidR="000848CB">
              <w:t xml:space="preserve">and title </w:t>
            </w:r>
            <w:r w:rsidRPr="00A432CA">
              <w:t>updated.</w:t>
            </w:r>
          </w:p>
          <w:p w14:paraId="5C473646" w14:textId="77777777" w:rsidR="00A432CA" w:rsidRPr="00A432CA" w:rsidRDefault="00A432CA" w:rsidP="00A432CA">
            <w:pPr>
              <w:pStyle w:val="SIText"/>
            </w:pPr>
            <w:r w:rsidRPr="00353F16">
              <w:t>Performance criteria clarified.</w:t>
            </w:r>
          </w:p>
          <w:p w14:paraId="32FA15F0" w14:textId="77777777" w:rsidR="00A432CA" w:rsidRPr="00A432CA" w:rsidRDefault="00A432CA" w:rsidP="00A432CA">
            <w:pPr>
              <w:pStyle w:val="SIText"/>
            </w:pPr>
            <w:r w:rsidRPr="00353F16">
              <w:t>Foundation skills added.</w:t>
            </w:r>
          </w:p>
          <w:p w14:paraId="38EF1B27" w14:textId="0AEE00CE" w:rsidR="00041E59" w:rsidRPr="004A4643" w:rsidRDefault="00A432CA">
            <w:pPr>
              <w:pStyle w:val="SIText"/>
            </w:pPr>
            <w:r w:rsidRPr="00353F16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434E4F33" w:rsidR="00916CD7" w:rsidRPr="004A4643" w:rsidRDefault="00916CD7" w:rsidP="004A4643">
            <w:pPr>
              <w:pStyle w:val="SIText"/>
            </w:pPr>
            <w:r w:rsidRPr="004A4643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5B4382FC" w:rsidR="00F1480E" w:rsidRPr="005404CB" w:rsidRDefault="00893933" w:rsidP="005404CB">
            <w:pPr>
              <w:pStyle w:val="SIText"/>
            </w:pPr>
            <w:hyperlink r:id="rId11" w:history="1">
              <w:r w:rsidR="00885130" w:rsidRPr="00885130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D4DDC4F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60E2A" w:rsidRPr="00AB0025">
              <w:t>AMP</w:t>
            </w:r>
            <w:r w:rsidR="00B60E2A" w:rsidRPr="003257CB">
              <w:rPr>
                <w:rStyle w:val="SITemporaryText-green"/>
                <w:color w:val="auto"/>
              </w:rPr>
              <w:t>GAM3X2</w:t>
            </w:r>
            <w:r w:rsidR="00B60E2A" w:rsidRPr="00B60E2A">
              <w:t xml:space="preserve"> </w:t>
            </w:r>
            <w:r w:rsidR="000848CB" w:rsidRPr="00AB0025">
              <w:t xml:space="preserve">Operate a </w:t>
            </w:r>
            <w:r w:rsidR="000848CB" w:rsidRPr="000848CB">
              <w:t>wild game harvester vehicle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34D4DEE" w14:textId="5CF13441" w:rsidR="00991C55" w:rsidRDefault="00991C55">
            <w:pPr>
              <w:pStyle w:val="SIText"/>
            </w:pPr>
            <w:r w:rsidRPr="00991C55">
              <w:t>An individual demonstrating competency must satisfy all of the elements and performance criteria in this unit.</w:t>
            </w:r>
          </w:p>
          <w:p w14:paraId="2C6E8E30" w14:textId="77777777" w:rsidR="00B60E2A" w:rsidRPr="00991C55" w:rsidRDefault="00B60E2A" w:rsidP="003257CB">
            <w:pPr>
              <w:pStyle w:val="SIText"/>
            </w:pPr>
          </w:p>
          <w:p w14:paraId="49081BB4" w14:textId="1F099B91" w:rsidR="00556C4C" w:rsidRPr="005404CB" w:rsidRDefault="00991C55" w:rsidP="003257CB">
            <w:pPr>
              <w:pStyle w:val="SIText"/>
            </w:pPr>
            <w:r w:rsidRPr="00EF2C4B">
              <w:t>There must be evidence that the individual</w:t>
            </w:r>
            <w:r>
              <w:t xml:space="preserve"> has </w:t>
            </w:r>
            <w:r w:rsidR="009E7717">
              <w:rPr>
                <w:rFonts w:eastAsiaTheme="minorHAnsi"/>
              </w:rPr>
              <w:t>c</w:t>
            </w:r>
            <w:r w:rsidR="009E7717" w:rsidRPr="009E7717">
              <w:rPr>
                <w:rFonts w:eastAsiaTheme="minorHAnsi"/>
              </w:rPr>
              <w:t xml:space="preserve">hecked, loaded, </w:t>
            </w:r>
            <w:proofErr w:type="gramStart"/>
            <w:r w:rsidR="009E7717">
              <w:rPr>
                <w:rFonts w:eastAsiaTheme="minorHAnsi"/>
              </w:rPr>
              <w:t>u</w:t>
            </w:r>
            <w:r w:rsidR="009E7717" w:rsidRPr="009E7717">
              <w:rPr>
                <w:rFonts w:eastAsiaTheme="minorHAnsi"/>
              </w:rPr>
              <w:t>nloaded</w:t>
            </w:r>
            <w:proofErr w:type="gramEnd"/>
            <w:r w:rsidR="009E7717" w:rsidRPr="009E7717">
              <w:rPr>
                <w:rFonts w:eastAsiaTheme="minorHAnsi"/>
              </w:rPr>
              <w:t xml:space="preserve"> and cleaned</w:t>
            </w:r>
            <w:r w:rsidR="009C2BA0">
              <w:rPr>
                <w:rFonts w:eastAsiaTheme="minorHAnsi"/>
              </w:rPr>
              <w:t xml:space="preserve"> </w:t>
            </w:r>
            <w:r>
              <w:t xml:space="preserve">a game harvesting vehicle safely and </w:t>
            </w:r>
            <w:r w:rsidRPr="00086B08">
              <w:t>hygienically</w:t>
            </w:r>
            <w:r>
              <w:t>, on at least one occasion</w:t>
            </w:r>
            <w:r w:rsidR="00910840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FCF5682" w14:textId="77777777" w:rsidR="00991C55" w:rsidRPr="00991C55" w:rsidRDefault="00991C55" w:rsidP="00991C55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991C55">
              <w:t>perform the tasks outlined in the elements and performance criteria of this unit. This includes knowledge of:</w:t>
            </w:r>
          </w:p>
          <w:p w14:paraId="203D6EBD" w14:textId="77777777" w:rsidR="00086B08" w:rsidRPr="00086B08" w:rsidRDefault="00086B08" w:rsidP="00086B08">
            <w:pPr>
              <w:pStyle w:val="SIBulletList1"/>
            </w:pPr>
            <w:r w:rsidRPr="00086B08">
              <w:t>regulations covering game harvesting vehicles</w:t>
            </w:r>
          </w:p>
          <w:p w14:paraId="6FCE0AE5" w14:textId="77777777" w:rsidR="00086B08" w:rsidRPr="00086B08" w:rsidRDefault="00086B08" w:rsidP="00086B08">
            <w:pPr>
              <w:pStyle w:val="SIBulletList1"/>
            </w:pPr>
            <w:r w:rsidRPr="00086B08">
              <w:t>supply of required consumables</w:t>
            </w:r>
          </w:p>
          <w:p w14:paraId="5E27EF05" w14:textId="77777777" w:rsidR="009E7717" w:rsidRDefault="00086B08" w:rsidP="00086B08">
            <w:pPr>
              <w:pStyle w:val="SIBulletList1"/>
            </w:pPr>
            <w:r w:rsidRPr="00086B08">
              <w:t>relevant sections of</w:t>
            </w:r>
            <w:r w:rsidR="009E7717">
              <w:t>:</w:t>
            </w:r>
          </w:p>
          <w:p w14:paraId="4E84E2E9" w14:textId="4EA1CD7C" w:rsidR="00086B08" w:rsidRPr="009E7717" w:rsidRDefault="00910840" w:rsidP="00893933">
            <w:pPr>
              <w:pStyle w:val="SIBulletList2"/>
              <w:rPr>
                <w:rStyle w:val="SIText-Italic"/>
              </w:rPr>
            </w:pPr>
            <w:r w:rsidRPr="009E7717">
              <w:rPr>
                <w:rStyle w:val="SIText-Italic"/>
              </w:rPr>
              <w:t>AS 4464:2007 Hygienic Production of Wild Game Meat for Human Consumption</w:t>
            </w:r>
          </w:p>
          <w:p w14:paraId="6B6BC4C1" w14:textId="7381F461" w:rsidR="009E7717" w:rsidRPr="00893933" w:rsidRDefault="009E7717" w:rsidP="009E7717">
            <w:pPr>
              <w:pStyle w:val="SIBulletList2"/>
              <w:rPr>
                <w:rStyle w:val="SIText-Italic"/>
              </w:rPr>
            </w:pPr>
            <w:r w:rsidRPr="00893933">
              <w:rPr>
                <w:rStyle w:val="SIText-Italic"/>
                <w:rFonts w:eastAsiaTheme="minorHAnsi"/>
              </w:rPr>
              <w:t>AS 4841:2006 Hygienic Production of Pet Meat</w:t>
            </w:r>
            <w:r w:rsidRPr="00893933">
              <w:rPr>
                <w:rStyle w:val="SIText-Italic"/>
              </w:rPr>
              <w:t xml:space="preserve"> PISC Report 88 </w:t>
            </w:r>
            <w:r>
              <w:rPr>
                <w:rStyle w:val="SIText-Italic"/>
              </w:rPr>
              <w:t>–</w:t>
            </w:r>
            <w:r w:rsidRPr="00893933">
              <w:rPr>
                <w:rStyle w:val="SIText-Italic"/>
              </w:rPr>
              <w:t xml:space="preserve"> Amended 2009</w:t>
            </w:r>
          </w:p>
          <w:p w14:paraId="5B01D7E3" w14:textId="69F0B7A2" w:rsidR="00086B08" w:rsidRPr="00086B08" w:rsidRDefault="00086B08" w:rsidP="00086B08">
            <w:pPr>
              <w:pStyle w:val="SIBulletList1"/>
            </w:pPr>
            <w:r w:rsidRPr="00086B08">
              <w:t xml:space="preserve">potable water supply </w:t>
            </w:r>
            <w:r w:rsidR="00D74062">
              <w:t>for washing hands and equipment</w:t>
            </w:r>
          </w:p>
          <w:p w14:paraId="70C41819" w14:textId="3822061A" w:rsidR="00086B08" w:rsidRPr="00086B08" w:rsidRDefault="00086B08" w:rsidP="00086B08">
            <w:pPr>
              <w:pStyle w:val="SIBulletList1"/>
            </w:pPr>
            <w:r w:rsidRPr="00086B08">
              <w:t>lighting requirements</w:t>
            </w:r>
            <w:r w:rsidR="00D74062">
              <w:t xml:space="preserve"> to ensure hygienic processing at night</w:t>
            </w:r>
          </w:p>
          <w:p w14:paraId="2DDD61DB" w14:textId="1BE42624" w:rsidR="00086B08" w:rsidRPr="00086B08" w:rsidRDefault="00086B08" w:rsidP="00086B08">
            <w:pPr>
              <w:pStyle w:val="SIBulletList1"/>
            </w:pPr>
            <w:r w:rsidRPr="00086B08">
              <w:t>hanging requirements</w:t>
            </w:r>
            <w:r w:rsidR="00910840">
              <w:t xml:space="preserve"> </w:t>
            </w:r>
            <w:r w:rsidR="00D74062">
              <w:t>to maintain wholesomeness of product</w:t>
            </w:r>
          </w:p>
          <w:p w14:paraId="20FFE241" w14:textId="77777777" w:rsidR="00086B08" w:rsidRPr="00086B08" w:rsidRDefault="00086B08" w:rsidP="00086B08">
            <w:pPr>
              <w:pStyle w:val="SIBulletList1"/>
            </w:pPr>
            <w:r w:rsidRPr="00086B08">
              <w:t>importance of air flow</w:t>
            </w:r>
          </w:p>
          <w:p w14:paraId="1397AD56" w14:textId="77777777" w:rsidR="00086B08" w:rsidRPr="00086B08" w:rsidRDefault="00086B08" w:rsidP="00086B08">
            <w:pPr>
              <w:pStyle w:val="SIBulletList1"/>
            </w:pPr>
            <w:r w:rsidRPr="00086B08">
              <w:t>regulations associated with transport, loading and unloading of carcases</w:t>
            </w:r>
          </w:p>
          <w:p w14:paraId="3CE167ED" w14:textId="77777777" w:rsidR="00086B08" w:rsidRPr="00086B08" w:rsidRDefault="00086B08" w:rsidP="00086B08">
            <w:pPr>
              <w:pStyle w:val="SIBulletList1"/>
            </w:pPr>
            <w:r w:rsidRPr="00086B08">
              <w:t>causes of contamination during loading, transport and unloading</w:t>
            </w:r>
          </w:p>
          <w:p w14:paraId="2E5CC4F8" w14:textId="77777777" w:rsidR="00086B08" w:rsidRPr="00086B08" w:rsidRDefault="00086B08" w:rsidP="00086B08">
            <w:pPr>
              <w:pStyle w:val="SIBulletList1"/>
            </w:pPr>
            <w:r w:rsidRPr="00086B08">
              <w:t>methods for minimising contamination</w:t>
            </w:r>
          </w:p>
          <w:p w14:paraId="37FD17B7" w14:textId="77777777" w:rsidR="00086B08" w:rsidRPr="00086B08" w:rsidRDefault="00086B08" w:rsidP="00086B08">
            <w:pPr>
              <w:pStyle w:val="SIBulletList1"/>
            </w:pPr>
            <w:r w:rsidRPr="00086B08">
              <w:t>time requirements for refrigeration after death and sunrise</w:t>
            </w:r>
          </w:p>
          <w:p w14:paraId="0383951C" w14:textId="77777777" w:rsidR="00086B08" w:rsidRPr="00086B08" w:rsidRDefault="00086B08" w:rsidP="00086B08">
            <w:pPr>
              <w:pStyle w:val="SIBulletList1"/>
            </w:pPr>
            <w:r w:rsidRPr="00086B08">
              <w:t>regulatory requirements for identification and traceability of carcases</w:t>
            </w:r>
          </w:p>
          <w:p w14:paraId="69FC0D8A" w14:textId="4B63C1B5" w:rsidR="00086B08" w:rsidRPr="00086B08" w:rsidRDefault="00086B08" w:rsidP="00086B08">
            <w:pPr>
              <w:pStyle w:val="SIBulletList1"/>
            </w:pPr>
            <w:r w:rsidRPr="00086B08">
              <w:t>reporting and documentation requirements</w:t>
            </w:r>
            <w:r w:rsidR="00910840">
              <w:t xml:space="preserve"> for harvested wild game</w:t>
            </w:r>
          </w:p>
          <w:p w14:paraId="05A05415" w14:textId="1950C4D2" w:rsidR="00086B08" w:rsidRDefault="00910840" w:rsidP="00086B08">
            <w:pPr>
              <w:pStyle w:val="SIBulletList1"/>
            </w:pPr>
            <w:r>
              <w:t xml:space="preserve">safe </w:t>
            </w:r>
            <w:r w:rsidR="00086B08" w:rsidRPr="00086B08">
              <w:t xml:space="preserve">hygiene and sanitation </w:t>
            </w:r>
            <w:r>
              <w:t xml:space="preserve">practices to be adhered to </w:t>
            </w:r>
            <w:r w:rsidR="00086B08" w:rsidRPr="00086B08">
              <w:t>during unloading</w:t>
            </w:r>
          </w:p>
          <w:p w14:paraId="438AA30B" w14:textId="6CF5B81A" w:rsidR="00991C55" w:rsidRPr="00086B08" w:rsidRDefault="00991C55" w:rsidP="00086B08">
            <w:pPr>
              <w:pStyle w:val="SIBulletList1"/>
            </w:pPr>
            <w:r>
              <w:t>safe manual handling techniques</w:t>
            </w:r>
          </w:p>
          <w:p w14:paraId="72C66126" w14:textId="52C1B444" w:rsidR="00086B08" w:rsidRPr="00086B08" w:rsidRDefault="00991C55" w:rsidP="00086B08">
            <w:pPr>
              <w:pStyle w:val="SIBulletList1"/>
            </w:pPr>
            <w:r>
              <w:t>procedures for maintaining personal hygiene</w:t>
            </w:r>
          </w:p>
          <w:p w14:paraId="3F89DF7F" w14:textId="77777777" w:rsidR="00086B08" w:rsidRPr="00086B08" w:rsidRDefault="00086B08" w:rsidP="00086B08">
            <w:pPr>
              <w:pStyle w:val="SIBulletList1"/>
            </w:pPr>
            <w:r w:rsidRPr="00086B08">
              <w:t>work instruction for carcase receival</w:t>
            </w:r>
          </w:p>
          <w:p w14:paraId="274FEC2C" w14:textId="5E08A080" w:rsidR="00086B08" w:rsidRPr="00086B08" w:rsidRDefault="007D583E" w:rsidP="00086B08">
            <w:pPr>
              <w:pStyle w:val="SIBulletList1"/>
            </w:pPr>
            <w:r>
              <w:t xml:space="preserve">field </w:t>
            </w:r>
            <w:r w:rsidR="00086B08" w:rsidRPr="00086B08">
              <w:t xml:space="preserve">depot </w:t>
            </w:r>
            <w:r w:rsidR="00910840">
              <w:t xml:space="preserve">or </w:t>
            </w:r>
            <w:r>
              <w:t xml:space="preserve">wild game processing establishment </w:t>
            </w:r>
            <w:r w:rsidR="00086B08" w:rsidRPr="00086B08">
              <w:t xml:space="preserve">requirements for </w:t>
            </w:r>
            <w:r w:rsidRPr="00086B08">
              <w:t>receiv</w:t>
            </w:r>
            <w:r>
              <w:t>ing</w:t>
            </w:r>
            <w:r w:rsidR="00086B08" w:rsidRPr="00086B08">
              <w:t xml:space="preserve"> carcases</w:t>
            </w:r>
          </w:p>
          <w:p w14:paraId="40241014" w14:textId="77777777" w:rsidR="00086B08" w:rsidRPr="00086B08" w:rsidRDefault="00086B08" w:rsidP="00086B08">
            <w:pPr>
              <w:pStyle w:val="SIBulletList1"/>
            </w:pPr>
            <w:r w:rsidRPr="00086B08">
              <w:t>workplace health and safety hazards associated with handling carcases</w:t>
            </w:r>
          </w:p>
          <w:p w14:paraId="42899CAB" w14:textId="6C2D7C8D" w:rsidR="00086B08" w:rsidRPr="00086B08" w:rsidRDefault="00086B08" w:rsidP="00086B08">
            <w:pPr>
              <w:pStyle w:val="SIBulletList1"/>
            </w:pPr>
            <w:r w:rsidRPr="00086B08">
              <w:t xml:space="preserve">ways of minimising workplace health and safety </w:t>
            </w:r>
            <w:r w:rsidR="00910840">
              <w:t>risks</w:t>
            </w:r>
            <w:r w:rsidR="00910840" w:rsidRPr="00086B08">
              <w:t xml:space="preserve"> </w:t>
            </w:r>
            <w:r w:rsidRPr="00086B08">
              <w:t>associated with handling carcases</w:t>
            </w:r>
          </w:p>
          <w:p w14:paraId="28FC59BF" w14:textId="22F39131" w:rsidR="00910840" w:rsidRDefault="00910840" w:rsidP="00086B08">
            <w:pPr>
              <w:pStyle w:val="SIBulletList1"/>
            </w:pPr>
            <w:r w:rsidRPr="00086B08">
              <w:t>workplace health and safety hazards associated with cleaning chemicals</w:t>
            </w:r>
            <w:r>
              <w:t>, including use of personal protective clothing and equipment</w:t>
            </w:r>
            <w:r w:rsidR="00D74062">
              <w:t xml:space="preserve"> and access to first aid kit</w:t>
            </w:r>
          </w:p>
          <w:p w14:paraId="344C17F3" w14:textId="06CBFFA5" w:rsidR="00086B08" w:rsidRPr="00086B08" w:rsidRDefault="00086B08" w:rsidP="00086B08">
            <w:pPr>
              <w:pStyle w:val="SIBulletList1"/>
            </w:pPr>
            <w:r w:rsidRPr="00086B08">
              <w:t>hygiene and sanitation requirements for game harvesting vehicles</w:t>
            </w:r>
          </w:p>
          <w:p w14:paraId="663F9839" w14:textId="77777777" w:rsidR="00086B08" w:rsidRPr="00086B08" w:rsidRDefault="00086B08" w:rsidP="00086B08">
            <w:pPr>
              <w:pStyle w:val="SIBulletList1"/>
            </w:pPr>
            <w:r w:rsidRPr="00086B08">
              <w:t>the purpose and uses of particular cleaning and sanitising chemicals</w:t>
            </w:r>
          </w:p>
          <w:p w14:paraId="66608BB7" w14:textId="22D76C53" w:rsidR="00F1480E" w:rsidRPr="005404CB" w:rsidRDefault="00086B08" w:rsidP="00086B08">
            <w:pPr>
              <w:pStyle w:val="SIBulletList1"/>
            </w:pPr>
            <w:r w:rsidRPr="00086B08">
              <w:t>storage requirements for kit and hanging pins</w:t>
            </w:r>
            <w:r w:rsidR="00910840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E4A0DB5" w14:textId="77777777" w:rsidR="00D74062" w:rsidRPr="00D74062" w:rsidRDefault="00D74062" w:rsidP="00D74062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9FCC95E" w14:textId="77777777" w:rsidR="00D74062" w:rsidRPr="00D74062" w:rsidRDefault="00D74062" w:rsidP="00D74062">
            <w:pPr>
              <w:pStyle w:val="SIBulletList1"/>
            </w:pPr>
            <w:r w:rsidRPr="0020760C">
              <w:t>physical conditions:</w:t>
            </w:r>
          </w:p>
          <w:p w14:paraId="71C61BA6" w14:textId="6545B3B3" w:rsidR="00D74062" w:rsidRPr="00D74062" w:rsidRDefault="00D74062" w:rsidP="00D74062">
            <w:pPr>
              <w:pStyle w:val="SIBulletList2"/>
            </w:pPr>
            <w:r w:rsidRPr="00EF2C4B">
              <w:t xml:space="preserve">skills must be demonstrated </w:t>
            </w:r>
            <w:r w:rsidRPr="00D74062">
              <w:t xml:space="preserve">in </w:t>
            </w:r>
            <w:r>
              <w:t xml:space="preserve">the field while </w:t>
            </w:r>
            <w:r w:rsidRPr="0035052D">
              <w:t xml:space="preserve">harvesting wild game </w:t>
            </w:r>
            <w:r w:rsidRPr="00D74062">
              <w:t>animals</w:t>
            </w:r>
          </w:p>
          <w:p w14:paraId="581F9CEC" w14:textId="77777777" w:rsidR="00D74062" w:rsidRPr="00D74062" w:rsidRDefault="00D74062" w:rsidP="00D74062">
            <w:pPr>
              <w:pStyle w:val="SIBulletList1"/>
            </w:pPr>
            <w:r w:rsidRPr="0020760C">
              <w:t>resources, equipment and materials:</w:t>
            </w:r>
          </w:p>
          <w:p w14:paraId="13129EEF" w14:textId="4BD7CC00" w:rsidR="00D74062" w:rsidRDefault="009C2BA0" w:rsidP="00D74062">
            <w:pPr>
              <w:pStyle w:val="SIBulletList2"/>
            </w:pPr>
            <w:r>
              <w:t>field</w:t>
            </w:r>
            <w:r w:rsidR="00D74062">
              <w:t xml:space="preserve"> </w:t>
            </w:r>
            <w:r w:rsidR="000848CB">
              <w:t xml:space="preserve">harvester </w:t>
            </w:r>
            <w:r w:rsidR="00D74062">
              <w:t>vehicle</w:t>
            </w:r>
          </w:p>
          <w:p w14:paraId="56229D2F" w14:textId="765808C1" w:rsidR="00D74062" w:rsidRDefault="00D74062" w:rsidP="00D74062">
            <w:pPr>
              <w:pStyle w:val="SIBulletList2"/>
            </w:pPr>
            <w:r>
              <w:t>game harvesting equipment</w:t>
            </w:r>
          </w:p>
          <w:p w14:paraId="2A54CA21" w14:textId="7313E613" w:rsidR="00D74062" w:rsidRPr="00D74062" w:rsidRDefault="00D74062" w:rsidP="00D74062">
            <w:pPr>
              <w:pStyle w:val="SIBulletList2"/>
            </w:pPr>
            <w:r>
              <w:t>personal protective clothing and equipment.</w:t>
            </w:r>
          </w:p>
          <w:p w14:paraId="0950E43F" w14:textId="77777777" w:rsidR="00D74062" w:rsidRDefault="00D74062" w:rsidP="00D74062">
            <w:pPr>
              <w:pStyle w:val="SIText"/>
            </w:pPr>
          </w:p>
          <w:p w14:paraId="72FC2BF3" w14:textId="127E0CA0" w:rsidR="00F1480E" w:rsidRPr="00BB070B" w:rsidRDefault="00D74062" w:rsidP="0035052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F51F2F9" w:rsidR="00F1480E" w:rsidRPr="005404CB" w:rsidRDefault="00893933" w:rsidP="005404CB">
            <w:pPr>
              <w:pStyle w:val="SIText"/>
            </w:pPr>
            <w:hyperlink r:id="rId12" w:history="1">
              <w:r w:rsidR="00885130" w:rsidRPr="0088513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094F8" w14:textId="77777777" w:rsidR="00F46DC4" w:rsidRDefault="00F46DC4" w:rsidP="00BF3F0A">
      <w:r>
        <w:separator/>
      </w:r>
    </w:p>
    <w:p w14:paraId="699FA0D1" w14:textId="77777777" w:rsidR="00F46DC4" w:rsidRDefault="00F46DC4"/>
  </w:endnote>
  <w:endnote w:type="continuationSeparator" w:id="0">
    <w:p w14:paraId="35A10F9A" w14:textId="77777777" w:rsidR="00F46DC4" w:rsidRDefault="00F46DC4" w:rsidP="00BF3F0A">
      <w:r>
        <w:continuationSeparator/>
      </w:r>
    </w:p>
    <w:p w14:paraId="7EE0516C" w14:textId="77777777" w:rsidR="00F46DC4" w:rsidRDefault="00F46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A42A" w14:textId="77777777" w:rsidR="00F46DC4" w:rsidRDefault="00F46DC4" w:rsidP="00BF3F0A">
      <w:r>
        <w:separator/>
      </w:r>
    </w:p>
    <w:p w14:paraId="5C0FD2DF" w14:textId="77777777" w:rsidR="00F46DC4" w:rsidRDefault="00F46DC4"/>
  </w:footnote>
  <w:footnote w:type="continuationSeparator" w:id="0">
    <w:p w14:paraId="7F19A0E3" w14:textId="77777777" w:rsidR="00F46DC4" w:rsidRDefault="00F46DC4" w:rsidP="00BF3F0A">
      <w:r>
        <w:continuationSeparator/>
      </w:r>
    </w:p>
    <w:p w14:paraId="153E26D8" w14:textId="77777777" w:rsidR="00F46DC4" w:rsidRDefault="00F46D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E02FEB1" w:rsidR="009C2650" w:rsidRPr="00AB0025" w:rsidRDefault="00893933" w:rsidP="00AB0025">
    <w:sdt>
      <w:sdtPr>
        <w:rPr>
          <w:lang w:eastAsia="en-US"/>
        </w:rPr>
        <w:id w:val="-130599479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B4D55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B0025" w:rsidRPr="00AB0025">
      <w:rPr>
        <w:lang w:eastAsia="en-US"/>
      </w:rPr>
      <w:t>AMPG</w:t>
    </w:r>
    <w:r w:rsidR="00B60E2A">
      <w:t>AM</w:t>
    </w:r>
    <w:r w:rsidR="00AB0025" w:rsidRPr="00AB0025">
      <w:rPr>
        <w:lang w:eastAsia="en-US"/>
      </w:rPr>
      <w:t>3</w:t>
    </w:r>
    <w:r w:rsidR="00B60E2A">
      <w:t>X2</w:t>
    </w:r>
    <w:r w:rsidR="00AB0025" w:rsidRPr="00AB0025">
      <w:rPr>
        <w:lang w:eastAsia="en-US"/>
      </w:rPr>
      <w:t xml:space="preserve"> </w:t>
    </w:r>
    <w:r w:rsidR="000848CB" w:rsidRPr="00AB0025">
      <w:t xml:space="preserve">Operate a </w:t>
    </w:r>
    <w:r w:rsidR="000848CB">
      <w:t xml:space="preserve">wild </w:t>
    </w:r>
    <w:r w:rsidR="000848CB" w:rsidRPr="00AB0025">
      <w:t>game harvest</w:t>
    </w:r>
    <w:r w:rsidR="000848CB">
      <w:t>er</w:t>
    </w:r>
    <w:r w:rsidR="000848CB" w:rsidRPr="00AB0025">
      <w:t xml:space="preserve">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DD44CD"/>
    <w:multiLevelType w:val="multilevel"/>
    <w:tmpl w:val="79EE0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D45DF7"/>
    <w:multiLevelType w:val="multilevel"/>
    <w:tmpl w:val="383CC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076F4"/>
    <w:multiLevelType w:val="multilevel"/>
    <w:tmpl w:val="6E2E4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8CB"/>
    <w:rsid w:val="00086B08"/>
    <w:rsid w:val="0009093B"/>
    <w:rsid w:val="00093BF6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79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373"/>
    <w:rsid w:val="002A4CD3"/>
    <w:rsid w:val="002A6CC4"/>
    <w:rsid w:val="002B00F1"/>
    <w:rsid w:val="002C55E9"/>
    <w:rsid w:val="002D0C8B"/>
    <w:rsid w:val="002D330A"/>
    <w:rsid w:val="002E170C"/>
    <w:rsid w:val="002E193E"/>
    <w:rsid w:val="00305EFF"/>
    <w:rsid w:val="00310A6A"/>
    <w:rsid w:val="003144E6"/>
    <w:rsid w:val="003257CB"/>
    <w:rsid w:val="00337E82"/>
    <w:rsid w:val="00346FDC"/>
    <w:rsid w:val="0035052D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4A6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643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F62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6A06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731"/>
    <w:rsid w:val="006C011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C1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DE0"/>
    <w:rsid w:val="00771B60"/>
    <w:rsid w:val="0078157E"/>
    <w:rsid w:val="00781D77"/>
    <w:rsid w:val="00783549"/>
    <w:rsid w:val="007860B7"/>
    <w:rsid w:val="00786DC8"/>
    <w:rsid w:val="007A300D"/>
    <w:rsid w:val="007D58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433"/>
    <w:rsid w:val="00847B60"/>
    <w:rsid w:val="00850243"/>
    <w:rsid w:val="00851BE5"/>
    <w:rsid w:val="008545EB"/>
    <w:rsid w:val="00865011"/>
    <w:rsid w:val="00885130"/>
    <w:rsid w:val="00886790"/>
    <w:rsid w:val="008908DE"/>
    <w:rsid w:val="00893933"/>
    <w:rsid w:val="008A12ED"/>
    <w:rsid w:val="008A39D3"/>
    <w:rsid w:val="008B2C77"/>
    <w:rsid w:val="008B4AD2"/>
    <w:rsid w:val="008B663E"/>
    <w:rsid w:val="008B7138"/>
    <w:rsid w:val="008E0508"/>
    <w:rsid w:val="008E260C"/>
    <w:rsid w:val="008E39BE"/>
    <w:rsid w:val="008E62EC"/>
    <w:rsid w:val="008F32F6"/>
    <w:rsid w:val="0090092A"/>
    <w:rsid w:val="0091084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C55"/>
    <w:rsid w:val="00997BFC"/>
    <w:rsid w:val="009A5900"/>
    <w:rsid w:val="009A6E6C"/>
    <w:rsid w:val="009A6F3F"/>
    <w:rsid w:val="009B331A"/>
    <w:rsid w:val="009C2650"/>
    <w:rsid w:val="009C2BA0"/>
    <w:rsid w:val="009D15E2"/>
    <w:rsid w:val="009D15FE"/>
    <w:rsid w:val="009D5D2C"/>
    <w:rsid w:val="009E7717"/>
    <w:rsid w:val="009F0DCC"/>
    <w:rsid w:val="009F11CA"/>
    <w:rsid w:val="00A0695B"/>
    <w:rsid w:val="00A13052"/>
    <w:rsid w:val="00A216A8"/>
    <w:rsid w:val="00A223A6"/>
    <w:rsid w:val="00A3639E"/>
    <w:rsid w:val="00A432CA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002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0E2A"/>
    <w:rsid w:val="00B61150"/>
    <w:rsid w:val="00B65BC7"/>
    <w:rsid w:val="00B746B9"/>
    <w:rsid w:val="00B848D4"/>
    <w:rsid w:val="00B865B7"/>
    <w:rsid w:val="00BA1CB1"/>
    <w:rsid w:val="00BA4178"/>
    <w:rsid w:val="00BA482D"/>
    <w:rsid w:val="00BB070B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2D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5B8"/>
    <w:rsid w:val="00D54C76"/>
    <w:rsid w:val="00D632BB"/>
    <w:rsid w:val="00D71E43"/>
    <w:rsid w:val="00D727F3"/>
    <w:rsid w:val="00D73695"/>
    <w:rsid w:val="00D74062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5D1"/>
    <w:rsid w:val="00E238E6"/>
    <w:rsid w:val="00E34CD8"/>
    <w:rsid w:val="00E35064"/>
    <w:rsid w:val="00E3681D"/>
    <w:rsid w:val="00E40225"/>
    <w:rsid w:val="00E501F0"/>
    <w:rsid w:val="00E527B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DC4"/>
    <w:rsid w:val="00F540E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8513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77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3c625ec5-f4fe-4e46-a051-7a1a1cbc9aa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7E923-171A-4EAB-B2DF-ADB774205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995</Words>
  <Characters>5672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</cp:revision>
  <cp:lastPrinted>2016-05-27T05:21:00Z</cp:lastPrinted>
  <dcterms:created xsi:type="dcterms:W3CDTF">2022-02-14T03:51:00Z</dcterms:created>
  <dcterms:modified xsi:type="dcterms:W3CDTF">2022-02-14T03:51:00Z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  <property fmtid="{D5CDD505-2E9C-101B-9397-08002B2CF9AE}" pid="29" name="Assigned to0">
    <vt:lpwstr/>
  </property>
</Properties>
</file>