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0AD1E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8AB372C" w14:textId="77777777" w:rsidTr="00F279E6">
        <w:tc>
          <w:tcPr>
            <w:tcW w:w="1396" w:type="pct"/>
            <w:shd w:val="clear" w:color="auto" w:fill="auto"/>
          </w:tcPr>
          <w:p w14:paraId="091E0CCD" w14:textId="4E8BB0B2" w:rsidR="00A301E0" w:rsidRPr="00536741" w:rsidRDefault="00096F21" w:rsidP="00536741">
            <w:pPr>
              <w:pStyle w:val="SISSCODE"/>
            </w:pPr>
            <w:bookmarkStart w:id="0" w:name="_Hlk85910843"/>
            <w:bookmarkStart w:id="1" w:name="_Hlk85878185"/>
            <w:r>
              <w:t>ACMSS000X</w:t>
            </w:r>
            <w:r w:rsidR="00692666">
              <w:t>5</w:t>
            </w:r>
            <w:r w:rsidR="00234F79">
              <w:rPr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60DDD117" w14:textId="18B615A7" w:rsidR="00A301E0" w:rsidRPr="00536741" w:rsidRDefault="00692666" w:rsidP="00536741">
            <w:pPr>
              <w:pStyle w:val="SISStitle"/>
            </w:pPr>
            <w:r>
              <w:t>Assistance Dog Introduction</w:t>
            </w:r>
            <w:r w:rsidR="00EE3434">
              <w:t xml:space="preserve"> Skill Set</w:t>
            </w:r>
          </w:p>
        </w:tc>
      </w:tr>
      <w:bookmarkEnd w:id="0"/>
    </w:tbl>
    <w:p w14:paraId="1B706855" w14:textId="77777777" w:rsidR="00A301E0" w:rsidRPr="00536741" w:rsidRDefault="00A301E0" w:rsidP="00A301E0"/>
    <w:p w14:paraId="425F341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95DF41A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66CDF9F5" w14:textId="77777777" w:rsidTr="002A1BEA">
        <w:tc>
          <w:tcPr>
            <w:tcW w:w="1396" w:type="pct"/>
            <w:shd w:val="clear" w:color="auto" w:fill="auto"/>
          </w:tcPr>
          <w:p w14:paraId="046A67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11391D3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36E9AF45" w14:textId="77777777" w:rsidTr="002A1BEA">
        <w:tc>
          <w:tcPr>
            <w:tcW w:w="1396" w:type="pct"/>
            <w:shd w:val="clear" w:color="auto" w:fill="auto"/>
          </w:tcPr>
          <w:p w14:paraId="06FB0F97" w14:textId="51398630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="00096F21">
              <w:t xml:space="preserve"> </w:t>
            </w:r>
            <w:r w:rsidRPr="00536741">
              <w:t>1</w:t>
            </w:r>
          </w:p>
        </w:tc>
        <w:tc>
          <w:tcPr>
            <w:tcW w:w="3604" w:type="pct"/>
            <w:shd w:val="clear" w:color="auto" w:fill="auto"/>
          </w:tcPr>
          <w:p w14:paraId="0FE7490A" w14:textId="2A2A1046" w:rsidR="00536741" w:rsidRDefault="00234F79" w:rsidP="00993C2D">
            <w:pPr>
              <w:pStyle w:val="SIText"/>
            </w:pPr>
            <w:r w:rsidRPr="00234F79">
              <w:t xml:space="preserve">This version released with </w:t>
            </w:r>
            <w:r w:rsidR="00096F21">
              <w:t>ACM</w:t>
            </w:r>
            <w:r w:rsidRPr="00234F79">
              <w:t xml:space="preserve"> Training Package Version </w:t>
            </w:r>
            <w:r w:rsidR="00EE3434">
              <w:t>6.0</w:t>
            </w:r>
          </w:p>
        </w:tc>
      </w:tr>
    </w:tbl>
    <w:p w14:paraId="3DF5AB1B" w14:textId="77777777" w:rsidR="00536741" w:rsidRDefault="00536741" w:rsidP="00536741">
      <w:pPr>
        <w:rPr>
          <w:lang w:eastAsia="en-US"/>
        </w:rPr>
      </w:pPr>
    </w:p>
    <w:p w14:paraId="14B1F7C3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54941E4" w14:textId="77777777" w:rsidTr="000D7BE6">
        <w:tc>
          <w:tcPr>
            <w:tcW w:w="5000" w:type="pct"/>
            <w:shd w:val="clear" w:color="auto" w:fill="auto"/>
          </w:tcPr>
          <w:p w14:paraId="0A7ABC39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1E2654CE" w14:textId="6BABA7C6" w:rsidR="004B2DF5" w:rsidRDefault="00DB557A" w:rsidP="00096F21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993C2D" w:rsidRPr="00993C2D">
              <w:t xml:space="preserve"> is designed to provide individuals with skills and knowledge to </w:t>
            </w:r>
            <w:r w:rsidR="00692666">
              <w:t>introduce an assistance dog to a client.</w:t>
            </w:r>
          </w:p>
          <w:p w14:paraId="6BB336C6" w14:textId="5BDFEA02" w:rsidR="00A772D9" w:rsidRPr="00536741" w:rsidRDefault="00A772D9" w:rsidP="004B2DF5">
            <w:pPr>
              <w:pStyle w:val="SIText"/>
            </w:pPr>
          </w:p>
        </w:tc>
      </w:tr>
      <w:tr w:rsidR="00A301E0" w:rsidRPr="00963A46" w14:paraId="1BB728C3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6719A52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2DB534CB" w14:textId="4399C83D" w:rsidR="00A301E0" w:rsidRPr="00536741" w:rsidRDefault="00890663" w:rsidP="00096F21">
            <w:pPr>
              <w:pStyle w:val="SIText"/>
              <w:rPr>
                <w:rStyle w:val="SITemporarytext-red"/>
              </w:rPr>
            </w:pPr>
            <w:r>
              <w:t xml:space="preserve">These units of competency </w:t>
            </w:r>
            <w:r w:rsidR="00317E81">
              <w:t xml:space="preserve">build on skills and knowledge attained in </w:t>
            </w:r>
            <w:r w:rsidR="00096F21">
              <w:t xml:space="preserve">ACM40121 </w:t>
            </w:r>
            <w:r w:rsidR="004B2DF5">
              <w:t xml:space="preserve">Certificate </w:t>
            </w:r>
            <w:r w:rsidR="008D47CF">
              <w:t>I</w:t>
            </w:r>
            <w:r w:rsidR="00096F21">
              <w:t xml:space="preserve">V in Animal Regulation and Management and ACM40321 Certificate IV in Animal Behaviour and Training. </w:t>
            </w:r>
          </w:p>
        </w:tc>
      </w:tr>
      <w:tr w:rsidR="00A301E0" w:rsidRPr="00963A46" w14:paraId="0B89B633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CA39296" w14:textId="453F8615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0A3B64DB" w14:textId="77777777" w:rsidR="00890663" w:rsidRPr="00536741" w:rsidRDefault="00890663" w:rsidP="00536741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  <w:p w14:paraId="2398C94D" w14:textId="77777777" w:rsidR="00890663" w:rsidRDefault="00890663" w:rsidP="00536741">
            <w:pPr>
              <w:pStyle w:val="SIText"/>
            </w:pPr>
          </w:p>
          <w:p w14:paraId="4606BCE7" w14:textId="77777777" w:rsidR="00A301E0" w:rsidRPr="00A301E0" w:rsidRDefault="00A301E0" w:rsidP="004B2DF5">
            <w:pPr>
              <w:pStyle w:val="SIText"/>
            </w:pPr>
          </w:p>
        </w:tc>
      </w:tr>
      <w:tr w:rsidR="00A772D9" w:rsidRPr="00963A46" w14:paraId="6FB9541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1F728F" w14:textId="77777777" w:rsidR="00A772D9" w:rsidRPr="00536741" w:rsidRDefault="00DB557A" w:rsidP="00536741">
            <w:pPr>
              <w:pStyle w:val="SITextHeading2"/>
            </w:pPr>
            <w:bookmarkStart w:id="2" w:name="_Hlk85910862"/>
            <w:r>
              <w:t>Skill Set</w:t>
            </w:r>
            <w:r w:rsidR="00A772D9" w:rsidRPr="00536741">
              <w:t xml:space="preserve"> Requirements</w:t>
            </w:r>
          </w:p>
          <w:p w14:paraId="4CB59168" w14:textId="1BBF671B" w:rsidR="00EE3434" w:rsidRDefault="00D13563" w:rsidP="00EE3434">
            <w:pPr>
              <w:pStyle w:val="SIBulletList1"/>
            </w:pPr>
            <w:r w:rsidRPr="00D13563">
              <w:t>ACMA</w:t>
            </w:r>
            <w:r w:rsidR="00692666">
              <w:t>DT3X1</w:t>
            </w:r>
            <w:r>
              <w:t xml:space="preserve"> </w:t>
            </w:r>
            <w:r w:rsidR="00692666">
              <w:t xml:space="preserve">Select appropriate equipment for an assistance dog </w:t>
            </w:r>
            <w:r w:rsidR="001C49F7">
              <w:t>and handler</w:t>
            </w:r>
          </w:p>
          <w:p w14:paraId="654A9D74" w14:textId="040E89E7" w:rsidR="00692666" w:rsidRDefault="00692666" w:rsidP="00EE3434">
            <w:pPr>
              <w:pStyle w:val="SIBulletList1"/>
            </w:pPr>
            <w:r w:rsidRPr="00692666">
              <w:t>ACMADT</w:t>
            </w:r>
            <w:r>
              <w:t>4</w:t>
            </w:r>
            <w:r w:rsidRPr="00692666">
              <w:t>X1</w:t>
            </w:r>
            <w:r>
              <w:t xml:space="preserve"> Assess </w:t>
            </w:r>
            <w:r w:rsidR="001C49F7">
              <w:t>prospective handler's</w:t>
            </w:r>
            <w:r>
              <w:t xml:space="preserve"> suitability for an assistance dog</w:t>
            </w:r>
          </w:p>
          <w:p w14:paraId="573A3969" w14:textId="19D5C79E" w:rsidR="001F28F9" w:rsidRPr="00536741" w:rsidRDefault="00692666" w:rsidP="00692666">
            <w:pPr>
              <w:pStyle w:val="SIBulletList1"/>
            </w:pPr>
            <w:r w:rsidRPr="00692666">
              <w:t>A</w:t>
            </w:r>
            <w:hyperlink r:id="rId11" w:history="1">
              <w:r w:rsidRPr="00692666">
                <w:t>CMADT4X</w:t>
              </w:r>
              <w:r>
                <w:t>4</w:t>
              </w:r>
            </w:hyperlink>
            <w:r w:rsidRPr="00692666">
              <w:rPr>
                <w:rFonts w:eastAsiaTheme="majorEastAsia"/>
              </w:rPr>
              <w:t xml:space="preserve"> </w:t>
            </w:r>
            <w:r w:rsidR="001C49F7">
              <w:rPr>
                <w:rFonts w:eastAsiaTheme="majorEastAsia"/>
              </w:rPr>
              <w:t xml:space="preserve">Instruct </w:t>
            </w:r>
            <w:r w:rsidRPr="00692666">
              <w:rPr>
                <w:rFonts w:eastAsiaTheme="majorEastAsia"/>
              </w:rPr>
              <w:t xml:space="preserve">handlers </w:t>
            </w:r>
            <w:r w:rsidR="001C49F7">
              <w:rPr>
                <w:rFonts w:eastAsiaTheme="majorEastAsia"/>
              </w:rPr>
              <w:t xml:space="preserve">with disability </w:t>
            </w:r>
            <w:r w:rsidRPr="00692666">
              <w:rPr>
                <w:rFonts w:eastAsiaTheme="majorEastAsia"/>
              </w:rPr>
              <w:t xml:space="preserve">to </w:t>
            </w:r>
            <w:r w:rsidR="001C49F7">
              <w:rPr>
                <w:rFonts w:eastAsiaTheme="majorEastAsia"/>
              </w:rPr>
              <w:t xml:space="preserve">train </w:t>
            </w:r>
            <w:r w:rsidRPr="00692666">
              <w:rPr>
                <w:rFonts w:eastAsiaTheme="majorEastAsia"/>
              </w:rPr>
              <w:t>assistance dogs</w:t>
            </w:r>
          </w:p>
        </w:tc>
      </w:tr>
      <w:bookmarkEnd w:id="1"/>
      <w:bookmarkEnd w:id="2"/>
      <w:tr w:rsidR="005C7EA8" w:rsidRPr="00963A46" w14:paraId="4005EA96" w14:textId="77777777" w:rsidTr="00996D4A">
        <w:trPr>
          <w:trHeight w:val="733"/>
        </w:trPr>
        <w:tc>
          <w:tcPr>
            <w:tcW w:w="5000" w:type="pct"/>
            <w:shd w:val="clear" w:color="auto" w:fill="auto"/>
          </w:tcPr>
          <w:p w14:paraId="33DD2771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0EAA8D93" w14:textId="3957BAC9" w:rsidR="00234F79" w:rsidRPr="00536741" w:rsidRDefault="008E3345" w:rsidP="00996D4A">
            <w:pPr>
              <w:pStyle w:val="SIText"/>
            </w:pPr>
            <w:r>
              <w:t xml:space="preserve">This skill set is for individuals who </w:t>
            </w:r>
            <w:r w:rsidR="00026AD8">
              <w:t>are experienced dog trainers and play a role in introducing and training handlers of assistance dogs</w:t>
            </w:r>
            <w:r w:rsidR="001C49F7">
              <w:t>.</w:t>
            </w:r>
            <w:r w:rsidR="00026AD8">
              <w:t xml:space="preserve"> </w:t>
            </w:r>
            <w:r w:rsidR="00996D4A">
              <w:t xml:space="preserve"> </w:t>
            </w:r>
          </w:p>
        </w:tc>
      </w:tr>
      <w:tr w:rsidR="00DB557A" w:rsidRPr="00963A46" w14:paraId="17C7F69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E056072" w14:textId="5DE92A2D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7BC72B49" w14:textId="77777777" w:rsidR="004B2DF5" w:rsidRDefault="004B2DF5" w:rsidP="004B2DF5"/>
          <w:p w14:paraId="06D9ADF3" w14:textId="731E5E1F" w:rsidR="00234F79" w:rsidRDefault="008E3345" w:rsidP="008E3345">
            <w:pPr>
              <w:pStyle w:val="SIText"/>
            </w:pPr>
            <w:r w:rsidRPr="008E3345">
              <w:t xml:space="preserve">These units of competency from </w:t>
            </w:r>
            <w:r w:rsidR="00996D4A">
              <w:t>ACM</w:t>
            </w:r>
            <w:r w:rsidRPr="008E3345">
              <w:t xml:space="preserve"> </w:t>
            </w:r>
            <w:r w:rsidR="00BB737D">
              <w:t xml:space="preserve">Animal Care and Management </w:t>
            </w:r>
            <w:r w:rsidR="0088590E">
              <w:t>Training Package</w:t>
            </w:r>
            <w:r w:rsidRPr="008E3345">
              <w:t xml:space="preserve">, meet the industry requirements for </w:t>
            </w:r>
            <w:r w:rsidR="00026AD8">
              <w:t>assistance dog training.</w:t>
            </w:r>
          </w:p>
          <w:p w14:paraId="72C8ADFF" w14:textId="77777777" w:rsidR="00DB557A" w:rsidRPr="00536741" w:rsidRDefault="00DB557A" w:rsidP="00BB737D">
            <w:pPr>
              <w:pStyle w:val="SIText"/>
            </w:pPr>
          </w:p>
        </w:tc>
      </w:tr>
    </w:tbl>
    <w:p w14:paraId="6D4BC882" w14:textId="77777777" w:rsidR="00F1480E" w:rsidRPr="00536741" w:rsidRDefault="00F1480E" w:rsidP="00536741"/>
    <w:sectPr w:rsidR="00F1480E" w:rsidRPr="00536741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FEC83" w14:textId="77777777" w:rsidR="007B7989" w:rsidRDefault="007B7989" w:rsidP="00BF3F0A">
      <w:r>
        <w:separator/>
      </w:r>
    </w:p>
    <w:p w14:paraId="23A10D52" w14:textId="77777777" w:rsidR="007B7989" w:rsidRDefault="007B7989"/>
  </w:endnote>
  <w:endnote w:type="continuationSeparator" w:id="0">
    <w:p w14:paraId="3FD2DD31" w14:textId="77777777" w:rsidR="007B7989" w:rsidRDefault="007B7989" w:rsidP="00BF3F0A">
      <w:r>
        <w:continuationSeparator/>
      </w:r>
    </w:p>
    <w:p w14:paraId="177C6B0F" w14:textId="77777777" w:rsidR="007B7989" w:rsidRDefault="007B79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091F19C" w14:textId="492F63BD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</w:p>
      <w:p w14:paraId="39EEB77A" w14:textId="1374E5D1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234F79">
          <w:t>October 2020</w:t>
        </w:r>
      </w:p>
    </w:sdtContent>
  </w:sdt>
  <w:p w14:paraId="160199F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AD27A" w14:textId="77777777" w:rsidR="007B7989" w:rsidRDefault="007B7989" w:rsidP="00BF3F0A">
      <w:r>
        <w:separator/>
      </w:r>
    </w:p>
    <w:p w14:paraId="48497E24" w14:textId="77777777" w:rsidR="007B7989" w:rsidRDefault="007B7989"/>
  </w:footnote>
  <w:footnote w:type="continuationSeparator" w:id="0">
    <w:p w14:paraId="2DEF03D3" w14:textId="77777777" w:rsidR="007B7989" w:rsidRDefault="007B7989" w:rsidP="00BF3F0A">
      <w:r>
        <w:continuationSeparator/>
      </w:r>
    </w:p>
    <w:p w14:paraId="45729111" w14:textId="77777777" w:rsidR="007B7989" w:rsidRDefault="007B79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8529C" w14:textId="476896BE" w:rsidR="009C2650" w:rsidRPr="00096F21" w:rsidRDefault="00096F21" w:rsidP="00096F21">
    <w:r>
      <w:t>ACMSS000X</w:t>
    </w:r>
    <w:r w:rsidR="00692666">
      <w:t>5</w:t>
    </w:r>
    <w:r>
      <w:t xml:space="preserve"> </w:t>
    </w:r>
    <w:r w:rsidR="00692666">
      <w:t xml:space="preserve">Assistance Dog Introduction </w:t>
    </w:r>
    <w:r w:rsidR="00EE3434" w:rsidRPr="00EE3434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55E6D56"/>
    <w:multiLevelType w:val="hybridMultilevel"/>
    <w:tmpl w:val="B66012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61BCB"/>
    <w:multiLevelType w:val="hybridMultilevel"/>
    <w:tmpl w:val="E83E15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5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8BA"/>
    <w:rsid w:val="000014B9"/>
    <w:rsid w:val="00005A15"/>
    <w:rsid w:val="0001108F"/>
    <w:rsid w:val="000115E2"/>
    <w:rsid w:val="0001296A"/>
    <w:rsid w:val="00016803"/>
    <w:rsid w:val="00023992"/>
    <w:rsid w:val="00026AD8"/>
    <w:rsid w:val="00031C2C"/>
    <w:rsid w:val="00040188"/>
    <w:rsid w:val="00041E59"/>
    <w:rsid w:val="00053D7E"/>
    <w:rsid w:val="00064BFE"/>
    <w:rsid w:val="00070B3E"/>
    <w:rsid w:val="00071F95"/>
    <w:rsid w:val="000737BB"/>
    <w:rsid w:val="00074E47"/>
    <w:rsid w:val="00096F21"/>
    <w:rsid w:val="000A09AD"/>
    <w:rsid w:val="000A5441"/>
    <w:rsid w:val="000C13F1"/>
    <w:rsid w:val="000D7BE6"/>
    <w:rsid w:val="000E2C86"/>
    <w:rsid w:val="000F29F2"/>
    <w:rsid w:val="00101659"/>
    <w:rsid w:val="001078BF"/>
    <w:rsid w:val="00115AD7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C49F7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34F79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17E81"/>
    <w:rsid w:val="003315E1"/>
    <w:rsid w:val="00337E82"/>
    <w:rsid w:val="00346C7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B2DF5"/>
    <w:rsid w:val="004C2244"/>
    <w:rsid w:val="004C79A1"/>
    <w:rsid w:val="004D0D5F"/>
    <w:rsid w:val="004D1569"/>
    <w:rsid w:val="004D2710"/>
    <w:rsid w:val="004D428C"/>
    <w:rsid w:val="004D44B1"/>
    <w:rsid w:val="004E0460"/>
    <w:rsid w:val="004E1579"/>
    <w:rsid w:val="004E3408"/>
    <w:rsid w:val="004E5FAE"/>
    <w:rsid w:val="004E7094"/>
    <w:rsid w:val="004F5DC7"/>
    <w:rsid w:val="004F78DA"/>
    <w:rsid w:val="005248C1"/>
    <w:rsid w:val="00526134"/>
    <w:rsid w:val="00527112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2483"/>
    <w:rsid w:val="005A3AA5"/>
    <w:rsid w:val="005A6C9C"/>
    <w:rsid w:val="005A74DC"/>
    <w:rsid w:val="005B5146"/>
    <w:rsid w:val="005C231B"/>
    <w:rsid w:val="005C7EA8"/>
    <w:rsid w:val="005D2399"/>
    <w:rsid w:val="005F33CC"/>
    <w:rsid w:val="006121D4"/>
    <w:rsid w:val="00613B49"/>
    <w:rsid w:val="00620E8E"/>
    <w:rsid w:val="006278BA"/>
    <w:rsid w:val="00633CFE"/>
    <w:rsid w:val="00633FEA"/>
    <w:rsid w:val="00634FCA"/>
    <w:rsid w:val="006404B5"/>
    <w:rsid w:val="006452B8"/>
    <w:rsid w:val="00652E62"/>
    <w:rsid w:val="00687B62"/>
    <w:rsid w:val="00690C44"/>
    <w:rsid w:val="00692666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B7989"/>
    <w:rsid w:val="007D09DB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66F8E"/>
    <w:rsid w:val="00883C6C"/>
    <w:rsid w:val="0088590E"/>
    <w:rsid w:val="00886790"/>
    <w:rsid w:val="00890663"/>
    <w:rsid w:val="008908DE"/>
    <w:rsid w:val="00894FBB"/>
    <w:rsid w:val="008A12ED"/>
    <w:rsid w:val="008B2C77"/>
    <w:rsid w:val="008B4AD2"/>
    <w:rsid w:val="008C53B8"/>
    <w:rsid w:val="008D47CF"/>
    <w:rsid w:val="008E3345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143C"/>
    <w:rsid w:val="0098725E"/>
    <w:rsid w:val="00993C2D"/>
    <w:rsid w:val="00996D4A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6B03"/>
    <w:rsid w:val="00B22C67"/>
    <w:rsid w:val="00B2403B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B737D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D7C71"/>
    <w:rsid w:val="00CE7D19"/>
    <w:rsid w:val="00CF0CF5"/>
    <w:rsid w:val="00CF2B3E"/>
    <w:rsid w:val="00D0201F"/>
    <w:rsid w:val="00D03685"/>
    <w:rsid w:val="00D07D4E"/>
    <w:rsid w:val="00D115AA"/>
    <w:rsid w:val="00D13563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62FF"/>
    <w:rsid w:val="00E238E6"/>
    <w:rsid w:val="00E35064"/>
    <w:rsid w:val="00E42685"/>
    <w:rsid w:val="00E438C3"/>
    <w:rsid w:val="00E501F0"/>
    <w:rsid w:val="00E75C50"/>
    <w:rsid w:val="00E91BFF"/>
    <w:rsid w:val="00E92933"/>
    <w:rsid w:val="00E97601"/>
    <w:rsid w:val="00EA3B97"/>
    <w:rsid w:val="00EB0AA4"/>
    <w:rsid w:val="00EB5C88"/>
    <w:rsid w:val="00EB7EB1"/>
    <w:rsid w:val="00EC0002"/>
    <w:rsid w:val="00EC0469"/>
    <w:rsid w:val="00EE3434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2622"/>
    <w:rsid w:val="00F76CC6"/>
    <w:rsid w:val="00FA11C8"/>
    <w:rsid w:val="00FE0282"/>
    <w:rsid w:val="00FE075A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7CEF4E"/>
  <w15:docId w15:val="{BE39A71F-E288-47A7-9DFE-BD4137A4E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096F2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locked/>
    <w:rsid w:val="00096F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Training/Details/ACMARM409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\AppData\Local\Microsoft\Windows\INetCache\Content.Outlook\M7591XHW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02DA18ADA7544C99FAB21A49AF73E3" ma:contentTypeVersion="" ma:contentTypeDescription="Create a new document." ma:contentTypeScope="" ma:versionID="7de5f833b974b5c7dcf03e55659840d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7298b91-4802-45c1-a25f-4eaf9688f56c" targetNamespace="http://schemas.microsoft.com/office/2006/metadata/properties" ma:root="true" ma:fieldsID="b5996f2d86a243e845b2a89c1100cad4" ns1:_="" ns2:_="" ns3:_="">
    <xsd:import namespace="http://schemas.microsoft.com/sharepoint/v3"/>
    <xsd:import namespace="d50bbff7-d6dd-47d2-864a-cfdc2c3db0f4"/>
    <xsd:import namespace="f7298b91-4802-45c1-a25f-4eaf9688f5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298b91-4802-45c1-a25f-4eaf9688f5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E4C23C7-285A-4116-A036-033AD8FAA80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E43232-F0B2-400D-B496-46686F2BC9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7298b91-4802-45c1-a25f-4eaf9688f5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2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Anna Henderson</dc:creator>
  <cp:lastModifiedBy>Keren Lavery</cp:lastModifiedBy>
  <cp:revision>2</cp:revision>
  <cp:lastPrinted>2016-05-27T05:21:00Z</cp:lastPrinted>
  <dcterms:created xsi:type="dcterms:W3CDTF">2021-11-23T00:59:00Z</dcterms:created>
  <dcterms:modified xsi:type="dcterms:W3CDTF">2021-11-23T00:59:00Z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0x010100CD02DA18ADA7544C99FAB21A49AF73E3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